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5E2FD4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5E2FD4">
      <w:pPr>
        <w:pStyle w:val="Zkladntext-sted"/>
      </w:pPr>
    </w:p>
    <w:p w14:paraId="05A0EC8C" w14:textId="25F6C964" w:rsidR="009910E5" w:rsidRDefault="000972D0" w:rsidP="005E2FD4">
      <w:r>
        <w:tab/>
      </w:r>
      <w:r w:rsidR="009910E5" w:rsidRPr="00E816B3">
        <w:t>dle § 2586 a násl. zákona č. 89/2012 Sb., občanský zákoník ve znění pozdějších předpisů</w:t>
      </w:r>
    </w:p>
    <w:p w14:paraId="099F5BF4" w14:textId="77777777" w:rsidR="009910E5" w:rsidRDefault="009910E5" w:rsidP="005E2FD4">
      <w:pPr>
        <w:pStyle w:val="Zkladntextodsazen2"/>
      </w:pPr>
    </w:p>
    <w:p w14:paraId="41974FBF" w14:textId="77777777" w:rsidR="00A56A3F" w:rsidRDefault="00A56A3F" w:rsidP="005E2FD4">
      <w:pPr>
        <w:pStyle w:val="SODsmluvnstrany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5E2FD4">
      <w:pPr>
        <w:pStyle w:val="SODsmluvnstrany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14:paraId="45035859" w14:textId="77777777" w:rsidR="00A56A3F" w:rsidRDefault="00A56A3F" w:rsidP="005E2FD4">
      <w:pPr>
        <w:pStyle w:val="Nadpis1"/>
      </w:pPr>
      <w:r>
        <w:t>Smluvní strany</w:t>
      </w:r>
    </w:p>
    <w:p w14:paraId="2C613210" w14:textId="77777777" w:rsidR="00AF4B0B" w:rsidRPr="005763F3" w:rsidRDefault="00AF4B0B" w:rsidP="005E2FD4">
      <w:pPr>
        <w:pStyle w:val="Nadpis2"/>
      </w:pPr>
      <w:r w:rsidRPr="005763F3">
        <w:t>Objednatel:</w:t>
      </w:r>
    </w:p>
    <w:p w14:paraId="27CA6096" w14:textId="77777777" w:rsidR="00AF4B0B" w:rsidRDefault="00AF4B0B" w:rsidP="005E2FD4">
      <w:pPr>
        <w:pStyle w:val="SODsmluvnstrany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5E2FD4">
      <w:pPr>
        <w:pStyle w:val="SODsmluvnstrany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0C208A1C" w:rsidR="00AF4B0B" w:rsidRDefault="00AF4B0B" w:rsidP="005E2FD4">
      <w:pPr>
        <w:pStyle w:val="SODsmluvnstrany"/>
      </w:pPr>
      <w:r>
        <w:t xml:space="preserve">Zastoupeno:                      </w:t>
      </w:r>
      <w:r>
        <w:tab/>
      </w:r>
      <w:r w:rsidR="00665203">
        <w:t xml:space="preserve">Ing. </w:t>
      </w:r>
      <w:r w:rsidR="00A8167E">
        <w:rPr>
          <w:lang w:val="cs-CZ"/>
        </w:rPr>
        <w:t>Ladislavem Kryštofem</w:t>
      </w:r>
      <w:r>
        <w:t xml:space="preserve">, </w:t>
      </w:r>
      <w:r w:rsidR="00A8167E">
        <w:rPr>
          <w:lang w:val="cs-CZ"/>
        </w:rPr>
        <w:t>místo</w:t>
      </w:r>
      <w:r>
        <w:t>starostou</w:t>
      </w:r>
    </w:p>
    <w:p w14:paraId="193EDB54" w14:textId="77777777" w:rsidR="00AF4B0B" w:rsidRDefault="00AF4B0B" w:rsidP="005E2FD4">
      <w:pPr>
        <w:pStyle w:val="SODsmluvnstrany"/>
      </w:pPr>
      <w:r>
        <w:t xml:space="preserve">Ve věcech stavby je oprávněn jednat:     </w:t>
      </w:r>
      <w:r>
        <w:tab/>
      </w:r>
      <w:r>
        <w:tab/>
      </w:r>
    </w:p>
    <w:p w14:paraId="1B70F577" w14:textId="68182831" w:rsidR="00AF4B0B" w:rsidRPr="00A8167E" w:rsidRDefault="00FA7A10" w:rsidP="005E2FD4">
      <w:pPr>
        <w:pStyle w:val="SODsmluvnstrany"/>
        <w:rPr>
          <w:lang w:val="cs-CZ"/>
        </w:rPr>
      </w:pPr>
      <w:r>
        <w:tab/>
      </w:r>
      <w:r w:rsidR="00AF4B0B">
        <w:tab/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A8167E">
        <w:t xml:space="preserve"> </w:t>
      </w:r>
      <w:r w:rsidR="00A8167E">
        <w:rPr>
          <w:lang w:val="cs-CZ"/>
        </w:rPr>
        <w:t>(ORM-OI),</w:t>
      </w:r>
    </w:p>
    <w:p w14:paraId="5785A8CD" w14:textId="0991D2C2" w:rsidR="00AF4B0B" w:rsidRPr="00795D78" w:rsidRDefault="00FA7A10" w:rsidP="005E2FD4">
      <w:pPr>
        <w:pStyle w:val="SODsmluvnstrany"/>
      </w:pPr>
      <w:r>
        <w:tab/>
      </w:r>
      <w:r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5E2FD4">
      <w:pPr>
        <w:pStyle w:val="SODsmluvnstrany"/>
      </w:pPr>
      <w:r>
        <w:t xml:space="preserve">  </w:t>
      </w:r>
    </w:p>
    <w:p w14:paraId="2F88F59D" w14:textId="77777777" w:rsidR="00AF4B0B" w:rsidRDefault="00AF4B0B" w:rsidP="005E2FD4">
      <w:pPr>
        <w:pStyle w:val="SODsmluvnstrany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5E2FD4">
      <w:pPr>
        <w:pStyle w:val="SODsmluvnstrany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5E2FD4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5C76B543" w:rsidR="00AF4B0B" w:rsidRDefault="00AF4B0B" w:rsidP="005E2FD4">
      <w:pPr>
        <w:pStyle w:val="SODsmluvnstrany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</w:t>
      </w:r>
      <w:r w:rsidR="00A8167E">
        <w:t xml:space="preserve">                  </w:t>
      </w:r>
      <w:r w:rsidR="00A8167E">
        <w:tab/>
        <w:t>4204852/0800</w:t>
      </w:r>
      <w:r>
        <w:t xml:space="preserve"> </w:t>
      </w:r>
    </w:p>
    <w:p w14:paraId="056D0B06" w14:textId="77777777" w:rsidR="00AF4B0B" w:rsidRDefault="00AF4B0B" w:rsidP="005E2FD4">
      <w:pPr>
        <w:pStyle w:val="Zkladntextodsazen2"/>
      </w:pPr>
    </w:p>
    <w:p w14:paraId="434CA757" w14:textId="77777777" w:rsidR="00AF4B0B" w:rsidRPr="005763F3" w:rsidRDefault="00AF4B0B" w:rsidP="005E2FD4">
      <w:pPr>
        <w:pStyle w:val="Nadpis2"/>
      </w:pPr>
      <w:r w:rsidRPr="005763F3">
        <w:t>Zhotovitel:</w:t>
      </w:r>
    </w:p>
    <w:p w14:paraId="6EBC9D5A" w14:textId="16C755E2" w:rsidR="00AF4B0B" w:rsidRDefault="00AF4B0B" w:rsidP="005E2FD4">
      <w:pPr>
        <w:pStyle w:val="SODsmluvnstrany"/>
      </w:pPr>
      <w:r>
        <w:t xml:space="preserve">    </w:t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14:paraId="54ED8359" w14:textId="77777777" w:rsidR="00AF4B0B" w:rsidRDefault="00AF4B0B" w:rsidP="005E2FD4">
      <w:pPr>
        <w:pStyle w:val="SODsmluvnstrany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36D4DEB3" w14:textId="77777777" w:rsidR="00AF4B0B" w:rsidRDefault="00AF4B0B" w:rsidP="005E2FD4">
      <w:pPr>
        <w:pStyle w:val="SODsmluvnstrany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14:paraId="1F704C0D" w14:textId="77777777" w:rsidR="00AF4B0B" w:rsidRDefault="000A4AA0" w:rsidP="005E2FD4">
      <w:pPr>
        <w:pStyle w:val="SODsmluvnstrany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14:paraId="32224C17" w14:textId="71BE1067" w:rsidR="00D14E79" w:rsidRPr="00E011C5" w:rsidRDefault="00AF4B0B" w:rsidP="005E2FD4">
      <w:pPr>
        <w:pStyle w:val="SODsmluvnstrany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 w:rsidR="004C16C7">
        <w:rPr>
          <w:lang w:val="cs-CZ"/>
        </w:rPr>
        <w:t xml:space="preserve"> </w:t>
      </w:r>
      <w:r w:rsidR="004C16C7">
        <w:t>nebo jiné evidenci</w:t>
      </w:r>
      <w:r>
        <w:tab/>
        <w:t xml:space="preserve"> </w:t>
      </w:r>
    </w:p>
    <w:p w14:paraId="68CDDF20" w14:textId="77777777" w:rsidR="00D14E79" w:rsidRDefault="00AF4B0B" w:rsidP="005E2FD4">
      <w:pPr>
        <w:pStyle w:val="SODsmluvnstrany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14:paraId="3CF5C77C" w14:textId="77777777" w:rsidR="00E011C5" w:rsidRDefault="003103DE" w:rsidP="005E2FD4">
      <w:pPr>
        <w:pStyle w:val="SODsmluvnstrany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3BF2B95D" w14:textId="77777777" w:rsidR="00D14E79" w:rsidRDefault="00D14E79" w:rsidP="005E2FD4">
      <w:pPr>
        <w:pStyle w:val="SODsmluvnstrany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9BDEC0A" w14:textId="77777777" w:rsidR="00AF4B0B" w:rsidRDefault="00AF4B0B" w:rsidP="005E2FD4">
      <w:pPr>
        <w:pStyle w:val="SODsmluvnstrany"/>
      </w:pPr>
      <w:r>
        <w:tab/>
      </w:r>
    </w:p>
    <w:p w14:paraId="361531DF" w14:textId="77777777" w:rsidR="00AF4B0B" w:rsidRDefault="00AF4B0B" w:rsidP="005E2FD4">
      <w:pPr>
        <w:pStyle w:val="SODsmluvnstrany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14:paraId="6627039D" w14:textId="77777777" w:rsidR="00E011C5" w:rsidRPr="00E011C5" w:rsidRDefault="00AF4B0B" w:rsidP="005E2FD4">
      <w:pPr>
        <w:pStyle w:val="SODsmluvnstrany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14:paraId="01C28271" w14:textId="77777777" w:rsidR="00AF4B0B" w:rsidRDefault="00AF4B0B" w:rsidP="005E2FD4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1E12EBD0" w14:textId="77777777" w:rsidR="00AF4B0B" w:rsidRDefault="00AF4B0B" w:rsidP="005E2FD4">
      <w:pPr>
        <w:pStyle w:val="SODsmluvnstrany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14:paraId="56ED5E55" w14:textId="77777777" w:rsidR="00BD1AC5" w:rsidRDefault="00BD1AC5" w:rsidP="005E2FD4">
      <w:pPr>
        <w:pStyle w:val="Zkladntextodsazen2"/>
      </w:pPr>
    </w:p>
    <w:p w14:paraId="6B48D691" w14:textId="77777777" w:rsidR="00BD1AC5" w:rsidRDefault="00BD1AC5" w:rsidP="005E2FD4">
      <w:pPr>
        <w:pStyle w:val="Zkladntextodsazen2"/>
      </w:pPr>
    </w:p>
    <w:p w14:paraId="645C63E5" w14:textId="77777777" w:rsidR="002F2592" w:rsidRPr="005763F3" w:rsidRDefault="002F2592" w:rsidP="005E2FD4">
      <w:pPr>
        <w:pStyle w:val="Nadpis2"/>
      </w:pPr>
      <w:r>
        <w:t>Identifikační údaje stavby</w:t>
      </w:r>
    </w:p>
    <w:p w14:paraId="477145B2" w14:textId="77777777" w:rsidR="002F2592" w:rsidRDefault="002F2592" w:rsidP="005E2FD4">
      <w:pPr>
        <w:pStyle w:val="Zkladntextodsazen2"/>
      </w:pPr>
    </w:p>
    <w:p w14:paraId="015F9704" w14:textId="19A9A0C0" w:rsidR="00B527D8" w:rsidRPr="00A8167E" w:rsidRDefault="002F2592" w:rsidP="005E2FD4">
      <w:pPr>
        <w:pStyle w:val="SODsmluvnstrany"/>
        <w:rPr>
          <w:lang w:val="cs-CZ"/>
        </w:rPr>
      </w:pPr>
      <w:r w:rsidRPr="00000208">
        <w:t>Název veřejné zakázky:</w:t>
      </w:r>
      <w:r w:rsidRPr="00000208">
        <w:tab/>
      </w:r>
      <w:r w:rsidR="004C16C7">
        <w:rPr>
          <w:lang w:val="cs-CZ"/>
        </w:rPr>
        <w:t>MŠ OLŠAVA</w:t>
      </w:r>
      <w:r w:rsidR="00B527D8" w:rsidRPr="00000208">
        <w:t xml:space="preserve"> – rekonstrukce </w:t>
      </w:r>
      <w:r w:rsidR="00A8167E">
        <w:rPr>
          <w:lang w:val="cs-CZ"/>
        </w:rPr>
        <w:t xml:space="preserve">sociálního zařízení </w:t>
      </w:r>
      <w:r w:rsidR="004C16C7">
        <w:rPr>
          <w:lang w:val="cs-CZ"/>
        </w:rPr>
        <w:t>v 2. NP</w:t>
      </w:r>
    </w:p>
    <w:p w14:paraId="0AAD111D" w14:textId="4CEB2437" w:rsidR="002F2592" w:rsidRPr="00B643D3" w:rsidRDefault="002F2592" w:rsidP="005E2FD4">
      <w:pPr>
        <w:pStyle w:val="SODsmluvnstrany"/>
      </w:pPr>
    </w:p>
    <w:p w14:paraId="2C764646" w14:textId="7D3A660F" w:rsidR="002F2592" w:rsidRPr="00A8167E" w:rsidRDefault="002F2592" w:rsidP="005E2FD4">
      <w:pPr>
        <w:pStyle w:val="SODsmluvnstrany"/>
      </w:pPr>
      <w:r w:rsidRPr="00B643D3">
        <w:t>Stavební povolení:</w:t>
      </w:r>
      <w:r w:rsidRPr="00B643D3">
        <w:tab/>
      </w:r>
      <w:r w:rsidR="004C16C7">
        <w:t>práce nepodléhají povolení SÚ</w:t>
      </w:r>
    </w:p>
    <w:p w14:paraId="5072C2DF" w14:textId="7BA055A8" w:rsidR="002F2592" w:rsidRPr="002F2592" w:rsidRDefault="002F2592" w:rsidP="005E2FD4">
      <w:pPr>
        <w:pStyle w:val="SODsmluvnstrany"/>
      </w:pPr>
      <w:r w:rsidRPr="00B643D3">
        <w:t>Místo stavby:</w:t>
      </w:r>
      <w:r w:rsidRPr="00B643D3">
        <w:tab/>
      </w:r>
      <w:r w:rsidR="00A96F8E">
        <w:tab/>
      </w:r>
      <w:r w:rsidR="004C16C7">
        <w:rPr>
          <w:lang w:val="cs-CZ"/>
        </w:rPr>
        <w:t>U Školky 2148</w:t>
      </w:r>
      <w:r w:rsidR="00E12947">
        <w:rPr>
          <w:rFonts w:cs="Arial"/>
        </w:rPr>
        <w:t xml:space="preserve">, </w:t>
      </w:r>
      <w:r w:rsidR="00E12947">
        <w:rPr>
          <w:rFonts w:cs="Arial"/>
          <w:lang w:val="cs-CZ"/>
        </w:rPr>
        <w:t xml:space="preserve">688 01 </w:t>
      </w:r>
      <w:r w:rsidR="00E12947">
        <w:rPr>
          <w:rFonts w:cs="Arial"/>
        </w:rPr>
        <w:t>Uherský Brod</w:t>
      </w:r>
    </w:p>
    <w:p w14:paraId="5DAABDE0" w14:textId="77777777" w:rsidR="002F2592" w:rsidRPr="00B643D3" w:rsidRDefault="002F2592" w:rsidP="005E2FD4">
      <w:pPr>
        <w:pStyle w:val="SODsmluvnstrany"/>
      </w:pPr>
    </w:p>
    <w:p w14:paraId="2327C03A" w14:textId="2CA7F398" w:rsidR="00111A81" w:rsidRDefault="002F2592" w:rsidP="005E2FD4">
      <w:pPr>
        <w:pStyle w:val="SODsmluvnstrany"/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4C16C7">
        <w:rPr>
          <w:rFonts w:ascii="ArialMT" w:hAnsi="ArialMT" w:cs="ArialMT"/>
        </w:rPr>
        <w:t>K PROJEKT Kročil,</w:t>
      </w:r>
      <w:r w:rsidR="004C16C7" w:rsidRPr="00FF26FC">
        <w:t xml:space="preserve"> s.</w:t>
      </w:r>
      <w:r w:rsidR="004C16C7">
        <w:t xml:space="preserve"> </w:t>
      </w:r>
      <w:r w:rsidR="004C16C7" w:rsidRPr="00FF26FC">
        <w:t>r.</w:t>
      </w:r>
      <w:r w:rsidR="004C16C7">
        <w:t xml:space="preserve"> </w:t>
      </w:r>
      <w:r w:rsidR="004C16C7" w:rsidRPr="00FF26FC">
        <w:t>o.</w:t>
      </w:r>
      <w:r w:rsidR="004C16C7">
        <w:t>, Luhačovic</w:t>
      </w:r>
      <w:r w:rsidR="004C16C7">
        <w:rPr>
          <w:lang w:val="cs-CZ"/>
        </w:rPr>
        <w:t>e</w:t>
      </w:r>
      <w:r w:rsidR="00111A81">
        <w:t>,</w:t>
      </w:r>
      <w:r w:rsidR="00111A81">
        <w:rPr>
          <w:lang w:val="cs-CZ"/>
        </w:rPr>
        <w:t xml:space="preserve"> </w:t>
      </w:r>
      <w:r w:rsidR="00111A81">
        <w:t xml:space="preserve"> </w:t>
      </w:r>
      <w:r w:rsidR="00111A81" w:rsidRPr="00FF26FC">
        <w:t xml:space="preserve"> </w:t>
      </w:r>
    </w:p>
    <w:p w14:paraId="6A6B3338" w14:textId="10B042FF" w:rsidR="002F2592" w:rsidRPr="00B643D3" w:rsidRDefault="00142198" w:rsidP="005E2FD4">
      <w:pPr>
        <w:pStyle w:val="SODsmluvnstrany"/>
      </w:pPr>
      <w:r>
        <w:tab/>
      </w:r>
      <w:r>
        <w:tab/>
      </w:r>
      <w:r w:rsidR="00111A81" w:rsidRPr="00FF26FC">
        <w:t xml:space="preserve">IČ </w:t>
      </w:r>
      <w:r w:rsidR="004C16C7">
        <w:t>02286424</w:t>
      </w:r>
    </w:p>
    <w:p w14:paraId="2D98E4F4" w14:textId="1E1DFCC4" w:rsidR="002F2592" w:rsidRPr="00A8167E" w:rsidRDefault="002F2592" w:rsidP="005E2FD4">
      <w:pPr>
        <w:pStyle w:val="SODsmluvnstrany"/>
        <w:rPr>
          <w:lang w:val="cs-CZ"/>
        </w:rPr>
      </w:pPr>
      <w:r w:rsidRPr="00B643D3">
        <w:t xml:space="preserve">Technický dozor objednatele: </w:t>
      </w:r>
      <w:r w:rsidRPr="00B643D3">
        <w:tab/>
      </w:r>
      <w:r w:rsidR="00A8167E">
        <w:rPr>
          <w:lang w:val="cs-CZ"/>
        </w:rPr>
        <w:t>Ing. Dagmar Braunerová</w:t>
      </w:r>
    </w:p>
    <w:p w14:paraId="5D9436E9" w14:textId="77777777" w:rsidR="002F2592" w:rsidRPr="00B643D3" w:rsidRDefault="002F2592" w:rsidP="005E2FD4">
      <w:pPr>
        <w:pStyle w:val="SODsmluvnstrany"/>
      </w:pPr>
      <w:r w:rsidRPr="00B643D3">
        <w:t>Kontakt – tel., email:</w:t>
      </w:r>
      <w:r w:rsidRPr="00B643D3">
        <w:tab/>
      </w:r>
    </w:p>
    <w:p w14:paraId="1A0B736C" w14:textId="0E4C53BB" w:rsidR="002F2592" w:rsidRPr="00111A81" w:rsidRDefault="002F2592" w:rsidP="005E2FD4">
      <w:pPr>
        <w:pStyle w:val="SODsmluvnstrany"/>
        <w:rPr>
          <w:lang w:val="cs-CZ"/>
        </w:rPr>
      </w:pPr>
      <w:r w:rsidRPr="00B643D3">
        <w:t>Koordinátor BOZP objednatele:</w:t>
      </w:r>
      <w:r w:rsidRPr="00B643D3">
        <w:tab/>
      </w:r>
      <w:r w:rsidR="00111A81">
        <w:rPr>
          <w:lang w:val="cs-CZ"/>
        </w:rPr>
        <w:t>nebude potřeba</w:t>
      </w:r>
    </w:p>
    <w:p w14:paraId="4457A37E" w14:textId="77777777" w:rsidR="002F2592" w:rsidRPr="00B643D3" w:rsidRDefault="002F2592" w:rsidP="005E2FD4">
      <w:pPr>
        <w:pStyle w:val="SODsmluvnstrany"/>
      </w:pPr>
      <w:r w:rsidRPr="00B643D3">
        <w:t>Kontakt – tel., email:</w:t>
      </w:r>
      <w:r w:rsidRPr="00B643D3">
        <w:tab/>
      </w:r>
    </w:p>
    <w:p w14:paraId="7FBDBB79" w14:textId="77777777" w:rsidR="00AF4B0B" w:rsidRDefault="00A56A3F" w:rsidP="005E2FD4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5E2FD4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5E2FD4">
      <w:pPr>
        <w:pStyle w:val="Nadpis7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5E2FD4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5E2FD4">
      <w:pPr>
        <w:pStyle w:val="Nadpis7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07FC3286" w:rsidR="00AF4B0B" w:rsidRPr="005763F3" w:rsidRDefault="00AF4B0B" w:rsidP="005E2FD4">
      <w:pPr>
        <w:pStyle w:val="Nadpis2"/>
      </w:pPr>
      <w:r w:rsidRPr="005763F3">
        <w:t>Účel smlouvy</w:t>
      </w:r>
      <w:bookmarkEnd w:id="17"/>
      <w:r w:rsidR="00875660">
        <w:t xml:space="preserve"> a význam smlouvy</w:t>
      </w:r>
    </w:p>
    <w:p w14:paraId="72B6F9E9" w14:textId="4238C8BE" w:rsidR="00AF4B0B" w:rsidRDefault="00AF4B0B" w:rsidP="005E2FD4">
      <w:pPr>
        <w:pStyle w:val="Nadpis7"/>
      </w:pPr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 xml:space="preserve">Významný je pro objednatele převážně termín provádění, jelikož je vázaný na provoz </w:t>
      </w:r>
      <w:r w:rsidR="00231910">
        <w:t>škol</w:t>
      </w:r>
      <w:r w:rsidR="004C16C7">
        <w:t>k</w:t>
      </w:r>
      <w:r w:rsidR="00231910">
        <w:t xml:space="preserve">y </w:t>
      </w:r>
      <w:r w:rsidR="00875660">
        <w:t>v období letních prázdnin.</w:t>
      </w:r>
    </w:p>
    <w:p w14:paraId="709E4D0A" w14:textId="77777777" w:rsidR="00A56A3F" w:rsidRPr="009706B3" w:rsidRDefault="00A56A3F" w:rsidP="005E2FD4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6D0F4009" w:rsidR="00AF4B0B" w:rsidRDefault="00AF4B0B" w:rsidP="005E2FD4">
      <w:pPr>
        <w:pStyle w:val="Nadpis1"/>
      </w:pPr>
      <w:bookmarkStart w:id="19" w:name="_Ref283560940"/>
      <w:r>
        <w:t>Předmět smlouvy</w:t>
      </w:r>
      <w:bookmarkEnd w:id="19"/>
    </w:p>
    <w:p w14:paraId="4FCE30C5" w14:textId="5BCF2D65" w:rsidR="00AF4B0B" w:rsidRPr="005763F3" w:rsidRDefault="00AF4B0B" w:rsidP="005E2FD4">
      <w:pPr>
        <w:pStyle w:val="Nadpis2"/>
      </w:pPr>
      <w:bookmarkStart w:id="20" w:name="_Ref283560770"/>
      <w:r w:rsidRPr="005763F3">
        <w:t>Popis předmětu smlouvy</w:t>
      </w:r>
      <w:bookmarkEnd w:id="20"/>
    </w:p>
    <w:p w14:paraId="78641E21" w14:textId="25328418" w:rsidR="006F54B2" w:rsidRDefault="00AF4B0B" w:rsidP="005E2FD4">
      <w:pPr>
        <w:pStyle w:val="Nadpis7"/>
      </w:pPr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33E4C396" w14:textId="77777777" w:rsidR="00BD1AC5" w:rsidRPr="00795D78" w:rsidRDefault="00AF4B0B" w:rsidP="005E2FD4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5A3F7E2F" w14:textId="53A0C1E7" w:rsidR="007F7D40" w:rsidRDefault="00142198" w:rsidP="005E2FD4">
      <w:pPr>
        <w:pStyle w:val="Nadpis6"/>
      </w:pPr>
      <w:r w:rsidRPr="000F343B">
        <w:t>„</w:t>
      </w:r>
      <w:r w:rsidR="00344B94">
        <w:t>M</w:t>
      </w:r>
      <w:r w:rsidR="007F7D40" w:rsidRPr="000F343B">
        <w:t xml:space="preserve">Š </w:t>
      </w:r>
      <w:r w:rsidR="005666D2">
        <w:t xml:space="preserve">OLŠAVA </w:t>
      </w:r>
      <w:r w:rsidR="007F7D40" w:rsidRPr="000F343B">
        <w:t xml:space="preserve">– rekonstrukce </w:t>
      </w:r>
      <w:r w:rsidR="000F343B" w:rsidRPr="000F343B">
        <w:t xml:space="preserve">sociálního zařízení </w:t>
      </w:r>
      <w:r w:rsidR="005666D2">
        <w:t>v 2.</w:t>
      </w:r>
      <w:r w:rsidR="007F2A66">
        <w:t xml:space="preserve"> </w:t>
      </w:r>
      <w:r w:rsidR="005666D2">
        <w:t>N</w:t>
      </w:r>
      <w:r w:rsidR="00344B94">
        <w:t>P</w:t>
      </w:r>
      <w:r>
        <w:t>“</w:t>
      </w:r>
    </w:p>
    <w:p w14:paraId="13F494CD" w14:textId="6FA3BA35" w:rsidR="00AF4B0B" w:rsidRDefault="00DD1250" w:rsidP="005E2FD4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5E2FD4"/>
    <w:p w14:paraId="559DDA01" w14:textId="77777777" w:rsidR="007F2A66" w:rsidRDefault="00344B94" w:rsidP="005E2FD4">
      <w:r>
        <w:t xml:space="preserve">Jedná se o rekonstrukci sociálního zařízení pro děti </w:t>
      </w:r>
      <w:r w:rsidR="005666D2">
        <w:t xml:space="preserve">u třídy </w:t>
      </w:r>
      <w:r>
        <w:t>v</w:t>
      </w:r>
      <w:r w:rsidR="007F2A66">
        <w:t> 2. NP a výměnu podlahovin v šatně, chodbě a schodišti. Součástí navržených úprav je výměna rozvodů vody, kanalizace a otopných těles.</w:t>
      </w:r>
    </w:p>
    <w:p w14:paraId="6B9920AD" w14:textId="77777777" w:rsidR="00356F6F" w:rsidRDefault="00356F6F" w:rsidP="005E2FD4"/>
    <w:p w14:paraId="50031EBA" w14:textId="0B87C6CC" w:rsidR="00356F6F" w:rsidRDefault="00356F6F" w:rsidP="005E2FD4">
      <w:r>
        <w:t>Realizace bude rozdělena na 2 etapy:</w:t>
      </w:r>
    </w:p>
    <w:p w14:paraId="72E24737" w14:textId="20CEE171" w:rsidR="00356F6F" w:rsidRDefault="00356F6F" w:rsidP="005E2FD4">
      <w:pPr>
        <w:pStyle w:val="Odstavecseseznamem"/>
        <w:numPr>
          <w:ilvl w:val="0"/>
          <w:numId w:val="49"/>
        </w:numPr>
      </w:pPr>
      <w:r w:rsidRPr="00CB6788">
        <w:rPr>
          <w:b/>
        </w:rPr>
        <w:t>Etapa – bez provozu MŠ</w:t>
      </w:r>
      <w:r>
        <w:t xml:space="preserve"> (14 dní, viz odst. 4.01) budou provedeny bourací práce a podlaha v 1. NP, </w:t>
      </w:r>
      <w:r w:rsidR="00CB6788">
        <w:t xml:space="preserve">případně </w:t>
      </w:r>
      <w:r>
        <w:t>úprava rozvodů ZTI tak, aby nedošlo k omezení provozu MŠ v 2. etapě.</w:t>
      </w:r>
    </w:p>
    <w:p w14:paraId="535F1E7C" w14:textId="77777777" w:rsidR="00356F6F" w:rsidRDefault="00356F6F" w:rsidP="005E2FD4"/>
    <w:p w14:paraId="2307EDD7" w14:textId="55BD1BB1" w:rsidR="00356F6F" w:rsidRDefault="00356F6F" w:rsidP="005E2FD4">
      <w:pPr>
        <w:pStyle w:val="Odstavecseseznamem"/>
        <w:numPr>
          <w:ilvl w:val="0"/>
          <w:numId w:val="49"/>
        </w:numPr>
      </w:pPr>
      <w:r w:rsidRPr="00CB6788">
        <w:rPr>
          <w:b/>
        </w:rPr>
        <w:t>Etapa – za provozu MŠ</w:t>
      </w:r>
      <w:r>
        <w:t xml:space="preserve"> (max 6 týdnů, viz odst 4.01) budou provedeny zbývající navržené - nové práce, </w:t>
      </w:r>
      <w:r w:rsidR="00800136">
        <w:t>třída u soc</w:t>
      </w:r>
      <w:r>
        <w:t xml:space="preserve">iální </w:t>
      </w:r>
      <w:r w:rsidR="00800136">
        <w:t>z</w:t>
      </w:r>
      <w:r>
        <w:t>ařízení</w:t>
      </w:r>
      <w:r w:rsidR="00800136">
        <w:t xml:space="preserve">, které bude rekonstruováno, nebude v provozu po dobu realizace díla. Při realizaci této etapy nesmí být omezena zbývající část školky především </w:t>
      </w:r>
      <w:r w:rsidR="00CB6788">
        <w:t>užívání</w:t>
      </w:r>
      <w:r w:rsidR="00800136">
        <w:t xml:space="preserve"> sociálního zařízení, které je pod rekonstruovanou částí (na stejných stupačkách).</w:t>
      </w:r>
      <w:r>
        <w:t xml:space="preserve"> </w:t>
      </w:r>
      <w:r w:rsidR="00CB6788">
        <w:t>Navržená výměna ZTI v 1.NP (pokud nebude provedena v 1. etapě) musí být provedena mimo provoz MŠ – tj. o víkendech a zprovozněna na pracovní týden.</w:t>
      </w:r>
    </w:p>
    <w:p w14:paraId="22B90A94" w14:textId="77777777" w:rsidR="007F2A66" w:rsidRDefault="007F2A66" w:rsidP="005E2FD4"/>
    <w:p w14:paraId="7AB59243" w14:textId="5E36B1A6" w:rsidR="007F2A66" w:rsidRDefault="007F2A66" w:rsidP="005E2FD4">
      <w:r>
        <w:t xml:space="preserve">Objednatel si vyhrazuje změnu závazku č. 1 na zúžení díla v rozsahu povrchových úprav </w:t>
      </w:r>
      <w:r w:rsidR="00D93AB4">
        <w:t>podlah a stěn chodeb schodiště a šatny</w:t>
      </w:r>
      <w:r>
        <w:t xml:space="preserve"> Předpokládaná hodnota vyhrazeného závazku je </w:t>
      </w:r>
      <w:r w:rsidR="00007E85">
        <w:t>13</w:t>
      </w:r>
      <w:r>
        <w:t>0 tis. Kč bez DPH.</w:t>
      </w:r>
    </w:p>
    <w:p w14:paraId="23897853" w14:textId="7DCCC7D4" w:rsidR="007F2A66" w:rsidRDefault="007F2A66" w:rsidP="005E2FD4">
      <w:pPr>
        <w:rPr>
          <w:rFonts w:cs="Arial"/>
        </w:rPr>
      </w:pPr>
      <w:r>
        <w:t xml:space="preserve">O vyhrazené změně závazku č. 1 bude rozhodnuto před uzavřením smlouvy o dílo. </w:t>
      </w:r>
    </w:p>
    <w:p w14:paraId="419554D3" w14:textId="77777777" w:rsidR="007F2A66" w:rsidRDefault="007F2A66" w:rsidP="005E2FD4"/>
    <w:p w14:paraId="64A6985B" w14:textId="339AD303" w:rsidR="00616C63" w:rsidRDefault="00616C63" w:rsidP="005E2FD4">
      <w:pPr>
        <w:pStyle w:val="Nadpis7"/>
      </w:pPr>
      <w:r>
        <w:lastRenderedPageBreak/>
        <w:t>Podrobnější technické podmínky jsou stanoveny v projektové dokumentaci</w:t>
      </w:r>
      <w:r w:rsidR="009500F2" w:rsidRPr="009500F2">
        <w:t xml:space="preserve"> </w:t>
      </w:r>
      <w:r w:rsidR="00344B94">
        <w:t>„MŠ Svatopluka Čecha – rekonstrukce</w:t>
      </w:r>
      <w:r w:rsidR="005666D2">
        <w:t xml:space="preserve"> sociálního zařízení </w:t>
      </w:r>
      <w:r w:rsidR="00344B94">
        <w:t xml:space="preserve">“ zpracované v projekční kanceláři </w:t>
      </w:r>
      <w:r w:rsidR="00344B94">
        <w:rPr>
          <w:rFonts w:ascii="ArialMT" w:hAnsi="ArialMT" w:cs="ArialMT"/>
        </w:rPr>
        <w:t>K PROJEKT Kročil,</w:t>
      </w:r>
      <w:r w:rsidR="00344B94" w:rsidRPr="00FF26FC">
        <w:t xml:space="preserve"> s.</w:t>
      </w:r>
      <w:r w:rsidR="00344B94">
        <w:t xml:space="preserve"> </w:t>
      </w:r>
      <w:r w:rsidR="00344B94" w:rsidRPr="00FF26FC">
        <w:t>r.</w:t>
      </w:r>
      <w:r w:rsidR="00344B94">
        <w:t xml:space="preserve"> </w:t>
      </w:r>
      <w:r w:rsidR="00344B94" w:rsidRPr="00FF26FC">
        <w:t>o.</w:t>
      </w:r>
      <w:r w:rsidR="00344B94">
        <w:t xml:space="preserve"> v Luhačovicích, </w:t>
      </w:r>
      <w:r w:rsidR="00344B94" w:rsidRPr="00FF26FC">
        <w:t xml:space="preserve"> IČ </w:t>
      </w:r>
      <w:r w:rsidR="00344B94">
        <w:rPr>
          <w:rFonts w:ascii="ArialMT" w:hAnsi="ArialMT" w:cs="ArialMT"/>
        </w:rPr>
        <w:t>02286424</w:t>
      </w:r>
      <w:r w:rsidR="00344B94" w:rsidRPr="00FF26FC">
        <w:t xml:space="preserve"> v</w:t>
      </w:r>
      <w:r w:rsidR="005666D2">
        <w:t> březnu 2023</w:t>
      </w:r>
      <w:r>
        <w:rPr>
          <w:rFonts w:cs="Arial"/>
        </w:rPr>
        <w:t xml:space="preserve"> </w:t>
      </w:r>
      <w:r>
        <w:t>(dále jen „PD“), která je nedílnou součástí zadávací dokumentace.</w:t>
      </w:r>
    </w:p>
    <w:p w14:paraId="37F755DD" w14:textId="30EE49B9" w:rsidR="00AF4B0B" w:rsidRDefault="00AF4B0B" w:rsidP="005E2FD4">
      <w:pPr>
        <w:pStyle w:val="Nadpis7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</w:t>
      </w:r>
      <w:r w:rsidR="00E661B8">
        <w:t xml:space="preserve"> </w:t>
      </w:r>
      <w:r w:rsidR="00D213D0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5E2FD4">
      <w:pPr>
        <w:pStyle w:val="Zkladntext"/>
      </w:pPr>
    </w:p>
    <w:p w14:paraId="44258B2F" w14:textId="77777777" w:rsidR="00AF4B0B" w:rsidRPr="0069310B" w:rsidRDefault="00AF4B0B" w:rsidP="005E2FD4">
      <w:pPr>
        <w:pStyle w:val="Nadpis2"/>
      </w:pPr>
      <w:r w:rsidRPr="0069310B">
        <w:t>Rozsah díla</w:t>
      </w:r>
    </w:p>
    <w:p w14:paraId="6F5966FC" w14:textId="77777777" w:rsidR="00AF4B0B" w:rsidRDefault="00AF4B0B" w:rsidP="005E2FD4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5E2FD4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5E2FD4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5FCAEEC1" w14:textId="77777777" w:rsidR="00AF4B0B" w:rsidRPr="00E011C5" w:rsidRDefault="000D6D21" w:rsidP="005E2FD4">
      <w:pPr>
        <w:pStyle w:val="Nadpis4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5E2FD4">
      <w:pPr>
        <w:pStyle w:val="Zkladntextodsazen2-odrky"/>
      </w:pPr>
      <w:r>
        <w:t xml:space="preserve">Zajištění </w:t>
      </w:r>
      <w:r w:rsidR="00795D78" w:rsidRPr="00A8167E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5E2FD4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5E2FD4">
      <w:pPr>
        <w:pStyle w:val="Zkladntextodsazen2-odrky"/>
      </w:pPr>
      <w:r>
        <w:t>Zařízení a odstranění zařízení staveniště.</w:t>
      </w:r>
    </w:p>
    <w:p w14:paraId="55DF9874" w14:textId="77777777" w:rsidR="0069310B" w:rsidRPr="004B7A40" w:rsidRDefault="0069310B" w:rsidP="005E2FD4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5E2FD4">
      <w:pPr>
        <w:pStyle w:val="Zkladntextodsazen2-odrky"/>
      </w:pPr>
      <w:r>
        <w:t>Veškeré práce a dodávky související s bezpečnostními opatřeními na ochranu lidí a majetku.</w:t>
      </w:r>
    </w:p>
    <w:p w14:paraId="5AAA8ADD" w14:textId="23364A9B" w:rsidR="0069310B" w:rsidRDefault="0069310B" w:rsidP="005E2FD4">
      <w:pPr>
        <w:pStyle w:val="Zkladntextodsazen2-odrky"/>
      </w:pPr>
      <w:r>
        <w:t>Zabezpečení předmětu díla během provádění včetně zajištění ochrany vnitřních prostor</w:t>
      </w:r>
      <w:r w:rsidR="00D213D0">
        <w:rPr>
          <w:lang w:val="cs-CZ"/>
        </w:rPr>
        <w:t xml:space="preserve"> např.</w:t>
      </w:r>
      <w:r>
        <w:t xml:space="preserve"> proti zatečení </w:t>
      </w:r>
      <w:r w:rsidR="00D213D0">
        <w:rPr>
          <w:lang w:val="cs-CZ"/>
        </w:rPr>
        <w:t>č</w:t>
      </w:r>
      <w:r>
        <w:t>i vloupání.</w:t>
      </w:r>
    </w:p>
    <w:p w14:paraId="5B9E14BA" w14:textId="77777777" w:rsidR="0069310B" w:rsidRDefault="0069310B" w:rsidP="005E2FD4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F7902F" w:rsidR="0069310B" w:rsidRDefault="0069310B" w:rsidP="005E2FD4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5E2FD4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A8167E">
        <w:rPr>
          <w:lang w:val="cs-CZ"/>
        </w:rPr>
        <w:br/>
      </w:r>
      <w:r>
        <w:t xml:space="preserve">a převzetí díla pořizovat </w:t>
      </w:r>
      <w:r w:rsidRPr="00A8167E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5E2FD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22B687F8" w:rsidR="00E96A24" w:rsidRPr="00E96A24" w:rsidRDefault="00E96A24" w:rsidP="005E2FD4">
      <w:pPr>
        <w:pStyle w:val="Zkladntextodsazen2-odrky"/>
      </w:pPr>
      <w:r w:rsidRPr="00DE2907">
        <w:t>Provedení</w:t>
      </w:r>
      <w:r w:rsidRPr="00E96A24">
        <w:t xml:space="preserve">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A8167E">
        <w:rPr>
          <w:lang w:val="cs-CZ"/>
        </w:rPr>
        <w:t xml:space="preserve"> </w:t>
      </w:r>
      <w:r w:rsidRPr="00E96A24">
        <w:t xml:space="preserve">č. 22/1997 Sb., </w:t>
      </w:r>
      <w:r w:rsidR="00D213D0">
        <w:br/>
      </w:r>
      <w:r w:rsidRPr="00E96A24">
        <w:t xml:space="preserve">o technických požadavcích na výrobky a související předpisy ve znění pozdějších právních předpisů, a prováděcích předpisů, vše v českém jazyku a jejich předání </w:t>
      </w:r>
      <w:r w:rsidR="00EA3C8B" w:rsidRPr="00A8167E">
        <w:rPr>
          <w:lang w:val="cs-CZ"/>
        </w:rPr>
        <w:t>objednateli.</w:t>
      </w:r>
    </w:p>
    <w:p w14:paraId="4EE6D35E" w14:textId="3B354C91" w:rsidR="0069310B" w:rsidRDefault="0069310B" w:rsidP="005E2FD4">
      <w:pPr>
        <w:pStyle w:val="Zkladntextodsazen2-odrky"/>
      </w:pPr>
      <w:r>
        <w:t xml:space="preserve">Odvoz a uložení </w:t>
      </w:r>
      <w:r w:rsidRPr="000F343B">
        <w:t>vybouraných</w:t>
      </w:r>
      <w:r>
        <w:t xml:space="preserve"> hmot a stavební suti vč. předložení evidence odpadů a dokladů </w:t>
      </w:r>
      <w:r w:rsidR="00BA6BDF" w:rsidRPr="00A8167E">
        <w:rPr>
          <w:lang w:val="cs-CZ"/>
        </w:rPr>
        <w:br/>
      </w:r>
      <w:r>
        <w:t>o jejich využití (přednostně) či likvidaci dle zákona č</w:t>
      </w:r>
      <w:r w:rsidR="000648BC">
        <w:rPr>
          <w:lang w:val="cs-CZ"/>
        </w:rPr>
        <w:t>.</w:t>
      </w:r>
      <w:r w:rsidR="000648BC" w:rsidRPr="000648BC">
        <w:t xml:space="preserve"> </w:t>
      </w:r>
      <w:r w:rsidR="000648BC">
        <w:t>541/2020 Sb., o odpadech</w:t>
      </w:r>
    </w:p>
    <w:p w14:paraId="08478A67" w14:textId="77777777" w:rsidR="0069310B" w:rsidRDefault="0069310B" w:rsidP="005E2FD4">
      <w:pPr>
        <w:pStyle w:val="Zkladntextodsazen2-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5E2FD4">
      <w:pPr>
        <w:pStyle w:val="Zkladntextodsazen2-odrky"/>
      </w:pPr>
      <w:r>
        <w:t>Uvedení všech povrchů dotčených stavbou do původního stavu.</w:t>
      </w:r>
    </w:p>
    <w:p w14:paraId="6A1064E2" w14:textId="77777777" w:rsidR="00940D17" w:rsidRDefault="00940D17" w:rsidP="005E2FD4">
      <w:pPr>
        <w:pStyle w:val="Nadpis2"/>
      </w:pPr>
      <w:r>
        <w:t>Dokumentace skutečného provedení stavby</w:t>
      </w:r>
    </w:p>
    <w:p w14:paraId="11FB347B" w14:textId="77777777" w:rsidR="00940D17" w:rsidRDefault="00940D17" w:rsidP="005E2FD4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6D190841" w14:textId="55A9873F" w:rsidR="00940D17" w:rsidRDefault="00940D17" w:rsidP="005E2FD4">
      <w:pPr>
        <w:pStyle w:val="SODvedlejodrky"/>
      </w:pPr>
      <w:r>
        <w:t>do projektu pro provedení stavby budou zřetelně vyznačeny všechny změny, k nimž došlo v průběhu zhotovení díla,</w:t>
      </w:r>
    </w:p>
    <w:p w14:paraId="745EA0F1" w14:textId="63B6629D" w:rsidR="00940D17" w:rsidRDefault="00940D17" w:rsidP="005E2FD4">
      <w:pPr>
        <w:pStyle w:val="SODvedlejodrky"/>
      </w:pPr>
      <w:r>
        <w:lastRenderedPageBreak/>
        <w:t>každý výkres dokumentace o skutečném provedení stavby bude opatřen razítkem a podpisem osoby, která změny provedla,</w:t>
      </w:r>
    </w:p>
    <w:p w14:paraId="6D513D27" w14:textId="66F1FBFF" w:rsidR="00940D17" w:rsidRDefault="00940D17" w:rsidP="005E2FD4">
      <w:pPr>
        <w:pStyle w:val="SODvedlejodrky"/>
      </w:pPr>
      <w:r>
        <w:t>části projektu, ve kterých nedošlo ke změnám, budou označeny nápisem „bez změn“,</w:t>
      </w:r>
    </w:p>
    <w:p w14:paraId="60A3E7E5" w14:textId="6C5D531B" w:rsidR="00940D17" w:rsidRPr="00940D17" w:rsidRDefault="00940D17" w:rsidP="005E2FD4">
      <w:pPr>
        <w:pStyle w:val="SODvedlejodrky"/>
        <w:rPr>
          <w:lang w:val="cs-CZ"/>
        </w:rPr>
      </w:pPr>
      <w:r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5E2FD4">
      <w:pPr>
        <w:pStyle w:val="Nadpis2"/>
      </w:pPr>
      <w:r w:rsidRPr="0069310B">
        <w:t>Podmínky provádění stavby</w:t>
      </w:r>
    </w:p>
    <w:p w14:paraId="36FC0082" w14:textId="258D1EA1" w:rsidR="00EE43AD" w:rsidRPr="007C1EA4" w:rsidRDefault="00EE43AD" w:rsidP="005E2FD4">
      <w:pPr>
        <w:pStyle w:val="Zkladntextodsazen2-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</w:t>
      </w:r>
      <w:r w:rsidR="00A9085C">
        <w:rPr>
          <w:lang w:val="cs-CZ"/>
        </w:rPr>
        <w:t xml:space="preserve"> nebo po předchozí dohodě s ORM-OI</w:t>
      </w:r>
      <w:r w:rsidR="00301AAC">
        <w:t>.</w:t>
      </w:r>
    </w:p>
    <w:p w14:paraId="7CAC5F67" w14:textId="33D7015A" w:rsidR="007C1EA4" w:rsidRPr="001D6BF8" w:rsidRDefault="00395A9E" w:rsidP="005E2FD4">
      <w:pPr>
        <w:pStyle w:val="Zkladntextodsazen2-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CB6788">
        <w:rPr>
          <w:lang w:val="cs-CZ"/>
        </w:rPr>
        <w:t>mateřské</w:t>
      </w:r>
      <w:r w:rsidR="00A82CE9">
        <w:t xml:space="preserve"> školy</w:t>
      </w:r>
      <w:r>
        <w:t>,</w:t>
      </w:r>
      <w:r w:rsidR="00301AAC">
        <w:t xml:space="preserve"> </w:t>
      </w:r>
      <w:r>
        <w:t xml:space="preserve">musí být zajištěna zvýšená bezpečnost </w:t>
      </w:r>
      <w:r w:rsidR="00A9085C">
        <w:rPr>
          <w:lang w:val="cs-CZ"/>
        </w:rPr>
        <w:t xml:space="preserve">a denní úklid prostoru MŠ, který je v provozu </w:t>
      </w:r>
      <w:r>
        <w:t>– náklady jsou v tomto případě zakalkulovány v ceně díla.</w:t>
      </w:r>
    </w:p>
    <w:p w14:paraId="3294F922" w14:textId="77777777" w:rsidR="0069310B" w:rsidRDefault="0069310B" w:rsidP="005E2FD4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2903DA6A" w14:textId="729FD7CE" w:rsidR="00CB6788" w:rsidRPr="00A9085C" w:rsidRDefault="00CB6788" w:rsidP="005E2FD4">
      <w:pPr>
        <w:pStyle w:val="Zkladntextodsazen2-odrky"/>
      </w:pPr>
      <w:r w:rsidRPr="00291977">
        <w:t xml:space="preserve">Při realizaci </w:t>
      </w:r>
      <w:r w:rsidRPr="00291977">
        <w:rPr>
          <w:lang w:val="cs-CZ"/>
        </w:rPr>
        <w:t>2.</w:t>
      </w:r>
      <w:r w:rsidRPr="00291977">
        <w:t xml:space="preserve"> etapy nesmí být omezena zbývající část školky především užívání sociálního zařízení, které je pod rekonstruovanou částí (na stejných stupačkách). Navržená výměna ZTI v 1.NP (pokud nebude provedena v 1. etapě) musí být provedena mimo provoz MŠ – tj. o víkendech a zprovozněna na pracovní týden</w:t>
      </w:r>
      <w:r w:rsidR="00A9085C">
        <w:rPr>
          <w:lang w:val="cs-CZ"/>
        </w:rPr>
        <w:t xml:space="preserve"> vč. úklidu dotčených prostor.</w:t>
      </w:r>
    </w:p>
    <w:p w14:paraId="3F0E4E57" w14:textId="77777777" w:rsidR="00A9085C" w:rsidRPr="00A9085C" w:rsidRDefault="00A9085C" w:rsidP="005E2FD4">
      <w:pPr>
        <w:pStyle w:val="Zkladntextodsazen2-odrky"/>
      </w:pPr>
      <w:r w:rsidRPr="00A9085C">
        <w:t>Zajištění těchto podmínek je utvrzeno smluvní pokutou.</w:t>
      </w:r>
    </w:p>
    <w:p w14:paraId="1F335FB8" w14:textId="77777777" w:rsidR="00F61E0A" w:rsidRDefault="00F61E0A" w:rsidP="005E2FD4">
      <w:pPr>
        <w:pStyle w:val="Zkladntextodsazen2-odrky"/>
      </w:pPr>
      <w:r>
        <w:t>V případě vzniku odpadu kat. č. 17 01 01 – Beton, si může objednatel stavby, na základě písemné dohody se zhotovitelem, vyhradit právo, aby tento odpad zůstal v jeho vlastnictví. Přebere tak na sebe veškeré povinnosti vyplývající ze zákona č. 541/2020 Sb., o odpadech. Tento druh odpadu bude následně převezen na deponii Objednatele a předán osobě oprávněné k recyklaci. Žádost o vydání závazného stanoviska Odboru životního prostředí ke kolaudaci podá zhotovitel stavby. K žádosti je nutno doložit:</w:t>
      </w:r>
    </w:p>
    <w:p w14:paraId="10EBEB7D" w14:textId="77777777" w:rsidR="00F61E0A" w:rsidRDefault="00F61E0A" w:rsidP="005E2FD4">
      <w:pPr>
        <w:pStyle w:val="SODvedlejodrky"/>
      </w:pPr>
      <w:r>
        <w:t>identifikace zhotovitele stavby (připadne poddodavatele)</w:t>
      </w:r>
    </w:p>
    <w:p w14:paraId="45B5E57D" w14:textId="77777777" w:rsidR="00F61E0A" w:rsidRDefault="00F61E0A" w:rsidP="005E2FD4">
      <w:pPr>
        <w:pStyle w:val="SODvedlejodrky"/>
      </w:pPr>
      <w:r>
        <w:t>termín realizace stavby</w:t>
      </w:r>
    </w:p>
    <w:p w14:paraId="6E31C666" w14:textId="77777777" w:rsidR="00F61E0A" w:rsidRDefault="00F61E0A" w:rsidP="005E2FD4">
      <w:pPr>
        <w:pStyle w:val="SODvedlejodrky"/>
      </w:pPr>
      <w:r>
        <w:t>průběžnou evidenci o nakládání se všemi odpady z realizace záměru v rozsahu dle  přílohy č. 20 vyhlášky č. 273/2021 Sb. o podrobnostech nakládání s odpady – (název odpadu, katalogové zařazeni, vyprodukované množství,</w:t>
      </w:r>
    </w:p>
    <w:p w14:paraId="069516AB" w14:textId="77777777" w:rsidR="00F61E0A" w:rsidRDefault="00F61E0A" w:rsidP="005E2FD4">
      <w:pPr>
        <w:pStyle w:val="SODvedlejodrky"/>
      </w:pPr>
      <w:r>
        <w:t>doklad o předání osobě oprávněné v případě odpadu kat. č. 17 01 01 – Beton bude uvedeno, že tento zůstal v majetku objednatele, bude doložen výpis z evidence objednatele a kopie písemné dohody)</w:t>
      </w:r>
    </w:p>
    <w:p w14:paraId="209348E8" w14:textId="77777777" w:rsidR="00F61E0A" w:rsidRDefault="00F61E0A" w:rsidP="005E2FD4">
      <w:pPr>
        <w:pStyle w:val="SODvedlejodrky"/>
      </w:pPr>
      <w:r>
        <w:t>podpis zhotovitele stavby + kontaktní osoba + telefon.</w:t>
      </w:r>
    </w:p>
    <w:p w14:paraId="06FF5105" w14:textId="77777777" w:rsidR="00CB6788" w:rsidRDefault="00CB6788" w:rsidP="005E2FD4">
      <w:pPr>
        <w:pStyle w:val="SODvedlejodrky"/>
      </w:pPr>
    </w:p>
    <w:p w14:paraId="1496915F" w14:textId="77777777" w:rsidR="00AF4B0B" w:rsidRPr="00940F05" w:rsidRDefault="00AF4B0B" w:rsidP="005E2FD4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6F53ACB8" w14:textId="6A2D8262" w:rsidR="001D7725" w:rsidRPr="001D7725" w:rsidRDefault="00AF4B0B" w:rsidP="005E2FD4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 w:rsidRPr="00A8167E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A8167E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5E2FD4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5E2FD4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5E2FD4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5E2FD4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7D5E5AF1" w14:textId="77777777" w:rsidR="00FC1C6E" w:rsidRDefault="00616C63" w:rsidP="005E2FD4">
      <w:r>
        <w:tab/>
      </w:r>
      <w:r w:rsidR="00FC1C6E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FC1C6E" w:rsidRPr="0024421D" w14:paraId="45F241D0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27D3BCCC" w14:textId="09229AA2" w:rsidR="00FC1C6E" w:rsidRPr="0024421D" w:rsidRDefault="00006201" w:rsidP="005E2FD4">
            <w:r>
              <w:t xml:space="preserve">1. etapa </w:t>
            </w:r>
            <w:r w:rsidR="00356F6F">
              <w:t xml:space="preserve">– </w:t>
            </w:r>
            <w:r>
              <w:t>bez provozu MŠ</w:t>
            </w:r>
          </w:p>
        </w:tc>
        <w:tc>
          <w:tcPr>
            <w:tcW w:w="3531" w:type="dxa"/>
            <w:vAlign w:val="center"/>
          </w:tcPr>
          <w:p w14:paraId="2DD8BC56" w14:textId="152BABEA" w:rsidR="00800136" w:rsidRDefault="00007E85" w:rsidP="005E2FD4">
            <w:pPr>
              <w:pStyle w:val="normlnikmytext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ab/>
            </w:r>
            <w:r w:rsidR="00800136">
              <w:rPr>
                <w:rStyle w:val="cena"/>
                <w:i w:val="0"/>
              </w:rPr>
              <w:t>03.-21</w:t>
            </w:r>
            <w:r w:rsidR="00800136" w:rsidRPr="00356F6F">
              <w:rPr>
                <w:rStyle w:val="cena"/>
                <w:i w:val="0"/>
              </w:rPr>
              <w:t>.</w:t>
            </w:r>
            <w:r w:rsidR="00800136">
              <w:rPr>
                <w:rStyle w:val="cena"/>
                <w:i w:val="0"/>
              </w:rPr>
              <w:t>07</w:t>
            </w:r>
            <w:r w:rsidR="00800136" w:rsidRPr="00356F6F">
              <w:rPr>
                <w:rStyle w:val="cena"/>
                <w:i w:val="0"/>
              </w:rPr>
              <w:t>.2023</w:t>
            </w:r>
          </w:p>
          <w:p w14:paraId="067015DB" w14:textId="49FB1341" w:rsidR="00800136" w:rsidRDefault="00800136" w:rsidP="005E2FD4">
            <w:pPr>
              <w:pStyle w:val="normlnikmytext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ab/>
              <w:t>nebo</w:t>
            </w:r>
          </w:p>
          <w:p w14:paraId="00FEB1A9" w14:textId="476EF265" w:rsidR="00FC1C6E" w:rsidRPr="0024421D" w:rsidRDefault="00800136" w:rsidP="005E2FD4">
            <w:pPr>
              <w:pStyle w:val="normlnikmytext"/>
            </w:pPr>
            <w:r>
              <w:rPr>
                <w:rStyle w:val="cena"/>
                <w:i w:val="0"/>
              </w:rPr>
              <w:tab/>
            </w:r>
            <w:r w:rsidR="00356F6F" w:rsidRPr="00356F6F">
              <w:rPr>
                <w:rStyle w:val="cena"/>
                <w:i w:val="0"/>
              </w:rPr>
              <w:t>14.-25.</w:t>
            </w:r>
            <w:r>
              <w:rPr>
                <w:rStyle w:val="cena"/>
                <w:i w:val="0"/>
              </w:rPr>
              <w:t>0</w:t>
            </w:r>
            <w:r w:rsidR="00356F6F" w:rsidRPr="00356F6F">
              <w:rPr>
                <w:rStyle w:val="cena"/>
                <w:i w:val="0"/>
              </w:rPr>
              <w:t>8.2023</w:t>
            </w:r>
          </w:p>
        </w:tc>
      </w:tr>
      <w:tr w:rsidR="00006201" w14:paraId="7C7E8321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220E0673" w14:textId="5370F4E9" w:rsidR="00006201" w:rsidRPr="0024421D" w:rsidRDefault="00006201" w:rsidP="005E2FD4">
            <w:r>
              <w:t xml:space="preserve">2. etapa – za provozu MŠ </w:t>
            </w:r>
          </w:p>
        </w:tc>
        <w:tc>
          <w:tcPr>
            <w:tcW w:w="3531" w:type="dxa"/>
            <w:vAlign w:val="center"/>
          </w:tcPr>
          <w:p w14:paraId="142F0E64" w14:textId="77777777" w:rsidR="005E2FD4" w:rsidRDefault="00006201" w:rsidP="005E2FD4">
            <w:pPr>
              <w:pStyle w:val="normlnikmytext"/>
              <w:rPr>
                <w:rStyle w:val="cena"/>
                <w:b w:val="0"/>
                <w:i w:val="0"/>
              </w:rPr>
            </w:pPr>
            <w:r w:rsidRPr="0024421D">
              <w:rPr>
                <w:rStyle w:val="cena"/>
                <w:b w:val="0"/>
                <w:i w:val="0"/>
              </w:rPr>
              <w:tab/>
            </w:r>
            <w:r>
              <w:rPr>
                <w:rStyle w:val="cena"/>
                <w:b w:val="0"/>
                <w:i w:val="0"/>
              </w:rPr>
              <w:t>Max 6 týdnů</w:t>
            </w:r>
            <w:r w:rsidR="00291977">
              <w:rPr>
                <w:rStyle w:val="cena"/>
                <w:b w:val="0"/>
                <w:i w:val="0"/>
              </w:rPr>
              <w:t xml:space="preserve"> </w:t>
            </w:r>
          </w:p>
          <w:p w14:paraId="0F1A3C0D" w14:textId="1A6AAB44" w:rsidR="00006201" w:rsidRPr="0024421D" w:rsidRDefault="005E2FD4" w:rsidP="005E2FD4">
            <w:pPr>
              <w:pStyle w:val="normlnikmytext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ab/>
            </w:r>
            <w:r w:rsidR="00291977">
              <w:rPr>
                <w:rStyle w:val="cena"/>
                <w:b w:val="0"/>
                <w:i w:val="0"/>
              </w:rPr>
              <w:t>od předání staveniště 2.etapy</w:t>
            </w:r>
          </w:p>
        </w:tc>
      </w:tr>
      <w:tr w:rsidR="00006201" w14:paraId="466196EC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38F6E9F9" w14:textId="07482C8B" w:rsidR="00006201" w:rsidRPr="0024421D" w:rsidRDefault="00006201" w:rsidP="005E2FD4">
            <w:r w:rsidRPr="0024421D">
              <w:t>Dokončení prací - předání díla</w:t>
            </w:r>
            <w:r>
              <w:t xml:space="preserve"> – NEJZAZŠÍ TERMÍN</w:t>
            </w:r>
          </w:p>
        </w:tc>
        <w:tc>
          <w:tcPr>
            <w:tcW w:w="3531" w:type="dxa"/>
            <w:vAlign w:val="center"/>
          </w:tcPr>
          <w:p w14:paraId="737ABAEA" w14:textId="4559F013" w:rsidR="00006201" w:rsidRPr="0024421D" w:rsidRDefault="00006201" w:rsidP="005E2FD4">
            <w:pPr>
              <w:pStyle w:val="normlnikmytext"/>
              <w:rPr>
                <w:rStyle w:val="cena"/>
                <w:b w:val="0"/>
                <w:i w:val="0"/>
              </w:rPr>
            </w:pPr>
            <w:r w:rsidRPr="0024421D">
              <w:rPr>
                <w:rStyle w:val="cena"/>
                <w:b w:val="0"/>
                <w:i w:val="0"/>
              </w:rPr>
              <w:tab/>
            </w:r>
            <w:r w:rsidRPr="00356F6F">
              <w:rPr>
                <w:rStyle w:val="cena"/>
                <w:i w:val="0"/>
              </w:rPr>
              <w:t>31.10.2023</w:t>
            </w:r>
          </w:p>
        </w:tc>
      </w:tr>
    </w:tbl>
    <w:p w14:paraId="5CA74A9F" w14:textId="77777777" w:rsidR="004F588D" w:rsidRDefault="004F588D" w:rsidP="005E2FD4">
      <w:pPr>
        <w:pStyle w:val="Nadpis7"/>
      </w:pPr>
    </w:p>
    <w:p w14:paraId="138EFB88" w14:textId="77777777" w:rsidR="00AF4B0B" w:rsidRDefault="00AF4B0B" w:rsidP="005E2FD4">
      <w:pPr>
        <w:pStyle w:val="Nadpis2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5E2FD4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5E2FD4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A8167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A8167E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5E2FD4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5E2FD4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5E2FD4">
      <w:pPr>
        <w:pStyle w:val="Zkladntextodsazen2-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5E2FD4">
      <w:pPr>
        <w:pStyle w:val="Nadpis2"/>
      </w:pPr>
      <w:r w:rsidRPr="0069310B">
        <w:t>Místo plnění předmětu smlouvy:</w:t>
      </w:r>
    </w:p>
    <w:p w14:paraId="2D6ECADD" w14:textId="17973B0E" w:rsidR="00177B29" w:rsidRPr="00177B29" w:rsidRDefault="00007E85" w:rsidP="005E2FD4">
      <w:pPr>
        <w:pStyle w:val="Zkladntextodsazen2-odrky"/>
      </w:pPr>
      <w:r>
        <w:t>U Školky 2148</w:t>
      </w:r>
      <w:r w:rsidR="00231910" w:rsidRPr="00A8167E">
        <w:rPr>
          <w:rFonts w:cs="Arial"/>
        </w:rPr>
        <w:t xml:space="preserve">, </w:t>
      </w:r>
      <w:r w:rsidR="00231910" w:rsidRPr="00A8167E">
        <w:rPr>
          <w:rFonts w:cs="Arial"/>
          <w:lang w:val="cs-CZ"/>
        </w:rPr>
        <w:t xml:space="preserve">688 01 </w:t>
      </w:r>
      <w:r w:rsidR="00231910" w:rsidRPr="00A8167E">
        <w:rPr>
          <w:rFonts w:cs="Arial"/>
        </w:rPr>
        <w:t>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 xml:space="preserve">katastrální území </w:t>
      </w:r>
      <w:r w:rsidR="00231910" w:rsidRPr="00A8167E">
        <w:rPr>
          <w:lang w:val="cs-CZ"/>
        </w:rPr>
        <w:t>Uherský Brod</w:t>
      </w:r>
      <w:r w:rsidR="00F939E7" w:rsidRPr="00BA6BDF">
        <w:t>, Česká republika.</w:t>
      </w:r>
    </w:p>
    <w:p w14:paraId="0E693E2E" w14:textId="77777777" w:rsidR="00AF4B0B" w:rsidRDefault="00AF4B0B" w:rsidP="005E2FD4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5E2FD4">
      <w:pPr>
        <w:pStyle w:val="Nadpis2"/>
      </w:pPr>
      <w:r w:rsidRPr="0069310B">
        <w:t>Cena díla</w:t>
      </w:r>
    </w:p>
    <w:p w14:paraId="1F5DA6C9" w14:textId="77777777" w:rsidR="00AF4B0B" w:rsidRDefault="00AF4B0B" w:rsidP="005E2FD4">
      <w:pPr>
        <w:pStyle w:val="Nadpis7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A36F2B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7CB4EEB" w14:textId="77777777" w:rsidR="00FC1C6E" w:rsidRDefault="00FC1C6E" w:rsidP="005E2FD4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D9F6EDA" w:rsidR="00AF4B0B" w:rsidRDefault="00562573" w:rsidP="005E2FD4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2087AEFE" w:rsidR="00AF4B0B" w:rsidRDefault="001B63AB" w:rsidP="005E2FD4">
            <w:pPr>
              <w:pStyle w:val="Cenatabulka"/>
              <w:tabs>
                <w:tab w:val="clear" w:pos="709"/>
              </w:tabs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E2FD4">
              <w:rPr>
                <w:noProof/>
              </w:rPr>
              <w:t>0.000.000,00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5E2FD4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4D525808" w:rsidR="00AF4B0B" w:rsidRDefault="001B63AB" w:rsidP="005E2FD4">
            <w:pPr>
              <w:pStyle w:val="Cenatabulka"/>
              <w:tabs>
                <w:tab w:val="clear" w:pos="709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E2FD4">
              <w:rPr>
                <w:noProof/>
              </w:rPr>
              <w:t>000.000,00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5E2FD4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212E9C4E" w:rsidR="00442F99" w:rsidRDefault="001B63AB" w:rsidP="005E2FD4">
            <w:pPr>
              <w:pStyle w:val="Cenatabulka"/>
              <w:tabs>
                <w:tab w:val="clear" w:pos="709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E2FD4">
              <w:rPr>
                <w:rStyle w:val="cena"/>
              </w:rPr>
              <w:t>0.</w:t>
            </w:r>
            <w:r w:rsidR="005E2FD4">
              <w:rPr>
                <w:rStyle w:val="cena"/>
                <w:noProof/>
              </w:rPr>
              <w:t>000.000,00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5E2FD4">
      <w:pPr>
        <w:pStyle w:val="Nadpis7"/>
      </w:pPr>
    </w:p>
    <w:p w14:paraId="167B7A50" w14:textId="77777777" w:rsidR="002E5A12" w:rsidRPr="002E5A12" w:rsidRDefault="002E5A12" w:rsidP="005E2FD4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5E2FD4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5E2FD4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5E2FD4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5E2FD4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5E2FD4">
      <w:pPr>
        <w:pStyle w:val="Nadpis2"/>
      </w:pPr>
      <w:r w:rsidRPr="0069310B">
        <w:t>Podmínky pro změnu ceny</w:t>
      </w:r>
    </w:p>
    <w:p w14:paraId="0AC68A25" w14:textId="77777777" w:rsidR="00AF4B0B" w:rsidRDefault="00AF4B0B" w:rsidP="005E2FD4">
      <w:pPr>
        <w:pStyle w:val="Nadpis7"/>
      </w:pPr>
      <w:r>
        <w:t>Sjednaná cena může být změněna pouze za níže uvedených podmínek:</w:t>
      </w:r>
    </w:p>
    <w:p w14:paraId="7DAE6064" w14:textId="77777777" w:rsidR="00AF4B0B" w:rsidRDefault="00AF4B0B" w:rsidP="005E2FD4">
      <w:pPr>
        <w:pStyle w:val="SODvedlejodstavecpsmena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5E2FD4">
      <w:pPr>
        <w:pStyle w:val="SODvedlejodstavecpsmena"/>
      </w:pPr>
      <w:r>
        <w:lastRenderedPageBreak/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026056" w:rsidR="00A4693C" w:rsidRPr="007A6528" w:rsidRDefault="00945BA4" w:rsidP="005E2FD4">
      <w:pPr>
        <w:pStyle w:val="SODvedlejodstavecpsmena"/>
      </w:pPr>
      <w:r>
        <w:tab/>
      </w:r>
      <w:r w:rsidR="00A4693C"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5E2FD4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5E2FD4">
      <w:pPr>
        <w:pStyle w:val="Nadpis7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5E2FD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5E2FD4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3D228F0C" w:rsidR="00AF4B0B" w:rsidRDefault="00D52963" w:rsidP="005E2FD4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A8167E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A8167E">
        <w:rPr>
          <w:lang w:val="cs-CZ"/>
        </w:rPr>
        <w:t>3</w:t>
      </w:r>
      <w:r w:rsidR="00CA30F6">
        <w:rPr>
          <w:lang w:val="cs-CZ"/>
        </w:rPr>
        <w:t>5</w:t>
      </w:r>
      <w:r w:rsidR="00791531" w:rsidRPr="00A8167E">
        <w:rPr>
          <w:lang w:val="cs-CZ"/>
        </w:rPr>
        <w:t>0</w:t>
      </w:r>
      <w:r w:rsidR="00E36982">
        <w:t xml:space="preserve"> </w:t>
      </w:r>
      <w:r w:rsidR="00AF4B0B">
        <w:t xml:space="preserve">Kč/hod; pro montážní práce </w:t>
      </w:r>
      <w:r w:rsidR="00CA30F6">
        <w:rPr>
          <w:lang w:val="cs-CZ"/>
        </w:rPr>
        <w:t>40</w:t>
      </w:r>
      <w:r w:rsidR="00AF4B0B">
        <w:t>0</w:t>
      </w:r>
      <w:r w:rsidR="00E36982">
        <w:t xml:space="preserve"> </w:t>
      </w:r>
      <w:r w:rsidR="00AF4B0B">
        <w:t>Kč/hod; pro revize</w:t>
      </w:r>
      <w:r w:rsidR="00CA30F6">
        <w:rPr>
          <w:lang w:val="cs-CZ"/>
        </w:rPr>
        <w:t xml:space="preserve"> </w:t>
      </w:r>
      <w:r w:rsidR="0006035A">
        <w:t xml:space="preserve">a zkoušky </w:t>
      </w:r>
      <w:r w:rsidR="00CA30F6">
        <w:rPr>
          <w:lang w:val="cs-CZ"/>
        </w:rPr>
        <w:t>4</w:t>
      </w:r>
      <w:r w:rsidR="0006035A" w:rsidRPr="00A8167E">
        <w:rPr>
          <w:lang w:val="cs-CZ"/>
        </w:rPr>
        <w:t>5</w:t>
      </w:r>
      <w:r w:rsidR="00AF4B0B">
        <w:t>0 Kč/hod.</w:t>
      </w:r>
    </w:p>
    <w:p w14:paraId="11B977CA" w14:textId="77777777" w:rsidR="00D52963" w:rsidRDefault="00A837B8" w:rsidP="005E2FD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3CD061E2" w:rsidR="00AF4B0B" w:rsidRPr="007A6528" w:rsidRDefault="00AF4B0B" w:rsidP="005E2FD4">
      <w:pPr>
        <w:pStyle w:val="Zkladntextodsazen2-odrky"/>
      </w:pPr>
      <w:r>
        <w:t>Práce, které</w:t>
      </w:r>
      <w:r w:rsidR="00D213D0">
        <w:t xml:space="preserve"> nebudou provedeny, ačkoliv byly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5E2FD4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5E2FD4">
      <w:pPr>
        <w:pStyle w:val="Nadpis1"/>
      </w:pPr>
      <w:r>
        <w:t>Platební podmínky</w:t>
      </w:r>
    </w:p>
    <w:p w14:paraId="4852DD7B" w14:textId="77777777" w:rsidR="00A57EC9" w:rsidRDefault="00A57EC9" w:rsidP="005E2FD4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5D95B55D" w:rsidR="00A57EC9" w:rsidRPr="004A26CF" w:rsidRDefault="00A57EC9" w:rsidP="005E2FD4">
      <w:pPr>
        <w:pStyle w:val="Zkladntextodsazen2-odrky"/>
      </w:pPr>
      <w:r w:rsidRPr="004A26CF">
        <w:t xml:space="preserve">Objednatel prohlašuje, že předmět smlouvy </w:t>
      </w:r>
      <w:r w:rsidR="00CD51D3" w:rsidRPr="00A8167E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</w:t>
      </w:r>
      <w:r w:rsidR="00D213D0">
        <w:rPr>
          <w:lang w:val="cs-CZ"/>
        </w:rPr>
        <w:t>objednatele</w:t>
      </w:r>
      <w:r w:rsidR="007B2541" w:rsidRPr="004A26CF">
        <w:t xml:space="preserve"> a </w:t>
      </w:r>
      <w:r w:rsidR="00CD51D3" w:rsidRPr="00A8167E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5E2FD4">
      <w:pPr>
        <w:pStyle w:val="Zkladntextodsazen2-odrky"/>
      </w:pPr>
      <w:r w:rsidRPr="0037341C">
        <w:t xml:space="preserve">Cena za dílo bude hrazena </w:t>
      </w:r>
      <w:r w:rsidR="007C1EA4" w:rsidRPr="00A8167E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5E2FD4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5E2FD4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A8167E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1862250A" w:rsidR="00814B14" w:rsidRPr="007A6528" w:rsidRDefault="00814B14" w:rsidP="005E2FD4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</w:t>
      </w:r>
      <w:r w:rsidR="00D213D0">
        <w:rPr>
          <w:lang w:val="cs-CZ"/>
        </w:rPr>
        <w:t xml:space="preserve">v </w:t>
      </w:r>
      <w:r w:rsidRPr="007A6528">
        <w:t xml:space="preserve">zápise </w:t>
      </w:r>
      <w:r w:rsidR="00D213D0">
        <w:rPr>
          <w:lang w:val="cs-CZ"/>
        </w:rPr>
        <w:t>o</w:t>
      </w:r>
      <w:r w:rsidRPr="007A6528">
        <w:t xml:space="preserve"> předání a převzetí díla</w:t>
      </w:r>
      <w:r w:rsidR="003E1759" w:rsidRPr="007A6528">
        <w:t>. Tato pozastávka bude uhrazena do 7 pracovních dní po odstranění vad a nedodělků</w:t>
      </w:r>
      <w:r w:rsidR="006C7FFE" w:rsidRPr="00A8167E">
        <w:rPr>
          <w:lang w:val="cs-CZ"/>
        </w:rPr>
        <w:t>.</w:t>
      </w:r>
    </w:p>
    <w:p w14:paraId="4B1EB046" w14:textId="77777777" w:rsidR="00AF4B0B" w:rsidRDefault="00AF4B0B" w:rsidP="005E2FD4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A8167E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5E2FD4">
      <w:pPr>
        <w:pStyle w:val="Zkladntextodsazen2-odrky"/>
      </w:pPr>
      <w:r>
        <w:t>Jakákoli faktura zhotovitele musí obsahovat:</w:t>
      </w:r>
    </w:p>
    <w:p w14:paraId="5FAE8F44" w14:textId="51ABC098" w:rsidR="00AF4B0B" w:rsidRDefault="00AF4B0B" w:rsidP="005E2FD4">
      <w:pPr>
        <w:pStyle w:val="SODvedlejodrky"/>
      </w:pPr>
      <w:r>
        <w:t>označení faktury a IČ</w:t>
      </w:r>
      <w:r w:rsidR="00095BBF">
        <w:t>O</w:t>
      </w:r>
    </w:p>
    <w:p w14:paraId="46BB1837" w14:textId="6E88C238" w:rsidR="00AF4B0B" w:rsidRDefault="00AF4B0B" w:rsidP="005E2FD4">
      <w:pPr>
        <w:pStyle w:val="SODvedlejodrky"/>
      </w:pPr>
      <w:r>
        <w:lastRenderedPageBreak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0F8FE298" w:rsidR="00AF4B0B" w:rsidRDefault="00AF4B0B" w:rsidP="005E2FD4">
      <w:pPr>
        <w:pStyle w:val="SODvedlejodrky"/>
      </w:pPr>
      <w:r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4E68DAC3" w:rsidR="00AF4B0B" w:rsidRPr="001140CC" w:rsidRDefault="00AF4B0B" w:rsidP="005E2FD4">
      <w:pPr>
        <w:pStyle w:val="SODvedlejodrky"/>
        <w:rPr>
          <w:lang w:val="cs-CZ"/>
        </w:rPr>
      </w:pPr>
      <w:r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279D492D" w:rsidR="00AF4B0B" w:rsidRDefault="00AF4B0B" w:rsidP="005E2FD4">
      <w:pPr>
        <w:pStyle w:val="SODvedlejodrky"/>
      </w:pPr>
      <w:r>
        <w:t>cena provedených prací</w:t>
      </w:r>
    </w:p>
    <w:p w14:paraId="518BB98A" w14:textId="580D111F" w:rsidR="00AF4B0B" w:rsidRDefault="00AF4B0B" w:rsidP="005E2FD4">
      <w:pPr>
        <w:pStyle w:val="SODvedlejodrky"/>
      </w:pPr>
      <w:r>
        <w:t>den vystavení a splatnosti faktury</w:t>
      </w:r>
    </w:p>
    <w:p w14:paraId="7859CD61" w14:textId="77777777" w:rsidR="00E4395B" w:rsidRPr="00A8167E" w:rsidRDefault="00E4395B" w:rsidP="005E2FD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A8167E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5E2FD4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9706B3" w:rsidRPr="00A8167E">
          <w:rPr>
            <w:rStyle w:val="Hypertextovodkaz"/>
            <w:b/>
          </w:rPr>
          <w:t>podatelna@ub.cz</w:t>
        </w:r>
      </w:hyperlink>
      <w:r w:rsidR="009706B3" w:rsidRPr="00A8167E">
        <w:rPr>
          <w:lang w:val="cs-CZ"/>
        </w:rPr>
        <w:t>.</w:t>
      </w:r>
    </w:p>
    <w:p w14:paraId="45D15782" w14:textId="77777777" w:rsidR="00E4395B" w:rsidRDefault="00E4395B" w:rsidP="005E2FD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5E2FD4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5E2FD4">
      <w:pPr>
        <w:pStyle w:val="Nadpis1"/>
      </w:pPr>
      <w:r>
        <w:t>Majetkové sankce</w:t>
      </w:r>
    </w:p>
    <w:p w14:paraId="4C3C503D" w14:textId="77777777" w:rsidR="00AF4B0B" w:rsidRPr="0069310B" w:rsidRDefault="00AF4B0B" w:rsidP="005E2FD4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72072548" w:rsidR="00AF4B0B" w:rsidRDefault="00AF4B0B" w:rsidP="005E2FD4">
      <w:pPr>
        <w:pStyle w:val="Zkladntextodsazen2-odrky"/>
      </w:pPr>
      <w:r>
        <w:t xml:space="preserve">Pokud bude zhotovitel v prodlení </w:t>
      </w:r>
      <w:r w:rsidR="006A3A5E">
        <w:t>s dobou plnění sjednanou</w:t>
      </w:r>
      <w:r w:rsidR="00D213D0">
        <w:rPr>
          <w:lang w:val="cs-CZ"/>
        </w:rPr>
        <w:t xml:space="preserve"> v</w:t>
      </w:r>
      <w:r w:rsidR="007C1B09">
        <w:rPr>
          <w:lang w:val="cs-CZ"/>
        </w:rPr>
        <w:t> č. 4.01 smlouvy</w:t>
      </w:r>
      <w:r w:rsidR="006A3A5E">
        <w:t xml:space="preserve"> pro provedení díla</w:t>
      </w:r>
      <w:r>
        <w:t xml:space="preserve">, je povinen zaplatit objednateli smluvní pokutu ve výši </w:t>
      </w:r>
      <w:r w:rsidR="00875660" w:rsidRPr="00A8167E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</w:t>
      </w:r>
      <w:r w:rsidR="00291977">
        <w:rPr>
          <w:lang w:val="cs-CZ"/>
        </w:rPr>
        <w:t xml:space="preserve"> u obou realizačních etap</w:t>
      </w:r>
      <w:r>
        <w:t xml:space="preserve">. </w:t>
      </w:r>
    </w:p>
    <w:p w14:paraId="46ECB5E6" w14:textId="77777777" w:rsidR="00AF4B0B" w:rsidRPr="0069310B" w:rsidRDefault="00AF4B0B" w:rsidP="005E2FD4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5E2FD4">
      <w:pPr>
        <w:pStyle w:val="Zkladntextodsazen2-odrky"/>
      </w:pPr>
      <w:r w:rsidRPr="00CA30F6"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CA30F6">
        <w:br/>
      </w:r>
      <w:r>
        <w:t xml:space="preserve">o předání a převzetí díla, je povinen zaplatit objednateli smluvní pokutu </w:t>
      </w:r>
      <w:r w:rsidR="00CC310F" w:rsidRPr="00A8167E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5E2FD4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A8167E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A8167E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5E2FD4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A8167E">
        <w:rPr>
          <w:b/>
          <w:lang w:val="cs-CZ"/>
        </w:rPr>
        <w:t>1.2</w:t>
      </w:r>
      <w:r w:rsidR="001140CC" w:rsidRPr="00A8167E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5E2FD4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A8167E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A8167E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5E2FD4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5E2FD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A8167E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5E2FD4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A8167E">
        <w:rPr>
          <w:b/>
          <w:lang w:val="cs-CZ"/>
        </w:rPr>
        <w:t>1.</w:t>
      </w:r>
      <w:r w:rsidR="00AA7001" w:rsidRPr="00A8167E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5E2FD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 w:rsidRPr="00A8167E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4FA49AF6" w:rsidR="00AF4B0B" w:rsidRDefault="00AF4B0B" w:rsidP="005E2FD4">
      <w:pPr>
        <w:pStyle w:val="Zkladntextodsazen2-odrky"/>
      </w:pPr>
      <w:r>
        <w:t xml:space="preserve">Označil-li objednatel v reklamaci, že se jedná o vadu, která brání řádnému užívání díla, případně hrozí nebezpečí škody velkého rozsahu, </w:t>
      </w:r>
      <w:r w:rsidR="007C1B09">
        <w:rPr>
          <w:lang w:val="cs-CZ"/>
        </w:rPr>
        <w:t xml:space="preserve">zavazuje se zhotovitel uhradit objednateli </w:t>
      </w:r>
      <w:r>
        <w:t>smluvní pokut</w:t>
      </w:r>
      <w:r w:rsidR="007C1B09">
        <w:rPr>
          <w:lang w:val="cs-CZ"/>
        </w:rPr>
        <w:t>u</w:t>
      </w:r>
      <w:r w:rsidR="007C1B09">
        <w:t xml:space="preserve"> ve dvojnásobné výši, </w:t>
      </w:r>
      <w:r w:rsidR="007C1B09">
        <w:rPr>
          <w:lang w:val="cs-CZ"/>
        </w:rPr>
        <w:t>přičemž zhotovitel prohlašuje, že s ujednáním o výši takové pokuty výslovně souhlasí, neboť si je vědom hodnoty zajišťované povinnosti pro objednatele</w:t>
      </w:r>
      <w:r w:rsidR="007C1B09" w:rsidRPr="00EE71B6">
        <w:t>.</w:t>
      </w:r>
    </w:p>
    <w:p w14:paraId="6B8FD804" w14:textId="77777777" w:rsidR="00E4395B" w:rsidRPr="001A70F2" w:rsidRDefault="00E4395B" w:rsidP="005E2FD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5E2FD4">
      <w:pPr>
        <w:pStyle w:val="Nadpis2"/>
      </w:pPr>
      <w:r w:rsidRPr="00CC310F">
        <w:lastRenderedPageBreak/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5E2FD4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A8167E">
        <w:rPr>
          <w:b/>
          <w:lang w:val="cs-CZ"/>
        </w:rPr>
        <w:t>1.0</w:t>
      </w:r>
      <w:r w:rsidR="00CF4E02" w:rsidRPr="00A8167E">
        <w:rPr>
          <w:b/>
        </w:rPr>
        <w:t>00</w:t>
      </w:r>
      <w:r w:rsidRPr="00A8167E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5E2FD4">
      <w:pPr>
        <w:pStyle w:val="Nadpis2"/>
      </w:pPr>
      <w:r w:rsidRPr="00641144">
        <w:t>Smluvní pokuta za porušení povinnosti v čl. 14 této smlouvy</w:t>
      </w:r>
    </w:p>
    <w:p w14:paraId="526AB8E8" w14:textId="796CACB3" w:rsidR="00CF4E02" w:rsidRPr="00635217" w:rsidRDefault="00CF4E02" w:rsidP="005E2FD4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A8167E">
        <w:rPr>
          <w:b/>
          <w:lang w:val="cs-CZ"/>
        </w:rPr>
        <w:t>6</w:t>
      </w:r>
      <w:r w:rsidRPr="00A8167E">
        <w:rPr>
          <w:b/>
        </w:rPr>
        <w:t>00 Kč</w:t>
      </w:r>
      <w:r w:rsidR="00635217" w:rsidRPr="00A8167E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5E2FD4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5E2FD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5E2FD4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5E2FD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5E2FD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5E2FD4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A8167E">
        <w:rPr>
          <w:lang w:val="cs-CZ"/>
        </w:rPr>
        <w:t>k hodnotě a</w:t>
      </w:r>
      <w:r>
        <w:t xml:space="preserve"> významu z</w:t>
      </w:r>
      <w:r w:rsidR="00DB36C8" w:rsidRPr="00A8167E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5E2FD4">
      <w:pPr>
        <w:pStyle w:val="Nadpis1"/>
      </w:pPr>
      <w:r>
        <w:t>Staveniště</w:t>
      </w:r>
    </w:p>
    <w:p w14:paraId="7BAB1205" w14:textId="77777777" w:rsidR="00AF4B0B" w:rsidRPr="0069310B" w:rsidRDefault="00AF4B0B" w:rsidP="005E2FD4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5E2FD4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5E2FD4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8D9A65B" w:rsidR="00453502" w:rsidRDefault="00453502" w:rsidP="005E2FD4">
      <w:pPr>
        <w:pStyle w:val="Zkladntextodsazen2-odrky"/>
      </w:pPr>
      <w:r>
        <w:t xml:space="preserve">Zhotovitel je povinen si při převzetí staveniště zajistit vytyčení tras stávajících inženýrských sítí na staveništi a přilehlých pozemcích dotčených prováděním díla a tyto vhodným způsobem chránit.  V případě jejich poškození je </w:t>
      </w:r>
      <w:r w:rsidR="007C1B09">
        <w:rPr>
          <w:lang w:val="cs-CZ"/>
        </w:rPr>
        <w:t xml:space="preserve">zhotovitel </w:t>
      </w:r>
      <w:r>
        <w:t>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5E2FD4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5E2FD4">
      <w:pPr>
        <w:pStyle w:val="Zkladntextodsazen2-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5E2FD4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5E2FD4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5E2FD4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5E2FD4">
      <w:pPr>
        <w:pStyle w:val="Nadpis1"/>
      </w:pPr>
      <w:r>
        <w:t>Stavební deník</w:t>
      </w:r>
    </w:p>
    <w:p w14:paraId="0C36ED4C" w14:textId="77777777" w:rsidR="00CD27FA" w:rsidRDefault="00CD27FA" w:rsidP="005E2FD4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5E2FD4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5E2FD4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5E2FD4">
      <w:pPr>
        <w:pStyle w:val="Zkladntextodsazen2-odrky"/>
      </w:pPr>
      <w:r>
        <w:t>Zapisuje zejména údaje o:</w:t>
      </w:r>
    </w:p>
    <w:p w14:paraId="52F961A0" w14:textId="03344F2B" w:rsidR="00CD27FA" w:rsidRDefault="00CD27FA" w:rsidP="005E2FD4">
      <w:pPr>
        <w:pStyle w:val="SODvedlejodrky"/>
      </w:pPr>
      <w:r>
        <w:t xml:space="preserve">stavu staveniště, počasí, počtu pracovníků, nasazení strojů a dopravních prostředků </w:t>
      </w:r>
    </w:p>
    <w:p w14:paraId="4423202D" w14:textId="08CDDCE5" w:rsidR="00CD27FA" w:rsidRDefault="00CD27FA" w:rsidP="005E2FD4">
      <w:pPr>
        <w:pStyle w:val="SODvedlejodrky"/>
      </w:pPr>
      <w:r>
        <w:lastRenderedPageBreak/>
        <w:t>časovém postupu prací</w:t>
      </w:r>
    </w:p>
    <w:p w14:paraId="12962B27" w14:textId="5CA0007A" w:rsidR="00CD27FA" w:rsidRDefault="00CD27FA" w:rsidP="005E2FD4">
      <w:pPr>
        <w:pStyle w:val="SODvedlejodrky"/>
      </w:pPr>
      <w:r>
        <w:t>kontrole jakosti provedených prací</w:t>
      </w:r>
    </w:p>
    <w:p w14:paraId="2602319D" w14:textId="013F3D81" w:rsidR="00CD27FA" w:rsidRDefault="00CD27FA" w:rsidP="005E2FD4">
      <w:pPr>
        <w:pStyle w:val="SODvedlejodrky"/>
      </w:pPr>
      <w:r>
        <w:t>opatřeních učiněných v souladu s předpisy o bezpečnosti a ochrany zdraví</w:t>
      </w:r>
    </w:p>
    <w:p w14:paraId="3D362196" w14:textId="72272559" w:rsidR="00CD27FA" w:rsidRDefault="00CD27FA" w:rsidP="005E2FD4">
      <w:pPr>
        <w:pStyle w:val="SODvedlejodrky"/>
      </w:pPr>
      <w:r>
        <w:t>opatřeních učiněných v souladu s předpisy požární ochrany  a ochrany životního prostředí</w:t>
      </w:r>
    </w:p>
    <w:p w14:paraId="60B35141" w14:textId="62D0BCF8" w:rsidR="00CD27FA" w:rsidRDefault="00CD27FA" w:rsidP="005E2FD4">
      <w:pPr>
        <w:pStyle w:val="SODvedlejodrky"/>
      </w:pPr>
      <w:r>
        <w:t>událostech, majících vliv na provádění díla</w:t>
      </w:r>
    </w:p>
    <w:p w14:paraId="5A411BAE" w14:textId="77777777" w:rsidR="00CD27FA" w:rsidRDefault="00CD27FA" w:rsidP="005E2FD4">
      <w:pPr>
        <w:pStyle w:val="Zkladntextodsazen2-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5E2FD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5E2FD4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5E2FD4">
      <w:pPr>
        <w:pStyle w:val="Nadpis7"/>
      </w:pPr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5E2FD4">
      <w:pPr>
        <w:pStyle w:val="Nadpis4"/>
      </w:pPr>
      <w:r w:rsidRPr="0069310B">
        <w:t>Kontrolní dny</w:t>
      </w:r>
    </w:p>
    <w:p w14:paraId="517F4977" w14:textId="77777777" w:rsidR="00AF4B0B" w:rsidRPr="00A8167E" w:rsidRDefault="00BE1CE9" w:rsidP="005E2FD4">
      <w:pPr>
        <w:pStyle w:val="Zkladntextodsazen2-odrky"/>
        <w:rPr>
          <w:b/>
        </w:rPr>
      </w:pPr>
      <w:r w:rsidRPr="00A8167E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A8167E">
        <w:rPr>
          <w:rStyle w:val="Siln"/>
          <w:b w:val="0"/>
        </w:rPr>
        <w:t xml:space="preserve">Kontrolní dny budou probíhat </w:t>
      </w:r>
      <w:r w:rsidR="00AF4B0B" w:rsidRPr="00A8167E">
        <w:rPr>
          <w:b/>
        </w:rPr>
        <w:t xml:space="preserve">minimálně 1x za </w:t>
      </w:r>
      <w:r w:rsidR="00A57EC9" w:rsidRPr="00A8167E">
        <w:rPr>
          <w:b/>
        </w:rPr>
        <w:t>týden</w:t>
      </w:r>
      <w:r w:rsidRPr="00A8167E">
        <w:rPr>
          <w:b/>
        </w:rPr>
        <w:t>.</w:t>
      </w:r>
    </w:p>
    <w:p w14:paraId="1B324754" w14:textId="77777777" w:rsidR="00AF4B0B" w:rsidRDefault="00AF4B0B" w:rsidP="005E2FD4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5E2FD4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A8167E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5E2FD4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A8167E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5E2FD4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5E2FD4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A8167E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5E2FD4">
      <w:pPr>
        <w:pStyle w:val="Zkladntextodsazen2-odrky"/>
      </w:pPr>
      <w:r>
        <w:t xml:space="preserve">Zhotovitel se zavazuje provést dílo pod svým osobním vedením. </w:t>
      </w:r>
    </w:p>
    <w:p w14:paraId="19D0461B" w14:textId="77777777" w:rsidR="00AF4B0B" w:rsidRDefault="00AF4B0B" w:rsidP="005E2FD4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5E2FD4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A8167E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5E2FD4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5E2FD4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A8167E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5E2FD4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5E2FD4">
      <w:pPr>
        <w:pStyle w:val="Zkladntextodsazen2-odrky"/>
      </w:pPr>
      <w:r>
        <w:lastRenderedPageBreak/>
        <w:t>Zhotovitel odpovídá i za škodu způsobenou činností těch, kteří pro něj dílo provádějí.</w:t>
      </w:r>
    </w:p>
    <w:p w14:paraId="742BAB27" w14:textId="77777777" w:rsidR="00AF4B0B" w:rsidRDefault="00AF4B0B" w:rsidP="005E2FD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5E2FD4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5E2FD4">
      <w:pPr>
        <w:pStyle w:val="Nadpis1"/>
      </w:pPr>
      <w:r>
        <w:t>Předání a převzetí díla</w:t>
      </w:r>
    </w:p>
    <w:p w14:paraId="38290CCF" w14:textId="77777777" w:rsidR="00AF4B0B" w:rsidRPr="0069310B" w:rsidRDefault="00AF4B0B" w:rsidP="005E2FD4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5E2FD4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125FCA58" w:rsidR="00AF4B0B" w:rsidRDefault="00AF4B0B" w:rsidP="005E2FD4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</w:t>
      </w:r>
    </w:p>
    <w:p w14:paraId="3442F607" w14:textId="77777777" w:rsidR="00AF4B0B" w:rsidRDefault="00AF4B0B" w:rsidP="005E2FD4">
      <w:pPr>
        <w:pStyle w:val="Zkladntextodsazen2-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5E2FD4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A8167E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5E2FD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5E2FD4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5E2FD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603AB5F0" w:rsidR="00AF4B0B" w:rsidRDefault="00AF4B0B" w:rsidP="005E2FD4">
      <w:pPr>
        <w:pStyle w:val="SODvedlejodrky"/>
      </w:pPr>
      <w:r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4762AFFF" w:rsidR="00AF4B0B" w:rsidRDefault="00AF4B0B" w:rsidP="005E2FD4">
      <w:pPr>
        <w:pStyle w:val="SODvedlejodrky"/>
      </w:pPr>
      <w:r>
        <w:t xml:space="preserve">Originál stavebního </w:t>
      </w:r>
      <w:r w:rsidR="008C0EA7">
        <w:t xml:space="preserve">nebo montážního </w:t>
      </w:r>
      <w:r>
        <w:t>deníku</w:t>
      </w:r>
      <w:r w:rsidR="00FC5B11">
        <w:t>.</w:t>
      </w:r>
    </w:p>
    <w:p w14:paraId="3AB14ADF" w14:textId="3006B47C" w:rsidR="00AF4B0B" w:rsidRDefault="00AF4B0B" w:rsidP="005E2FD4">
      <w:pPr>
        <w:pStyle w:val="SODvedlejodrky"/>
      </w:pPr>
      <w:r>
        <w:t>Zápisy o provedení a kontrole zakrývaných konstrukcí</w:t>
      </w:r>
      <w:r w:rsidR="00FC5B11">
        <w:t>.</w:t>
      </w:r>
    </w:p>
    <w:p w14:paraId="3E92146B" w14:textId="0C46D3A3" w:rsidR="00847B6A" w:rsidRDefault="00847B6A" w:rsidP="005E2FD4">
      <w:pPr>
        <w:pStyle w:val="SODvedlejodrky"/>
      </w:pPr>
      <w:r>
        <w:t>Fotodokumentaci pořízenou při realizaci stavby, především konstrukcí před zakrytím</w:t>
      </w:r>
      <w:r w:rsidR="00FC5B11">
        <w:t>.</w:t>
      </w:r>
    </w:p>
    <w:p w14:paraId="05262AAF" w14:textId="1431DED9" w:rsidR="00AF4B0B" w:rsidRDefault="00E96A24" w:rsidP="005E2FD4">
      <w:pPr>
        <w:pStyle w:val="SODvedlejodrky"/>
        <w:rPr>
          <w:lang w:val="cs-CZ"/>
        </w:rPr>
      </w:pPr>
      <w:r>
        <w:t>Projekt skutečného provedení stavby (editovatelná, needitovatelná verze).</w:t>
      </w:r>
    </w:p>
    <w:p w14:paraId="24403EF0" w14:textId="583EDB03" w:rsidR="00EA3C8B" w:rsidRDefault="00EA3C8B" w:rsidP="005E2FD4">
      <w:pPr>
        <w:pStyle w:val="SODvedlejodrky"/>
        <w:rPr>
          <w:lang w:val="cs-CZ"/>
        </w:rPr>
      </w:pPr>
      <w:r>
        <w:rPr>
          <w:lang w:val="cs-CZ"/>
        </w:rPr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E64D40F" w:rsidR="00C609E2" w:rsidRPr="006C7FFE" w:rsidRDefault="00C609E2" w:rsidP="005E2FD4">
      <w:pPr>
        <w:pStyle w:val="SODvedlejodrky"/>
        <w:rPr>
          <w:lang w:val="cs-CZ"/>
        </w:rPr>
      </w:pPr>
      <w:r>
        <w:rPr>
          <w:lang w:val="cs-CZ"/>
        </w:rPr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5E2FD4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5E2FD4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A8167E">
        <w:rPr>
          <w:rStyle w:val="cena"/>
          <w:lang w:val="cs-CZ"/>
        </w:rPr>
        <w:t xml:space="preserve"> </w:t>
      </w:r>
      <w:r>
        <w:t>od písemného předání</w:t>
      </w:r>
      <w:r w:rsidR="008E7AF2" w:rsidRPr="00A8167E">
        <w:rPr>
          <w:lang w:val="cs-CZ"/>
        </w:rPr>
        <w:t xml:space="preserve"> </w:t>
      </w:r>
      <w:r w:rsidR="00CD51D3">
        <w:t>a převzetí díla objednatel</w:t>
      </w:r>
      <w:r w:rsidR="00CD51D3" w:rsidRPr="00A8167E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5E2FD4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A8167E">
        <w:rPr>
          <w:lang w:val="cs-CZ"/>
        </w:rPr>
        <w:t xml:space="preserve"> </w:t>
      </w:r>
      <w:r w:rsidR="00791531" w:rsidRPr="00A8167E">
        <w:rPr>
          <w:lang w:val="cs-CZ"/>
        </w:rPr>
        <w:t xml:space="preserve">Objednatel požaduje dodat veškeré </w:t>
      </w:r>
      <w:r w:rsidR="00C609E2" w:rsidRPr="00A8167E">
        <w:rPr>
          <w:lang w:val="cs-CZ"/>
        </w:rPr>
        <w:t xml:space="preserve">materiály a </w:t>
      </w:r>
      <w:r w:rsidR="00791531" w:rsidRPr="00A8167E">
        <w:rPr>
          <w:lang w:val="cs-CZ"/>
        </w:rPr>
        <w:t xml:space="preserve">zařízení s životností </w:t>
      </w:r>
      <w:r w:rsidR="00057A15" w:rsidRPr="00A8167E">
        <w:rPr>
          <w:lang w:val="cs-CZ"/>
        </w:rPr>
        <w:t>minimálně po celou</w:t>
      </w:r>
      <w:r w:rsidR="008E7AF2" w:rsidRPr="00A8167E">
        <w:rPr>
          <w:lang w:val="cs-CZ"/>
        </w:rPr>
        <w:t xml:space="preserve"> výše uvedenou</w:t>
      </w:r>
      <w:r w:rsidR="00057A15" w:rsidRPr="00A8167E">
        <w:rPr>
          <w:lang w:val="cs-CZ"/>
        </w:rPr>
        <w:t xml:space="preserve"> záruční dobu</w:t>
      </w:r>
      <w:r w:rsidR="00791531" w:rsidRPr="00A8167E">
        <w:rPr>
          <w:lang w:val="cs-CZ"/>
        </w:rPr>
        <w:t>.</w:t>
      </w:r>
    </w:p>
    <w:p w14:paraId="4BDA7834" w14:textId="77777777" w:rsidR="00AF4B0B" w:rsidRDefault="00AF4B0B" w:rsidP="005E2FD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5E2FD4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5E2FD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5E2FD4">
      <w:pPr>
        <w:pStyle w:val="Nadpis2"/>
      </w:pPr>
      <w:r w:rsidRPr="0069310B">
        <w:lastRenderedPageBreak/>
        <w:t>Způsob reklamace vad</w:t>
      </w:r>
    </w:p>
    <w:p w14:paraId="63B95ACF" w14:textId="77777777" w:rsidR="00AF4B0B" w:rsidRDefault="00AF4B0B" w:rsidP="005E2FD4">
      <w:pPr>
        <w:pStyle w:val="Zkladntextodsazen2-odrky"/>
      </w:pPr>
      <w:r>
        <w:t>Objeví-li se v průběhu záruční doby vady, může objednatel:</w:t>
      </w:r>
    </w:p>
    <w:p w14:paraId="58DDA39F" w14:textId="7D2838B5" w:rsidR="00901B7E" w:rsidRDefault="00AF4B0B" w:rsidP="005E2FD4">
      <w:pPr>
        <w:pStyle w:val="SODvedlejodrky"/>
      </w:pPr>
      <w:r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0B14824D" w:rsidR="00AF4B0B" w:rsidRDefault="00AF4B0B" w:rsidP="005E2FD4">
      <w:pPr>
        <w:pStyle w:val="SODvedlejodrky"/>
      </w:pPr>
      <w:r>
        <w:t>požadovat odstranění vad opravou, pokud jsou vady opravitelné</w:t>
      </w:r>
    </w:p>
    <w:p w14:paraId="6C8C649C" w14:textId="2CD771E8" w:rsidR="00540A68" w:rsidRDefault="00901B7E" w:rsidP="005E2FD4">
      <w:pPr>
        <w:pStyle w:val="SODvedlejodrky"/>
      </w:pPr>
      <w:r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60399205" w:rsidR="00AF4B0B" w:rsidRDefault="00540A68" w:rsidP="005E2FD4">
      <w:pPr>
        <w:pStyle w:val="SODvedlejodrky"/>
      </w:pPr>
      <w:r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5E2FD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5E2FD4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5E2FD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5E2FD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5E2FD4">
      <w:pPr>
        <w:pStyle w:val="Nadpis2"/>
      </w:pPr>
      <w:r w:rsidRPr="0069310B">
        <w:t xml:space="preserve">Podmínky odstranění reklamovaných vad </w:t>
      </w:r>
    </w:p>
    <w:p w14:paraId="1A482C77" w14:textId="5B8760AB" w:rsidR="00AF4B0B" w:rsidRDefault="00AF4B0B" w:rsidP="005E2FD4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</w:t>
      </w:r>
      <w:r w:rsidR="007C1B09">
        <w:rPr>
          <w:lang w:val="cs-CZ"/>
        </w:rPr>
        <w:t xml:space="preserve">je povinen </w:t>
      </w:r>
      <w:r w:rsidR="007C1B09">
        <w:t>nastoupit</w:t>
      </w:r>
      <w:r>
        <w:t xml:space="preserve">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5E2FD4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5E2FD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5E2FD4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5E2FD4">
      <w:pPr>
        <w:pStyle w:val="Zkladntextodsazen2-odrky"/>
      </w:pPr>
      <w:r>
        <w:t>Vlastníkem díla je od počátku objednatel.</w:t>
      </w:r>
    </w:p>
    <w:p w14:paraId="578342FD" w14:textId="77777777" w:rsidR="00AF4B0B" w:rsidRDefault="00AF4B0B" w:rsidP="005E2FD4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5E2FD4">
      <w:pPr>
        <w:pStyle w:val="Nadpis1"/>
      </w:pPr>
      <w:r>
        <w:t>Pojištění díla</w:t>
      </w:r>
    </w:p>
    <w:p w14:paraId="64FE5642" w14:textId="48F1A7CD" w:rsidR="00AF4B0B" w:rsidRDefault="00AF4B0B" w:rsidP="005E2FD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 w:rsidRPr="00A8167E">
        <w:rPr>
          <w:lang w:val="cs-CZ"/>
        </w:rPr>
        <w:t>2</w:t>
      </w:r>
      <w:r w:rsidR="001D6BF8" w:rsidRPr="00A8167E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A8167E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5E2FD4">
      <w:pPr>
        <w:pStyle w:val="Zkladntextodsazen2-odrky"/>
      </w:pPr>
      <w:r>
        <w:t>Náklady na pojištění nese zhotovitel.</w:t>
      </w:r>
    </w:p>
    <w:p w14:paraId="133E1274" w14:textId="77777777" w:rsidR="00AF4B0B" w:rsidRDefault="00AF4B0B" w:rsidP="005E2FD4">
      <w:pPr>
        <w:pStyle w:val="Nadpis1"/>
      </w:pPr>
      <w:r>
        <w:t xml:space="preserve">Vyšší moc </w:t>
      </w:r>
    </w:p>
    <w:p w14:paraId="4F56BABD" w14:textId="77777777" w:rsidR="00AF4B0B" w:rsidRDefault="00AF4B0B" w:rsidP="005E2FD4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A8167E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5E2FD4">
      <w:pPr>
        <w:pStyle w:val="Zkladntextodsazen2-odrky"/>
      </w:pPr>
      <w:r>
        <w:t xml:space="preserve">Pokud se plnění předmětu díla za sjednaných podmínek stane nemožným v důsledku vzniku vyšší moci, strana, která se bude chtít na vyšší moc odvolat, požádá druhou stranu o úpravu smlouvy ve </w:t>
      </w:r>
      <w:r>
        <w:lastRenderedPageBreak/>
        <w:t>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A8167E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5E2FD4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5E2FD4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Pr="000972D0" w:rsidRDefault="00D9763A" w:rsidP="005E2FD4">
      <w:pPr>
        <w:pStyle w:val="SODvedlejodstavecpsmena"/>
        <w:numPr>
          <w:ilvl w:val="0"/>
          <w:numId w:val="46"/>
        </w:numPr>
      </w:pPr>
      <w:r w:rsidRPr="000972D0">
        <w:t xml:space="preserve">zhotovitel řádně a včas neplní své povinnosti vyplývající z této smlouvy. Za porušení povinností se považuje také nerespektování příkazů objednatele; </w:t>
      </w:r>
    </w:p>
    <w:p w14:paraId="69C45E68" w14:textId="5E315FD6" w:rsidR="0087245F" w:rsidRPr="000972D0" w:rsidRDefault="00D9763A" w:rsidP="005E2FD4">
      <w:pPr>
        <w:pStyle w:val="SODvedlejodstavecpsmena"/>
      </w:pPr>
      <w:r w:rsidRPr="000972D0">
        <w:t>zhotovitel nepřistoupí na změnu této smlouvy v důsledku uplatnění práva objednatele na</w:t>
      </w:r>
      <w:r w:rsidR="00BA6BDF" w:rsidRPr="000972D0">
        <w:t xml:space="preserve"> </w:t>
      </w:r>
      <w:r w:rsidRPr="000972D0">
        <w:t>vyčlenění některých pr</w:t>
      </w:r>
      <w:r w:rsidR="0087245F" w:rsidRPr="000972D0">
        <w:t>a</w:t>
      </w:r>
      <w:r w:rsidRPr="000972D0">
        <w:t>cí nebo dodávek z předmětu smlouvy</w:t>
      </w:r>
      <w:r w:rsidR="0087245F" w:rsidRPr="000972D0">
        <w:t>;</w:t>
      </w:r>
    </w:p>
    <w:p w14:paraId="2D66B697" w14:textId="77777777" w:rsidR="00D9763A" w:rsidRPr="000972D0" w:rsidRDefault="0087245F" w:rsidP="005E2FD4">
      <w:pPr>
        <w:pStyle w:val="SODvedlejodstavecpsmena"/>
      </w:pPr>
      <w:r w:rsidRPr="000972D0">
        <w:t>zhotovitel poruší svou povinnost součinnosti podle čl. 3. odst. 3.04. bod 3. této smlouvy</w:t>
      </w:r>
      <w:r w:rsidR="00D9763A" w:rsidRPr="000972D0">
        <w:t>.</w:t>
      </w:r>
    </w:p>
    <w:p w14:paraId="58778D87" w14:textId="77777777" w:rsidR="00D9763A" w:rsidRDefault="00D9763A" w:rsidP="005E2FD4">
      <w:pPr>
        <w:pStyle w:val="Zkladntextodsazen2-odrky"/>
      </w:pPr>
      <w:r>
        <w:t>Poruší-li některá ze stran tuto smlouvu podstatným způsobem, může druhá strana bez zbytečného odkladu od této smlouvy odstoupit</w:t>
      </w:r>
      <w:r w:rsidR="0087245F" w:rsidRPr="00A8167E">
        <w:rPr>
          <w:lang w:val="cs-CZ"/>
        </w:rPr>
        <w:t>.</w:t>
      </w:r>
    </w:p>
    <w:p w14:paraId="7D7D699A" w14:textId="77777777" w:rsidR="00AF4B0B" w:rsidRDefault="00AF4B0B" w:rsidP="005E2FD4">
      <w:pPr>
        <w:pStyle w:val="Nadpis1"/>
      </w:pPr>
      <w:r>
        <w:t>Ostatní ujednání</w:t>
      </w:r>
    </w:p>
    <w:p w14:paraId="4F4938EC" w14:textId="77777777" w:rsidR="00AF4B0B" w:rsidRDefault="00AF4B0B" w:rsidP="005E2FD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5E2FD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A8167E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204E6CD9" w:rsidR="001D6BF8" w:rsidRDefault="001D6BF8" w:rsidP="005E2FD4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A8167E">
        <w:rPr>
          <w:lang w:val="cs-CZ"/>
        </w:rPr>
        <w:t>, kde jsou uveřejněny i podrobné informace o zpracování osobních údajů</w:t>
      </w:r>
      <w:r w:rsidR="007C1B09">
        <w:t>.</w:t>
      </w:r>
    </w:p>
    <w:p w14:paraId="6FAE18BB" w14:textId="77777777" w:rsidR="00BA6BDF" w:rsidRDefault="00BA6BDF" w:rsidP="005E2FD4">
      <w:pPr>
        <w:pStyle w:val="Zkladntextodsazen2-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5E2FD4">
      <w:pPr>
        <w:pStyle w:val="Zkladntextodsazen2-odrky"/>
      </w:pPr>
      <w:r>
        <w:t xml:space="preserve">Tato smlouva bude zveřejněna objednatelem v registru smluv podle zákona č. 340/2015 Sb., </w:t>
      </w:r>
      <w:r w:rsidRPr="00A8167E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5E2FD4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A8167E" w:rsidRDefault="00A57EC9" w:rsidP="005E2FD4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A8167E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A8167E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A8167E">
        <w:rPr>
          <w:color w:val="1F497D"/>
        </w:rPr>
        <w:t xml:space="preserve"> </w:t>
      </w:r>
      <w:r>
        <w:t xml:space="preserve">zbytečného odkladu poskytnout Objednateli veškerou </w:t>
      </w:r>
      <w:r w:rsidRPr="00A8167E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5E2FD4">
      <w:pPr>
        <w:pStyle w:val="Zkladntextodsazen2-odrky"/>
      </w:pPr>
      <w:r>
        <w:t>Přílohou a nedílnou součástí smlouvy jsou:</w:t>
      </w:r>
    </w:p>
    <w:p w14:paraId="426F1401" w14:textId="32F3588D" w:rsidR="00AF4B0B" w:rsidRDefault="00AF4B0B" w:rsidP="005E2FD4">
      <w:pPr>
        <w:pStyle w:val="SODvedlejodrky"/>
      </w:pPr>
      <w:r>
        <w:t>nabídkový položkový rozpočet</w:t>
      </w:r>
    </w:p>
    <w:p w14:paraId="3A5F46AD" w14:textId="77777777" w:rsidR="00AF4B0B" w:rsidRPr="00BA6BDF" w:rsidRDefault="00AF4B0B" w:rsidP="005E2FD4">
      <w:pPr>
        <w:pStyle w:val="Zkladntextodsazen2-odrky"/>
      </w:pPr>
      <w:r>
        <w:t>Přílohy, které jsou součástí smlouvy a jsou uloženy v sídle obou smluvních stran</w:t>
      </w:r>
    </w:p>
    <w:p w14:paraId="74272C4B" w14:textId="5954173E" w:rsidR="00BA6BDF" w:rsidRPr="00A8167E" w:rsidRDefault="00BA6BDF" w:rsidP="005E2FD4">
      <w:pPr>
        <w:pStyle w:val="SODvedlejodrky"/>
        <w:rPr>
          <w:lang w:val="cs-CZ"/>
        </w:rPr>
      </w:pPr>
      <w:r w:rsidRPr="004660E6">
        <w:t>PD</w:t>
      </w:r>
    </w:p>
    <w:p w14:paraId="1DDB2419" w14:textId="7BB27401" w:rsidR="00A8677C" w:rsidRPr="00A8677C" w:rsidRDefault="00AF4B0B" w:rsidP="005E2FD4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</w:t>
      </w:r>
      <w:r w:rsidR="007C1B09">
        <w:br/>
      </w:r>
      <w:r>
        <w:t xml:space="preserve">a objednatel </w:t>
      </w:r>
      <w:r w:rsidR="00DC4F88">
        <w:t>2</w:t>
      </w:r>
      <w:r>
        <w:t xml:space="preserve"> výtisky.</w:t>
      </w:r>
      <w:r w:rsidR="00DB36C8" w:rsidRPr="00A8167E">
        <w:rPr>
          <w:lang w:val="cs-CZ"/>
        </w:rPr>
        <w:t xml:space="preserve"> </w:t>
      </w:r>
    </w:p>
    <w:p w14:paraId="7B048774" w14:textId="622BB155" w:rsidR="00AF4B0B" w:rsidRDefault="00DB36C8" w:rsidP="005E2FD4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5E2FD4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5E2FD4">
            <w:pPr>
              <w:pStyle w:val="doloka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64EF6F5D" w:rsidR="00AF4B0B" w:rsidRDefault="00AF4B0B" w:rsidP="005E2FD4">
            <w:pPr>
              <w:pStyle w:val="doloka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 w:rsidR="00CA30F6">
              <w:tab/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</w:t>
            </w:r>
            <w:r w:rsidR="00CA30F6">
              <w:tab/>
            </w:r>
            <w:r w:rsidR="00057A15">
              <w:t>… schůze konaná d</w:t>
            </w:r>
            <w:r w:rsidR="00BA6BDF">
              <w:t xml:space="preserve">ne </w:t>
            </w:r>
            <w:r w:rsidR="003C4D69">
              <w:t>15.05.</w:t>
            </w:r>
            <w:r w:rsidR="00641144">
              <w:t>202</w:t>
            </w:r>
            <w:r w:rsidR="007C1B09">
              <w:t>3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453A8280" w:rsidR="00AF4B0B" w:rsidRDefault="00AF4B0B" w:rsidP="005E2FD4">
            <w:pPr>
              <w:pStyle w:val="doloka"/>
            </w:pPr>
            <w:r>
              <w:lastRenderedPageBreak/>
              <w:t xml:space="preserve">                                     </w:t>
            </w:r>
            <w:r w:rsidR="00C80C61">
              <w:t xml:space="preserve">          </w:t>
            </w:r>
            <w:r w:rsidR="00CA30F6">
              <w:tab/>
            </w:r>
            <w:r w:rsidR="00C80C61">
              <w:t xml:space="preserve">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7C1B09">
              <w:t>3</w:t>
            </w:r>
          </w:p>
        </w:tc>
      </w:tr>
    </w:tbl>
    <w:p w14:paraId="391FA035" w14:textId="77777777" w:rsidR="00453502" w:rsidRDefault="00453502" w:rsidP="005E2FD4">
      <w:pPr>
        <w:pStyle w:val="podpisysmlouva"/>
      </w:pPr>
    </w:p>
    <w:p w14:paraId="0D51DD16" w14:textId="77777777" w:rsidR="00453502" w:rsidRDefault="00453502" w:rsidP="005E2FD4">
      <w:pPr>
        <w:pStyle w:val="podpisysmlouva"/>
      </w:pPr>
    </w:p>
    <w:p w14:paraId="189B4194" w14:textId="77777777" w:rsidR="00AF4B0B" w:rsidRDefault="00AF4B0B" w:rsidP="005E2FD4">
      <w:pPr>
        <w:pStyle w:val="SODpodpis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5E2FD4">
      <w:pPr>
        <w:pStyle w:val="SODpodpis"/>
      </w:pPr>
    </w:p>
    <w:p w14:paraId="2B7E1E94" w14:textId="77777777" w:rsidR="004A3CE7" w:rsidRDefault="004A3CE7" w:rsidP="005E2FD4">
      <w:pPr>
        <w:pStyle w:val="podpisysmlouva"/>
      </w:pPr>
    </w:p>
    <w:p w14:paraId="2067EF1B" w14:textId="77777777" w:rsidR="004A3CE7" w:rsidRDefault="004A3CE7" w:rsidP="005E2FD4">
      <w:pPr>
        <w:pStyle w:val="podpisysmlouva"/>
      </w:pPr>
    </w:p>
    <w:p w14:paraId="147AFD28" w14:textId="77777777" w:rsidR="00AF4B0B" w:rsidRDefault="00AF4B0B" w:rsidP="005E2FD4">
      <w:pPr>
        <w:pStyle w:val="SODpodpis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5E2FD4">
      <w:pPr>
        <w:pStyle w:val="SODpodpis"/>
      </w:pPr>
    </w:p>
    <w:p w14:paraId="4E4CA265" w14:textId="77777777" w:rsidR="004A3CE7" w:rsidRDefault="004A3CE7" w:rsidP="005E2FD4">
      <w:pPr>
        <w:pStyle w:val="SODpodpis"/>
      </w:pPr>
    </w:p>
    <w:p w14:paraId="6CFED062" w14:textId="77777777" w:rsidR="004A3CE7" w:rsidRDefault="004A3CE7" w:rsidP="005E2FD4">
      <w:pPr>
        <w:pStyle w:val="SODpodpis"/>
      </w:pPr>
    </w:p>
    <w:p w14:paraId="068D3BB0" w14:textId="77777777" w:rsidR="004A3CE7" w:rsidRDefault="004A3CE7" w:rsidP="005E2FD4">
      <w:pPr>
        <w:pStyle w:val="SODpodpis"/>
      </w:pPr>
    </w:p>
    <w:p w14:paraId="73377A9E" w14:textId="77777777" w:rsidR="004A3CE7" w:rsidRDefault="004A3CE7" w:rsidP="005E2FD4">
      <w:pPr>
        <w:pStyle w:val="SODpodpis"/>
      </w:pPr>
    </w:p>
    <w:p w14:paraId="5A755AB8" w14:textId="77777777" w:rsidR="00453502" w:rsidRDefault="00453502" w:rsidP="005E2FD4">
      <w:pPr>
        <w:pStyle w:val="SODpodpis"/>
      </w:pPr>
    </w:p>
    <w:p w14:paraId="632620B4" w14:textId="77777777" w:rsidR="00453502" w:rsidRDefault="00453502" w:rsidP="005E2FD4">
      <w:pPr>
        <w:pStyle w:val="SODpodpis"/>
      </w:pPr>
    </w:p>
    <w:p w14:paraId="48C18DC1" w14:textId="699A00D7" w:rsidR="00AF4B0B" w:rsidRDefault="00AF4B0B" w:rsidP="005E2FD4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CA30F6">
        <w:t>Ladislav Kryštof</w:t>
      </w:r>
    </w:p>
    <w:p w14:paraId="44680253" w14:textId="541F1F22" w:rsidR="008108D7" w:rsidRDefault="00AF4B0B" w:rsidP="005E2FD4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CA30F6">
        <w:t>místo</w:t>
      </w:r>
      <w:r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006201" w:rsidRDefault="00006201" w:rsidP="005E2FD4">
      <w:r>
        <w:separator/>
      </w:r>
    </w:p>
    <w:p w14:paraId="4CD74A37" w14:textId="77777777" w:rsidR="00006201" w:rsidRDefault="00006201" w:rsidP="005E2FD4"/>
    <w:p w14:paraId="7A470727" w14:textId="77777777" w:rsidR="00006201" w:rsidRDefault="00006201" w:rsidP="005E2FD4"/>
    <w:p w14:paraId="11EA67F2" w14:textId="77777777" w:rsidR="00006201" w:rsidRDefault="00006201" w:rsidP="005E2FD4"/>
    <w:p w14:paraId="68A25D4B" w14:textId="77777777" w:rsidR="00006201" w:rsidRDefault="00006201" w:rsidP="005E2FD4"/>
    <w:p w14:paraId="37E1F0CC" w14:textId="77777777" w:rsidR="00006201" w:rsidRDefault="00006201" w:rsidP="005E2FD4"/>
    <w:p w14:paraId="71DF80D2" w14:textId="77777777" w:rsidR="00006201" w:rsidRDefault="00006201" w:rsidP="005E2FD4"/>
    <w:p w14:paraId="265DF9C4" w14:textId="77777777" w:rsidR="00006201" w:rsidRDefault="00006201" w:rsidP="005E2FD4"/>
    <w:p w14:paraId="7E43A93E" w14:textId="77777777" w:rsidR="00006201" w:rsidRDefault="00006201" w:rsidP="005E2FD4"/>
    <w:p w14:paraId="04C0B5F3" w14:textId="77777777" w:rsidR="00006201" w:rsidRDefault="00006201" w:rsidP="005E2FD4"/>
    <w:p w14:paraId="7010D9A8" w14:textId="77777777" w:rsidR="00006201" w:rsidRDefault="00006201" w:rsidP="005E2FD4"/>
    <w:p w14:paraId="517AEC94" w14:textId="77777777" w:rsidR="00006201" w:rsidRDefault="00006201" w:rsidP="005E2FD4"/>
    <w:p w14:paraId="73D2CEFE" w14:textId="77777777" w:rsidR="00006201" w:rsidRDefault="00006201" w:rsidP="005E2FD4"/>
    <w:p w14:paraId="795BCF52" w14:textId="77777777" w:rsidR="00006201" w:rsidRDefault="00006201" w:rsidP="005E2FD4"/>
    <w:p w14:paraId="522D701A" w14:textId="77777777" w:rsidR="00006201" w:rsidRDefault="00006201" w:rsidP="005E2FD4"/>
    <w:p w14:paraId="34328444" w14:textId="77777777" w:rsidR="00006201" w:rsidRDefault="00006201" w:rsidP="005E2FD4"/>
    <w:p w14:paraId="1108F0FC" w14:textId="77777777" w:rsidR="00006201" w:rsidRDefault="00006201" w:rsidP="005E2FD4"/>
    <w:p w14:paraId="1F11A394" w14:textId="77777777" w:rsidR="00006201" w:rsidRDefault="00006201" w:rsidP="005E2FD4"/>
    <w:p w14:paraId="02BD28CE" w14:textId="77777777" w:rsidR="00006201" w:rsidRDefault="00006201" w:rsidP="005E2FD4"/>
    <w:p w14:paraId="2DD3179E" w14:textId="77777777" w:rsidR="00006201" w:rsidRDefault="00006201" w:rsidP="005E2FD4"/>
    <w:p w14:paraId="163DC565" w14:textId="77777777" w:rsidR="00006201" w:rsidRDefault="00006201" w:rsidP="005E2FD4"/>
    <w:p w14:paraId="5ACA78A0" w14:textId="77777777" w:rsidR="00006201" w:rsidRDefault="00006201" w:rsidP="005E2FD4"/>
    <w:p w14:paraId="24827029" w14:textId="77777777" w:rsidR="00006201" w:rsidRDefault="00006201" w:rsidP="005E2FD4"/>
    <w:p w14:paraId="434A7B31" w14:textId="77777777" w:rsidR="00006201" w:rsidRDefault="00006201" w:rsidP="005E2FD4"/>
  </w:endnote>
  <w:endnote w:type="continuationSeparator" w:id="0">
    <w:p w14:paraId="49A0D6AF" w14:textId="77777777" w:rsidR="00006201" w:rsidRDefault="00006201" w:rsidP="005E2FD4">
      <w:r>
        <w:continuationSeparator/>
      </w:r>
    </w:p>
    <w:p w14:paraId="3A58DAC8" w14:textId="77777777" w:rsidR="00006201" w:rsidRDefault="00006201" w:rsidP="005E2FD4"/>
    <w:p w14:paraId="7DCDF103" w14:textId="77777777" w:rsidR="00006201" w:rsidRDefault="00006201" w:rsidP="005E2FD4"/>
    <w:p w14:paraId="60A3EF6E" w14:textId="77777777" w:rsidR="00006201" w:rsidRDefault="00006201" w:rsidP="005E2FD4"/>
    <w:p w14:paraId="0C254C2B" w14:textId="77777777" w:rsidR="00006201" w:rsidRDefault="00006201" w:rsidP="005E2FD4"/>
    <w:p w14:paraId="0DE7D51B" w14:textId="77777777" w:rsidR="00006201" w:rsidRDefault="00006201" w:rsidP="005E2FD4"/>
    <w:p w14:paraId="11E72B3A" w14:textId="77777777" w:rsidR="00006201" w:rsidRDefault="00006201" w:rsidP="005E2FD4"/>
    <w:p w14:paraId="6C720F4F" w14:textId="77777777" w:rsidR="00006201" w:rsidRDefault="00006201" w:rsidP="005E2FD4"/>
    <w:p w14:paraId="6EC22F39" w14:textId="77777777" w:rsidR="00006201" w:rsidRDefault="00006201" w:rsidP="005E2FD4"/>
    <w:p w14:paraId="2A9AA2B5" w14:textId="77777777" w:rsidR="00006201" w:rsidRDefault="00006201" w:rsidP="005E2FD4"/>
    <w:p w14:paraId="0960BD1E" w14:textId="77777777" w:rsidR="00006201" w:rsidRDefault="00006201" w:rsidP="005E2FD4"/>
    <w:p w14:paraId="5F43E6B0" w14:textId="77777777" w:rsidR="00006201" w:rsidRDefault="00006201" w:rsidP="005E2FD4"/>
    <w:p w14:paraId="4AF5D005" w14:textId="77777777" w:rsidR="00006201" w:rsidRDefault="00006201" w:rsidP="005E2FD4"/>
    <w:p w14:paraId="533A20BD" w14:textId="77777777" w:rsidR="00006201" w:rsidRDefault="00006201" w:rsidP="005E2FD4"/>
    <w:p w14:paraId="7806D317" w14:textId="77777777" w:rsidR="00006201" w:rsidRDefault="00006201" w:rsidP="005E2FD4"/>
    <w:p w14:paraId="38DD10CB" w14:textId="77777777" w:rsidR="00006201" w:rsidRDefault="00006201" w:rsidP="005E2FD4"/>
    <w:p w14:paraId="13DA03E8" w14:textId="77777777" w:rsidR="00006201" w:rsidRDefault="00006201" w:rsidP="005E2FD4"/>
    <w:p w14:paraId="2DD48BB0" w14:textId="77777777" w:rsidR="00006201" w:rsidRDefault="00006201" w:rsidP="005E2FD4"/>
    <w:p w14:paraId="4DFF9F73" w14:textId="77777777" w:rsidR="00006201" w:rsidRDefault="00006201" w:rsidP="005E2FD4"/>
    <w:p w14:paraId="6294E7AD" w14:textId="77777777" w:rsidR="00006201" w:rsidRDefault="00006201" w:rsidP="005E2FD4"/>
    <w:p w14:paraId="0588BD14" w14:textId="77777777" w:rsidR="00006201" w:rsidRDefault="00006201" w:rsidP="005E2FD4"/>
    <w:p w14:paraId="69CA6AF3" w14:textId="77777777" w:rsidR="00006201" w:rsidRDefault="00006201" w:rsidP="005E2FD4"/>
    <w:p w14:paraId="1575DF72" w14:textId="77777777" w:rsidR="00006201" w:rsidRDefault="00006201" w:rsidP="005E2FD4"/>
    <w:p w14:paraId="608D23F6" w14:textId="77777777" w:rsidR="00006201" w:rsidRDefault="00006201" w:rsidP="005E2F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006201" w:rsidRDefault="00006201" w:rsidP="005E2FD4">
    <w:pPr>
      <w:pStyle w:val="Zpat"/>
    </w:pPr>
  </w:p>
  <w:p w14:paraId="0A5ADB0B" w14:textId="77777777" w:rsidR="00006201" w:rsidRDefault="00006201" w:rsidP="005E2FD4"/>
  <w:p w14:paraId="5A91F702" w14:textId="77777777" w:rsidR="00006201" w:rsidRDefault="00006201" w:rsidP="005E2FD4"/>
  <w:p w14:paraId="2CBDE28B" w14:textId="77777777" w:rsidR="00006201" w:rsidRDefault="00006201" w:rsidP="005E2FD4"/>
  <w:p w14:paraId="0BA8A7AB" w14:textId="77777777" w:rsidR="00006201" w:rsidRDefault="00006201" w:rsidP="005E2FD4"/>
  <w:p w14:paraId="6035154C" w14:textId="77777777" w:rsidR="00006201" w:rsidRDefault="00006201" w:rsidP="005E2FD4"/>
  <w:p w14:paraId="6F7EFE11" w14:textId="77777777" w:rsidR="00006201" w:rsidRDefault="00006201" w:rsidP="005E2FD4"/>
  <w:p w14:paraId="75E5BCDF" w14:textId="77777777" w:rsidR="00006201" w:rsidRDefault="00006201" w:rsidP="005E2FD4"/>
  <w:p w14:paraId="098BAA08" w14:textId="77777777" w:rsidR="00006201" w:rsidRDefault="00006201" w:rsidP="005E2FD4"/>
  <w:p w14:paraId="4E06A17D" w14:textId="77777777" w:rsidR="00006201" w:rsidRDefault="00006201" w:rsidP="005E2FD4"/>
  <w:p w14:paraId="6F6E152B" w14:textId="77777777" w:rsidR="00006201" w:rsidRDefault="00006201" w:rsidP="005E2FD4"/>
  <w:p w14:paraId="6D2F0DE0" w14:textId="77777777" w:rsidR="00006201" w:rsidRDefault="00006201" w:rsidP="005E2FD4"/>
  <w:p w14:paraId="413442EF" w14:textId="77777777" w:rsidR="00006201" w:rsidRDefault="00006201" w:rsidP="005E2FD4"/>
  <w:p w14:paraId="0CF8AEB5" w14:textId="77777777" w:rsidR="00006201" w:rsidRDefault="00006201" w:rsidP="005E2FD4"/>
  <w:p w14:paraId="3B530E1A" w14:textId="77777777" w:rsidR="00006201" w:rsidRDefault="00006201" w:rsidP="005E2FD4"/>
  <w:p w14:paraId="7C50C5B2" w14:textId="77777777" w:rsidR="00006201" w:rsidRDefault="00006201" w:rsidP="005E2FD4"/>
  <w:p w14:paraId="41BD3E17" w14:textId="77777777" w:rsidR="00006201" w:rsidRDefault="00006201" w:rsidP="005E2FD4"/>
  <w:p w14:paraId="1403DF16" w14:textId="77777777" w:rsidR="00006201" w:rsidRDefault="00006201" w:rsidP="005E2FD4"/>
  <w:p w14:paraId="606781A8" w14:textId="77777777" w:rsidR="00006201" w:rsidRDefault="00006201" w:rsidP="005E2FD4"/>
  <w:p w14:paraId="1CC65E48" w14:textId="77777777" w:rsidR="00006201" w:rsidRDefault="00006201" w:rsidP="005E2FD4"/>
  <w:p w14:paraId="20DCAF07" w14:textId="77777777" w:rsidR="00006201" w:rsidRDefault="00006201" w:rsidP="005E2FD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006201" w:rsidRDefault="00006201" w:rsidP="005E2FD4">
    <w:pPr>
      <w:pStyle w:val="Zpat"/>
    </w:pPr>
  </w:p>
  <w:p w14:paraId="04F34988" w14:textId="77777777" w:rsidR="00006201" w:rsidRPr="0053581C" w:rsidRDefault="00006201" w:rsidP="005E2FD4">
    <w:pPr>
      <w:pStyle w:val="SODzpat"/>
      <w:rPr>
        <w:rFonts w:cs="Arial"/>
      </w:rPr>
    </w:pPr>
    <w:r w:rsidRPr="0053581C">
      <w:t>NÁVRH SMLOUVY O DÍLO</w:t>
    </w:r>
  </w:p>
  <w:p w14:paraId="04589ADC" w14:textId="7240E486" w:rsidR="00006201" w:rsidRPr="0053581C" w:rsidRDefault="00006201" w:rsidP="005E2FD4">
    <w:pPr>
      <w:pStyle w:val="SODzpat"/>
    </w:pPr>
    <w:r>
      <w:t>MŠ OLŠAVA – sociální zařízení v 2.NP</w:t>
    </w:r>
    <w:r>
      <w:tab/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A36F2B">
      <w:rPr>
        <w:noProof/>
      </w:rPr>
      <w:t>13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A36F2B">
      <w:rPr>
        <w:noProof/>
      </w:rPr>
      <w:t>13</w:t>
    </w:r>
    <w:r>
      <w:rPr>
        <w:noProof/>
      </w:rPr>
      <w:fldChar w:fldCharType="end"/>
    </w:r>
    <w:r w:rsidRPr="0053581C">
      <w:t>)</w:t>
    </w:r>
  </w:p>
  <w:p w14:paraId="7C3299E5" w14:textId="77777777" w:rsidR="00006201" w:rsidRDefault="00006201" w:rsidP="005E2FD4"/>
  <w:p w14:paraId="3E04708B" w14:textId="77777777" w:rsidR="00006201" w:rsidRDefault="00006201" w:rsidP="005E2FD4"/>
  <w:p w14:paraId="5B067188" w14:textId="77777777" w:rsidR="00006201" w:rsidRDefault="00006201" w:rsidP="005E2FD4"/>
  <w:p w14:paraId="2FBF090E" w14:textId="77777777" w:rsidR="00006201" w:rsidRDefault="00006201" w:rsidP="005E2FD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006201" w:rsidRDefault="00006201" w:rsidP="005E2FD4">
    <w:pPr>
      <w:pStyle w:val="Zpat"/>
    </w:pPr>
  </w:p>
  <w:p w14:paraId="37F067B3" w14:textId="77777777" w:rsidR="00006201" w:rsidRDefault="00006201" w:rsidP="005E2FD4">
    <w:pPr>
      <w:pStyle w:val="Zpat"/>
    </w:pPr>
  </w:p>
  <w:p w14:paraId="1CC71EB0" w14:textId="77777777" w:rsidR="00006201" w:rsidRDefault="00006201" w:rsidP="005E2F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006201" w:rsidRDefault="00006201" w:rsidP="005E2FD4">
      <w:r>
        <w:separator/>
      </w:r>
    </w:p>
    <w:p w14:paraId="3FAEF11D" w14:textId="77777777" w:rsidR="00006201" w:rsidRDefault="00006201" w:rsidP="005E2FD4"/>
    <w:p w14:paraId="3564CBAA" w14:textId="77777777" w:rsidR="00006201" w:rsidRDefault="00006201" w:rsidP="005E2FD4"/>
    <w:p w14:paraId="76E60256" w14:textId="77777777" w:rsidR="00006201" w:rsidRDefault="00006201" w:rsidP="005E2FD4"/>
    <w:p w14:paraId="70F48551" w14:textId="77777777" w:rsidR="00006201" w:rsidRDefault="00006201" w:rsidP="005E2FD4"/>
    <w:p w14:paraId="6FAB59CD" w14:textId="77777777" w:rsidR="00006201" w:rsidRDefault="00006201" w:rsidP="005E2FD4"/>
    <w:p w14:paraId="1BA10489" w14:textId="77777777" w:rsidR="00006201" w:rsidRDefault="00006201" w:rsidP="005E2FD4"/>
    <w:p w14:paraId="0B37C760" w14:textId="77777777" w:rsidR="00006201" w:rsidRDefault="00006201" w:rsidP="005E2FD4"/>
    <w:p w14:paraId="75E86BEA" w14:textId="77777777" w:rsidR="00006201" w:rsidRDefault="00006201" w:rsidP="005E2FD4"/>
    <w:p w14:paraId="7080D921" w14:textId="77777777" w:rsidR="00006201" w:rsidRDefault="00006201" w:rsidP="005E2FD4"/>
    <w:p w14:paraId="1A16C133" w14:textId="77777777" w:rsidR="00006201" w:rsidRDefault="00006201" w:rsidP="005E2FD4"/>
    <w:p w14:paraId="75FE7EE4" w14:textId="77777777" w:rsidR="00006201" w:rsidRDefault="00006201" w:rsidP="005E2FD4"/>
    <w:p w14:paraId="3F56E7F7" w14:textId="77777777" w:rsidR="00006201" w:rsidRDefault="00006201" w:rsidP="005E2FD4"/>
    <w:p w14:paraId="040DC161" w14:textId="77777777" w:rsidR="00006201" w:rsidRDefault="00006201" w:rsidP="005E2FD4"/>
    <w:p w14:paraId="1EC06721" w14:textId="77777777" w:rsidR="00006201" w:rsidRDefault="00006201" w:rsidP="005E2FD4"/>
    <w:p w14:paraId="56411C00" w14:textId="77777777" w:rsidR="00006201" w:rsidRDefault="00006201" w:rsidP="005E2FD4"/>
    <w:p w14:paraId="1ADC22FD" w14:textId="77777777" w:rsidR="00006201" w:rsidRDefault="00006201" w:rsidP="005E2FD4"/>
    <w:p w14:paraId="0A370879" w14:textId="77777777" w:rsidR="00006201" w:rsidRDefault="00006201" w:rsidP="005E2FD4"/>
    <w:p w14:paraId="7C4CC526" w14:textId="77777777" w:rsidR="00006201" w:rsidRDefault="00006201" w:rsidP="005E2FD4"/>
    <w:p w14:paraId="28342FAD" w14:textId="77777777" w:rsidR="00006201" w:rsidRDefault="00006201" w:rsidP="005E2FD4"/>
    <w:p w14:paraId="7515D6D6" w14:textId="77777777" w:rsidR="00006201" w:rsidRDefault="00006201" w:rsidP="005E2FD4"/>
    <w:p w14:paraId="61DFCB86" w14:textId="77777777" w:rsidR="00006201" w:rsidRDefault="00006201" w:rsidP="005E2FD4"/>
    <w:p w14:paraId="618FB037" w14:textId="77777777" w:rsidR="00006201" w:rsidRDefault="00006201" w:rsidP="005E2FD4"/>
    <w:p w14:paraId="07106E38" w14:textId="77777777" w:rsidR="00006201" w:rsidRDefault="00006201" w:rsidP="005E2FD4"/>
  </w:footnote>
  <w:footnote w:type="continuationSeparator" w:id="0">
    <w:p w14:paraId="13E0DF5E" w14:textId="77777777" w:rsidR="00006201" w:rsidRDefault="00006201" w:rsidP="005E2FD4">
      <w:r>
        <w:continuationSeparator/>
      </w:r>
    </w:p>
    <w:p w14:paraId="34E5CE80" w14:textId="77777777" w:rsidR="00006201" w:rsidRDefault="00006201" w:rsidP="005E2FD4"/>
    <w:p w14:paraId="6F2FC490" w14:textId="77777777" w:rsidR="00006201" w:rsidRDefault="00006201" w:rsidP="005E2FD4"/>
    <w:p w14:paraId="1694ADC5" w14:textId="77777777" w:rsidR="00006201" w:rsidRDefault="00006201" w:rsidP="005E2FD4"/>
    <w:p w14:paraId="60DB0FF1" w14:textId="77777777" w:rsidR="00006201" w:rsidRDefault="00006201" w:rsidP="005E2FD4"/>
    <w:p w14:paraId="4EFF854A" w14:textId="77777777" w:rsidR="00006201" w:rsidRDefault="00006201" w:rsidP="005E2FD4"/>
    <w:p w14:paraId="3BA94193" w14:textId="77777777" w:rsidR="00006201" w:rsidRDefault="00006201" w:rsidP="005E2FD4"/>
    <w:p w14:paraId="67456823" w14:textId="77777777" w:rsidR="00006201" w:rsidRDefault="00006201" w:rsidP="005E2FD4"/>
    <w:p w14:paraId="6CB8E858" w14:textId="77777777" w:rsidR="00006201" w:rsidRDefault="00006201" w:rsidP="005E2FD4"/>
    <w:p w14:paraId="0CB66BD0" w14:textId="77777777" w:rsidR="00006201" w:rsidRDefault="00006201" w:rsidP="005E2FD4"/>
    <w:p w14:paraId="4D52B725" w14:textId="77777777" w:rsidR="00006201" w:rsidRDefault="00006201" w:rsidP="005E2FD4"/>
    <w:p w14:paraId="7948E333" w14:textId="77777777" w:rsidR="00006201" w:rsidRDefault="00006201" w:rsidP="005E2FD4"/>
    <w:p w14:paraId="7C4116C8" w14:textId="77777777" w:rsidR="00006201" w:rsidRDefault="00006201" w:rsidP="005E2FD4"/>
    <w:p w14:paraId="6813EF37" w14:textId="77777777" w:rsidR="00006201" w:rsidRDefault="00006201" w:rsidP="005E2FD4"/>
    <w:p w14:paraId="5FCCF4DC" w14:textId="77777777" w:rsidR="00006201" w:rsidRDefault="00006201" w:rsidP="005E2FD4"/>
    <w:p w14:paraId="54DA7AA1" w14:textId="77777777" w:rsidR="00006201" w:rsidRDefault="00006201" w:rsidP="005E2FD4"/>
    <w:p w14:paraId="5C9F631B" w14:textId="77777777" w:rsidR="00006201" w:rsidRDefault="00006201" w:rsidP="005E2FD4"/>
    <w:p w14:paraId="69A9DCDF" w14:textId="77777777" w:rsidR="00006201" w:rsidRDefault="00006201" w:rsidP="005E2FD4"/>
    <w:p w14:paraId="348B3D97" w14:textId="77777777" w:rsidR="00006201" w:rsidRDefault="00006201" w:rsidP="005E2FD4"/>
    <w:p w14:paraId="5CC696E1" w14:textId="77777777" w:rsidR="00006201" w:rsidRDefault="00006201" w:rsidP="005E2FD4"/>
    <w:p w14:paraId="49972B73" w14:textId="77777777" w:rsidR="00006201" w:rsidRDefault="00006201" w:rsidP="005E2FD4"/>
    <w:p w14:paraId="476AC254" w14:textId="77777777" w:rsidR="00006201" w:rsidRDefault="00006201" w:rsidP="005E2FD4"/>
    <w:p w14:paraId="65ADEB67" w14:textId="77777777" w:rsidR="00006201" w:rsidRDefault="00006201" w:rsidP="005E2FD4"/>
    <w:p w14:paraId="6AA3ED3F" w14:textId="77777777" w:rsidR="00006201" w:rsidRDefault="00006201" w:rsidP="005E2F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006201" w:rsidRDefault="00006201" w:rsidP="005E2FD4"/>
  <w:p w14:paraId="6897BFAA" w14:textId="77777777" w:rsidR="00006201" w:rsidRDefault="00006201" w:rsidP="005E2FD4"/>
  <w:p w14:paraId="20A0CD4D" w14:textId="77777777" w:rsidR="00006201" w:rsidRDefault="00006201" w:rsidP="005E2FD4"/>
  <w:p w14:paraId="53F0D611" w14:textId="77777777" w:rsidR="00006201" w:rsidRDefault="00006201" w:rsidP="005E2FD4"/>
  <w:p w14:paraId="595134DF" w14:textId="77777777" w:rsidR="00006201" w:rsidRDefault="00006201" w:rsidP="005E2FD4"/>
  <w:p w14:paraId="1B664207" w14:textId="77777777" w:rsidR="00006201" w:rsidRDefault="00006201" w:rsidP="005E2FD4"/>
  <w:p w14:paraId="3CFFD96A" w14:textId="77777777" w:rsidR="00006201" w:rsidRDefault="00006201" w:rsidP="005E2FD4"/>
  <w:p w14:paraId="3E448D4D" w14:textId="77777777" w:rsidR="00006201" w:rsidRDefault="00006201" w:rsidP="005E2FD4"/>
  <w:p w14:paraId="66ED9BFC" w14:textId="77777777" w:rsidR="00006201" w:rsidRDefault="00006201" w:rsidP="005E2FD4"/>
  <w:p w14:paraId="44860AA8" w14:textId="77777777" w:rsidR="00006201" w:rsidRDefault="00006201" w:rsidP="005E2FD4"/>
  <w:p w14:paraId="6553AF63" w14:textId="77777777" w:rsidR="00006201" w:rsidRDefault="00006201" w:rsidP="005E2FD4"/>
  <w:p w14:paraId="567C596E" w14:textId="77777777" w:rsidR="00006201" w:rsidRDefault="00006201" w:rsidP="005E2FD4"/>
  <w:p w14:paraId="7B7FC373" w14:textId="77777777" w:rsidR="00006201" w:rsidRDefault="00006201" w:rsidP="005E2FD4"/>
  <w:p w14:paraId="6F7A0198" w14:textId="77777777" w:rsidR="00006201" w:rsidRDefault="00006201" w:rsidP="005E2FD4"/>
  <w:p w14:paraId="369C16EF" w14:textId="77777777" w:rsidR="00006201" w:rsidRDefault="00006201" w:rsidP="005E2FD4"/>
  <w:p w14:paraId="1D28AC43" w14:textId="77777777" w:rsidR="00006201" w:rsidRDefault="00006201" w:rsidP="005E2FD4"/>
  <w:p w14:paraId="3C654D39" w14:textId="77777777" w:rsidR="00006201" w:rsidRDefault="00006201" w:rsidP="005E2FD4"/>
  <w:p w14:paraId="1550571B" w14:textId="77777777" w:rsidR="00006201" w:rsidRDefault="00006201" w:rsidP="005E2FD4"/>
  <w:p w14:paraId="462A60A7" w14:textId="77777777" w:rsidR="00006201" w:rsidRDefault="00006201" w:rsidP="005E2FD4"/>
  <w:p w14:paraId="62CAC932" w14:textId="77777777" w:rsidR="00006201" w:rsidRDefault="00006201" w:rsidP="005E2FD4"/>
  <w:p w14:paraId="622DC371" w14:textId="77777777" w:rsidR="00006201" w:rsidRDefault="00006201" w:rsidP="005E2FD4"/>
  <w:p w14:paraId="33D8CF93" w14:textId="77777777" w:rsidR="00006201" w:rsidRDefault="00006201" w:rsidP="005E2FD4"/>
  <w:p w14:paraId="6BA8CDD0" w14:textId="77777777" w:rsidR="00006201" w:rsidRDefault="00006201" w:rsidP="005E2FD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006201" w:rsidRDefault="00006201" w:rsidP="005E2FD4"/>
  <w:p w14:paraId="12D4095D" w14:textId="77777777" w:rsidR="00006201" w:rsidRDefault="00006201" w:rsidP="005E2FD4"/>
  <w:p w14:paraId="76CCE824" w14:textId="77777777" w:rsidR="00006201" w:rsidRDefault="00006201" w:rsidP="005E2FD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006201" w:rsidRPr="005C179D" w:rsidRDefault="00006201" w:rsidP="005E2FD4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006201" w:rsidRPr="005C179D" w:rsidRDefault="00006201" w:rsidP="005E2FD4"/>
  <w:p w14:paraId="0C84BE4D" w14:textId="77777777" w:rsidR="00006201" w:rsidRDefault="00006201" w:rsidP="005E2FD4"/>
  <w:p w14:paraId="5B854D1D" w14:textId="77777777" w:rsidR="00006201" w:rsidRDefault="00006201" w:rsidP="005E2FD4"/>
  <w:p w14:paraId="23EC4AC3" w14:textId="77777777" w:rsidR="00006201" w:rsidRDefault="00006201" w:rsidP="005E2FD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5E3DA1"/>
    <w:multiLevelType w:val="hybridMultilevel"/>
    <w:tmpl w:val="1D0A9408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30144"/>
    <w:multiLevelType w:val="hybridMultilevel"/>
    <w:tmpl w:val="BF104378"/>
    <w:lvl w:ilvl="0" w:tplc="C8305876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DE9"/>
    <w:multiLevelType w:val="hybridMultilevel"/>
    <w:tmpl w:val="AD3C7162"/>
    <w:lvl w:ilvl="0" w:tplc="590EEBCE">
      <w:start w:val="1"/>
      <w:numFmt w:val="lowerLetter"/>
      <w:pStyle w:val="SODvedlejodstavecpsmena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F2EFA"/>
    <w:multiLevelType w:val="hybridMultilevel"/>
    <w:tmpl w:val="B58E84F2"/>
    <w:lvl w:ilvl="0" w:tplc="040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10421"/>
    <w:multiLevelType w:val="hybridMultilevel"/>
    <w:tmpl w:val="6D6415DC"/>
    <w:lvl w:ilvl="0" w:tplc="2090A1BC">
      <w:start w:val="1"/>
      <w:numFmt w:val="decimal"/>
      <w:lvlText w:val="%1."/>
      <w:lvlJc w:val="left"/>
      <w:pPr>
        <w:ind w:left="3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66" w:hanging="360"/>
      </w:pPr>
    </w:lvl>
    <w:lvl w:ilvl="2" w:tplc="0405001B" w:tentative="1">
      <w:start w:val="1"/>
      <w:numFmt w:val="lowerRoman"/>
      <w:lvlText w:val="%3."/>
      <w:lvlJc w:val="right"/>
      <w:pPr>
        <w:ind w:left="1786" w:hanging="180"/>
      </w:pPr>
    </w:lvl>
    <w:lvl w:ilvl="3" w:tplc="0405000F" w:tentative="1">
      <w:start w:val="1"/>
      <w:numFmt w:val="decimal"/>
      <w:lvlText w:val="%4."/>
      <w:lvlJc w:val="left"/>
      <w:pPr>
        <w:ind w:left="2506" w:hanging="360"/>
      </w:pPr>
    </w:lvl>
    <w:lvl w:ilvl="4" w:tplc="04050019" w:tentative="1">
      <w:start w:val="1"/>
      <w:numFmt w:val="lowerLetter"/>
      <w:lvlText w:val="%5."/>
      <w:lvlJc w:val="left"/>
      <w:pPr>
        <w:ind w:left="3226" w:hanging="360"/>
      </w:pPr>
    </w:lvl>
    <w:lvl w:ilvl="5" w:tplc="0405001B" w:tentative="1">
      <w:start w:val="1"/>
      <w:numFmt w:val="lowerRoman"/>
      <w:lvlText w:val="%6."/>
      <w:lvlJc w:val="right"/>
      <w:pPr>
        <w:ind w:left="3946" w:hanging="180"/>
      </w:pPr>
    </w:lvl>
    <w:lvl w:ilvl="6" w:tplc="0405000F" w:tentative="1">
      <w:start w:val="1"/>
      <w:numFmt w:val="decimal"/>
      <w:lvlText w:val="%7."/>
      <w:lvlJc w:val="left"/>
      <w:pPr>
        <w:ind w:left="4666" w:hanging="360"/>
      </w:pPr>
    </w:lvl>
    <w:lvl w:ilvl="7" w:tplc="04050019" w:tentative="1">
      <w:start w:val="1"/>
      <w:numFmt w:val="lowerLetter"/>
      <w:lvlText w:val="%8."/>
      <w:lvlJc w:val="left"/>
      <w:pPr>
        <w:ind w:left="5386" w:hanging="360"/>
      </w:pPr>
    </w:lvl>
    <w:lvl w:ilvl="8" w:tplc="0405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4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5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7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464B5E91"/>
    <w:multiLevelType w:val="hybridMultilevel"/>
    <w:tmpl w:val="635E8C3A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F07EA"/>
    <w:multiLevelType w:val="hybridMultilevel"/>
    <w:tmpl w:val="9FA0420E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8AB01F58">
      <w:start w:val="1"/>
      <w:numFmt w:val="bullet"/>
      <w:pStyle w:val="SODvedlej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37674"/>
    <w:multiLevelType w:val="hybridMultilevel"/>
    <w:tmpl w:val="99968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A25E17"/>
    <w:multiLevelType w:val="hybridMultilevel"/>
    <w:tmpl w:val="D040CE44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6"/>
  </w:num>
  <w:num w:numId="2">
    <w:abstractNumId w:val="4"/>
  </w:num>
  <w:num w:numId="3">
    <w:abstractNumId w:val="24"/>
  </w:num>
  <w:num w:numId="4">
    <w:abstractNumId w:val="14"/>
  </w:num>
  <w:num w:numId="5">
    <w:abstractNumId w:val="6"/>
  </w:num>
  <w:num w:numId="6">
    <w:abstractNumId w:val="11"/>
  </w:num>
  <w:num w:numId="7">
    <w:abstractNumId w:val="3"/>
  </w:num>
  <w:num w:numId="8">
    <w:abstractNumId w:val="2"/>
  </w:num>
  <w:num w:numId="9">
    <w:abstractNumId w:val="7"/>
  </w:num>
  <w:num w:numId="10">
    <w:abstractNumId w:val="22"/>
  </w:num>
  <w:num w:numId="11">
    <w:abstractNumId w:val="17"/>
  </w:num>
  <w:num w:numId="12">
    <w:abstractNumId w:val="20"/>
  </w:num>
  <w:num w:numId="13">
    <w:abstractNumId w:val="12"/>
  </w:num>
  <w:num w:numId="14">
    <w:abstractNumId w:val="0"/>
  </w:num>
  <w:num w:numId="15">
    <w:abstractNumId w:val="10"/>
  </w:num>
  <w:num w:numId="16">
    <w:abstractNumId w:val="10"/>
  </w:num>
  <w:num w:numId="17">
    <w:abstractNumId w:val="4"/>
  </w:num>
  <w:num w:numId="18">
    <w:abstractNumId w:val="14"/>
  </w:num>
  <w:num w:numId="19">
    <w:abstractNumId w:val="16"/>
  </w:num>
  <w:num w:numId="20">
    <w:abstractNumId w:val="1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  <w:num w:numId="3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1"/>
  </w:num>
  <w:num w:numId="3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"/>
  </w:num>
  <w:num w:numId="39">
    <w:abstractNumId w:val="4"/>
  </w:num>
  <w:num w:numId="40">
    <w:abstractNumId w:val="23"/>
  </w:num>
  <w:num w:numId="41">
    <w:abstractNumId w:val="18"/>
  </w:num>
  <w:num w:numId="42">
    <w:abstractNumId w:val="1"/>
  </w:num>
  <w:num w:numId="43">
    <w:abstractNumId w:val="19"/>
  </w:num>
  <w:num w:numId="44">
    <w:abstractNumId w:val="4"/>
  </w:num>
  <w:num w:numId="45">
    <w:abstractNumId w:val="19"/>
  </w:num>
  <w:num w:numId="46">
    <w:abstractNumId w:val="6"/>
    <w:lvlOverride w:ilvl="0">
      <w:startOverride w:val="1"/>
    </w:lvlOverride>
  </w:num>
  <w:num w:numId="47">
    <w:abstractNumId w:val="4"/>
  </w:num>
  <w:num w:numId="48">
    <w:abstractNumId w:val="16"/>
  </w:num>
  <w:num w:numId="49">
    <w:abstractNumId w:val="13"/>
  </w:num>
  <w:num w:numId="5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eJnOCiE0QW0gmmik5s9XXxEq4+CnSyKDazAQDlk2gYf45nW6SZDmltByNkRnWLzKMyUFsZ5yg4YBAjAYdkGeg==" w:salt="nNTsL+owEUMYoRVXwi+Ytg=="/>
  <w:defaultTabStop w:val="709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208"/>
    <w:rsid w:val="00000E9E"/>
    <w:rsid w:val="00001E6E"/>
    <w:rsid w:val="000036A6"/>
    <w:rsid w:val="000059E1"/>
    <w:rsid w:val="00006201"/>
    <w:rsid w:val="00007E85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8BC"/>
    <w:rsid w:val="00064C3C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972D0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0F343B"/>
    <w:rsid w:val="0010080E"/>
    <w:rsid w:val="001059A0"/>
    <w:rsid w:val="001059E5"/>
    <w:rsid w:val="001074AF"/>
    <w:rsid w:val="00111A81"/>
    <w:rsid w:val="001140CC"/>
    <w:rsid w:val="00120F55"/>
    <w:rsid w:val="001244D2"/>
    <w:rsid w:val="00130895"/>
    <w:rsid w:val="0013234E"/>
    <w:rsid w:val="001350FC"/>
    <w:rsid w:val="00141236"/>
    <w:rsid w:val="00142198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31910"/>
    <w:rsid w:val="00240419"/>
    <w:rsid w:val="0024421D"/>
    <w:rsid w:val="002465AC"/>
    <w:rsid w:val="0025473C"/>
    <w:rsid w:val="00257CDA"/>
    <w:rsid w:val="00257FF0"/>
    <w:rsid w:val="00265D07"/>
    <w:rsid w:val="00267E8F"/>
    <w:rsid w:val="00273B5D"/>
    <w:rsid w:val="002742CE"/>
    <w:rsid w:val="00291977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249C"/>
    <w:rsid w:val="003252B5"/>
    <w:rsid w:val="00344B94"/>
    <w:rsid w:val="0034636E"/>
    <w:rsid w:val="00352412"/>
    <w:rsid w:val="00356AAD"/>
    <w:rsid w:val="00356F6F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C4D69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660E6"/>
    <w:rsid w:val="00471D6F"/>
    <w:rsid w:val="004832B5"/>
    <w:rsid w:val="00485B44"/>
    <w:rsid w:val="004925AF"/>
    <w:rsid w:val="00496DC8"/>
    <w:rsid w:val="004A1A3A"/>
    <w:rsid w:val="004A22E1"/>
    <w:rsid w:val="004A26CF"/>
    <w:rsid w:val="004A3CE7"/>
    <w:rsid w:val="004A6C61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16C7"/>
    <w:rsid w:val="004C52C5"/>
    <w:rsid w:val="004C65D7"/>
    <w:rsid w:val="004D0693"/>
    <w:rsid w:val="004D6E18"/>
    <w:rsid w:val="004E27BB"/>
    <w:rsid w:val="004E6022"/>
    <w:rsid w:val="004E6840"/>
    <w:rsid w:val="004F588D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666D2"/>
    <w:rsid w:val="00574436"/>
    <w:rsid w:val="005763F3"/>
    <w:rsid w:val="005771FA"/>
    <w:rsid w:val="00580FA8"/>
    <w:rsid w:val="00585B54"/>
    <w:rsid w:val="005962A0"/>
    <w:rsid w:val="00597DEC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E2FD4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4F33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57C2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B09"/>
    <w:rsid w:val="007C1EA4"/>
    <w:rsid w:val="007C1FEC"/>
    <w:rsid w:val="007C61A2"/>
    <w:rsid w:val="007C7938"/>
    <w:rsid w:val="007D4AF4"/>
    <w:rsid w:val="007E40A8"/>
    <w:rsid w:val="007F0065"/>
    <w:rsid w:val="007F1C99"/>
    <w:rsid w:val="007F2A66"/>
    <w:rsid w:val="007F31DD"/>
    <w:rsid w:val="007F4D6F"/>
    <w:rsid w:val="007F7D40"/>
    <w:rsid w:val="00800136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75660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500F2"/>
    <w:rsid w:val="00961F46"/>
    <w:rsid w:val="00965396"/>
    <w:rsid w:val="009706B3"/>
    <w:rsid w:val="009729A6"/>
    <w:rsid w:val="009729EC"/>
    <w:rsid w:val="00976E05"/>
    <w:rsid w:val="00981279"/>
    <w:rsid w:val="009868A6"/>
    <w:rsid w:val="009910E5"/>
    <w:rsid w:val="009947AD"/>
    <w:rsid w:val="009977EF"/>
    <w:rsid w:val="009A0113"/>
    <w:rsid w:val="009B1AF9"/>
    <w:rsid w:val="009C0D13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36F2B"/>
    <w:rsid w:val="00A42E0F"/>
    <w:rsid w:val="00A4693C"/>
    <w:rsid w:val="00A472BA"/>
    <w:rsid w:val="00A479B4"/>
    <w:rsid w:val="00A56A3F"/>
    <w:rsid w:val="00A57EC9"/>
    <w:rsid w:val="00A65C41"/>
    <w:rsid w:val="00A7738F"/>
    <w:rsid w:val="00A8167E"/>
    <w:rsid w:val="00A82CE9"/>
    <w:rsid w:val="00A837B8"/>
    <w:rsid w:val="00A8677C"/>
    <w:rsid w:val="00A9085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AF6FCC"/>
    <w:rsid w:val="00B0405E"/>
    <w:rsid w:val="00B219A7"/>
    <w:rsid w:val="00B25EFD"/>
    <w:rsid w:val="00B26F7D"/>
    <w:rsid w:val="00B42490"/>
    <w:rsid w:val="00B46CA4"/>
    <w:rsid w:val="00B4719A"/>
    <w:rsid w:val="00B527D8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3610"/>
    <w:rsid w:val="00BE7597"/>
    <w:rsid w:val="00BE7D9A"/>
    <w:rsid w:val="00BF52BE"/>
    <w:rsid w:val="00BF594E"/>
    <w:rsid w:val="00C00A3F"/>
    <w:rsid w:val="00C02562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30F6"/>
    <w:rsid w:val="00CA734B"/>
    <w:rsid w:val="00CB6788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13D0"/>
    <w:rsid w:val="00D22C69"/>
    <w:rsid w:val="00D24899"/>
    <w:rsid w:val="00D34C40"/>
    <w:rsid w:val="00D36C3B"/>
    <w:rsid w:val="00D47854"/>
    <w:rsid w:val="00D52963"/>
    <w:rsid w:val="00D57EB1"/>
    <w:rsid w:val="00D629A9"/>
    <w:rsid w:val="00D70189"/>
    <w:rsid w:val="00D727D3"/>
    <w:rsid w:val="00D72825"/>
    <w:rsid w:val="00D74C86"/>
    <w:rsid w:val="00D757FF"/>
    <w:rsid w:val="00D75A82"/>
    <w:rsid w:val="00D800BA"/>
    <w:rsid w:val="00D9149B"/>
    <w:rsid w:val="00D93020"/>
    <w:rsid w:val="00D93AB4"/>
    <w:rsid w:val="00D95AEA"/>
    <w:rsid w:val="00D9763A"/>
    <w:rsid w:val="00DB0B2B"/>
    <w:rsid w:val="00DB36C8"/>
    <w:rsid w:val="00DC4F88"/>
    <w:rsid w:val="00DC5CCD"/>
    <w:rsid w:val="00DD1250"/>
    <w:rsid w:val="00DD48B3"/>
    <w:rsid w:val="00DD70FD"/>
    <w:rsid w:val="00DE041C"/>
    <w:rsid w:val="00DE05FF"/>
    <w:rsid w:val="00DE1CA3"/>
    <w:rsid w:val="00DE2907"/>
    <w:rsid w:val="00DE2E5E"/>
    <w:rsid w:val="00E011C5"/>
    <w:rsid w:val="00E06CF8"/>
    <w:rsid w:val="00E0775D"/>
    <w:rsid w:val="00E10177"/>
    <w:rsid w:val="00E11C2F"/>
    <w:rsid w:val="00E12947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B8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8FD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61E0A"/>
    <w:rsid w:val="00F8487A"/>
    <w:rsid w:val="00F912EC"/>
    <w:rsid w:val="00F921C5"/>
    <w:rsid w:val="00F939E7"/>
    <w:rsid w:val="00FA20F5"/>
    <w:rsid w:val="00FA2936"/>
    <w:rsid w:val="00FA6FBA"/>
    <w:rsid w:val="00FA7A10"/>
    <w:rsid w:val="00FB207F"/>
    <w:rsid w:val="00FB2747"/>
    <w:rsid w:val="00FB78D7"/>
    <w:rsid w:val="00FC1C6E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E2FD4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SOD_Nadpis 1;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aliases w:val="SOD_Nadpis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aliases w:val="SOD_Nadpis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B527D8"/>
    <w:pPr>
      <w:spacing w:before="120" w:after="60"/>
      <w:jc w:val="center"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rsid w:val="000F343B"/>
    <w:pPr>
      <w:spacing w:before="240" w:after="60"/>
      <w:jc w:val="center"/>
      <w:outlineLvl w:val="5"/>
    </w:pPr>
    <w:rPr>
      <w:b/>
      <w:bCs/>
      <w:sz w:val="24"/>
      <w:szCs w:val="22"/>
    </w:rPr>
  </w:style>
  <w:style w:type="paragraph" w:styleId="Nadpis7">
    <w:name w:val="heading 7"/>
    <w:aliases w:val="SOD odstavec"/>
    <w:basedOn w:val="Normln"/>
    <w:next w:val="Normln"/>
    <w:autoRedefine/>
    <w:qFormat/>
    <w:rsid w:val="00597DEC"/>
    <w:pPr>
      <w:keepNext/>
      <w:tabs>
        <w:tab w:val="left" w:pos="567"/>
        <w:tab w:val="left" w:pos="1588"/>
      </w:tabs>
      <w:spacing w:before="80" w:after="120"/>
      <w:ind w:left="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link w:val="ZpatChar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1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A8167E"/>
    <w:pPr>
      <w:tabs>
        <w:tab w:val="left" w:pos="2041"/>
        <w:tab w:val="left" w:pos="3969"/>
        <w:tab w:val="decimal" w:pos="7371"/>
      </w:tabs>
      <w:spacing w:before="40" w:after="40"/>
      <w:ind w:left="3969" w:hanging="3249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link w:val="Zkladntextodsazen2-odrkyChar"/>
    <w:autoRedefine/>
    <w:rsid w:val="000F343B"/>
    <w:pPr>
      <w:numPr>
        <w:numId w:val="2"/>
      </w:numPr>
      <w:tabs>
        <w:tab w:val="clear" w:pos="717"/>
      </w:tabs>
    </w:pPr>
  </w:style>
  <w:style w:type="paragraph" w:styleId="Nzev">
    <w:name w:val="Title"/>
    <w:aliases w:val="SOD_Název"/>
    <w:basedOn w:val="Normln"/>
    <w:link w:val="NzevChar"/>
    <w:autoRedefine/>
    <w:uiPriority w:val="99"/>
    <w:qFormat/>
    <w:rsid w:val="000F343B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link w:val="podpisysmlouvaChar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aliases w:val="SOD_Název Char"/>
    <w:link w:val="Nzev"/>
    <w:uiPriority w:val="99"/>
    <w:locked/>
    <w:rsid w:val="000F343B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A8167E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SODHlavnodrky">
    <w:name w:val="SOD_Hlavní odrážky"/>
    <w:basedOn w:val="Zkladntextodsazen2-odrky"/>
    <w:link w:val="SODHlavnodrkyChar"/>
    <w:autoRedefine/>
    <w:qFormat/>
    <w:rsid w:val="00597DEC"/>
    <w:pPr>
      <w:tabs>
        <w:tab w:val="num" w:pos="717"/>
      </w:tabs>
    </w:pPr>
  </w:style>
  <w:style w:type="paragraph" w:customStyle="1" w:styleId="SODvedlejodrky">
    <w:name w:val="SOD_vedlejší odrážky"/>
    <w:basedOn w:val="Zkladntextodsazen2-odrky"/>
    <w:link w:val="SODvedlejodrkyChar"/>
    <w:autoRedefine/>
    <w:qFormat/>
    <w:rsid w:val="000972D0"/>
    <w:pPr>
      <w:numPr>
        <w:ilvl w:val="1"/>
        <w:numId w:val="43"/>
      </w:numPr>
      <w:tabs>
        <w:tab w:val="clear" w:pos="2041"/>
        <w:tab w:val="clear" w:pos="3969"/>
        <w:tab w:val="clear" w:pos="7371"/>
        <w:tab w:val="clear" w:pos="9072"/>
        <w:tab w:val="left" w:pos="1276"/>
        <w:tab w:val="left" w:pos="1588"/>
      </w:tabs>
      <w:spacing w:before="0" w:after="0"/>
      <w:ind w:left="1276" w:hanging="425"/>
    </w:pPr>
  </w:style>
  <w:style w:type="character" w:customStyle="1" w:styleId="Zkladntextodsazen2-odrkyChar">
    <w:name w:val="Základní text odsazený 2  - odrážky Char"/>
    <w:basedOn w:val="Zkladntextodsazen2Char"/>
    <w:link w:val="Zkladntextodsazen2-odrky"/>
    <w:rsid w:val="00F61E0A"/>
    <w:rPr>
      <w:rFonts w:ascii="Arial" w:eastAsia="Arial Unicode MS" w:hAnsi="Arial"/>
      <w:lang w:val="x-none" w:eastAsia="x-none"/>
    </w:rPr>
  </w:style>
  <w:style w:type="character" w:customStyle="1" w:styleId="SODHlavnodrkyChar">
    <w:name w:val="SOD_Hlavní odrážky Char"/>
    <w:basedOn w:val="Zkladntextodsazen2-odrkyChar"/>
    <w:link w:val="SODHlavnodrky"/>
    <w:rsid w:val="00597DEC"/>
    <w:rPr>
      <w:rFonts w:ascii="Arial" w:eastAsia="Arial Unicode MS" w:hAnsi="Arial"/>
      <w:lang w:val="x-none" w:eastAsia="x-none"/>
    </w:rPr>
  </w:style>
  <w:style w:type="paragraph" w:customStyle="1" w:styleId="doloka">
    <w:name w:val="doložka"/>
    <w:basedOn w:val="Zkladntext"/>
    <w:link w:val="dolokaChar"/>
    <w:autoRedefine/>
    <w:qFormat/>
    <w:rsid w:val="00CA30F6"/>
    <w:pPr>
      <w:tabs>
        <w:tab w:val="left" w:pos="2619"/>
      </w:tabs>
      <w:jc w:val="left"/>
    </w:pPr>
  </w:style>
  <w:style w:type="character" w:customStyle="1" w:styleId="SODvedlejodrkyChar">
    <w:name w:val="SOD_vedlejší odrážky Char"/>
    <w:basedOn w:val="Zkladntextodsazen2-odrkyChar"/>
    <w:link w:val="SODvedlejodrky"/>
    <w:rsid w:val="000972D0"/>
    <w:rPr>
      <w:rFonts w:ascii="Arial" w:eastAsia="Arial Unicode MS" w:hAnsi="Arial"/>
      <w:lang w:val="x-none" w:eastAsia="x-none"/>
    </w:rPr>
  </w:style>
  <w:style w:type="paragraph" w:customStyle="1" w:styleId="SODzpat">
    <w:name w:val="SOD_zápatí"/>
    <w:basedOn w:val="Zpat"/>
    <w:link w:val="SODzpatChar"/>
    <w:autoRedefine/>
    <w:qFormat/>
    <w:rsid w:val="004660E6"/>
  </w:style>
  <w:style w:type="character" w:customStyle="1" w:styleId="ZkladntextChar1">
    <w:name w:val="Základní text Char1"/>
    <w:basedOn w:val="Standardnpsmoodstavce"/>
    <w:link w:val="Zkladntext"/>
    <w:rsid w:val="00CA30F6"/>
    <w:rPr>
      <w:rFonts w:ascii="Arial" w:hAnsi="Arial"/>
    </w:rPr>
  </w:style>
  <w:style w:type="character" w:customStyle="1" w:styleId="dolokaChar">
    <w:name w:val="doložka Char"/>
    <w:basedOn w:val="ZkladntextChar1"/>
    <w:link w:val="doloka"/>
    <w:rsid w:val="00CA30F6"/>
    <w:rPr>
      <w:rFonts w:ascii="Arial" w:hAnsi="Arial"/>
    </w:rPr>
  </w:style>
  <w:style w:type="paragraph" w:customStyle="1" w:styleId="SODpodpis">
    <w:name w:val="SOD_podpis"/>
    <w:basedOn w:val="podpisysmlouva"/>
    <w:link w:val="SODpodpisChar"/>
    <w:autoRedefine/>
    <w:qFormat/>
    <w:rsid w:val="004660E6"/>
  </w:style>
  <w:style w:type="character" w:customStyle="1" w:styleId="ZpatChar">
    <w:name w:val="Zápatí Char"/>
    <w:basedOn w:val="Standardnpsmoodstavce"/>
    <w:link w:val="Zpat"/>
    <w:rsid w:val="004660E6"/>
    <w:rPr>
      <w:rFonts w:ascii="Arial" w:hAnsi="Arial"/>
    </w:rPr>
  </w:style>
  <w:style w:type="character" w:customStyle="1" w:styleId="SODzpatChar">
    <w:name w:val="SOD_zápatí Char"/>
    <w:basedOn w:val="ZpatChar"/>
    <w:link w:val="SODzpat"/>
    <w:rsid w:val="004660E6"/>
    <w:rPr>
      <w:rFonts w:ascii="Arial" w:hAnsi="Arial"/>
    </w:rPr>
  </w:style>
  <w:style w:type="paragraph" w:customStyle="1" w:styleId="SODvedlejodstavecpsmena">
    <w:name w:val="SOD_vedlejší odstavec písmena"/>
    <w:basedOn w:val="Odstavecseseznamem"/>
    <w:link w:val="SODvedlejodstavecpsmenaChar"/>
    <w:autoRedefine/>
    <w:qFormat/>
    <w:rsid w:val="000972D0"/>
    <w:pPr>
      <w:numPr>
        <w:numId w:val="5"/>
      </w:numPr>
    </w:pPr>
  </w:style>
  <w:style w:type="character" w:customStyle="1" w:styleId="podpisysmlouvaChar">
    <w:name w:val="podpisy smlouva Char"/>
    <w:basedOn w:val="Standardnpsmoodstavce"/>
    <w:link w:val="podpisysmlouva"/>
    <w:rsid w:val="004660E6"/>
    <w:rPr>
      <w:rFonts w:ascii="Arial" w:hAnsi="Arial"/>
    </w:rPr>
  </w:style>
  <w:style w:type="character" w:customStyle="1" w:styleId="SODpodpisChar">
    <w:name w:val="SOD_podpis Char"/>
    <w:basedOn w:val="podpisysmlouvaChar"/>
    <w:link w:val="SODpodpis"/>
    <w:rsid w:val="004660E6"/>
    <w:rPr>
      <w:rFonts w:ascii="Arial" w:hAnsi="Arial"/>
    </w:rPr>
  </w:style>
  <w:style w:type="paragraph" w:customStyle="1" w:styleId="SODsmluvnstrany">
    <w:name w:val="SOD_smluvní strany"/>
    <w:basedOn w:val="Zkladntextodsazen2"/>
    <w:link w:val="SODsmluvnstranyChar"/>
    <w:autoRedefine/>
    <w:qFormat/>
    <w:rsid w:val="004660E6"/>
  </w:style>
  <w:style w:type="character" w:customStyle="1" w:styleId="SODvedlejodstavecpsmenaChar">
    <w:name w:val="SOD_vedlejší odstavec písmena Char"/>
    <w:basedOn w:val="OdstavecseseznamemChar"/>
    <w:link w:val="SODvedlejodstavecpsmena"/>
    <w:rsid w:val="000972D0"/>
    <w:rPr>
      <w:rFonts w:ascii="Arial" w:hAnsi="Arial"/>
    </w:rPr>
  </w:style>
  <w:style w:type="character" w:customStyle="1" w:styleId="SODsmluvnstranyChar">
    <w:name w:val="SOD_smluvní strany Char"/>
    <w:basedOn w:val="Zkladntextodsazen2Char"/>
    <w:link w:val="SODsmluvnstrany"/>
    <w:rsid w:val="004660E6"/>
    <w:rPr>
      <w:rFonts w:ascii="Arial" w:eastAsia="Arial Unicode MS" w:hAnsi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8D827-535A-4B32-881A-7914455F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13</Pages>
  <Words>5930</Words>
  <Characters>34988</Characters>
  <Application>Microsoft Office Word</Application>
  <DocSecurity>4</DocSecurity>
  <Lines>291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40837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Ing.</cp:lastModifiedBy>
  <cp:revision>2</cp:revision>
  <cp:lastPrinted>2023-05-09T07:45:00Z</cp:lastPrinted>
  <dcterms:created xsi:type="dcterms:W3CDTF">2023-05-09T07:50:00Z</dcterms:created>
  <dcterms:modified xsi:type="dcterms:W3CDTF">2023-05-09T07:50:00Z</dcterms:modified>
</cp:coreProperties>
</file>