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2F8" w:rsidRPr="00646333" w:rsidRDefault="00D352F8" w:rsidP="00D352F8">
      <w:pPr>
        <w:pStyle w:val="Odstavecseseznamem"/>
        <w:numPr>
          <w:ilvl w:val="0"/>
          <w:numId w:val="2"/>
        </w:numPr>
        <w:outlineLvl w:val="0"/>
        <w:rPr>
          <w:rFonts w:ascii="Arial" w:hAnsi="Arial" w:cs="Arial"/>
          <w:b/>
        </w:rPr>
      </w:pPr>
      <w:r w:rsidRPr="00646333">
        <w:rPr>
          <w:rFonts w:ascii="Arial" w:hAnsi="Arial" w:cs="Arial"/>
          <w:b/>
        </w:rPr>
        <w:t>ČÁST: SE ZADÁNÍM POROSTŮ</w:t>
      </w:r>
    </w:p>
    <w:p w:rsidR="00CA1549" w:rsidRPr="00646333" w:rsidRDefault="00CA1549" w:rsidP="00CA1549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646333">
        <w:rPr>
          <w:rFonts w:ascii="Arial" w:hAnsi="Arial" w:cs="Arial"/>
          <w:b/>
        </w:rPr>
        <w:t xml:space="preserve">Cenová kalkulace díla za porost </w:t>
      </w:r>
      <w:r w:rsidR="00556CC1" w:rsidRPr="00646333">
        <w:rPr>
          <w:rFonts w:ascii="Arial" w:hAnsi="Arial" w:cs="Arial"/>
          <w:b/>
        </w:rPr>
        <w:t>6C15/9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2347"/>
        <w:gridCol w:w="1030"/>
        <w:gridCol w:w="1773"/>
        <w:gridCol w:w="1443"/>
        <w:gridCol w:w="4247"/>
      </w:tblGrid>
      <w:tr w:rsidR="00CA1549" w:rsidRPr="00894257" w:rsidTr="00646333">
        <w:tc>
          <w:tcPr>
            <w:tcW w:w="464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CA1549" w:rsidRPr="00894257" w:rsidTr="003251E9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FA3A2A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A1549" w:rsidRPr="00894257" w:rsidTr="003251E9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556CC1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A1549" w:rsidRPr="00894257" w:rsidTr="003251E9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FA3A2A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3251E9" w:rsidRPr="00894257" w:rsidTr="003251E9">
        <w:tc>
          <w:tcPr>
            <w:tcW w:w="464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251E9" w:rsidRPr="003251E9" w:rsidRDefault="003251E9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251E9" w:rsidRPr="003251E9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251E9" w:rsidRPr="00EA6099" w:rsidRDefault="003251E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3251E9" w:rsidRPr="003251E9" w:rsidRDefault="00FA3A2A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700</w:t>
            </w:r>
          </w:p>
        </w:tc>
        <w:tc>
          <w:tcPr>
            <w:tcW w:w="1777" w:type="pct"/>
            <w:shd w:val="clear" w:color="auto" w:fill="auto"/>
          </w:tcPr>
          <w:p w:rsidR="003251E9" w:rsidRPr="00EA6099" w:rsidRDefault="003251E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075475" w:rsidRDefault="00075475" w:rsidP="00CA1549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CA1549" w:rsidRPr="00646333" w:rsidRDefault="00CA1549" w:rsidP="00CA1549">
      <w:pPr>
        <w:jc w:val="center"/>
        <w:outlineLvl w:val="0"/>
      </w:pPr>
      <w:r w:rsidRPr="00646333">
        <w:rPr>
          <w:rFonts w:ascii="Arial" w:hAnsi="Arial" w:cs="Arial"/>
          <w:b/>
        </w:rPr>
        <w:t xml:space="preserve">Cenová kalkulace díla za porost </w:t>
      </w:r>
      <w:r w:rsidR="00FA3A2A">
        <w:rPr>
          <w:rFonts w:ascii="Arial" w:hAnsi="Arial" w:cs="Arial"/>
          <w:b/>
        </w:rPr>
        <w:t>1A14/9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2347"/>
        <w:gridCol w:w="1030"/>
        <w:gridCol w:w="1773"/>
        <w:gridCol w:w="1443"/>
        <w:gridCol w:w="4247"/>
      </w:tblGrid>
      <w:tr w:rsidR="00CA1549" w:rsidRPr="00894257" w:rsidTr="00646333">
        <w:tc>
          <w:tcPr>
            <w:tcW w:w="464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556CC1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A3A2A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556CC1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556CC1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A3A2A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3251E9" w:rsidRPr="00894257" w:rsidTr="009D6235">
        <w:tc>
          <w:tcPr>
            <w:tcW w:w="464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251E9" w:rsidRPr="003251E9" w:rsidRDefault="003251E9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251E9" w:rsidRPr="003251E9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251E9" w:rsidRPr="00EA6099" w:rsidRDefault="003251E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3251E9" w:rsidRPr="00556CC1" w:rsidRDefault="00556CC1" w:rsidP="003C24C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556CC1">
              <w:rPr>
                <w:rFonts w:ascii="Arial" w:hAnsi="Arial" w:cs="Arial"/>
                <w:b/>
              </w:rPr>
              <w:t>9</w:t>
            </w:r>
            <w:r w:rsidR="00FA3A2A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3251E9" w:rsidRPr="00EA6099" w:rsidRDefault="003251E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075475" w:rsidRDefault="00075475" w:rsidP="00CA1549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CA1549" w:rsidRPr="00646333" w:rsidRDefault="00CA1549" w:rsidP="00CA1549">
      <w:pPr>
        <w:jc w:val="center"/>
        <w:outlineLvl w:val="0"/>
      </w:pPr>
      <w:r w:rsidRPr="00646333">
        <w:rPr>
          <w:rFonts w:ascii="Arial" w:hAnsi="Arial" w:cs="Arial"/>
          <w:b/>
        </w:rPr>
        <w:t xml:space="preserve">Cenová kalkulace díla za porost </w:t>
      </w:r>
      <w:r w:rsidR="00835906">
        <w:rPr>
          <w:rFonts w:ascii="Arial" w:hAnsi="Arial" w:cs="Arial"/>
          <w:b/>
        </w:rPr>
        <w:t>2B4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2347"/>
        <w:gridCol w:w="1030"/>
        <w:gridCol w:w="1773"/>
        <w:gridCol w:w="1443"/>
        <w:gridCol w:w="4247"/>
      </w:tblGrid>
      <w:tr w:rsidR="00CA1549" w:rsidRPr="00894257" w:rsidTr="00646333">
        <w:tc>
          <w:tcPr>
            <w:tcW w:w="464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835906" w:rsidP="00556CC1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A1549" w:rsidRPr="00894257" w:rsidTr="00B442E9">
        <w:trPr>
          <w:trHeight w:val="193"/>
        </w:trPr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835906" w:rsidP="005466D9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556CC1">
              <w:rPr>
                <w:rFonts w:ascii="Arial" w:hAnsi="Arial" w:cs="Arial"/>
              </w:rPr>
              <w:t>4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835906" w:rsidP="005466D9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556CC1">
              <w:rPr>
                <w:rFonts w:ascii="Arial" w:hAnsi="Arial" w:cs="Arial"/>
              </w:rPr>
              <w:t>4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3251E9" w:rsidRPr="00894257" w:rsidTr="009D6235">
        <w:tc>
          <w:tcPr>
            <w:tcW w:w="464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251E9" w:rsidRPr="003251E9" w:rsidRDefault="003251E9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251E9" w:rsidRPr="003251E9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251E9" w:rsidRPr="00EA6099" w:rsidRDefault="003251E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3251E9" w:rsidRPr="001277DD" w:rsidRDefault="00835906" w:rsidP="005466D9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="00556CC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77" w:type="pct"/>
            <w:shd w:val="clear" w:color="auto" w:fill="auto"/>
          </w:tcPr>
          <w:p w:rsidR="003251E9" w:rsidRPr="00EA6099" w:rsidRDefault="003251E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A63FAF" w:rsidRDefault="00A63FAF" w:rsidP="00556CC1">
      <w:pPr>
        <w:outlineLvl w:val="0"/>
        <w:rPr>
          <w:rFonts w:ascii="Arial" w:hAnsi="Arial" w:cs="Arial"/>
          <w:b/>
        </w:rPr>
      </w:pPr>
    </w:p>
    <w:p w:rsidR="00DC0036" w:rsidRDefault="00DC0036" w:rsidP="00556CC1">
      <w:pPr>
        <w:outlineLvl w:val="0"/>
        <w:rPr>
          <w:rFonts w:ascii="Arial" w:hAnsi="Arial" w:cs="Arial"/>
          <w:b/>
        </w:rPr>
      </w:pPr>
    </w:p>
    <w:p w:rsidR="00A071C8" w:rsidRPr="00646333" w:rsidRDefault="00D352F8" w:rsidP="00D352F8">
      <w:pPr>
        <w:pStyle w:val="Odstavecseseznamem"/>
        <w:numPr>
          <w:ilvl w:val="0"/>
          <w:numId w:val="2"/>
        </w:numPr>
        <w:outlineLvl w:val="0"/>
        <w:rPr>
          <w:rFonts w:ascii="Arial" w:hAnsi="Arial" w:cs="Arial"/>
          <w:b/>
        </w:rPr>
      </w:pPr>
      <w:r w:rsidRPr="00646333">
        <w:rPr>
          <w:rFonts w:ascii="Arial" w:hAnsi="Arial" w:cs="Arial"/>
          <w:b/>
        </w:rPr>
        <w:lastRenderedPageBreak/>
        <w:t xml:space="preserve">ČÁST: TĚŽBA NAHODILÁ - BEZ KONKRÉTNÍCH POROSTŮ </w:t>
      </w:r>
    </w:p>
    <w:p w:rsidR="00D352F8" w:rsidRPr="00646333" w:rsidRDefault="00D352F8" w:rsidP="00D352F8">
      <w:pPr>
        <w:pStyle w:val="Odstavecseseznamem"/>
        <w:ind w:left="1080"/>
        <w:outlineLvl w:val="0"/>
        <w:rPr>
          <w:rFonts w:ascii="Arial" w:hAnsi="Arial" w:cs="Arial"/>
          <w:b/>
          <w:sz w:val="20"/>
          <w:szCs w:val="20"/>
        </w:rPr>
      </w:pPr>
      <w:r w:rsidRPr="00646333">
        <w:rPr>
          <w:rFonts w:ascii="Arial" w:hAnsi="Arial" w:cs="Arial"/>
          <w:b/>
          <w:sz w:val="20"/>
          <w:szCs w:val="20"/>
        </w:rPr>
        <w:t xml:space="preserve">Cenová kalkulace za průměrnou hmotnatost, vyklizovací vzdálenost do 100m (P-VM), </w:t>
      </w:r>
    </w:p>
    <w:p w:rsidR="00D352F8" w:rsidRPr="00646333" w:rsidRDefault="00D352F8" w:rsidP="00D352F8">
      <w:pPr>
        <w:pStyle w:val="Odstavecseseznamem"/>
        <w:ind w:left="1080"/>
        <w:outlineLvl w:val="0"/>
        <w:rPr>
          <w:rFonts w:ascii="Arial" w:hAnsi="Arial" w:cs="Arial"/>
          <w:b/>
        </w:rPr>
      </w:pPr>
      <w:r w:rsidRPr="00646333">
        <w:rPr>
          <w:rFonts w:ascii="Arial" w:hAnsi="Arial" w:cs="Arial"/>
          <w:b/>
          <w:sz w:val="20"/>
          <w:szCs w:val="20"/>
        </w:rPr>
        <w:t>přibližovací vzdálenost do 800m (VM-OM, P-OM)</w:t>
      </w:r>
      <w:r w:rsidR="004A7D13" w:rsidRPr="00646333">
        <w:rPr>
          <w:rFonts w:ascii="Arial" w:hAnsi="Arial" w:cs="Arial"/>
          <w:b/>
          <w:sz w:val="20"/>
          <w:szCs w:val="20"/>
        </w:rPr>
        <w:t>, konkré</w:t>
      </w:r>
      <w:r w:rsidR="00A72FD4">
        <w:rPr>
          <w:rFonts w:ascii="Arial" w:hAnsi="Arial" w:cs="Arial"/>
          <w:b/>
          <w:sz w:val="20"/>
          <w:szCs w:val="20"/>
        </w:rPr>
        <w:t>t</w:t>
      </w:r>
      <w:bookmarkStart w:id="0" w:name="_GoBack"/>
      <w:bookmarkEnd w:id="0"/>
      <w:r w:rsidR="004A7D13" w:rsidRPr="00646333">
        <w:rPr>
          <w:rFonts w:ascii="Arial" w:hAnsi="Arial" w:cs="Arial"/>
          <w:b/>
          <w:sz w:val="20"/>
          <w:szCs w:val="20"/>
        </w:rPr>
        <w:t>ní porosty zadány správcem měst. lesů dle potřeby</w:t>
      </w:r>
    </w:p>
    <w:p w:rsidR="00A071C8" w:rsidRPr="00646333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D352F8" w:rsidRPr="00646333" w:rsidRDefault="00D352F8" w:rsidP="005E1300">
      <w:pPr>
        <w:jc w:val="center"/>
        <w:outlineLvl w:val="0"/>
        <w:rPr>
          <w:rFonts w:ascii="Arial" w:hAnsi="Arial" w:cs="Arial"/>
          <w:b/>
        </w:rPr>
      </w:pPr>
      <w:r w:rsidRPr="00646333">
        <w:rPr>
          <w:rFonts w:ascii="Arial" w:hAnsi="Arial" w:cs="Arial"/>
          <w:b/>
        </w:rPr>
        <w:t>Cenová kalkulace díla za hmotnatost 0,15-0,30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2347"/>
        <w:gridCol w:w="1030"/>
        <w:gridCol w:w="1773"/>
        <w:gridCol w:w="1443"/>
        <w:gridCol w:w="4247"/>
      </w:tblGrid>
      <w:tr w:rsidR="00A071C8" w:rsidRPr="00894257" w:rsidTr="00646333">
        <w:tc>
          <w:tcPr>
            <w:tcW w:w="464" w:type="pct"/>
            <w:shd w:val="clear" w:color="auto" w:fill="F2DBDB" w:themeFill="accent2" w:themeFillTint="33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F2DBDB" w:themeFill="accent2" w:themeFillTint="33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F2DBDB" w:themeFill="accent2" w:themeFillTint="33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F2DBDB" w:themeFill="accent2" w:themeFillTint="33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F2DBDB" w:themeFill="accent2" w:themeFillTint="33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F2DBDB" w:themeFill="accent2" w:themeFillTint="33"/>
          </w:tcPr>
          <w:p w:rsidR="00A071C8" w:rsidRPr="00894257" w:rsidRDefault="00A071C8" w:rsidP="00A071C8">
            <w:pPr>
              <w:outlineLvl w:val="0"/>
              <w:rPr>
                <w:rFonts w:ascii="Arial" w:hAnsi="Arial" w:cs="Arial"/>
                <w:b/>
              </w:rPr>
            </w:pP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A071C8" w:rsidRPr="00894257" w:rsidTr="00A071C8">
        <w:tc>
          <w:tcPr>
            <w:tcW w:w="464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A071C8" w:rsidRPr="00894257" w:rsidRDefault="00A071C8" w:rsidP="00A071C8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A071C8" w:rsidRPr="00EA6099" w:rsidRDefault="00A071C8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A071C8" w:rsidRPr="00894257" w:rsidRDefault="00556CC1" w:rsidP="00A071C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352F8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A071C8" w:rsidRPr="00EA6099" w:rsidRDefault="00A071C8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A071C8" w:rsidRPr="00894257" w:rsidTr="00A071C8">
        <w:tc>
          <w:tcPr>
            <w:tcW w:w="464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A071C8" w:rsidRPr="00894257" w:rsidRDefault="00A071C8" w:rsidP="00A071C8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A071C8" w:rsidRPr="00EA6099" w:rsidRDefault="00A071C8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A071C8" w:rsidRPr="00894257" w:rsidRDefault="00556CC1" w:rsidP="00A071C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352F8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A071C8" w:rsidRPr="00EA6099" w:rsidRDefault="00A071C8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A071C8" w:rsidRPr="00894257" w:rsidTr="00A071C8">
        <w:tc>
          <w:tcPr>
            <w:tcW w:w="464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A071C8" w:rsidRPr="00894257" w:rsidRDefault="00A071C8" w:rsidP="00A071C8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A071C8" w:rsidRPr="00EA6099" w:rsidRDefault="00A071C8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A071C8" w:rsidRPr="00894257" w:rsidRDefault="00556CC1" w:rsidP="00D352F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352F8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A071C8" w:rsidRPr="00EA6099" w:rsidRDefault="00A071C8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A071C8" w:rsidRPr="00894257" w:rsidTr="00A071C8">
        <w:tc>
          <w:tcPr>
            <w:tcW w:w="464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A071C8" w:rsidRPr="003251E9" w:rsidRDefault="00A071C8" w:rsidP="00A071C8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A071C8" w:rsidRPr="003251E9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A071C8" w:rsidRPr="00EA6099" w:rsidRDefault="00A071C8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A071C8" w:rsidRPr="003251E9" w:rsidRDefault="00556CC1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D352F8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A071C8" w:rsidRPr="00EA6099" w:rsidRDefault="00A071C8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D352F8" w:rsidRPr="00646333" w:rsidRDefault="00D352F8" w:rsidP="00D352F8">
      <w:pPr>
        <w:jc w:val="center"/>
        <w:outlineLvl w:val="0"/>
        <w:rPr>
          <w:rFonts w:ascii="Arial" w:hAnsi="Arial" w:cs="Arial"/>
          <w:b/>
        </w:rPr>
      </w:pPr>
      <w:r w:rsidRPr="00646333">
        <w:rPr>
          <w:rFonts w:ascii="Arial" w:hAnsi="Arial" w:cs="Arial"/>
          <w:b/>
        </w:rPr>
        <w:t>Cenová kalkulace díla za hmotnatost 0,31-0,50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2347"/>
        <w:gridCol w:w="1030"/>
        <w:gridCol w:w="1773"/>
        <w:gridCol w:w="1443"/>
        <w:gridCol w:w="4247"/>
      </w:tblGrid>
      <w:tr w:rsidR="00D352F8" w:rsidRPr="00894257" w:rsidTr="00646333">
        <w:tc>
          <w:tcPr>
            <w:tcW w:w="464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556CC1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352F8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556CC1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352F8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556CC1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352F8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D352F8" w:rsidRPr="003251E9" w:rsidRDefault="00D352F8" w:rsidP="0053554C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D352F8" w:rsidRPr="003251E9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3251E9" w:rsidRDefault="00556CC1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D352F8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D352F8" w:rsidRDefault="00D352F8" w:rsidP="005E1300">
      <w:pPr>
        <w:jc w:val="center"/>
        <w:outlineLvl w:val="0"/>
        <w:rPr>
          <w:rFonts w:ascii="Arial" w:hAnsi="Arial" w:cs="Arial"/>
          <w:b/>
        </w:rPr>
      </w:pPr>
    </w:p>
    <w:p w:rsidR="00D352F8" w:rsidRDefault="00D352F8" w:rsidP="005E1300">
      <w:pPr>
        <w:jc w:val="center"/>
        <w:outlineLvl w:val="0"/>
        <w:rPr>
          <w:rFonts w:ascii="Arial" w:hAnsi="Arial" w:cs="Arial"/>
          <w:b/>
        </w:rPr>
      </w:pPr>
    </w:p>
    <w:p w:rsidR="00E7497D" w:rsidRDefault="00E7497D" w:rsidP="005E1300">
      <w:pPr>
        <w:jc w:val="center"/>
        <w:outlineLvl w:val="0"/>
        <w:rPr>
          <w:rFonts w:ascii="Arial" w:hAnsi="Arial" w:cs="Arial"/>
          <w:b/>
        </w:rPr>
      </w:pPr>
    </w:p>
    <w:p w:rsidR="00E7497D" w:rsidRDefault="00E7497D" w:rsidP="005E1300">
      <w:pPr>
        <w:jc w:val="center"/>
        <w:outlineLvl w:val="0"/>
        <w:rPr>
          <w:rFonts w:ascii="Arial" w:hAnsi="Arial" w:cs="Arial"/>
          <w:b/>
        </w:rPr>
      </w:pPr>
    </w:p>
    <w:p w:rsidR="00DC0036" w:rsidRDefault="00DC0036" w:rsidP="005E1300">
      <w:pPr>
        <w:jc w:val="center"/>
        <w:outlineLvl w:val="0"/>
        <w:rPr>
          <w:rFonts w:ascii="Arial" w:hAnsi="Arial" w:cs="Arial"/>
          <w:b/>
        </w:rPr>
      </w:pPr>
    </w:p>
    <w:p w:rsidR="00E7497D" w:rsidRDefault="00E7497D" w:rsidP="005E1300">
      <w:pPr>
        <w:jc w:val="center"/>
        <w:outlineLvl w:val="0"/>
        <w:rPr>
          <w:rFonts w:ascii="Arial" w:hAnsi="Arial" w:cs="Arial"/>
          <w:b/>
        </w:rPr>
      </w:pPr>
    </w:p>
    <w:p w:rsidR="00D352F8" w:rsidRPr="00646333" w:rsidRDefault="00D352F8" w:rsidP="00D352F8">
      <w:pPr>
        <w:jc w:val="center"/>
        <w:outlineLvl w:val="0"/>
        <w:rPr>
          <w:rFonts w:ascii="Arial" w:hAnsi="Arial" w:cs="Arial"/>
          <w:b/>
        </w:rPr>
      </w:pPr>
      <w:r w:rsidRPr="00646333">
        <w:rPr>
          <w:rFonts w:ascii="Arial" w:hAnsi="Arial" w:cs="Arial"/>
          <w:b/>
        </w:rPr>
        <w:t>Cenová kalkulace díla za hmotnatost 0,51-0,80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2347"/>
        <w:gridCol w:w="1030"/>
        <w:gridCol w:w="1773"/>
        <w:gridCol w:w="1443"/>
        <w:gridCol w:w="4247"/>
      </w:tblGrid>
      <w:tr w:rsidR="00D352F8" w:rsidRPr="00894257" w:rsidTr="00646333">
        <w:tc>
          <w:tcPr>
            <w:tcW w:w="464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556CC1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352F8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FC2F35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556CC1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D352F8" w:rsidRPr="003251E9" w:rsidRDefault="00D352F8" w:rsidP="0053554C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D352F8" w:rsidRPr="003251E9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556CC1" w:rsidRDefault="00556CC1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556CC1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D352F8" w:rsidRDefault="00D352F8" w:rsidP="005E1300">
      <w:pPr>
        <w:jc w:val="center"/>
        <w:outlineLvl w:val="0"/>
        <w:rPr>
          <w:rFonts w:ascii="Arial" w:hAnsi="Arial" w:cs="Arial"/>
          <w:b/>
        </w:rPr>
      </w:pPr>
    </w:p>
    <w:p w:rsidR="00D352F8" w:rsidRDefault="00D352F8" w:rsidP="005E1300">
      <w:pPr>
        <w:jc w:val="center"/>
        <w:outlineLvl w:val="0"/>
        <w:rPr>
          <w:rFonts w:ascii="Arial" w:hAnsi="Arial" w:cs="Arial"/>
          <w:b/>
        </w:rPr>
      </w:pPr>
    </w:p>
    <w:p w:rsidR="00D352F8" w:rsidRPr="00646333" w:rsidRDefault="00D352F8" w:rsidP="00D352F8">
      <w:pPr>
        <w:jc w:val="center"/>
        <w:outlineLvl w:val="0"/>
        <w:rPr>
          <w:rFonts w:ascii="Arial" w:hAnsi="Arial" w:cs="Arial"/>
          <w:b/>
        </w:rPr>
      </w:pPr>
      <w:r w:rsidRPr="00646333">
        <w:rPr>
          <w:rFonts w:ascii="Arial" w:hAnsi="Arial" w:cs="Arial"/>
          <w:b/>
        </w:rPr>
        <w:t>Cenová kalkulace díla za hmotnatost 0,81-1,00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2347"/>
        <w:gridCol w:w="1030"/>
        <w:gridCol w:w="1773"/>
        <w:gridCol w:w="1443"/>
        <w:gridCol w:w="4247"/>
      </w:tblGrid>
      <w:tr w:rsidR="00D352F8" w:rsidRPr="00894257" w:rsidTr="00646333">
        <w:tc>
          <w:tcPr>
            <w:tcW w:w="464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556CC1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FC2F35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556CC1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D352F8" w:rsidRPr="003251E9" w:rsidRDefault="00D352F8" w:rsidP="0053554C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D352F8" w:rsidRPr="003251E9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556CC1" w:rsidRDefault="00556CC1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556CC1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D352F8" w:rsidRDefault="00D352F8" w:rsidP="005E1300">
      <w:pPr>
        <w:jc w:val="center"/>
        <w:outlineLvl w:val="0"/>
        <w:rPr>
          <w:rFonts w:ascii="Arial" w:hAnsi="Arial" w:cs="Arial"/>
          <w:b/>
        </w:rPr>
      </w:pPr>
    </w:p>
    <w:p w:rsidR="00D352F8" w:rsidRPr="00646333" w:rsidRDefault="00D352F8" w:rsidP="00D352F8">
      <w:pPr>
        <w:jc w:val="center"/>
        <w:outlineLvl w:val="0"/>
        <w:rPr>
          <w:rFonts w:ascii="Arial" w:hAnsi="Arial" w:cs="Arial"/>
          <w:b/>
        </w:rPr>
      </w:pPr>
      <w:r w:rsidRPr="00646333">
        <w:rPr>
          <w:rFonts w:ascii="Arial" w:hAnsi="Arial" w:cs="Arial"/>
          <w:b/>
        </w:rPr>
        <w:t>Cenová kalkulace díla za hmotnatost +1,00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2347"/>
        <w:gridCol w:w="1030"/>
        <w:gridCol w:w="1773"/>
        <w:gridCol w:w="1443"/>
        <w:gridCol w:w="4247"/>
      </w:tblGrid>
      <w:tr w:rsidR="00D352F8" w:rsidRPr="00894257" w:rsidTr="00646333">
        <w:tc>
          <w:tcPr>
            <w:tcW w:w="464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556CC1" w:rsidP="00984AB4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B442E9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FC2F35" w:rsidP="00984AB4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556CC1" w:rsidP="00984AB4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B442E9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D352F8" w:rsidRPr="003251E9" w:rsidRDefault="00D352F8" w:rsidP="0053554C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D352F8" w:rsidRPr="003251E9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3251E9" w:rsidRDefault="00556CC1" w:rsidP="00984AB4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="00B442E9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5466D9" w:rsidRPr="00646333" w:rsidRDefault="005E1300" w:rsidP="005E1300">
      <w:pPr>
        <w:jc w:val="center"/>
        <w:outlineLvl w:val="0"/>
        <w:rPr>
          <w:sz w:val="32"/>
          <w:szCs w:val="32"/>
        </w:rPr>
      </w:pPr>
      <w:r w:rsidRPr="00646333">
        <w:rPr>
          <w:rFonts w:ascii="Arial" w:hAnsi="Arial" w:cs="Arial"/>
          <w:b/>
          <w:sz w:val="32"/>
          <w:szCs w:val="32"/>
        </w:rPr>
        <w:t>Cenová kalkulace díla celkem</w:t>
      </w:r>
    </w:p>
    <w:p w:rsidR="00A94E21" w:rsidRPr="00913CBD" w:rsidRDefault="00A94E21" w:rsidP="005E1300">
      <w:pPr>
        <w:jc w:val="center"/>
        <w:outlineLvl w:val="0"/>
      </w:pP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2347"/>
        <w:gridCol w:w="1030"/>
        <w:gridCol w:w="1773"/>
        <w:gridCol w:w="1443"/>
        <w:gridCol w:w="4247"/>
      </w:tblGrid>
      <w:tr w:rsidR="005E1300" w:rsidRPr="00894257" w:rsidTr="00646333">
        <w:tc>
          <w:tcPr>
            <w:tcW w:w="464" w:type="pct"/>
            <w:shd w:val="clear" w:color="auto" w:fill="F2DBDB" w:themeFill="accent2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F2DBDB" w:themeFill="accent2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F2DBDB" w:themeFill="accent2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F2DBDB" w:themeFill="accent2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F2DBDB" w:themeFill="accent2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F2DBDB" w:themeFill="accent2" w:themeFillTint="33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EA6099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2E6426" w:rsidP="00AA1062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</w:t>
            </w:r>
          </w:p>
        </w:tc>
        <w:tc>
          <w:tcPr>
            <w:tcW w:w="1777" w:type="pct"/>
            <w:shd w:val="clear" w:color="auto" w:fill="auto"/>
          </w:tcPr>
          <w:p w:rsidR="005E1300" w:rsidRPr="00EA6099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EA6099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2E6426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556CC1">
              <w:rPr>
                <w:rFonts w:ascii="Arial" w:hAnsi="Arial" w:cs="Arial"/>
              </w:rPr>
              <w:t>4</w:t>
            </w:r>
          </w:p>
        </w:tc>
        <w:tc>
          <w:tcPr>
            <w:tcW w:w="1777" w:type="pct"/>
            <w:shd w:val="clear" w:color="auto" w:fill="auto"/>
          </w:tcPr>
          <w:p w:rsidR="005E1300" w:rsidRPr="00EA6099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5E1300" w:rsidRPr="00894257" w:rsidTr="00DC7892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tcBorders>
              <w:bottom w:val="single" w:sz="4" w:space="0" w:color="auto"/>
            </w:tcBorders>
            <w:shd w:val="clear" w:color="auto" w:fill="auto"/>
          </w:tcPr>
          <w:p w:rsidR="005E1300" w:rsidRPr="00EA6099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2E6426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</w:t>
            </w:r>
          </w:p>
        </w:tc>
        <w:tc>
          <w:tcPr>
            <w:tcW w:w="1777" w:type="pct"/>
            <w:tcBorders>
              <w:bottom w:val="single" w:sz="4" w:space="0" w:color="auto"/>
            </w:tcBorders>
            <w:shd w:val="clear" w:color="auto" w:fill="auto"/>
          </w:tcPr>
          <w:p w:rsidR="005E1300" w:rsidRPr="00EA6099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5E1300" w:rsidRPr="00894257" w:rsidTr="00DC7892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5E1300" w:rsidRPr="003251E9" w:rsidRDefault="005E1300" w:rsidP="006E69AB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5E1300" w:rsidRPr="003251E9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EAF1DD" w:themeFill="accent3" w:themeFillTint="33"/>
          </w:tcPr>
          <w:p w:rsidR="005E1300" w:rsidRPr="00EA6099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color w:val="FF0000"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3251E9" w:rsidRDefault="002E6426" w:rsidP="00BF3C9B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1064</w:t>
            </w:r>
          </w:p>
        </w:tc>
        <w:tc>
          <w:tcPr>
            <w:tcW w:w="1777" w:type="pct"/>
            <w:shd w:val="clear" w:color="auto" w:fill="EAF1DD" w:themeFill="accent3" w:themeFillTint="33"/>
          </w:tcPr>
          <w:p w:rsidR="005E1300" w:rsidRPr="00EA6099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5E1300" w:rsidRDefault="005E1300" w:rsidP="005E1300">
      <w:pPr>
        <w:jc w:val="center"/>
        <w:outlineLvl w:val="0"/>
      </w:pPr>
    </w:p>
    <w:p w:rsidR="005E1300" w:rsidRDefault="005E1300" w:rsidP="005E1300">
      <w:pPr>
        <w:jc w:val="center"/>
        <w:outlineLvl w:val="0"/>
      </w:pPr>
    </w:p>
    <w:p w:rsidR="005E1300" w:rsidRDefault="005E1300" w:rsidP="005E1300">
      <w:pPr>
        <w:jc w:val="center"/>
        <w:outlineLvl w:val="0"/>
      </w:pPr>
    </w:p>
    <w:p w:rsidR="005E1300" w:rsidRDefault="005E1300" w:rsidP="005E1300">
      <w:pPr>
        <w:jc w:val="center"/>
        <w:outlineLvl w:val="0"/>
      </w:pPr>
    </w:p>
    <w:p w:rsidR="00FC2F35" w:rsidRDefault="00FC2F35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</w:p>
    <w:p w:rsidR="00FC2F35" w:rsidRDefault="00FC2F35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</w:p>
    <w:p w:rsidR="005E1300" w:rsidRDefault="005E1300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  <w:r w:rsidRPr="009D6235">
        <w:rPr>
          <w:rFonts w:ascii="Arial" w:hAnsi="Arial" w:cs="Arial"/>
        </w:rPr>
        <w:t>V</w:t>
      </w:r>
      <w:r>
        <w:rPr>
          <w:rFonts w:ascii="Arial" w:hAnsi="Arial" w:cs="Arial"/>
        </w:rPr>
        <w:t>………………………..dne……………….</w:t>
      </w:r>
      <w:r>
        <w:rPr>
          <w:rFonts w:ascii="Arial" w:hAnsi="Arial" w:cs="Arial"/>
        </w:rPr>
        <w:tab/>
        <w:t xml:space="preserve">                   </w:t>
      </w:r>
      <w:r w:rsidR="00FC2F35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 xml:space="preserve"> ………………………………………………………….</w:t>
      </w:r>
    </w:p>
    <w:p w:rsidR="00DC7892" w:rsidRDefault="005E1300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</w:t>
      </w:r>
      <w:r w:rsidR="00DC7892">
        <w:rPr>
          <w:rFonts w:ascii="Arial" w:hAnsi="Arial" w:cs="Arial"/>
        </w:rPr>
        <w:t>r</w:t>
      </w:r>
      <w:r>
        <w:rPr>
          <w:rFonts w:ascii="Arial" w:hAnsi="Arial" w:cs="Arial"/>
        </w:rPr>
        <w:t>azítko</w:t>
      </w:r>
      <w:r w:rsidR="00DC78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+</w:t>
      </w:r>
      <w:r w:rsidR="00DC78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podpis statutárního zástupce </w:t>
      </w:r>
      <w:r w:rsidR="00B96DA0">
        <w:rPr>
          <w:rFonts w:ascii="Arial" w:hAnsi="Arial" w:cs="Arial"/>
        </w:rPr>
        <w:t>účastníka</w:t>
      </w:r>
    </w:p>
    <w:p w:rsidR="00DC7892" w:rsidRDefault="00DC7892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</w:p>
    <w:p w:rsidR="00DC7892" w:rsidRDefault="00DC7892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</w:p>
    <w:sectPr w:rsidR="00DC7892" w:rsidSect="00CA1549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906" w:rsidRDefault="00835906" w:rsidP="005E1300">
      <w:r>
        <w:separator/>
      </w:r>
    </w:p>
  </w:endnote>
  <w:endnote w:type="continuationSeparator" w:id="0">
    <w:p w:rsidR="00835906" w:rsidRDefault="00835906" w:rsidP="005E1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906" w:rsidRDefault="00835906" w:rsidP="00116A6E">
    <w:pPr>
      <w:pStyle w:val="Zpat"/>
      <w:tabs>
        <w:tab w:val="clear" w:pos="4536"/>
        <w:tab w:val="clear" w:pos="9072"/>
        <w:tab w:val="left" w:pos="852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906" w:rsidRDefault="00835906" w:rsidP="005E1300">
      <w:r>
        <w:separator/>
      </w:r>
    </w:p>
  </w:footnote>
  <w:footnote w:type="continuationSeparator" w:id="0">
    <w:p w:rsidR="00835906" w:rsidRDefault="00835906" w:rsidP="005E13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906" w:rsidRDefault="00835906" w:rsidP="00DC7892">
    <w:pPr>
      <w:pStyle w:val="Zhlav"/>
      <w:jc w:val="center"/>
      <w:rPr>
        <w:rFonts w:cs="Arial"/>
        <w:b/>
        <w:color w:val="00B050"/>
        <w:sz w:val="32"/>
        <w:szCs w:val="32"/>
      </w:rPr>
    </w:pPr>
  </w:p>
  <w:p w:rsidR="00835906" w:rsidRPr="00646333" w:rsidRDefault="00835906" w:rsidP="00DC7892">
    <w:pPr>
      <w:pStyle w:val="Zhlav"/>
      <w:tabs>
        <w:tab w:val="left" w:pos="2580"/>
        <w:tab w:val="left" w:pos="2985"/>
      </w:tabs>
      <w:spacing w:after="120" w:line="276" w:lineRule="auto"/>
      <w:ind w:left="2580"/>
      <w:rPr>
        <w:rFonts w:ascii="Arial" w:hAnsi="Arial" w:cs="Arial"/>
        <w:b/>
        <w:bCs/>
        <w:sz w:val="28"/>
        <w:szCs w:val="28"/>
      </w:rPr>
    </w:pPr>
    <w:r w:rsidRPr="00646333">
      <w:rPr>
        <w:rFonts w:ascii="Arial" w:hAnsi="Arial" w:cs="Arial"/>
        <w:b/>
        <w:bCs/>
        <w:sz w:val="28"/>
        <w:szCs w:val="28"/>
      </w:rPr>
      <w:t xml:space="preserve">                                   </w:t>
    </w:r>
    <w:r w:rsidRPr="00646333">
      <w:rPr>
        <w:rFonts w:ascii="Arial" w:hAnsi="Arial" w:cs="Arial"/>
        <w:b/>
        <w:bCs/>
      </w:rPr>
      <w:t>Cenová kalkulace – příloha č. 3</w:t>
    </w:r>
    <w:r w:rsidRPr="00646333">
      <w:rPr>
        <w:rFonts w:ascii="Arial" w:hAnsi="Arial" w:cs="Arial"/>
        <w:b/>
        <w:bCs/>
        <w:sz w:val="28"/>
        <w:szCs w:val="28"/>
      </w:rPr>
      <w:t xml:space="preserve">                                                </w:t>
    </w:r>
  </w:p>
  <w:p w:rsidR="00835906" w:rsidRPr="00646333" w:rsidRDefault="00835906" w:rsidP="00315477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caps/>
      </w:rPr>
    </w:pPr>
    <w:r w:rsidRPr="00646333">
      <w:rPr>
        <w:rFonts w:ascii="Arial" w:hAnsi="Arial" w:cs="Arial"/>
        <w:b/>
        <w:caps/>
      </w:rPr>
      <w:t>těžební činnosT v městských lesích města uherský brod v roce 20</w:t>
    </w:r>
    <w:r>
      <w:rPr>
        <w:rFonts w:ascii="Arial" w:hAnsi="Arial" w:cs="Arial"/>
        <w:b/>
        <w:caps/>
      </w:rPr>
      <w:t>25</w:t>
    </w:r>
  </w:p>
  <w:p w:rsidR="00835906" w:rsidRPr="001E6101" w:rsidRDefault="00835906" w:rsidP="00315477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sz w:val="16"/>
        <w:szCs w:val="16"/>
      </w:rPr>
    </w:pPr>
    <w:r w:rsidRPr="001E6101">
      <w:rPr>
        <w:rFonts w:ascii="Arial" w:hAnsi="Arial" w:cs="Arial"/>
        <w:b/>
        <w:caps/>
        <w:sz w:val="16"/>
        <w:szCs w:val="16"/>
      </w:rPr>
      <w:t> příloha č. 2 smlouvy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F65A1"/>
    <w:multiLevelType w:val="hybridMultilevel"/>
    <w:tmpl w:val="B57281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AD15BE"/>
    <w:multiLevelType w:val="hybridMultilevel"/>
    <w:tmpl w:val="73AE3B46"/>
    <w:lvl w:ilvl="0" w:tplc="69EC2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549"/>
    <w:rsid w:val="00004A6A"/>
    <w:rsid w:val="00012B16"/>
    <w:rsid w:val="000148D4"/>
    <w:rsid w:val="0001555F"/>
    <w:rsid w:val="00022423"/>
    <w:rsid w:val="00026477"/>
    <w:rsid w:val="0004355E"/>
    <w:rsid w:val="00043686"/>
    <w:rsid w:val="00057EE0"/>
    <w:rsid w:val="00071C17"/>
    <w:rsid w:val="00075475"/>
    <w:rsid w:val="00077BFF"/>
    <w:rsid w:val="000829FB"/>
    <w:rsid w:val="000869EF"/>
    <w:rsid w:val="0009225B"/>
    <w:rsid w:val="00092B39"/>
    <w:rsid w:val="000943F7"/>
    <w:rsid w:val="000A07BA"/>
    <w:rsid w:val="000A4A76"/>
    <w:rsid w:val="000C5C21"/>
    <w:rsid w:val="000C7A32"/>
    <w:rsid w:val="000E09A3"/>
    <w:rsid w:val="000E1578"/>
    <w:rsid w:val="000E2640"/>
    <w:rsid w:val="000F314C"/>
    <w:rsid w:val="001072FD"/>
    <w:rsid w:val="00116A6E"/>
    <w:rsid w:val="001277DD"/>
    <w:rsid w:val="00132852"/>
    <w:rsid w:val="001476A4"/>
    <w:rsid w:val="00147D65"/>
    <w:rsid w:val="00147E08"/>
    <w:rsid w:val="00156507"/>
    <w:rsid w:val="00176D89"/>
    <w:rsid w:val="00183475"/>
    <w:rsid w:val="001948BE"/>
    <w:rsid w:val="001A05AD"/>
    <w:rsid w:val="001B351A"/>
    <w:rsid w:val="001B3B18"/>
    <w:rsid w:val="001B7C0C"/>
    <w:rsid w:val="001C5EFE"/>
    <w:rsid w:val="001D6674"/>
    <w:rsid w:val="001E6101"/>
    <w:rsid w:val="001F4804"/>
    <w:rsid w:val="002066AA"/>
    <w:rsid w:val="002073DA"/>
    <w:rsid w:val="00210FDE"/>
    <w:rsid w:val="00211C6C"/>
    <w:rsid w:val="002137C2"/>
    <w:rsid w:val="00220227"/>
    <w:rsid w:val="00223751"/>
    <w:rsid w:val="00227B96"/>
    <w:rsid w:val="00235FBF"/>
    <w:rsid w:val="00241A8B"/>
    <w:rsid w:val="00245067"/>
    <w:rsid w:val="0025092A"/>
    <w:rsid w:val="00253042"/>
    <w:rsid w:val="00253738"/>
    <w:rsid w:val="00260893"/>
    <w:rsid w:val="00260C15"/>
    <w:rsid w:val="002678B8"/>
    <w:rsid w:val="00292B99"/>
    <w:rsid w:val="00296AF9"/>
    <w:rsid w:val="002A3E55"/>
    <w:rsid w:val="002A5888"/>
    <w:rsid w:val="002A7052"/>
    <w:rsid w:val="002E3629"/>
    <w:rsid w:val="002E398F"/>
    <w:rsid w:val="002E6426"/>
    <w:rsid w:val="002E7E62"/>
    <w:rsid w:val="002F30A0"/>
    <w:rsid w:val="002F4724"/>
    <w:rsid w:val="00302FAD"/>
    <w:rsid w:val="00315477"/>
    <w:rsid w:val="003223BD"/>
    <w:rsid w:val="003251E9"/>
    <w:rsid w:val="00325B40"/>
    <w:rsid w:val="003303E8"/>
    <w:rsid w:val="00332F6B"/>
    <w:rsid w:val="00336FE9"/>
    <w:rsid w:val="00350B7B"/>
    <w:rsid w:val="00351995"/>
    <w:rsid w:val="003731C8"/>
    <w:rsid w:val="003856B1"/>
    <w:rsid w:val="003867BA"/>
    <w:rsid w:val="00386C06"/>
    <w:rsid w:val="00387868"/>
    <w:rsid w:val="003912DC"/>
    <w:rsid w:val="003915EA"/>
    <w:rsid w:val="0039406B"/>
    <w:rsid w:val="003B532F"/>
    <w:rsid w:val="003C030F"/>
    <w:rsid w:val="003C24C5"/>
    <w:rsid w:val="003C5207"/>
    <w:rsid w:val="003D5580"/>
    <w:rsid w:val="003E0AB3"/>
    <w:rsid w:val="003E2007"/>
    <w:rsid w:val="003F4327"/>
    <w:rsid w:val="003F742B"/>
    <w:rsid w:val="00401E04"/>
    <w:rsid w:val="00403904"/>
    <w:rsid w:val="00411957"/>
    <w:rsid w:val="0041557A"/>
    <w:rsid w:val="00433219"/>
    <w:rsid w:val="00457563"/>
    <w:rsid w:val="00461920"/>
    <w:rsid w:val="0047333C"/>
    <w:rsid w:val="004733FE"/>
    <w:rsid w:val="00477D37"/>
    <w:rsid w:val="0048502E"/>
    <w:rsid w:val="0049574A"/>
    <w:rsid w:val="004A215A"/>
    <w:rsid w:val="004A7D13"/>
    <w:rsid w:val="004B330D"/>
    <w:rsid w:val="004B40BC"/>
    <w:rsid w:val="004C16FC"/>
    <w:rsid w:val="004C295E"/>
    <w:rsid w:val="004E1D04"/>
    <w:rsid w:val="004E4B47"/>
    <w:rsid w:val="004F51DD"/>
    <w:rsid w:val="005058BD"/>
    <w:rsid w:val="005111BD"/>
    <w:rsid w:val="0052191E"/>
    <w:rsid w:val="005220BC"/>
    <w:rsid w:val="005307B0"/>
    <w:rsid w:val="00534D88"/>
    <w:rsid w:val="0053554C"/>
    <w:rsid w:val="00541F44"/>
    <w:rsid w:val="005466D9"/>
    <w:rsid w:val="0055321A"/>
    <w:rsid w:val="00556CC1"/>
    <w:rsid w:val="00562B55"/>
    <w:rsid w:val="00562BA8"/>
    <w:rsid w:val="00571BA8"/>
    <w:rsid w:val="00572818"/>
    <w:rsid w:val="00580384"/>
    <w:rsid w:val="005818A9"/>
    <w:rsid w:val="00584C76"/>
    <w:rsid w:val="00592F30"/>
    <w:rsid w:val="0059538D"/>
    <w:rsid w:val="005A1C55"/>
    <w:rsid w:val="005A5B26"/>
    <w:rsid w:val="005A66A6"/>
    <w:rsid w:val="005C09D1"/>
    <w:rsid w:val="005C1A4A"/>
    <w:rsid w:val="005C31E6"/>
    <w:rsid w:val="005D4236"/>
    <w:rsid w:val="005D668E"/>
    <w:rsid w:val="005E1300"/>
    <w:rsid w:val="005E3135"/>
    <w:rsid w:val="00610C22"/>
    <w:rsid w:val="00613767"/>
    <w:rsid w:val="00614F9C"/>
    <w:rsid w:val="00623D06"/>
    <w:rsid w:val="0063796B"/>
    <w:rsid w:val="0064084A"/>
    <w:rsid w:val="00641FCF"/>
    <w:rsid w:val="006457AE"/>
    <w:rsid w:val="00646333"/>
    <w:rsid w:val="006559BA"/>
    <w:rsid w:val="00662458"/>
    <w:rsid w:val="0066682C"/>
    <w:rsid w:val="00671106"/>
    <w:rsid w:val="00673CAB"/>
    <w:rsid w:val="00681F51"/>
    <w:rsid w:val="0069468D"/>
    <w:rsid w:val="0069529F"/>
    <w:rsid w:val="00697F8D"/>
    <w:rsid w:val="006B0BC7"/>
    <w:rsid w:val="006B2311"/>
    <w:rsid w:val="006B36A9"/>
    <w:rsid w:val="006C2B91"/>
    <w:rsid w:val="006D71EB"/>
    <w:rsid w:val="006D7F9F"/>
    <w:rsid w:val="006E611C"/>
    <w:rsid w:val="006E69AB"/>
    <w:rsid w:val="006E735D"/>
    <w:rsid w:val="006F2099"/>
    <w:rsid w:val="006F6B2B"/>
    <w:rsid w:val="00703F96"/>
    <w:rsid w:val="00704842"/>
    <w:rsid w:val="00707D94"/>
    <w:rsid w:val="00712AF5"/>
    <w:rsid w:val="00732718"/>
    <w:rsid w:val="007370C0"/>
    <w:rsid w:val="00737FDF"/>
    <w:rsid w:val="00741853"/>
    <w:rsid w:val="00756434"/>
    <w:rsid w:val="0076070C"/>
    <w:rsid w:val="0076608A"/>
    <w:rsid w:val="00767040"/>
    <w:rsid w:val="00780028"/>
    <w:rsid w:val="00782B90"/>
    <w:rsid w:val="007832A7"/>
    <w:rsid w:val="007858B6"/>
    <w:rsid w:val="00792F31"/>
    <w:rsid w:val="007943F8"/>
    <w:rsid w:val="007954E6"/>
    <w:rsid w:val="007A177E"/>
    <w:rsid w:val="007A5E13"/>
    <w:rsid w:val="007B4DA7"/>
    <w:rsid w:val="007D7596"/>
    <w:rsid w:val="007E070B"/>
    <w:rsid w:val="007E25BC"/>
    <w:rsid w:val="007F05D8"/>
    <w:rsid w:val="007F2445"/>
    <w:rsid w:val="00805413"/>
    <w:rsid w:val="00817D2A"/>
    <w:rsid w:val="0082050E"/>
    <w:rsid w:val="00824901"/>
    <w:rsid w:val="008318A2"/>
    <w:rsid w:val="00835906"/>
    <w:rsid w:val="00836449"/>
    <w:rsid w:val="008406AA"/>
    <w:rsid w:val="00844EBD"/>
    <w:rsid w:val="00846961"/>
    <w:rsid w:val="00861320"/>
    <w:rsid w:val="00861C73"/>
    <w:rsid w:val="00865F1A"/>
    <w:rsid w:val="008801F1"/>
    <w:rsid w:val="00880FBB"/>
    <w:rsid w:val="00882C28"/>
    <w:rsid w:val="00885E23"/>
    <w:rsid w:val="00892F14"/>
    <w:rsid w:val="00893284"/>
    <w:rsid w:val="008A2DC5"/>
    <w:rsid w:val="008A32C8"/>
    <w:rsid w:val="008B4F56"/>
    <w:rsid w:val="008C0610"/>
    <w:rsid w:val="008F0802"/>
    <w:rsid w:val="00915F17"/>
    <w:rsid w:val="00922572"/>
    <w:rsid w:val="00931229"/>
    <w:rsid w:val="00934943"/>
    <w:rsid w:val="0093753F"/>
    <w:rsid w:val="00942C45"/>
    <w:rsid w:val="00944495"/>
    <w:rsid w:val="009448E3"/>
    <w:rsid w:val="00947DAE"/>
    <w:rsid w:val="009543B8"/>
    <w:rsid w:val="00956AFC"/>
    <w:rsid w:val="009666F2"/>
    <w:rsid w:val="00981C32"/>
    <w:rsid w:val="00984AB4"/>
    <w:rsid w:val="009903C3"/>
    <w:rsid w:val="00991085"/>
    <w:rsid w:val="00993B6D"/>
    <w:rsid w:val="00993F96"/>
    <w:rsid w:val="009B27FF"/>
    <w:rsid w:val="009B60EA"/>
    <w:rsid w:val="009B7253"/>
    <w:rsid w:val="009D23B8"/>
    <w:rsid w:val="009D24E2"/>
    <w:rsid w:val="009D6235"/>
    <w:rsid w:val="009E2896"/>
    <w:rsid w:val="009E48B6"/>
    <w:rsid w:val="009F52D7"/>
    <w:rsid w:val="00A01EB3"/>
    <w:rsid w:val="00A02FED"/>
    <w:rsid w:val="00A071C8"/>
    <w:rsid w:val="00A11686"/>
    <w:rsid w:val="00A15B46"/>
    <w:rsid w:val="00A15FE3"/>
    <w:rsid w:val="00A3252A"/>
    <w:rsid w:val="00A33754"/>
    <w:rsid w:val="00A37CB0"/>
    <w:rsid w:val="00A428C4"/>
    <w:rsid w:val="00A52322"/>
    <w:rsid w:val="00A570F1"/>
    <w:rsid w:val="00A614EB"/>
    <w:rsid w:val="00A63FAF"/>
    <w:rsid w:val="00A72FD4"/>
    <w:rsid w:val="00A76966"/>
    <w:rsid w:val="00A81BD8"/>
    <w:rsid w:val="00A94E21"/>
    <w:rsid w:val="00AA0AFD"/>
    <w:rsid w:val="00AA1062"/>
    <w:rsid w:val="00AA2E2F"/>
    <w:rsid w:val="00AA61E5"/>
    <w:rsid w:val="00AB7634"/>
    <w:rsid w:val="00AD315C"/>
    <w:rsid w:val="00AD44D4"/>
    <w:rsid w:val="00AD6A64"/>
    <w:rsid w:val="00AD6E0D"/>
    <w:rsid w:val="00AF120F"/>
    <w:rsid w:val="00AF17B0"/>
    <w:rsid w:val="00B0538E"/>
    <w:rsid w:val="00B069D3"/>
    <w:rsid w:val="00B11069"/>
    <w:rsid w:val="00B24F15"/>
    <w:rsid w:val="00B3682E"/>
    <w:rsid w:val="00B42C82"/>
    <w:rsid w:val="00B442E9"/>
    <w:rsid w:val="00B44959"/>
    <w:rsid w:val="00B5316D"/>
    <w:rsid w:val="00B565EB"/>
    <w:rsid w:val="00B56C64"/>
    <w:rsid w:val="00B64EBE"/>
    <w:rsid w:val="00B6501F"/>
    <w:rsid w:val="00B81E2F"/>
    <w:rsid w:val="00B82832"/>
    <w:rsid w:val="00B83D5E"/>
    <w:rsid w:val="00B96DA0"/>
    <w:rsid w:val="00BB0746"/>
    <w:rsid w:val="00BB3AD4"/>
    <w:rsid w:val="00BB7CDF"/>
    <w:rsid w:val="00BC0E83"/>
    <w:rsid w:val="00BC7C86"/>
    <w:rsid w:val="00BD55B5"/>
    <w:rsid w:val="00BE0286"/>
    <w:rsid w:val="00BE0F22"/>
    <w:rsid w:val="00BE1103"/>
    <w:rsid w:val="00BE16FF"/>
    <w:rsid w:val="00BF0373"/>
    <w:rsid w:val="00BF3027"/>
    <w:rsid w:val="00BF3C9B"/>
    <w:rsid w:val="00BF481F"/>
    <w:rsid w:val="00C117F7"/>
    <w:rsid w:val="00C16617"/>
    <w:rsid w:val="00C2247A"/>
    <w:rsid w:val="00C258E1"/>
    <w:rsid w:val="00C3599A"/>
    <w:rsid w:val="00C645A1"/>
    <w:rsid w:val="00C654A7"/>
    <w:rsid w:val="00C72C12"/>
    <w:rsid w:val="00C93B54"/>
    <w:rsid w:val="00CA1549"/>
    <w:rsid w:val="00CA249D"/>
    <w:rsid w:val="00CA79B0"/>
    <w:rsid w:val="00CB07A3"/>
    <w:rsid w:val="00CB78EC"/>
    <w:rsid w:val="00CC2DD2"/>
    <w:rsid w:val="00CD7528"/>
    <w:rsid w:val="00CD7ADC"/>
    <w:rsid w:val="00CE0A81"/>
    <w:rsid w:val="00CE0B77"/>
    <w:rsid w:val="00CE4B28"/>
    <w:rsid w:val="00CE781F"/>
    <w:rsid w:val="00D041E4"/>
    <w:rsid w:val="00D04ABA"/>
    <w:rsid w:val="00D13A18"/>
    <w:rsid w:val="00D13BEE"/>
    <w:rsid w:val="00D141A6"/>
    <w:rsid w:val="00D2515D"/>
    <w:rsid w:val="00D32143"/>
    <w:rsid w:val="00D324D5"/>
    <w:rsid w:val="00D32C06"/>
    <w:rsid w:val="00D352F8"/>
    <w:rsid w:val="00D40632"/>
    <w:rsid w:val="00D40791"/>
    <w:rsid w:val="00D44584"/>
    <w:rsid w:val="00D677A1"/>
    <w:rsid w:val="00D81ED3"/>
    <w:rsid w:val="00DB2600"/>
    <w:rsid w:val="00DC0036"/>
    <w:rsid w:val="00DC2361"/>
    <w:rsid w:val="00DC7892"/>
    <w:rsid w:val="00DD05F5"/>
    <w:rsid w:val="00DD09BB"/>
    <w:rsid w:val="00DE513B"/>
    <w:rsid w:val="00DE5E21"/>
    <w:rsid w:val="00DF3F47"/>
    <w:rsid w:val="00E1007E"/>
    <w:rsid w:val="00E268E0"/>
    <w:rsid w:val="00E529DE"/>
    <w:rsid w:val="00E54B87"/>
    <w:rsid w:val="00E7497D"/>
    <w:rsid w:val="00E8058D"/>
    <w:rsid w:val="00E83D12"/>
    <w:rsid w:val="00E876C7"/>
    <w:rsid w:val="00EA6099"/>
    <w:rsid w:val="00EB61D1"/>
    <w:rsid w:val="00EE3EB3"/>
    <w:rsid w:val="00EE6AFA"/>
    <w:rsid w:val="00EE6F17"/>
    <w:rsid w:val="00EF0F6A"/>
    <w:rsid w:val="00EF1DAB"/>
    <w:rsid w:val="00F05B85"/>
    <w:rsid w:val="00F103AA"/>
    <w:rsid w:val="00F25B41"/>
    <w:rsid w:val="00F35AFF"/>
    <w:rsid w:val="00F36D44"/>
    <w:rsid w:val="00F577AB"/>
    <w:rsid w:val="00F61DDD"/>
    <w:rsid w:val="00F70347"/>
    <w:rsid w:val="00F76465"/>
    <w:rsid w:val="00F7680C"/>
    <w:rsid w:val="00F84B7D"/>
    <w:rsid w:val="00F960BC"/>
    <w:rsid w:val="00FA3A2A"/>
    <w:rsid w:val="00FA4840"/>
    <w:rsid w:val="00FC2F35"/>
    <w:rsid w:val="00FC31E2"/>
    <w:rsid w:val="00FD2990"/>
    <w:rsid w:val="00FD2ECA"/>
    <w:rsid w:val="00FE39E7"/>
    <w:rsid w:val="00FF0E08"/>
    <w:rsid w:val="00FF10E9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448A3159-6C8A-4B16-B579-065FE4FCD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154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E130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E1300"/>
    <w:rPr>
      <w:sz w:val="24"/>
      <w:szCs w:val="24"/>
    </w:rPr>
  </w:style>
  <w:style w:type="paragraph" w:styleId="Zpat">
    <w:name w:val="footer"/>
    <w:basedOn w:val="Normln"/>
    <w:link w:val="ZpatChar"/>
    <w:rsid w:val="005E130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E1300"/>
    <w:rPr>
      <w:sz w:val="24"/>
      <w:szCs w:val="24"/>
    </w:rPr>
  </w:style>
  <w:style w:type="paragraph" w:styleId="Textbubliny">
    <w:name w:val="Balloon Text"/>
    <w:basedOn w:val="Normln"/>
    <w:link w:val="TextbublinyChar"/>
    <w:rsid w:val="00DC789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C789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352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902C2-636B-4296-B850-831D741C4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8F922296</Template>
  <TotalTime>45</TotalTime>
  <Pages>4</Pages>
  <Words>493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Uherský Brod</Company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j_dubsk</dc:creator>
  <cp:lastModifiedBy>Hečová Petra, Ing.</cp:lastModifiedBy>
  <cp:revision>7</cp:revision>
  <cp:lastPrinted>2024-03-04T08:19:00Z</cp:lastPrinted>
  <dcterms:created xsi:type="dcterms:W3CDTF">2024-02-12T08:24:00Z</dcterms:created>
  <dcterms:modified xsi:type="dcterms:W3CDTF">2025-01-27T07:11:00Z</dcterms:modified>
</cp:coreProperties>
</file>