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8B14F4" w14:textId="19AC6616" w:rsidR="00C05BCC" w:rsidRDefault="00717954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C546E2">
        <w:rPr>
          <w:rFonts w:ascii="Arial" w:hAnsi="Arial" w:cs="Arial"/>
          <w:sz w:val="20"/>
          <w:szCs w:val="20"/>
          <w:u w:val="single"/>
        </w:rPr>
        <w:t>1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</w:t>
      </w:r>
      <w:r w:rsidR="00C546E2">
        <w:rPr>
          <w:rFonts w:ascii="Arial" w:hAnsi="Arial" w:cs="Arial"/>
          <w:sz w:val="20"/>
          <w:szCs w:val="20"/>
          <w:u w:val="single"/>
        </w:rPr>
        <w:t>Čestné prohlášení</w:t>
      </w:r>
      <w:r w:rsidR="00DB1782">
        <w:rPr>
          <w:rFonts w:ascii="Arial" w:hAnsi="Arial" w:cs="Arial"/>
          <w:sz w:val="20"/>
          <w:szCs w:val="20"/>
          <w:u w:val="single"/>
        </w:rPr>
        <w:t xml:space="preserve"> </w:t>
      </w:r>
      <w:r w:rsidR="004B3E11">
        <w:rPr>
          <w:rFonts w:ascii="Arial" w:hAnsi="Arial" w:cs="Arial"/>
          <w:sz w:val="20"/>
          <w:szCs w:val="20"/>
          <w:u w:val="single"/>
        </w:rPr>
        <w:t>včetně</w:t>
      </w:r>
      <w:r w:rsidR="00DB1782">
        <w:rPr>
          <w:rFonts w:ascii="Arial" w:hAnsi="Arial" w:cs="Arial"/>
          <w:sz w:val="20"/>
          <w:szCs w:val="20"/>
          <w:u w:val="single"/>
        </w:rPr>
        <w:t xml:space="preserve"> Krycí</w:t>
      </w:r>
      <w:r w:rsidR="004B3E11">
        <w:rPr>
          <w:rFonts w:ascii="Arial" w:hAnsi="Arial" w:cs="Arial"/>
          <w:sz w:val="20"/>
          <w:szCs w:val="20"/>
          <w:u w:val="single"/>
        </w:rPr>
        <w:t>ho</w:t>
      </w:r>
      <w:r w:rsidR="00DB1782">
        <w:rPr>
          <w:rFonts w:ascii="Arial" w:hAnsi="Arial" w:cs="Arial"/>
          <w:sz w:val="20"/>
          <w:szCs w:val="20"/>
          <w:u w:val="single"/>
        </w:rPr>
        <w:t xml:space="preserve"> list</w:t>
      </w:r>
    </w:p>
    <w:p w14:paraId="0EAFC03E" w14:textId="77777777" w:rsidR="00C546E2" w:rsidRDefault="00C546E2" w:rsidP="00C546E2">
      <w:pPr>
        <w:tabs>
          <w:tab w:val="left" w:pos="3795"/>
        </w:tabs>
        <w:rPr>
          <w:rFonts w:ascii="Arial" w:hAnsi="Arial" w:cs="Arial"/>
        </w:rPr>
      </w:pPr>
    </w:p>
    <w:p w14:paraId="076EB7B5" w14:textId="77777777" w:rsidR="00C546E2" w:rsidRPr="00C546E2" w:rsidRDefault="00C546E2" w:rsidP="00C546E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3D8A6289" w14:textId="77777777" w:rsidR="00C546E2" w:rsidRPr="006159EC" w:rsidRDefault="00C546E2" w:rsidP="00C546E2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>
        <w:rPr>
          <w:rFonts w:ascii="Arial" w:hAnsi="Arial" w:cs="Arial"/>
          <w:b/>
        </w:rPr>
        <w:t>č. j. MR18_2025 – ČRo Praha - výměna výtahů V2 a V3 Římská 13</w:t>
      </w:r>
    </w:p>
    <w:p w14:paraId="00F2FC10" w14:textId="77777777" w:rsidR="00C546E2" w:rsidRPr="00F002A0" w:rsidRDefault="00C546E2" w:rsidP="00C546E2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C546E2" w14:paraId="5368C1B4" w14:textId="77777777" w:rsidTr="00FC0655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04BCA092" w14:textId="77777777" w:rsidR="00C546E2" w:rsidRPr="00F002A0" w:rsidRDefault="00C546E2" w:rsidP="00FC065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C546E2" w14:paraId="0F0B0E7C" w14:textId="77777777" w:rsidTr="00FC0655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4DBF25C" w14:textId="77777777" w:rsidR="00C546E2" w:rsidRPr="00F002A0" w:rsidRDefault="00C546E2" w:rsidP="00FC0655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34ED9774" w14:textId="77777777" w:rsidR="00C546E2" w:rsidRPr="00F002A0" w:rsidRDefault="00C546E2" w:rsidP="00FC0655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9D80380" w14:textId="77777777" w:rsidR="00C546E2" w:rsidRPr="00F002A0" w:rsidRDefault="00C546E2" w:rsidP="00FC0655">
            <w:pPr>
              <w:rPr>
                <w:rFonts w:ascii="Arial" w:hAnsi="Arial" w:cs="Arial"/>
              </w:rPr>
            </w:pPr>
          </w:p>
        </w:tc>
      </w:tr>
      <w:tr w:rsidR="00C546E2" w14:paraId="1C55E4FE" w14:textId="77777777" w:rsidTr="00FC065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6375B60" w14:textId="77777777" w:rsidR="00C546E2" w:rsidRPr="00F002A0" w:rsidRDefault="00C546E2" w:rsidP="00FC0655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04B951CA" w14:textId="77777777" w:rsidR="00C546E2" w:rsidRPr="00F002A0" w:rsidRDefault="00C546E2" w:rsidP="00FC0655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548352AD" w14:textId="77777777" w:rsidR="00C546E2" w:rsidRPr="00F002A0" w:rsidRDefault="00C546E2" w:rsidP="00FC0655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4D079BB3" w14:textId="77777777" w:rsidR="00C546E2" w:rsidRPr="00F002A0" w:rsidRDefault="00C546E2" w:rsidP="00FC0655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7ED0E99" w14:textId="77777777" w:rsidR="00C546E2" w:rsidRPr="00F002A0" w:rsidRDefault="00C546E2" w:rsidP="00FC0655">
            <w:pPr>
              <w:rPr>
                <w:rFonts w:ascii="Arial" w:hAnsi="Arial" w:cs="Arial"/>
              </w:rPr>
            </w:pPr>
          </w:p>
        </w:tc>
      </w:tr>
      <w:tr w:rsidR="00C546E2" w14:paraId="55F69330" w14:textId="77777777" w:rsidTr="00FC065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3E9CD9" w14:textId="77777777" w:rsidR="00C546E2" w:rsidRPr="00F002A0" w:rsidRDefault="00C546E2" w:rsidP="00FC0655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B13E9A1" w14:textId="77777777" w:rsidR="00C546E2" w:rsidRPr="00F002A0" w:rsidRDefault="00C546E2" w:rsidP="00FC0655">
            <w:pPr>
              <w:rPr>
                <w:rFonts w:ascii="Arial" w:hAnsi="Arial" w:cs="Arial"/>
              </w:rPr>
            </w:pPr>
          </w:p>
        </w:tc>
      </w:tr>
      <w:tr w:rsidR="00C546E2" w14:paraId="5C693777" w14:textId="77777777" w:rsidTr="00FC065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F798023" w14:textId="77777777" w:rsidR="00C546E2" w:rsidRPr="00F002A0" w:rsidRDefault="00C546E2" w:rsidP="00FC0655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335A78B" w14:textId="77777777" w:rsidR="00C546E2" w:rsidRPr="00F002A0" w:rsidRDefault="00C546E2" w:rsidP="00FC0655">
            <w:pPr>
              <w:rPr>
                <w:rFonts w:ascii="Arial" w:hAnsi="Arial" w:cs="Arial"/>
              </w:rPr>
            </w:pPr>
          </w:p>
        </w:tc>
      </w:tr>
      <w:tr w:rsidR="00C546E2" w14:paraId="492B8EA1" w14:textId="77777777" w:rsidTr="00FC065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B81C45E" w14:textId="77777777" w:rsidR="00C546E2" w:rsidRPr="00F002A0" w:rsidRDefault="00C546E2" w:rsidP="00FC0655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C5738D1" w14:textId="77777777" w:rsidR="00C546E2" w:rsidRPr="00F002A0" w:rsidRDefault="00C546E2" w:rsidP="00FC0655">
            <w:pPr>
              <w:rPr>
                <w:rFonts w:ascii="Arial" w:hAnsi="Arial" w:cs="Arial"/>
              </w:rPr>
            </w:pPr>
          </w:p>
        </w:tc>
      </w:tr>
      <w:tr w:rsidR="00C546E2" w14:paraId="6BBD5BD4" w14:textId="77777777" w:rsidTr="00FC065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70B9520" w14:textId="77777777" w:rsidR="00C546E2" w:rsidRPr="00F002A0" w:rsidRDefault="00C546E2" w:rsidP="00FC0655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64AFEA" w14:textId="77777777" w:rsidR="00C546E2" w:rsidRPr="00F002A0" w:rsidRDefault="00C546E2" w:rsidP="00FC0655">
            <w:pPr>
              <w:rPr>
                <w:rFonts w:ascii="Arial" w:hAnsi="Arial" w:cs="Arial"/>
              </w:rPr>
            </w:pPr>
          </w:p>
        </w:tc>
      </w:tr>
      <w:tr w:rsidR="00C546E2" w14:paraId="0B2C54F4" w14:textId="77777777" w:rsidTr="00FC065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A78BA38" w14:textId="77777777" w:rsidR="00C546E2" w:rsidRPr="00F002A0" w:rsidRDefault="00C546E2" w:rsidP="00FC0655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48CDDF8" w14:textId="77777777" w:rsidR="00C546E2" w:rsidRPr="00F002A0" w:rsidRDefault="00C546E2" w:rsidP="00FC0655">
            <w:pPr>
              <w:rPr>
                <w:rFonts w:ascii="Arial" w:hAnsi="Arial" w:cs="Arial"/>
              </w:rPr>
            </w:pPr>
          </w:p>
        </w:tc>
      </w:tr>
      <w:tr w:rsidR="00C546E2" w14:paraId="2807F9F7" w14:textId="77777777" w:rsidTr="00FC065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EC3D0A9" w14:textId="77777777" w:rsidR="00C546E2" w:rsidRPr="00F002A0" w:rsidRDefault="00C546E2" w:rsidP="00FC065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928A9D3" w14:textId="77777777" w:rsidR="00C546E2" w:rsidRPr="00F002A0" w:rsidRDefault="00C546E2" w:rsidP="00FC0655">
            <w:pPr>
              <w:rPr>
                <w:rFonts w:ascii="Arial" w:hAnsi="Arial" w:cs="Arial"/>
              </w:rPr>
            </w:pPr>
          </w:p>
        </w:tc>
      </w:tr>
      <w:tr w:rsidR="00C546E2" w14:paraId="0DC67602" w14:textId="77777777" w:rsidTr="00FC0655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50D4B60" w14:textId="77777777" w:rsidR="00C546E2" w:rsidRPr="00F002A0" w:rsidRDefault="00C546E2" w:rsidP="00FC0655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A11891F" w14:textId="77777777" w:rsidR="00C546E2" w:rsidRPr="00F002A0" w:rsidRDefault="00C546E2" w:rsidP="00FC0655">
            <w:pPr>
              <w:rPr>
                <w:rFonts w:ascii="Arial" w:hAnsi="Arial" w:cs="Arial"/>
              </w:rPr>
            </w:pPr>
          </w:p>
        </w:tc>
      </w:tr>
      <w:tr w:rsidR="00C546E2" w14:paraId="7C430021" w14:textId="77777777" w:rsidTr="00FC0655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1A9D510" w14:textId="77777777" w:rsidR="00C546E2" w:rsidRDefault="00C546E2" w:rsidP="00FC0655">
            <w:pPr>
              <w:rPr>
                <w:rFonts w:ascii="Arial" w:hAnsi="Arial" w:cs="Arial"/>
                <w:sz w:val="18"/>
                <w:szCs w:val="18"/>
              </w:rPr>
            </w:pPr>
          </w:p>
          <w:p w14:paraId="3B5F9257" w14:textId="77777777" w:rsidR="00C546E2" w:rsidRDefault="00C546E2" w:rsidP="00FC065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5C7DF10A" w14:textId="77777777" w:rsidR="00C546E2" w:rsidRPr="00F002A0" w:rsidRDefault="00C546E2" w:rsidP="00FC06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6694F9E0" w14:textId="77777777" w:rsidR="00C546E2" w:rsidRPr="00F002A0" w:rsidRDefault="00C546E2" w:rsidP="00FC0655">
            <w:pPr>
              <w:rPr>
                <w:rFonts w:ascii="Arial" w:hAnsi="Arial" w:cs="Arial"/>
              </w:rPr>
            </w:pPr>
          </w:p>
        </w:tc>
      </w:tr>
      <w:tr w:rsidR="00C546E2" w14:paraId="2314687B" w14:textId="77777777" w:rsidTr="00FC0655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3168F890" w14:textId="77777777" w:rsidR="00C546E2" w:rsidRPr="00F002A0" w:rsidRDefault="00C546E2" w:rsidP="00FC065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C546E2" w14:paraId="45A25F6A" w14:textId="77777777" w:rsidTr="00FC065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0F90B0D" w14:textId="77777777" w:rsidR="00C546E2" w:rsidRPr="00F002A0" w:rsidRDefault="00C546E2" w:rsidP="00FC0655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4D29DFCB" w14:textId="77777777" w:rsidR="00C546E2" w:rsidRPr="00F002A0" w:rsidRDefault="00C546E2" w:rsidP="00FC0655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A7B4211" w14:textId="77777777" w:rsidR="00C546E2" w:rsidRPr="00F002A0" w:rsidRDefault="00C546E2" w:rsidP="00FC0655">
            <w:pPr>
              <w:rPr>
                <w:rFonts w:ascii="Arial" w:hAnsi="Arial" w:cs="Arial"/>
              </w:rPr>
            </w:pPr>
          </w:p>
        </w:tc>
      </w:tr>
      <w:tr w:rsidR="00C546E2" w14:paraId="3F5995B4" w14:textId="77777777" w:rsidTr="00FC065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1334C2A" w14:textId="77777777" w:rsidR="00C546E2" w:rsidRPr="00F002A0" w:rsidRDefault="00C546E2" w:rsidP="00FC0655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27FD94E4" w14:textId="77777777" w:rsidR="00C546E2" w:rsidRPr="00F002A0" w:rsidRDefault="00C546E2" w:rsidP="00FC0655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4645BA0F" w14:textId="77777777" w:rsidR="00C546E2" w:rsidRPr="00F002A0" w:rsidRDefault="00C546E2" w:rsidP="00FC0655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BFF9E82" w14:textId="77777777" w:rsidR="00C546E2" w:rsidRPr="00F002A0" w:rsidRDefault="00C546E2" w:rsidP="00FC0655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870EDA5" w14:textId="77777777" w:rsidR="00C546E2" w:rsidRPr="00F002A0" w:rsidRDefault="00C546E2" w:rsidP="00FC0655">
            <w:pPr>
              <w:rPr>
                <w:rFonts w:ascii="Arial" w:hAnsi="Arial" w:cs="Arial"/>
              </w:rPr>
            </w:pPr>
          </w:p>
        </w:tc>
      </w:tr>
      <w:tr w:rsidR="00C546E2" w14:paraId="72F15D20" w14:textId="77777777" w:rsidTr="00FC065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AD0EE28" w14:textId="77777777" w:rsidR="00C546E2" w:rsidRPr="00F002A0" w:rsidRDefault="00C546E2" w:rsidP="00FC0655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C4D7794" w14:textId="77777777" w:rsidR="00C546E2" w:rsidRPr="00F002A0" w:rsidRDefault="00C546E2" w:rsidP="00FC0655">
            <w:pPr>
              <w:rPr>
                <w:rFonts w:ascii="Arial" w:hAnsi="Arial" w:cs="Arial"/>
              </w:rPr>
            </w:pPr>
          </w:p>
        </w:tc>
      </w:tr>
      <w:tr w:rsidR="00C546E2" w14:paraId="387DD22B" w14:textId="77777777" w:rsidTr="00FC0655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08E9846" w14:textId="77777777" w:rsidR="00C546E2" w:rsidRPr="00F002A0" w:rsidRDefault="00C546E2" w:rsidP="00FC0655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97494D0" w14:textId="77777777" w:rsidR="00C546E2" w:rsidRPr="00F002A0" w:rsidRDefault="00C546E2" w:rsidP="00FC0655">
            <w:pPr>
              <w:rPr>
                <w:rFonts w:ascii="Arial" w:hAnsi="Arial" w:cs="Arial"/>
              </w:rPr>
            </w:pPr>
          </w:p>
        </w:tc>
      </w:tr>
    </w:tbl>
    <w:p w14:paraId="4DF496F5" w14:textId="77777777" w:rsidR="00C546E2" w:rsidRDefault="00C546E2" w:rsidP="00C546E2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3B501EF4" w14:textId="77777777" w:rsidR="00C546E2" w:rsidRDefault="00C546E2" w:rsidP="00C546E2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V případě, že je dodavatel právnickou osobou, uvede ve smyslu Prováděcího nařízení komise /EU/2016/7, zdali je:</w:t>
      </w:r>
    </w:p>
    <w:p w14:paraId="0BC04A57" w14:textId="77777777" w:rsidR="00C546E2" w:rsidRPr="00FD2E3F" w:rsidRDefault="00C546E2" w:rsidP="00C546E2">
      <w:pPr>
        <w:pStyle w:val="Odstavecseseznamem"/>
        <w:numPr>
          <w:ilvl w:val="0"/>
          <w:numId w:val="15"/>
        </w:numPr>
        <w:contextualSpacing/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6AF09AF5" w14:textId="77777777" w:rsidR="00C546E2" w:rsidRPr="00FD2E3F" w:rsidRDefault="00C546E2" w:rsidP="00C546E2">
      <w:pPr>
        <w:pStyle w:val="Odstavecseseznamem"/>
        <w:numPr>
          <w:ilvl w:val="0"/>
          <w:numId w:val="15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2B75A16A" w14:textId="77777777" w:rsidR="00C546E2" w:rsidRPr="00FD2E3F" w:rsidRDefault="00C546E2" w:rsidP="00C546E2">
      <w:pPr>
        <w:pStyle w:val="Odstavecseseznamem"/>
        <w:numPr>
          <w:ilvl w:val="0"/>
          <w:numId w:val="15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5ABE3573" w14:textId="77777777" w:rsidR="00C546E2" w:rsidRPr="00FD2E3F" w:rsidRDefault="00C546E2" w:rsidP="00C546E2">
      <w:pPr>
        <w:pStyle w:val="Odstavecseseznamem"/>
        <w:numPr>
          <w:ilvl w:val="0"/>
          <w:numId w:val="15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4E1563BA" w14:textId="77777777" w:rsidR="00C546E2" w:rsidRPr="00F002A0" w:rsidRDefault="00C546E2" w:rsidP="00C546E2">
      <w:pPr>
        <w:rPr>
          <w:rFonts w:ascii="Arial" w:hAnsi="Arial" w:cs="Arial"/>
          <w:i/>
          <w:sz w:val="18"/>
          <w:szCs w:val="18"/>
        </w:rPr>
      </w:pPr>
    </w:p>
    <w:p w14:paraId="259FC671" w14:textId="77777777" w:rsidR="00C546E2" w:rsidRPr="00F002A0" w:rsidRDefault="00C546E2" w:rsidP="00C546E2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D8C97CB" w14:textId="77777777" w:rsidR="00C546E2" w:rsidRPr="00F002A0" w:rsidRDefault="00C546E2" w:rsidP="00C546E2">
      <w:pPr>
        <w:rPr>
          <w:rFonts w:ascii="Arial" w:hAnsi="Arial" w:cs="Arial"/>
        </w:rPr>
      </w:pPr>
    </w:p>
    <w:p w14:paraId="15A8302C" w14:textId="77777777" w:rsidR="00C546E2" w:rsidRPr="00F002A0" w:rsidRDefault="00C546E2" w:rsidP="00C546E2">
      <w:pPr>
        <w:jc w:val="both"/>
        <w:outlineLvl w:val="0"/>
        <w:rPr>
          <w:rFonts w:ascii="Arial" w:hAnsi="Arial" w:cs="Arial"/>
        </w:rPr>
      </w:pPr>
    </w:p>
    <w:p w14:paraId="704CD156" w14:textId="77777777" w:rsidR="00C546E2" w:rsidRPr="00F002A0" w:rsidRDefault="00C546E2" w:rsidP="00C546E2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4E07C9C6" w14:textId="77777777" w:rsidR="00C546E2" w:rsidRDefault="00C546E2" w:rsidP="00C05BCC">
      <w:pPr>
        <w:rPr>
          <w:rFonts w:ascii="Arial" w:hAnsi="Arial" w:cs="Arial"/>
          <w:sz w:val="20"/>
          <w:szCs w:val="20"/>
          <w:u w:val="single"/>
        </w:rPr>
      </w:pPr>
    </w:p>
    <w:p w14:paraId="1BD4A2C0" w14:textId="77777777" w:rsidR="00C546E2" w:rsidRDefault="00C546E2" w:rsidP="00C05BCC">
      <w:pPr>
        <w:rPr>
          <w:rFonts w:ascii="Arial" w:hAnsi="Arial" w:cs="Arial"/>
          <w:sz w:val="20"/>
          <w:szCs w:val="20"/>
          <w:u w:val="single"/>
        </w:rPr>
      </w:pPr>
    </w:p>
    <w:p w14:paraId="47744FDB" w14:textId="77777777" w:rsidR="00C546E2" w:rsidRDefault="00C546E2" w:rsidP="00C05BCC">
      <w:pPr>
        <w:rPr>
          <w:rFonts w:ascii="Arial" w:hAnsi="Arial" w:cs="Arial"/>
          <w:sz w:val="20"/>
          <w:szCs w:val="20"/>
          <w:u w:val="single"/>
        </w:rPr>
      </w:pPr>
    </w:p>
    <w:p w14:paraId="54284F90" w14:textId="77777777" w:rsidR="00C546E2" w:rsidRDefault="00C546E2" w:rsidP="00C05BCC">
      <w:pPr>
        <w:rPr>
          <w:rFonts w:ascii="Arial" w:hAnsi="Arial" w:cs="Arial"/>
          <w:sz w:val="20"/>
          <w:szCs w:val="20"/>
          <w:u w:val="single"/>
        </w:rPr>
      </w:pPr>
    </w:p>
    <w:p w14:paraId="29811A56" w14:textId="77777777" w:rsidR="00C546E2" w:rsidRPr="001D6A5B" w:rsidRDefault="00C546E2" w:rsidP="00C05BCC">
      <w:pPr>
        <w:rPr>
          <w:rFonts w:ascii="Arial" w:hAnsi="Arial" w:cs="Arial"/>
          <w:sz w:val="20"/>
          <w:szCs w:val="20"/>
          <w:u w:val="single"/>
        </w:rPr>
      </w:pPr>
    </w:p>
    <w:p w14:paraId="58DC129B" w14:textId="77777777" w:rsidR="00C05BCC" w:rsidRDefault="00C05BCC" w:rsidP="00C05BCC">
      <w:pPr>
        <w:rPr>
          <w:rFonts w:ascii="Arial" w:hAnsi="Arial" w:cs="Arial"/>
          <w:sz w:val="20"/>
          <w:szCs w:val="20"/>
        </w:rPr>
      </w:pPr>
    </w:p>
    <w:p w14:paraId="2706ED8C" w14:textId="5AD4165B" w:rsidR="004B3E11" w:rsidRDefault="00C546E2" w:rsidP="004C04AA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  <w:r w:rsidRPr="005D573F">
        <w:rPr>
          <w:rFonts w:ascii="Arial" w:hAnsi="Arial" w:cs="Arial"/>
          <w:b/>
        </w:rPr>
        <w:lastRenderedPageBreak/>
        <w:t>ČESTNÉ PROHLÁŠENÍ</w:t>
      </w:r>
    </w:p>
    <w:p w14:paraId="4BED979B" w14:textId="2EF27889" w:rsidR="004B3E11" w:rsidRPr="005D573F" w:rsidRDefault="004B3E11" w:rsidP="005D573F">
      <w:pPr>
        <w:spacing w:after="120"/>
        <w:jc w:val="center"/>
        <w:rPr>
          <w:rFonts w:ascii="Arial" w:hAnsi="Arial" w:cs="Arial"/>
          <w:b/>
          <w:szCs w:val="20"/>
          <w:u w:val="single"/>
        </w:rPr>
      </w:pPr>
      <w:r w:rsidRPr="005D573F">
        <w:rPr>
          <w:rFonts w:ascii="Arial" w:hAnsi="Arial" w:cs="Arial"/>
          <w:b/>
          <w:szCs w:val="20"/>
          <w:u w:val="single"/>
        </w:rPr>
        <w:t>ZÁKLADNÍ ZPŮSOBILOST</w:t>
      </w:r>
    </w:p>
    <w:p w14:paraId="029DD6EA" w14:textId="039455BC"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717954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14:paraId="7C4A81F5" w14:textId="77777777"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717954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717954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717954">
        <w:rPr>
          <w:rFonts w:ascii="Arial" w:hAnsi="Arial" w:cs="Arial"/>
          <w:sz w:val="20"/>
          <w:szCs w:val="20"/>
        </w:rPr>
        <w:t xml:space="preserve">tato právnická osoba a </w:t>
      </w:r>
      <w:r w:rsidR="00717954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717954">
        <w:rPr>
          <w:rFonts w:ascii="Arial" w:hAnsi="Arial" w:cs="Arial"/>
          <w:sz w:val="20"/>
          <w:szCs w:val="20"/>
        </w:rPr>
        <w:t>;</w:t>
      </w:r>
    </w:p>
    <w:p w14:paraId="516881A0" w14:textId="77777777"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141BE01" w14:textId="77777777" w:rsidR="00DA4A1F" w:rsidRPr="00B17289" w:rsidRDefault="00717954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14:paraId="4222EEE6" w14:textId="77777777"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5133D2C8" w14:textId="77777777" w:rsidR="00DA4A1F" w:rsidRPr="00B17289" w:rsidRDefault="00717954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14:paraId="4C2A2BB5" w14:textId="77777777"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08DB8B8F" w14:textId="77777777" w:rsidR="00DA4A1F" w:rsidRPr="00B17289" w:rsidRDefault="00717954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14:paraId="6985A764" w14:textId="77777777"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14:paraId="47739B3E" w14:textId="77777777" w:rsidR="00DA4A1F" w:rsidRPr="00DA4A1F" w:rsidRDefault="00717954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1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2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14:paraId="3917734A" w14:textId="77777777"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6AB9429F" w14:textId="603DCCC3" w:rsidR="005D573F" w:rsidRDefault="005D573F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3DE55079" w14:textId="214D008F" w:rsidR="005D573F" w:rsidRDefault="005D573F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221B362F" w14:textId="08FA6073" w:rsidR="005D573F" w:rsidRDefault="005D573F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0852D82C" w14:textId="6D3BD2E5" w:rsidR="005D573F" w:rsidRDefault="005D573F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2B167CE6" w14:textId="18C25800" w:rsidR="005D573F" w:rsidRDefault="005D573F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72B6C6AC" w14:textId="68F0AA0B" w:rsidR="005D573F" w:rsidRDefault="005D573F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73B8680C" w14:textId="047C7E76" w:rsidR="005D573F" w:rsidRDefault="005D573F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370C3023" w14:textId="699F7C30" w:rsidR="005D573F" w:rsidRDefault="005D573F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266C3699" w14:textId="20775A69" w:rsidR="005D573F" w:rsidRDefault="005D573F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1DD424EB" w14:textId="6E991CBE" w:rsidR="005D573F" w:rsidRDefault="005D573F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02F088E8" w14:textId="60C0E4B3" w:rsidR="005D573F" w:rsidRDefault="005D573F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63129E9D" w14:textId="5C5BD9FB" w:rsidR="005D573F" w:rsidRDefault="005D573F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4AC65012" w14:textId="34FA8CDE" w:rsidR="005D573F" w:rsidRDefault="005D573F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0AFB01AF" w14:textId="5A7C52AA" w:rsidR="005D573F" w:rsidRDefault="005D573F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6E7C3785" w14:textId="2E6ADB82" w:rsidR="005D573F" w:rsidRDefault="005D573F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5473DD2C" w14:textId="797F084C" w:rsidR="005D573F" w:rsidRDefault="005D573F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196E521C" w14:textId="77777777" w:rsidR="00BC03AF" w:rsidRDefault="00BC03AF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10941D49" w14:textId="77777777" w:rsidR="005D573F" w:rsidRDefault="005D573F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6E866000" w14:textId="77777777" w:rsidR="00DB1782" w:rsidRDefault="00DB1782" w:rsidP="00DB1782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341DD437" w14:textId="77777777" w:rsidR="00DB1782" w:rsidRDefault="00DB1782" w:rsidP="00DB1782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b/>
          <w:szCs w:val="20"/>
          <w:u w:val="single"/>
        </w:rPr>
        <w:lastRenderedPageBreak/>
        <w:t>TECHNICKÁ KVALIFIKACE – SEZNAM REFERENČNÍCH ZAKÁZEK:</w:t>
      </w:r>
    </w:p>
    <w:p w14:paraId="77631154" w14:textId="77777777" w:rsidR="00DB1782" w:rsidRDefault="00DB1782" w:rsidP="00DB1782">
      <w:pPr>
        <w:pStyle w:val="Odstavecseseznamem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prokáže toto kritérium technické kvalifikace, pokud </w:t>
      </w:r>
      <w:r>
        <w:rPr>
          <w:rFonts w:ascii="Arial" w:hAnsi="Arial" w:cs="Arial"/>
          <w:b/>
          <w:sz w:val="20"/>
          <w:szCs w:val="20"/>
        </w:rPr>
        <w:t>v posledních 5 letech</w:t>
      </w:r>
      <w:r>
        <w:rPr>
          <w:rFonts w:ascii="Arial" w:hAnsi="Arial" w:cs="Arial"/>
          <w:sz w:val="20"/>
          <w:szCs w:val="20"/>
        </w:rPr>
        <w:t xml:space="preserve"> realizoval </w:t>
      </w:r>
      <w:r>
        <w:rPr>
          <w:rFonts w:ascii="Arial" w:hAnsi="Arial" w:cs="Arial"/>
          <w:b/>
          <w:sz w:val="20"/>
          <w:szCs w:val="20"/>
        </w:rPr>
        <w:t>2 obdobné zakázky</w:t>
      </w:r>
      <w:r>
        <w:rPr>
          <w:rFonts w:ascii="Arial" w:hAnsi="Arial" w:cs="Arial"/>
          <w:sz w:val="20"/>
          <w:szCs w:val="20"/>
        </w:rPr>
        <w:t xml:space="preserve"> v min. hodnotě </w:t>
      </w:r>
      <w:r>
        <w:rPr>
          <w:rFonts w:ascii="Arial" w:hAnsi="Arial" w:cs="Arial"/>
          <w:b/>
          <w:sz w:val="20"/>
          <w:szCs w:val="20"/>
        </w:rPr>
        <w:t>3.00.000,- Kč</w:t>
      </w:r>
      <w:r>
        <w:rPr>
          <w:rFonts w:ascii="Arial" w:hAnsi="Arial" w:cs="Arial"/>
          <w:sz w:val="20"/>
          <w:szCs w:val="20"/>
        </w:rPr>
        <w:t xml:space="preserve"> (slovy: tři miliony korun českých) </w:t>
      </w:r>
      <w:r>
        <w:rPr>
          <w:rFonts w:ascii="Arial" w:hAnsi="Arial" w:cs="Arial"/>
          <w:b/>
          <w:sz w:val="20"/>
          <w:szCs w:val="20"/>
        </w:rPr>
        <w:t>bez DPH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za každou </w:t>
      </w:r>
      <w:r w:rsidRPr="00DB1782">
        <w:rPr>
          <w:rFonts w:ascii="Arial" w:hAnsi="Arial" w:cs="Arial"/>
          <w:b/>
          <w:sz w:val="20"/>
          <w:szCs w:val="20"/>
        </w:rPr>
        <w:t>takovou referenční zakázku.</w:t>
      </w:r>
      <w:r w:rsidRPr="00DB1782">
        <w:rPr>
          <w:rFonts w:ascii="Arial" w:hAnsi="Arial" w:cs="Arial"/>
          <w:sz w:val="20"/>
          <w:szCs w:val="20"/>
        </w:rPr>
        <w:t xml:space="preserve"> Obdobný druh služeb je specifikován jako</w:t>
      </w:r>
      <w:r w:rsidRPr="00DB1782">
        <w:rPr>
          <w:rFonts w:ascii="Arial" w:hAnsi="Arial" w:cs="Arial"/>
          <w:b/>
          <w:sz w:val="20"/>
          <w:szCs w:val="20"/>
        </w:rPr>
        <w:t xml:space="preserve"> dodávka a montáž výtahu</w:t>
      </w:r>
      <w:r w:rsidRPr="00DB1782">
        <w:rPr>
          <w:rFonts w:ascii="Arial" w:hAnsi="Arial" w:cs="Arial"/>
          <w:b/>
          <w:bCs/>
          <w:sz w:val="20"/>
          <w:szCs w:val="20"/>
        </w:rPr>
        <w:t>.</w:t>
      </w:r>
    </w:p>
    <w:p w14:paraId="2E9CAB11" w14:textId="77777777" w:rsidR="00DB1782" w:rsidRDefault="00DB1782" w:rsidP="00DB1782">
      <w:pPr>
        <w:pStyle w:val="Odstavecseseznamem"/>
        <w:rPr>
          <w:rFonts w:ascii="Arial" w:hAnsi="Arial" w:cs="Arial"/>
          <w:sz w:val="20"/>
          <w:szCs w:val="20"/>
        </w:rPr>
      </w:pPr>
    </w:p>
    <w:p w14:paraId="4B5B8637" w14:textId="77777777" w:rsidR="00DB1782" w:rsidRPr="00BB4E77" w:rsidRDefault="00DB1782" w:rsidP="00DB1782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BB4E77">
        <w:rPr>
          <w:rFonts w:ascii="Arial" w:hAnsi="Arial" w:cs="Arial"/>
          <w:b/>
          <w:sz w:val="20"/>
          <w:szCs w:val="20"/>
        </w:rPr>
        <w:t>Referenční zakázka č. 1:</w:t>
      </w:r>
    </w:p>
    <w:p w14:paraId="1138BA0F" w14:textId="77777777" w:rsidR="00DB1782" w:rsidRDefault="00DB1782" w:rsidP="00DB178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B1782" w:rsidRPr="00423B91" w14:paraId="651DF8DE" w14:textId="77777777" w:rsidTr="00694CB1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68F44" w14:textId="77777777" w:rsidR="00DB1782" w:rsidRDefault="00DB1782" w:rsidP="00694CB1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Název subjektu, pro který byla dodávka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2F7EC" w14:textId="77777777" w:rsidR="00DB1782" w:rsidRDefault="00DB1782" w:rsidP="00694CB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DB1782" w:rsidRPr="00423B91" w14:paraId="1D792182" w14:textId="77777777" w:rsidTr="00694CB1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13836" w14:textId="77777777" w:rsidR="00DB1782" w:rsidRDefault="00DB1782" w:rsidP="00694CB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6481B" w14:textId="77777777" w:rsidR="00DB1782" w:rsidRDefault="00DB1782" w:rsidP="00694CB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DB1782" w:rsidRPr="00423B91" w14:paraId="6E053593" w14:textId="77777777" w:rsidTr="00694CB1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728B4" w14:textId="77777777" w:rsidR="00DB1782" w:rsidRDefault="00DB1782" w:rsidP="00694CB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Rozsah (předmět dodávky)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16F3C" w14:textId="77777777" w:rsidR="00DB1782" w:rsidRDefault="00DB1782" w:rsidP="00694CB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DB1782" w:rsidRPr="00423B91" w14:paraId="1DBE7027" w14:textId="77777777" w:rsidTr="00694CB1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52E14" w14:textId="77777777" w:rsidR="00DB1782" w:rsidRDefault="00DB1782" w:rsidP="00694CB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5A1D6" w14:textId="77777777" w:rsidR="00DB1782" w:rsidRDefault="00DB1782" w:rsidP="00694CB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DB1782" w:rsidRPr="00423B91" w14:paraId="288452FE" w14:textId="77777777" w:rsidTr="00694CB1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140BE" w14:textId="77777777" w:rsidR="00DB1782" w:rsidRDefault="00DB1782" w:rsidP="00694CB1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D71D2" w14:textId="77777777" w:rsidR="00DB1782" w:rsidRDefault="00DB1782" w:rsidP="00694CB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</w:tbl>
    <w:p w14:paraId="77709B9C" w14:textId="77777777" w:rsidR="00DB1782" w:rsidRDefault="00DB1782" w:rsidP="00DB1782">
      <w:pPr>
        <w:pStyle w:val="Odstavecseseznamem"/>
        <w:rPr>
          <w:rFonts w:ascii="Arial" w:hAnsi="Arial" w:cs="Arial"/>
          <w:sz w:val="20"/>
          <w:szCs w:val="20"/>
        </w:rPr>
      </w:pPr>
    </w:p>
    <w:p w14:paraId="360E987F" w14:textId="77777777" w:rsidR="00DB1782" w:rsidRDefault="00DB1782" w:rsidP="00DB1782">
      <w:pPr>
        <w:pStyle w:val="Odstavecseseznamem"/>
        <w:rPr>
          <w:rFonts w:ascii="Arial" w:hAnsi="Arial" w:cs="Arial"/>
          <w:sz w:val="20"/>
          <w:szCs w:val="20"/>
        </w:rPr>
      </w:pPr>
    </w:p>
    <w:p w14:paraId="68FD1E78" w14:textId="77777777" w:rsidR="00DB1782" w:rsidRPr="00BB4E77" w:rsidRDefault="00DB1782" w:rsidP="00DB1782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BB4E77">
        <w:rPr>
          <w:rFonts w:ascii="Arial" w:hAnsi="Arial" w:cs="Arial"/>
          <w:b/>
          <w:sz w:val="20"/>
          <w:szCs w:val="20"/>
        </w:rPr>
        <w:t>Referenční zakázka č. 2:</w:t>
      </w:r>
    </w:p>
    <w:p w14:paraId="5186D5BB" w14:textId="77777777" w:rsidR="00DB1782" w:rsidRDefault="00DB1782" w:rsidP="00DB178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B1782" w:rsidRPr="00423B91" w14:paraId="665C93F0" w14:textId="77777777" w:rsidTr="00694CB1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2559A" w14:textId="77777777" w:rsidR="00DB1782" w:rsidRDefault="00DB1782" w:rsidP="00694CB1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Název subjektu, pro který byla dodávka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AD9A7" w14:textId="77777777" w:rsidR="00DB1782" w:rsidRDefault="00DB1782" w:rsidP="00694CB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DB1782" w:rsidRPr="00423B91" w14:paraId="3063FC4D" w14:textId="77777777" w:rsidTr="00694CB1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447D7" w14:textId="77777777" w:rsidR="00DB1782" w:rsidRDefault="00DB1782" w:rsidP="00694CB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4BAEE" w14:textId="77777777" w:rsidR="00DB1782" w:rsidRDefault="00DB1782" w:rsidP="00694CB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DB1782" w:rsidRPr="00423B91" w14:paraId="7E941CBE" w14:textId="77777777" w:rsidTr="00694CB1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2E686" w14:textId="77777777" w:rsidR="00DB1782" w:rsidRDefault="00DB1782" w:rsidP="00694CB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Rozsah (předmět dodávky)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26045" w14:textId="77777777" w:rsidR="00DB1782" w:rsidRDefault="00DB1782" w:rsidP="00694CB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DB1782" w:rsidRPr="00423B91" w14:paraId="5498502B" w14:textId="77777777" w:rsidTr="00694CB1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F9186" w14:textId="77777777" w:rsidR="00DB1782" w:rsidRDefault="00DB1782" w:rsidP="00694CB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E75C1" w14:textId="77777777" w:rsidR="00DB1782" w:rsidRDefault="00DB1782" w:rsidP="00694CB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DB1782" w:rsidRPr="00423B91" w14:paraId="755BC74E" w14:textId="77777777" w:rsidTr="00694CB1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86067" w14:textId="77777777" w:rsidR="00DB1782" w:rsidRDefault="00DB1782" w:rsidP="00694CB1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74701" w14:textId="77777777" w:rsidR="00DB1782" w:rsidRDefault="00DB1782" w:rsidP="00694CB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</w:tbl>
    <w:p w14:paraId="5CF9E249" w14:textId="77777777" w:rsidR="00DB1782" w:rsidRDefault="00DB1782" w:rsidP="00DB1782">
      <w:pPr>
        <w:pStyle w:val="Odstavecseseznamem"/>
        <w:rPr>
          <w:rFonts w:ascii="Arial" w:hAnsi="Arial" w:cs="Arial"/>
          <w:sz w:val="20"/>
          <w:szCs w:val="20"/>
        </w:rPr>
      </w:pPr>
    </w:p>
    <w:p w14:paraId="796AFA89" w14:textId="77777777" w:rsidR="00DB1782" w:rsidRDefault="00DB1782" w:rsidP="00DB1782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</w:p>
    <w:p w14:paraId="181A48D1" w14:textId="77777777" w:rsidR="00DB1782" w:rsidRPr="00290C95" w:rsidRDefault="00DB1782" w:rsidP="00DB1782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b/>
          <w:szCs w:val="20"/>
          <w:u w:val="single"/>
        </w:rPr>
        <w:t>TECHNICKÁ KVALIFIKACE – SEZNAM TECHNIKŮ NEBO TECHNICKÝCH ÚTVARŮ:</w:t>
      </w:r>
    </w:p>
    <w:p w14:paraId="436834E5" w14:textId="77777777" w:rsidR="00DB1782" w:rsidRDefault="00DB1782" w:rsidP="00DB1782">
      <w:pPr>
        <w:pStyle w:val="Odstavecseseznamem"/>
        <w:spacing w:after="240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</w:t>
      </w:r>
      <w:r w:rsidRPr="00CF2B1C">
        <w:rPr>
          <w:rFonts w:ascii="Arial" w:hAnsi="Arial" w:cs="Arial"/>
          <w:sz w:val="20"/>
          <w:szCs w:val="20"/>
        </w:rPr>
        <w:t xml:space="preserve">prokáže toto kritérium technické kvalifikace, pokud má pro realizaci této veřejné zakázky k dispozici celkem </w:t>
      </w:r>
      <w:r w:rsidRPr="00CF2B1C">
        <w:rPr>
          <w:rFonts w:ascii="Arial" w:hAnsi="Arial" w:cs="Arial"/>
          <w:b/>
          <w:sz w:val="20"/>
          <w:szCs w:val="20"/>
        </w:rPr>
        <w:t xml:space="preserve">min. </w:t>
      </w:r>
      <w:r>
        <w:rPr>
          <w:rFonts w:ascii="Arial" w:hAnsi="Arial" w:cs="Arial"/>
          <w:b/>
          <w:sz w:val="20"/>
          <w:szCs w:val="20"/>
        </w:rPr>
        <w:t>1 osobu:</w:t>
      </w:r>
    </w:p>
    <w:p w14:paraId="0FC20D29" w14:textId="3C20221A" w:rsidR="00DB1782" w:rsidRPr="002E1205" w:rsidRDefault="00DB1782" w:rsidP="00DB1782">
      <w:pPr>
        <w:numPr>
          <w:ilvl w:val="1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B1782">
        <w:rPr>
          <w:rFonts w:ascii="Arial" w:hAnsi="Arial" w:cs="Arial"/>
          <w:sz w:val="20"/>
          <w:szCs w:val="20"/>
        </w:rPr>
        <w:t xml:space="preserve">jednoho </w:t>
      </w:r>
      <w:r w:rsidRPr="00DB1782">
        <w:rPr>
          <w:rFonts w:ascii="Arial" w:hAnsi="Arial" w:cs="Arial"/>
          <w:b/>
          <w:sz w:val="20"/>
          <w:szCs w:val="20"/>
        </w:rPr>
        <w:t>vedoucího projektu</w:t>
      </w:r>
      <w:r w:rsidRPr="002E1205">
        <w:rPr>
          <w:rFonts w:ascii="Arial" w:hAnsi="Arial" w:cs="Arial"/>
          <w:sz w:val="20"/>
          <w:szCs w:val="20"/>
        </w:rPr>
        <w:t>, který bude za dodavatele zodpovídat za průběh plnění dodávky a montáže výtahu a který má</w:t>
      </w:r>
      <w:r w:rsidR="002E1205" w:rsidRPr="002E1205">
        <w:rPr>
          <w:rFonts w:ascii="Arial" w:hAnsi="Arial" w:cs="Arial"/>
          <w:b/>
          <w:sz w:val="20"/>
          <w:szCs w:val="20"/>
        </w:rPr>
        <w:t xml:space="preserve"> </w:t>
      </w:r>
      <w:r w:rsidR="002E1205" w:rsidRPr="002E1205">
        <w:rPr>
          <w:rFonts w:ascii="Arial" w:hAnsi="Arial" w:cs="Arial"/>
          <w:b/>
          <w:sz w:val="20"/>
          <w:szCs w:val="20"/>
        </w:rPr>
        <w:t>v posledních 5 letech</w:t>
      </w:r>
      <w:r w:rsidRPr="002E1205">
        <w:rPr>
          <w:rFonts w:ascii="Arial" w:hAnsi="Arial" w:cs="Arial"/>
          <w:sz w:val="20"/>
          <w:szCs w:val="20"/>
        </w:rPr>
        <w:t xml:space="preserve"> zkušenost s vedením </w:t>
      </w:r>
      <w:r w:rsidRPr="002E1205">
        <w:rPr>
          <w:rFonts w:ascii="Arial" w:hAnsi="Arial" w:cs="Arial"/>
          <w:b/>
          <w:sz w:val="20"/>
          <w:szCs w:val="20"/>
        </w:rPr>
        <w:t>alespoň 2 obdobných dokončených projektů</w:t>
      </w:r>
      <w:r w:rsidR="002E1205" w:rsidRPr="002E1205">
        <w:rPr>
          <w:rFonts w:ascii="Arial" w:hAnsi="Arial" w:cs="Arial"/>
          <w:b/>
          <w:sz w:val="20"/>
          <w:szCs w:val="20"/>
        </w:rPr>
        <w:t xml:space="preserve">, </w:t>
      </w:r>
      <w:r w:rsidR="002E1205" w:rsidRPr="002E1205">
        <w:rPr>
          <w:rFonts w:ascii="Arial" w:hAnsi="Arial" w:cs="Arial"/>
          <w:b/>
          <w:sz w:val="20"/>
          <w:szCs w:val="20"/>
        </w:rPr>
        <w:t>každý z nich v hodnotě</w:t>
      </w:r>
      <w:r w:rsidRPr="002E1205">
        <w:rPr>
          <w:rFonts w:ascii="Arial" w:hAnsi="Arial" w:cs="Arial"/>
          <w:b/>
          <w:sz w:val="20"/>
          <w:szCs w:val="20"/>
        </w:rPr>
        <w:t xml:space="preserve"> v hodnotě alespoň 3.000.000,- Kč (slovy: tři miliony korun). Obdobný druh projektů zadavatel blíže specifikuje jako dodávka a montáž výtahu</w:t>
      </w:r>
      <w:r w:rsidRPr="002E1205">
        <w:rPr>
          <w:rFonts w:ascii="Arial" w:hAnsi="Arial" w:cs="Arial"/>
          <w:b/>
          <w:bCs/>
          <w:sz w:val="20"/>
          <w:szCs w:val="20"/>
        </w:rPr>
        <w:t xml:space="preserve"> a</w:t>
      </w:r>
      <w:r w:rsidRPr="002E1205">
        <w:rPr>
          <w:rFonts w:ascii="Arial" w:hAnsi="Arial" w:cs="Arial"/>
          <w:b/>
          <w:sz w:val="20"/>
          <w:szCs w:val="20"/>
        </w:rPr>
        <w:t xml:space="preserve"> provedení/montáže a demontáže výtahu.</w:t>
      </w:r>
    </w:p>
    <w:p w14:paraId="227F9AD0" w14:textId="77777777" w:rsidR="00DB1782" w:rsidRPr="00DB1782" w:rsidRDefault="00DB1782" w:rsidP="00DB1782">
      <w:pPr>
        <w:autoSpaceDE w:val="0"/>
        <w:autoSpaceDN w:val="0"/>
        <w:adjustRightInd w:val="0"/>
        <w:ind w:left="1440"/>
        <w:jc w:val="both"/>
        <w:rPr>
          <w:rFonts w:ascii="Arial" w:hAnsi="Arial" w:cs="Arial"/>
          <w:sz w:val="20"/>
          <w:szCs w:val="20"/>
        </w:rPr>
      </w:pPr>
      <w:r w:rsidRPr="002E1205">
        <w:rPr>
          <w:rFonts w:ascii="Arial" w:hAnsi="Arial" w:cs="Arial"/>
          <w:bCs/>
          <w:sz w:val="20"/>
          <w:szCs w:val="20"/>
        </w:rPr>
        <w:t xml:space="preserve">Odkazy </w:t>
      </w:r>
      <w:r w:rsidRPr="002E1205">
        <w:rPr>
          <w:rFonts w:ascii="Arial" w:hAnsi="Arial" w:cs="Arial"/>
          <w:sz w:val="20"/>
          <w:szCs w:val="20"/>
        </w:rPr>
        <w:t>musejí obsahovat konkretizaci poskytnutého</w:t>
      </w:r>
      <w:r w:rsidRPr="00DB1782">
        <w:rPr>
          <w:rFonts w:ascii="Arial" w:hAnsi="Arial" w:cs="Arial"/>
          <w:sz w:val="20"/>
          <w:szCs w:val="20"/>
        </w:rPr>
        <w:t xml:space="preserve"> plnění členem týmu v rámci dokládané zakázky, dobu plnění a kontakty na konkrétní osoby (ze strany objednatele dokládané zakázky), které mohou uvedené údaje potvrdit.</w:t>
      </w:r>
    </w:p>
    <w:p w14:paraId="1462EAE4" w14:textId="37C91371" w:rsidR="00DB1782" w:rsidRDefault="00DB1782" w:rsidP="00DB1782">
      <w:pPr>
        <w:pStyle w:val="Odstavecseseznamem"/>
        <w:rPr>
          <w:rFonts w:ascii="Arial" w:hAnsi="Arial" w:cs="Arial"/>
          <w:b/>
          <w:sz w:val="20"/>
          <w:szCs w:val="20"/>
        </w:rPr>
      </w:pPr>
    </w:p>
    <w:p w14:paraId="37FBA148" w14:textId="4B6708B8" w:rsidR="002E1205" w:rsidRDefault="002E1205" w:rsidP="00DB1782">
      <w:pPr>
        <w:pStyle w:val="Odstavecseseznamem"/>
        <w:rPr>
          <w:rFonts w:ascii="Arial" w:hAnsi="Arial" w:cs="Arial"/>
          <w:b/>
          <w:sz w:val="20"/>
          <w:szCs w:val="20"/>
        </w:rPr>
      </w:pPr>
    </w:p>
    <w:p w14:paraId="4AC65236" w14:textId="354CB384" w:rsidR="002E1205" w:rsidRDefault="002E1205" w:rsidP="00DB1782">
      <w:pPr>
        <w:pStyle w:val="Odstavecseseznamem"/>
        <w:rPr>
          <w:rFonts w:ascii="Arial" w:hAnsi="Arial" w:cs="Arial"/>
          <w:b/>
          <w:sz w:val="20"/>
          <w:szCs w:val="20"/>
        </w:rPr>
      </w:pPr>
    </w:p>
    <w:p w14:paraId="5A8F96E2" w14:textId="77777777" w:rsidR="002E1205" w:rsidRDefault="002E1205" w:rsidP="00DB1782">
      <w:pPr>
        <w:pStyle w:val="Odstavecseseznamem"/>
        <w:rPr>
          <w:rFonts w:ascii="Arial" w:hAnsi="Arial" w:cs="Arial"/>
          <w:b/>
          <w:sz w:val="20"/>
          <w:szCs w:val="20"/>
        </w:rPr>
      </w:pPr>
      <w:bookmarkStart w:id="1" w:name="_GoBack"/>
      <w:bookmarkEnd w:id="1"/>
    </w:p>
    <w:p w14:paraId="31D9F1B0" w14:textId="77777777" w:rsidR="00DB1782" w:rsidRDefault="00DB1782" w:rsidP="00DB178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B1782" w:rsidRPr="00290C95" w14:paraId="0C1E3C2B" w14:textId="77777777" w:rsidTr="00694CB1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9C402" w14:textId="77777777" w:rsidR="00DB1782" w:rsidRDefault="00DB1782" w:rsidP="00694CB1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136C0" w14:textId="77777777" w:rsidR="00DB1782" w:rsidRDefault="00DB1782" w:rsidP="00694CB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DB1782" w:rsidRPr="00290C95" w14:paraId="4BAD73D9" w14:textId="77777777" w:rsidTr="00694CB1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6FDFB" w14:textId="77777777" w:rsidR="00DB1782" w:rsidRDefault="00DB1782" w:rsidP="00694CB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A8782" w14:textId="77777777" w:rsidR="00DB1782" w:rsidRDefault="00DB1782" w:rsidP="00694CB1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DB1782" w:rsidRPr="00290C95" w14:paraId="24531977" w14:textId="77777777" w:rsidTr="00694CB1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21BB4" w14:textId="77777777" w:rsidR="00DB1782" w:rsidRDefault="00DB1782" w:rsidP="00694CB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Vztah technika k dodavateli (tj. zaměstnanec či poddodavatel,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DBA5A" w14:textId="77777777" w:rsidR="00DB1782" w:rsidRDefault="00DB1782" w:rsidP="00694CB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DB1782" w:rsidRPr="00290C95" w14:paraId="500A62AF" w14:textId="77777777" w:rsidTr="00694CB1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4ACFE" w14:textId="77777777" w:rsidR="00DB1782" w:rsidRDefault="00DB1782" w:rsidP="00694CB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Délka odborné praxe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D600C" w14:textId="77777777" w:rsidR="00DB1782" w:rsidRDefault="00DB1782" w:rsidP="00694CB1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DB1782" w:rsidRPr="00290C95" w14:paraId="612B24FA" w14:textId="77777777" w:rsidTr="00DB1782">
        <w:trPr>
          <w:trHeight w:val="384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B9E6F" w14:textId="77777777" w:rsidR="00DB1782" w:rsidRDefault="00DB1782" w:rsidP="00694CB1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Zkušenosti technika s požadovanými zakázkami:</w:t>
            </w:r>
          </w:p>
          <w:p w14:paraId="4DF9C491" w14:textId="77777777" w:rsidR="00DB1782" w:rsidRDefault="00DB1782" w:rsidP="00DB1782">
            <w:pPr>
              <w:pStyle w:val="Odstavecseseznamem"/>
              <w:numPr>
                <w:ilvl w:val="0"/>
                <w:numId w:val="16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informací o předmětu zakázky,</w:t>
            </w:r>
          </w:p>
          <w:p w14:paraId="01F6CA04" w14:textId="2B34B6F3" w:rsidR="00DB1782" w:rsidRDefault="00DB1782" w:rsidP="00DB1782">
            <w:pPr>
              <w:pStyle w:val="Odstavecseseznamem"/>
              <w:numPr>
                <w:ilvl w:val="0"/>
                <w:numId w:val="16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způsob jakým se </w:t>
            </w:r>
            <w:r w:rsidR="004B3E11">
              <w:rPr>
                <w:rFonts w:ascii="Arial" w:hAnsi="Arial" w:cs="Arial"/>
                <w:sz w:val="20"/>
                <w:szCs w:val="20"/>
                <w:lang w:eastAsia="en-US"/>
              </w:rPr>
              <w:t xml:space="preserve">vedoucí projektu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podílel na plnění zakázky,</w:t>
            </w:r>
          </w:p>
          <w:p w14:paraId="73B0BF09" w14:textId="77777777" w:rsidR="00DB1782" w:rsidRDefault="00DB1782" w:rsidP="00DB1782">
            <w:pPr>
              <w:pStyle w:val="Odstavecseseznamem"/>
              <w:numPr>
                <w:ilvl w:val="0"/>
                <w:numId w:val="16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údaj o termínu a místu realizace zakázky,</w:t>
            </w:r>
          </w:p>
          <w:p w14:paraId="5E9DB654" w14:textId="77777777" w:rsidR="00DB1782" w:rsidRDefault="00DB1782" w:rsidP="00DB1782">
            <w:pPr>
              <w:pStyle w:val="Odstavecseseznamem"/>
              <w:numPr>
                <w:ilvl w:val="0"/>
                <w:numId w:val="16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identifikační údaje objednatele zakázky a kontaktní osoba objednatele pro účely ověření uvedených informací (jméno, telefon a e-mail pro ověření informací).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8A13C" w14:textId="77777777" w:rsidR="00DB1782" w:rsidRDefault="00DB1782" w:rsidP="00694CB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 – zakázka č. 1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  <w:p w14:paraId="3FFE6A24" w14:textId="77777777" w:rsidR="00DB1782" w:rsidRDefault="00DB1782" w:rsidP="00694CB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1E3ABDC6" w14:textId="77777777" w:rsidR="00DB1782" w:rsidRDefault="00DB1782" w:rsidP="00694CB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 – zakázka č. 2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  <w:p w14:paraId="4E8F0E79" w14:textId="77777777" w:rsidR="00DB1782" w:rsidRDefault="00DB1782" w:rsidP="00DB1782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4F366FAC" w14:textId="77777777" w:rsidR="00DB1782" w:rsidRDefault="00DB1782" w:rsidP="00DB1782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7667060D" w14:textId="77777777" w:rsidR="00DB1782" w:rsidRDefault="00DB1782" w:rsidP="00DB1782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6960287E" w14:textId="77777777" w:rsidR="004C04AA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28FE48B6" w14:textId="77777777" w:rsidR="00DB1782" w:rsidRDefault="00DB1782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3E3826EA" w14:textId="77777777" w:rsidR="00DB1782" w:rsidRDefault="00DB1782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0B39ACB6" w14:textId="77777777" w:rsidR="00DB1782" w:rsidRDefault="00DB1782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3EA38374" w14:textId="77777777" w:rsidR="00DB1782" w:rsidRDefault="00DB1782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21F6E1F8" w14:textId="1D34255B" w:rsidR="00DB1782" w:rsidRDefault="00DB1782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7489D17F" w14:textId="77777777" w:rsidR="005D573F" w:rsidRPr="001D6A5B" w:rsidRDefault="005D573F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17479EFE" w14:textId="77777777"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717954" w:rsidRPr="001D6A5B">
        <w:rPr>
          <w:rFonts w:ascii="Arial" w:hAnsi="Arial" w:cs="Arial"/>
          <w:i/>
          <w:sz w:val="20"/>
          <w:szCs w:val="20"/>
        </w:rPr>
        <w:tab/>
      </w:r>
      <w:r w:rsidR="00717954" w:rsidRPr="001D6A5B">
        <w:rPr>
          <w:rFonts w:ascii="Arial" w:hAnsi="Arial" w:cs="Arial"/>
          <w:i/>
          <w:sz w:val="20"/>
          <w:szCs w:val="20"/>
        </w:rPr>
        <w:tab/>
      </w:r>
      <w:r w:rsidR="00717954" w:rsidRPr="001D6A5B">
        <w:rPr>
          <w:rFonts w:ascii="Arial" w:hAnsi="Arial" w:cs="Arial"/>
          <w:i/>
          <w:sz w:val="20"/>
          <w:szCs w:val="20"/>
        </w:rPr>
        <w:tab/>
      </w:r>
      <w:r w:rsidR="00717954" w:rsidRPr="001D6A5B">
        <w:rPr>
          <w:rFonts w:ascii="Arial" w:hAnsi="Arial" w:cs="Arial"/>
          <w:i/>
          <w:sz w:val="20"/>
          <w:szCs w:val="20"/>
        </w:rPr>
        <w:tab/>
      </w:r>
      <w:r w:rsidR="00717954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3"/>
      <w:headerReference w:type="default" r:id="rId14"/>
      <w:footerReference w:type="default" r:id="rId15"/>
      <w:headerReference w:type="first" r:id="rId16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829575" w14:textId="77777777" w:rsidR="00F82448" w:rsidRDefault="00F82448">
      <w:r>
        <w:separator/>
      </w:r>
    </w:p>
  </w:endnote>
  <w:endnote w:type="continuationSeparator" w:id="0">
    <w:p w14:paraId="2E95C656" w14:textId="77777777" w:rsidR="00F82448" w:rsidRDefault="00F82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A9F65" w14:textId="77777777" w:rsidR="000C3ADB" w:rsidRDefault="00F82448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 w14:anchorId="68CE2BB0">
        <v:line id="_x0000_s2051" style="position:absolute;flip:y;z-index:1" from="0,4.35pt" to="450pt,4.35pt"/>
      </w:pict>
    </w:r>
  </w:p>
  <w:p w14:paraId="0A41C48E" w14:textId="77777777" w:rsidR="000C3ADB" w:rsidRPr="002D5E2E" w:rsidRDefault="00717954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14:paraId="181E2D6B" w14:textId="77777777"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A7A529" w14:textId="77777777" w:rsidR="00F82448" w:rsidRDefault="00F82448">
      <w:r>
        <w:separator/>
      </w:r>
    </w:p>
  </w:footnote>
  <w:footnote w:type="continuationSeparator" w:id="0">
    <w:p w14:paraId="0ADA05AE" w14:textId="77777777" w:rsidR="00F82448" w:rsidRDefault="00F824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E60D03" w14:textId="77777777" w:rsidR="000C3ADB" w:rsidRDefault="00F82448">
    <w:pPr>
      <w:pStyle w:val="Zhlav"/>
    </w:pPr>
    <w:r>
      <w:rPr>
        <w:noProof/>
      </w:rPr>
      <w:pict w14:anchorId="2FF392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0FEFE8" w14:textId="77777777" w:rsidR="002D5E2E" w:rsidRDefault="002D5E2E">
    <w:pPr>
      <w:pStyle w:val="Zhlav"/>
    </w:pPr>
  </w:p>
  <w:p w14:paraId="64736607" w14:textId="77777777" w:rsidR="002D5E2E" w:rsidRDefault="002D5E2E">
    <w:pPr>
      <w:pStyle w:val="Zhlav"/>
    </w:pPr>
  </w:p>
  <w:p w14:paraId="3A1E1713" w14:textId="77777777" w:rsidR="002D5E2E" w:rsidRDefault="002D5E2E">
    <w:pPr>
      <w:pStyle w:val="Zhlav"/>
    </w:pPr>
  </w:p>
  <w:p w14:paraId="2F680966" w14:textId="77777777" w:rsidR="005B4337" w:rsidRDefault="00F82448">
    <w:pPr>
      <w:pStyle w:val="Zhlav"/>
    </w:pPr>
    <w:r>
      <w:rPr>
        <w:noProof/>
      </w:rPr>
      <w:pict w14:anchorId="2E43598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2936D9" w14:textId="77777777" w:rsidR="000C3ADB" w:rsidRDefault="00F82448">
    <w:pPr>
      <w:pStyle w:val="Zhlav"/>
    </w:pPr>
    <w:r>
      <w:rPr>
        <w:noProof/>
      </w:rPr>
      <w:pict w14:anchorId="486F00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44.15pt;height:34.6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3964120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3C4EC494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15C0FFA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3D0690F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B6265EFE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9E440D50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3578C2E4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516E6A4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C44C2442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3B20A06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9B0BAF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7C298B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9007C4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2C2E93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7EDE771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23C2128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550113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64F2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659CA22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2CD4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C2C2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A087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A470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CE06C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04B1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5A4C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95AFC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C608EB"/>
    <w:multiLevelType w:val="hybridMultilevel"/>
    <w:tmpl w:val="7C94C48C"/>
    <w:lvl w:ilvl="0" w:tplc="D6B6B8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E26C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F25D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A492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10D3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DE81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E85D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480D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728D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E26312B"/>
    <w:multiLevelType w:val="hybridMultilevel"/>
    <w:tmpl w:val="E7403870"/>
    <w:lvl w:ilvl="0" w:tplc="00D06FBA">
      <w:start w:val="1"/>
      <w:numFmt w:val="lowerLetter"/>
      <w:lvlText w:val="%1)"/>
      <w:lvlJc w:val="left"/>
      <w:pPr>
        <w:ind w:left="644" w:hanging="360"/>
      </w:pPr>
    </w:lvl>
    <w:lvl w:ilvl="1" w:tplc="D242ACA6" w:tentative="1">
      <w:start w:val="1"/>
      <w:numFmt w:val="lowerLetter"/>
      <w:lvlText w:val="%2."/>
      <w:lvlJc w:val="left"/>
      <w:pPr>
        <w:ind w:left="1364" w:hanging="360"/>
      </w:pPr>
    </w:lvl>
    <w:lvl w:ilvl="2" w:tplc="F8CC6974" w:tentative="1">
      <w:start w:val="1"/>
      <w:numFmt w:val="lowerRoman"/>
      <w:lvlText w:val="%3."/>
      <w:lvlJc w:val="right"/>
      <w:pPr>
        <w:ind w:left="2084" w:hanging="180"/>
      </w:pPr>
    </w:lvl>
    <w:lvl w:ilvl="3" w:tplc="E40C3104" w:tentative="1">
      <w:start w:val="1"/>
      <w:numFmt w:val="decimal"/>
      <w:lvlText w:val="%4."/>
      <w:lvlJc w:val="left"/>
      <w:pPr>
        <w:ind w:left="2804" w:hanging="360"/>
      </w:pPr>
    </w:lvl>
    <w:lvl w:ilvl="4" w:tplc="EDA227EC" w:tentative="1">
      <w:start w:val="1"/>
      <w:numFmt w:val="lowerLetter"/>
      <w:lvlText w:val="%5."/>
      <w:lvlJc w:val="left"/>
      <w:pPr>
        <w:ind w:left="3524" w:hanging="360"/>
      </w:pPr>
    </w:lvl>
    <w:lvl w:ilvl="5" w:tplc="07B4C25E" w:tentative="1">
      <w:start w:val="1"/>
      <w:numFmt w:val="lowerRoman"/>
      <w:lvlText w:val="%6."/>
      <w:lvlJc w:val="right"/>
      <w:pPr>
        <w:ind w:left="4244" w:hanging="180"/>
      </w:pPr>
    </w:lvl>
    <w:lvl w:ilvl="6" w:tplc="3F400D60" w:tentative="1">
      <w:start w:val="1"/>
      <w:numFmt w:val="decimal"/>
      <w:lvlText w:val="%7."/>
      <w:lvlJc w:val="left"/>
      <w:pPr>
        <w:ind w:left="4964" w:hanging="360"/>
      </w:pPr>
    </w:lvl>
    <w:lvl w:ilvl="7" w:tplc="7C88F838" w:tentative="1">
      <w:start w:val="1"/>
      <w:numFmt w:val="lowerLetter"/>
      <w:lvlText w:val="%8."/>
      <w:lvlJc w:val="left"/>
      <w:pPr>
        <w:ind w:left="5684" w:hanging="360"/>
      </w:pPr>
    </w:lvl>
    <w:lvl w:ilvl="8" w:tplc="0F544D84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7F09A1"/>
    <w:multiLevelType w:val="hybridMultilevel"/>
    <w:tmpl w:val="52F85684"/>
    <w:lvl w:ilvl="0" w:tplc="FC5CF198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07EC3E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05EB2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00B0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5814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8050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82EB5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3015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75432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B151AA"/>
    <w:multiLevelType w:val="hybridMultilevel"/>
    <w:tmpl w:val="F12EF352"/>
    <w:lvl w:ilvl="0" w:tplc="E4C85F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1568B42" w:tentative="1">
      <w:start w:val="1"/>
      <w:numFmt w:val="lowerLetter"/>
      <w:lvlText w:val="%2."/>
      <w:lvlJc w:val="left"/>
      <w:pPr>
        <w:ind w:left="1440" w:hanging="360"/>
      </w:pPr>
    </w:lvl>
    <w:lvl w:ilvl="2" w:tplc="D90C405A" w:tentative="1">
      <w:start w:val="1"/>
      <w:numFmt w:val="lowerRoman"/>
      <w:lvlText w:val="%3."/>
      <w:lvlJc w:val="right"/>
      <w:pPr>
        <w:ind w:left="2160" w:hanging="180"/>
      </w:pPr>
    </w:lvl>
    <w:lvl w:ilvl="3" w:tplc="3072EC7E" w:tentative="1">
      <w:start w:val="1"/>
      <w:numFmt w:val="decimal"/>
      <w:lvlText w:val="%4."/>
      <w:lvlJc w:val="left"/>
      <w:pPr>
        <w:ind w:left="2880" w:hanging="360"/>
      </w:pPr>
    </w:lvl>
    <w:lvl w:ilvl="4" w:tplc="2E8E54EE" w:tentative="1">
      <w:start w:val="1"/>
      <w:numFmt w:val="lowerLetter"/>
      <w:lvlText w:val="%5."/>
      <w:lvlJc w:val="left"/>
      <w:pPr>
        <w:ind w:left="3600" w:hanging="360"/>
      </w:pPr>
    </w:lvl>
    <w:lvl w:ilvl="5" w:tplc="89F89174" w:tentative="1">
      <w:start w:val="1"/>
      <w:numFmt w:val="lowerRoman"/>
      <w:lvlText w:val="%6."/>
      <w:lvlJc w:val="right"/>
      <w:pPr>
        <w:ind w:left="4320" w:hanging="180"/>
      </w:pPr>
    </w:lvl>
    <w:lvl w:ilvl="6" w:tplc="B74ECF1E" w:tentative="1">
      <w:start w:val="1"/>
      <w:numFmt w:val="decimal"/>
      <w:lvlText w:val="%7."/>
      <w:lvlJc w:val="left"/>
      <w:pPr>
        <w:ind w:left="5040" w:hanging="360"/>
      </w:pPr>
    </w:lvl>
    <w:lvl w:ilvl="7" w:tplc="6D66473C" w:tentative="1">
      <w:start w:val="1"/>
      <w:numFmt w:val="lowerLetter"/>
      <w:lvlText w:val="%8."/>
      <w:lvlJc w:val="left"/>
      <w:pPr>
        <w:ind w:left="5760" w:hanging="360"/>
      </w:pPr>
    </w:lvl>
    <w:lvl w:ilvl="8" w:tplc="501E0C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46016C"/>
    <w:multiLevelType w:val="hybridMultilevel"/>
    <w:tmpl w:val="794246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0069B0" w:tentative="1">
      <w:start w:val="1"/>
      <w:numFmt w:val="lowerLetter"/>
      <w:lvlText w:val="%2."/>
      <w:lvlJc w:val="left"/>
      <w:pPr>
        <w:ind w:left="1440" w:hanging="360"/>
      </w:pPr>
    </w:lvl>
    <w:lvl w:ilvl="2" w:tplc="18E45D12" w:tentative="1">
      <w:start w:val="1"/>
      <w:numFmt w:val="lowerRoman"/>
      <w:lvlText w:val="%3."/>
      <w:lvlJc w:val="right"/>
      <w:pPr>
        <w:ind w:left="2160" w:hanging="180"/>
      </w:pPr>
    </w:lvl>
    <w:lvl w:ilvl="3" w:tplc="0D90ACC0" w:tentative="1">
      <w:start w:val="1"/>
      <w:numFmt w:val="decimal"/>
      <w:lvlText w:val="%4."/>
      <w:lvlJc w:val="left"/>
      <w:pPr>
        <w:ind w:left="2880" w:hanging="360"/>
      </w:pPr>
    </w:lvl>
    <w:lvl w:ilvl="4" w:tplc="BAC0C6BE" w:tentative="1">
      <w:start w:val="1"/>
      <w:numFmt w:val="lowerLetter"/>
      <w:lvlText w:val="%5."/>
      <w:lvlJc w:val="left"/>
      <w:pPr>
        <w:ind w:left="3600" w:hanging="360"/>
      </w:pPr>
    </w:lvl>
    <w:lvl w:ilvl="5" w:tplc="1A907382" w:tentative="1">
      <w:start w:val="1"/>
      <w:numFmt w:val="lowerRoman"/>
      <w:lvlText w:val="%6."/>
      <w:lvlJc w:val="right"/>
      <w:pPr>
        <w:ind w:left="4320" w:hanging="180"/>
      </w:pPr>
    </w:lvl>
    <w:lvl w:ilvl="6" w:tplc="A1F4A9F6" w:tentative="1">
      <w:start w:val="1"/>
      <w:numFmt w:val="decimal"/>
      <w:lvlText w:val="%7."/>
      <w:lvlJc w:val="left"/>
      <w:pPr>
        <w:ind w:left="5040" w:hanging="360"/>
      </w:pPr>
    </w:lvl>
    <w:lvl w:ilvl="7" w:tplc="AEF476AC" w:tentative="1">
      <w:start w:val="1"/>
      <w:numFmt w:val="lowerLetter"/>
      <w:lvlText w:val="%8."/>
      <w:lvlJc w:val="left"/>
      <w:pPr>
        <w:ind w:left="5760" w:hanging="360"/>
      </w:pPr>
    </w:lvl>
    <w:lvl w:ilvl="8" w:tplc="297E51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DD71A6"/>
    <w:multiLevelType w:val="hybridMultilevel"/>
    <w:tmpl w:val="9BE89DD4"/>
    <w:lvl w:ilvl="0" w:tplc="2C4A7F0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CA2239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ECB1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1E02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B8B5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23008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7C32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A4DB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7F617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A6043B"/>
    <w:multiLevelType w:val="hybridMultilevel"/>
    <w:tmpl w:val="10F631F8"/>
    <w:lvl w:ilvl="0" w:tplc="8D94F4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136F7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2C66A5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6B4FA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AA1B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4238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F69A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52DF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766A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5C9B7169"/>
    <w:multiLevelType w:val="hybridMultilevel"/>
    <w:tmpl w:val="2CE6D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420D65"/>
    <w:multiLevelType w:val="hybridMultilevel"/>
    <w:tmpl w:val="8E9C841C"/>
    <w:lvl w:ilvl="0" w:tplc="68DEA5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3F6D18E" w:tentative="1">
      <w:start w:val="1"/>
      <w:numFmt w:val="lowerLetter"/>
      <w:lvlText w:val="%2."/>
      <w:lvlJc w:val="left"/>
      <w:pPr>
        <w:ind w:left="1440" w:hanging="360"/>
      </w:pPr>
    </w:lvl>
    <w:lvl w:ilvl="2" w:tplc="ACCC812A" w:tentative="1">
      <w:start w:val="1"/>
      <w:numFmt w:val="lowerRoman"/>
      <w:lvlText w:val="%3."/>
      <w:lvlJc w:val="right"/>
      <w:pPr>
        <w:ind w:left="2160" w:hanging="180"/>
      </w:pPr>
    </w:lvl>
    <w:lvl w:ilvl="3" w:tplc="A10AA784" w:tentative="1">
      <w:start w:val="1"/>
      <w:numFmt w:val="decimal"/>
      <w:lvlText w:val="%4."/>
      <w:lvlJc w:val="left"/>
      <w:pPr>
        <w:ind w:left="2880" w:hanging="360"/>
      </w:pPr>
    </w:lvl>
    <w:lvl w:ilvl="4" w:tplc="11D44ADC" w:tentative="1">
      <w:start w:val="1"/>
      <w:numFmt w:val="lowerLetter"/>
      <w:lvlText w:val="%5."/>
      <w:lvlJc w:val="left"/>
      <w:pPr>
        <w:ind w:left="3600" w:hanging="360"/>
      </w:pPr>
    </w:lvl>
    <w:lvl w:ilvl="5" w:tplc="5D5CEEA4" w:tentative="1">
      <w:start w:val="1"/>
      <w:numFmt w:val="lowerRoman"/>
      <w:lvlText w:val="%6."/>
      <w:lvlJc w:val="right"/>
      <w:pPr>
        <w:ind w:left="4320" w:hanging="180"/>
      </w:pPr>
    </w:lvl>
    <w:lvl w:ilvl="6" w:tplc="A95EFC5C" w:tentative="1">
      <w:start w:val="1"/>
      <w:numFmt w:val="decimal"/>
      <w:lvlText w:val="%7."/>
      <w:lvlJc w:val="left"/>
      <w:pPr>
        <w:ind w:left="5040" w:hanging="360"/>
      </w:pPr>
    </w:lvl>
    <w:lvl w:ilvl="7" w:tplc="0AC8F980" w:tentative="1">
      <w:start w:val="1"/>
      <w:numFmt w:val="lowerLetter"/>
      <w:lvlText w:val="%8."/>
      <w:lvlJc w:val="left"/>
      <w:pPr>
        <w:ind w:left="5760" w:hanging="360"/>
      </w:pPr>
    </w:lvl>
    <w:lvl w:ilvl="8" w:tplc="2CC611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5A2614"/>
    <w:multiLevelType w:val="hybridMultilevel"/>
    <w:tmpl w:val="0E5E9902"/>
    <w:lvl w:ilvl="0" w:tplc="E5A6D65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7FE6005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1B492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0E9D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6CCE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5200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5857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2257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D204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27340A"/>
    <w:multiLevelType w:val="hybridMultilevel"/>
    <w:tmpl w:val="412473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2920B9"/>
    <w:multiLevelType w:val="hybridMultilevel"/>
    <w:tmpl w:val="16F87D7E"/>
    <w:lvl w:ilvl="0" w:tplc="C47E92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C2280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2E454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3C8E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4EBE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FC0DF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D8F0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2267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CA03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E07468"/>
    <w:multiLevelType w:val="hybridMultilevel"/>
    <w:tmpl w:val="F216EE0A"/>
    <w:lvl w:ilvl="0" w:tplc="1098F4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644E9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46729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ABE7D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EA7B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0A86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BEFA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00E3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368E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F0C3D30"/>
    <w:multiLevelType w:val="hybridMultilevel"/>
    <w:tmpl w:val="0FC680EE"/>
    <w:lvl w:ilvl="0" w:tplc="DB6436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2A46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EEAE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A6CA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A22C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3A7B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D052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386F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8C64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7"/>
  </w:num>
  <w:num w:numId="4">
    <w:abstractNumId w:val="16"/>
  </w:num>
  <w:num w:numId="5">
    <w:abstractNumId w:val="4"/>
  </w:num>
  <w:num w:numId="6">
    <w:abstractNumId w:val="2"/>
  </w:num>
  <w:num w:numId="7">
    <w:abstractNumId w:val="6"/>
  </w:num>
  <w:num w:numId="8">
    <w:abstractNumId w:val="10"/>
  </w:num>
  <w:num w:numId="9">
    <w:abstractNumId w:val="11"/>
  </w:num>
  <w:num w:numId="10">
    <w:abstractNumId w:val="9"/>
  </w:num>
  <w:num w:numId="11">
    <w:abstractNumId w:val="13"/>
  </w:num>
  <w:num w:numId="12">
    <w:abstractNumId w:val="7"/>
  </w:num>
  <w:num w:numId="13">
    <w:abstractNumId w:val="18"/>
  </w:num>
  <w:num w:numId="14">
    <w:abstractNumId w:val="5"/>
  </w:num>
  <w:num w:numId="15">
    <w:abstractNumId w:val="3"/>
  </w:num>
  <w:num w:numId="16">
    <w:abstractNumId w:val="12"/>
  </w:num>
  <w:num w:numId="17">
    <w:abstractNumId w:val="15"/>
  </w:num>
  <w:num w:numId="18">
    <w:abstractNumId w:val="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205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37D36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3E11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73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857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17954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3AF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6E2"/>
    <w:rsid w:val="00C548F1"/>
    <w:rsid w:val="00C558C9"/>
    <w:rsid w:val="00C55994"/>
    <w:rsid w:val="00C56E20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782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48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4AD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6BB8F4C4"/>
  <w15:docId w15:val="{796C17E9-F735-4A49-BF14-DBDBAC12C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uiPriority="99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4C7976"/>
    <w:rPr>
      <w:sz w:val="16"/>
      <w:szCs w:val="16"/>
    </w:rPr>
  </w:style>
  <w:style w:type="paragraph" w:styleId="Textkomente">
    <w:name w:val="annotation text"/>
    <w:basedOn w:val="Normln"/>
    <w:link w:val="TextkomenteChar"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B17289"/>
    <w:pPr>
      <w:ind w:left="708"/>
    </w:p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locked/>
    <w:rsid w:val="00DB1782"/>
    <w:rPr>
      <w:sz w:val="24"/>
      <w:szCs w:val="24"/>
    </w:rPr>
  </w:style>
  <w:style w:type="character" w:customStyle="1" w:styleId="TextkomenteChar">
    <w:name w:val="Text komentáře Char"/>
    <w:link w:val="Textkomente"/>
    <w:rsid w:val="00DB1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zakonyprolidi.cz/cs/2016-134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2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E2CB4F-0CC8-42AD-82BE-3599F5D52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22</TotalTime>
  <Pages>4</Pages>
  <Words>1001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6896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Stantić Kateřina</cp:lastModifiedBy>
  <cp:revision>11</cp:revision>
  <cp:lastPrinted>2014-10-07T12:22:00Z</cp:lastPrinted>
  <dcterms:created xsi:type="dcterms:W3CDTF">2016-10-21T12:51:00Z</dcterms:created>
  <dcterms:modified xsi:type="dcterms:W3CDTF">2025-05-28T09:56:00Z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