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716F7" w14:textId="0E4D6C0E" w:rsidR="00BA16BB" w:rsidRDefault="00884C6F" w:rsidP="00DC08C4">
      <w:pPr>
        <w:pStyle w:val="Nzev"/>
        <w:rPr>
          <w:sz w:val="32"/>
        </w:rPr>
      </w:pPr>
      <w:bookmarkStart w:id="0" w:name="_GoBack"/>
      <w:bookmarkEnd w:id="0"/>
      <w:r w:rsidRPr="00FD3BAF">
        <w:rPr>
          <w:noProof/>
          <w:sz w:val="32"/>
          <w:lang w:eastAsia="cs-CZ"/>
        </w:rPr>
        <mc:AlternateContent>
          <mc:Choice Requires="wps">
            <w:drawing>
              <wp:anchor distT="0" distB="0" distL="114300" distR="114300" simplePos="0" relativeHeight="251656704" behindDoc="0" locked="0" layoutInCell="1" allowOverlap="1" wp14:anchorId="467156FA" wp14:editId="794130D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E420C8" w14:textId="77777777" w:rsidR="00874EE6" w:rsidRPr="00321BCC" w:rsidRDefault="00874EE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7156F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6E420C8" w14:textId="77777777" w:rsidR="00874EE6" w:rsidRPr="00321BCC" w:rsidRDefault="00874EE6"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5680" behindDoc="0" locked="0" layoutInCell="1" allowOverlap="1" wp14:anchorId="1794546B" wp14:editId="54FAFD3F">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907F14" w14:textId="77777777" w:rsidR="00874EE6" w:rsidRPr="00321BCC" w:rsidRDefault="00874EE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4546B"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F907F14" w14:textId="77777777" w:rsidR="00874EE6" w:rsidRPr="00321BCC" w:rsidRDefault="00874EE6"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9776" behindDoc="0" locked="0" layoutInCell="1" allowOverlap="1" wp14:anchorId="6A2BA528" wp14:editId="3BD2379F">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1EC5FE" w14:textId="77777777" w:rsidR="00874EE6" w:rsidRPr="00321BCC" w:rsidRDefault="00874EE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BA528" id="_x0000_s1028" type="#_x0000_t202" style="position:absolute;left:0;text-align:left;margin-left:243.7pt;margin-top:83.65pt;width:271pt;height:1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671EC5FE" w14:textId="77777777" w:rsidR="00874EE6" w:rsidRPr="00321BCC" w:rsidRDefault="00874EE6"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7728" behindDoc="0" locked="0" layoutInCell="1" allowOverlap="1" wp14:anchorId="70B0E9CC" wp14:editId="0AACB185">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DFEDF5" w14:textId="77777777" w:rsidR="00874EE6" w:rsidRPr="00321BCC" w:rsidRDefault="00874EE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0E9CC" id="_x0000_s1029" type="#_x0000_t202" style="position:absolute;left:0;text-align:left;margin-left:243.7pt;margin-top:47.05pt;width:271pt;height: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35DFEDF5" w14:textId="77777777" w:rsidR="00874EE6" w:rsidRPr="00321BCC" w:rsidRDefault="00874EE6"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2FCFC48A" w14:textId="77777777" w:rsidR="003E126C" w:rsidRDefault="003E126C" w:rsidP="003E126C">
      <w:pPr>
        <w:pStyle w:val="Default"/>
      </w:pPr>
    </w:p>
    <w:p w14:paraId="79725444" w14:textId="50B3BC7F" w:rsidR="00DC08C4" w:rsidRPr="008653F5" w:rsidRDefault="003E126C" w:rsidP="003E126C">
      <w:pPr>
        <w:jc w:val="center"/>
      </w:pPr>
      <w:r>
        <w:t xml:space="preserve"> </w:t>
      </w:r>
      <w:r>
        <w:rPr>
          <w:b/>
          <w:bCs/>
          <w:szCs w:val="20"/>
        </w:rPr>
        <w:t>č. _CISLO_SMLOUVY_</w:t>
      </w:r>
    </w:p>
    <w:p w14:paraId="442283FB" w14:textId="77777777" w:rsidR="00BA16BB" w:rsidRPr="006D0812" w:rsidRDefault="00BA16BB" w:rsidP="00BA16BB">
      <w:pPr>
        <w:pStyle w:val="SubjectName-ContractCzechRadio"/>
      </w:pPr>
      <w:r w:rsidRPr="006D0812">
        <w:t>Český rozhlas</w:t>
      </w:r>
    </w:p>
    <w:p w14:paraId="7B2E1F7A" w14:textId="77777777" w:rsidR="00BA16BB" w:rsidRPr="006D0812" w:rsidRDefault="00BA16BB" w:rsidP="00BA16BB">
      <w:pPr>
        <w:pStyle w:val="SubjectSpecification-ContractCzechRadio"/>
      </w:pPr>
      <w:r w:rsidRPr="006D0812">
        <w:t>zřízený zákonem č. 484/1991 Sb., o Českém rozhlasu</w:t>
      </w:r>
    </w:p>
    <w:p w14:paraId="337A8FB8" w14:textId="77777777" w:rsidR="00BA16BB" w:rsidRPr="006D0812" w:rsidRDefault="00BA16BB" w:rsidP="00BA16BB">
      <w:pPr>
        <w:pStyle w:val="SubjectSpecification-ContractCzechRadio"/>
      </w:pPr>
      <w:r w:rsidRPr="006D0812">
        <w:t>nezapisuje se do obchodního rejstříku</w:t>
      </w:r>
    </w:p>
    <w:p w14:paraId="7FE85E2E" w14:textId="77777777" w:rsidR="00BA16BB" w:rsidRPr="006D0812" w:rsidRDefault="00BA16BB" w:rsidP="00BA16BB">
      <w:pPr>
        <w:pStyle w:val="SubjectSpecification-ContractCzechRadio"/>
      </w:pPr>
      <w:r w:rsidRPr="006D0812">
        <w:t>se sídlem Vinohradská 12, 120 99 Praha 2</w:t>
      </w:r>
    </w:p>
    <w:p w14:paraId="107210D6" w14:textId="0DF9B26A" w:rsidR="00BA16BB" w:rsidRPr="007317CC" w:rsidRDefault="00BA16BB" w:rsidP="00BA16BB">
      <w:pPr>
        <w:pStyle w:val="SubjectSpecification-ContractCzechRadio"/>
      </w:pPr>
      <w:r w:rsidRPr="007317CC">
        <w:t>zastoupený</w:t>
      </w:r>
      <w:r w:rsidR="00DC08C4" w:rsidRPr="002B5F8A">
        <w:rPr>
          <w:color w:val="auto"/>
        </w:rPr>
        <w:t xml:space="preserve">: </w:t>
      </w:r>
      <w:r w:rsidR="00731FC8">
        <w:rPr>
          <w:rFonts w:cs="Arial"/>
          <w:szCs w:val="20"/>
        </w:rPr>
        <w:t>Mgr. Reném Zavoralem, generálním ředitelem</w:t>
      </w:r>
    </w:p>
    <w:p w14:paraId="02FC9A9E" w14:textId="62229F79" w:rsidR="00BA16BB" w:rsidRPr="007317CC" w:rsidRDefault="00BA16BB" w:rsidP="00BA16BB">
      <w:pPr>
        <w:pStyle w:val="SubjectSpecification-ContractCzechRadio"/>
      </w:pPr>
      <w:r w:rsidRPr="007317CC">
        <w:t>IČ</w:t>
      </w:r>
      <w:r w:rsidR="00D91F8C">
        <w:t>O</w:t>
      </w:r>
      <w:r w:rsidRPr="007317CC">
        <w:t xml:space="preserve"> 45245053, DIČ CZ45245053</w:t>
      </w:r>
    </w:p>
    <w:p w14:paraId="2FC44DB5" w14:textId="7330D0DE" w:rsidR="00BA16BB" w:rsidRPr="007317CC" w:rsidRDefault="00BA16BB" w:rsidP="00BA16BB">
      <w:pPr>
        <w:pStyle w:val="SubjectSpecification-ContractCzechRadio"/>
      </w:pPr>
      <w:r w:rsidRPr="007317CC">
        <w:t>bankovní spojení: Raiffeisenbank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18E5D5FA" w14:textId="0C251F9E" w:rsidR="007220A3" w:rsidRPr="007317CC" w:rsidRDefault="007220A3" w:rsidP="00BA16BB">
      <w:pPr>
        <w:pStyle w:val="SubjectSpecification-ContractCzechRadio"/>
      </w:pPr>
      <w:r w:rsidRPr="007317CC">
        <w:t xml:space="preserve">zástupce pro věcná jednání </w:t>
      </w:r>
      <w:r w:rsidRPr="007317CC">
        <w:tab/>
      </w:r>
      <w:r w:rsidR="00731FC8">
        <w:rPr>
          <w:rFonts w:cs="Arial"/>
          <w:szCs w:val="20"/>
        </w:rPr>
        <w:t>Mgr. Vladimíra Neřoldová</w:t>
      </w:r>
    </w:p>
    <w:p w14:paraId="444E8B4C" w14:textId="4AB06D77"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6D0812" w:rsidRPr="007317CC">
        <w:t xml:space="preserve"> </w:t>
      </w:r>
      <w:r w:rsidR="00731FC8">
        <w:rPr>
          <w:rFonts w:cs="Arial"/>
          <w:szCs w:val="20"/>
        </w:rPr>
        <w:t>725 435 561</w:t>
      </w:r>
    </w:p>
    <w:p w14:paraId="1442B449" w14:textId="5C24C87C"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731FC8">
        <w:rPr>
          <w:rFonts w:cs="Arial"/>
          <w:szCs w:val="20"/>
        </w:rPr>
        <w:t>vladimira.neroldova@rozhlas.cz</w:t>
      </w:r>
    </w:p>
    <w:p w14:paraId="5E0B078B" w14:textId="77777777" w:rsidR="00182D39" w:rsidRPr="007317CC" w:rsidRDefault="00182D39"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682D5415" w14:textId="77777777" w:rsidR="00182D39" w:rsidRPr="006D0812" w:rsidRDefault="00182D39" w:rsidP="00BA16BB"/>
    <w:p w14:paraId="2DFF9BBF" w14:textId="77777777" w:rsidR="00BA16BB" w:rsidRPr="006D0812" w:rsidRDefault="00BA16BB" w:rsidP="00BA16BB">
      <w:r w:rsidRPr="006D0812">
        <w:t>a</w:t>
      </w:r>
    </w:p>
    <w:p w14:paraId="4206BA5D" w14:textId="77777777" w:rsidR="00BA16BB" w:rsidRPr="006D0812" w:rsidRDefault="00BA16BB" w:rsidP="00BA16BB"/>
    <w:p w14:paraId="172862AC" w14:textId="77777777" w:rsidR="006D0812" w:rsidRPr="00DA6D1E" w:rsidRDefault="006D0812"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035E0EA5" w14:textId="77777777" w:rsidR="000F0134" w:rsidRDefault="000F0134"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A647F39" w14:textId="77777777" w:rsidR="006D0812" w:rsidRPr="007317CC" w:rsidRDefault="006D0812"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0C7178CA" w14:textId="23E70985" w:rsidR="007317CC" w:rsidRPr="007317CC" w:rsidRDefault="0099718A" w:rsidP="007317CC">
      <w:pPr>
        <w:pStyle w:val="SubjectSpecification-ContractCzechRadio"/>
      </w:pPr>
      <w:r>
        <w:rPr>
          <w:rFonts w:cs="Arial"/>
          <w:szCs w:val="20"/>
        </w:rPr>
        <w:t xml:space="preserve">zastoupená: </w:t>
      </w:r>
      <w:r w:rsidR="007317CC" w:rsidRPr="007317CC">
        <w:rPr>
          <w:rFonts w:cs="Arial"/>
          <w:szCs w:val="20"/>
        </w:rPr>
        <w:t>[</w:t>
      </w:r>
      <w:r w:rsidR="007317CC" w:rsidRPr="007317CC">
        <w:rPr>
          <w:rFonts w:cs="Arial"/>
          <w:szCs w:val="20"/>
          <w:highlight w:val="yellow"/>
        </w:rPr>
        <w:t>V PŘÍPADĚ PRÁVNICKÉ OSOBY DOPLNIT ZÁSTUPCE</w:t>
      </w:r>
      <w:r w:rsidR="007317CC" w:rsidRPr="007317CC">
        <w:rPr>
          <w:rFonts w:cs="Arial"/>
          <w:szCs w:val="20"/>
        </w:rPr>
        <w:t>]</w:t>
      </w:r>
    </w:p>
    <w:p w14:paraId="78339101" w14:textId="361BEF7D" w:rsidR="006D0812" w:rsidRDefault="006D0812"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6D4ED955" w14:textId="524E34ED" w:rsidR="000F0134" w:rsidRPr="007317CC" w:rsidRDefault="000F0134"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04F48965" w14:textId="77777777" w:rsidR="006D0812" w:rsidRPr="007317CC" w:rsidRDefault="006D0812"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34479061"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387AA4EB"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4159061" w14:textId="4EC21CC0" w:rsidR="00182D39" w:rsidRDefault="00182D39" w:rsidP="006D0812">
      <w:pPr>
        <w:pStyle w:val="SubjectSpecification-ContractCzechRadio"/>
      </w:pPr>
      <w:r w:rsidRPr="007317CC">
        <w:t>(dále jen jako „</w:t>
      </w:r>
      <w:r w:rsidR="00646A22" w:rsidRPr="007317CC">
        <w:rPr>
          <w:b/>
        </w:rPr>
        <w:t>poskytovatel</w:t>
      </w:r>
      <w:r w:rsidRPr="007317CC">
        <w:t>“)</w:t>
      </w:r>
    </w:p>
    <w:p w14:paraId="07D5C885" w14:textId="4FD6FF51" w:rsidR="00162D8D" w:rsidRDefault="00162D8D" w:rsidP="006D0812">
      <w:pPr>
        <w:pStyle w:val="SubjectSpecification-ContractCzechRadio"/>
      </w:pPr>
    </w:p>
    <w:p w14:paraId="060DAFEE" w14:textId="30C50FFB" w:rsidR="00162D8D" w:rsidRPr="00162D8D" w:rsidRDefault="00162D8D"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5A50BE3E" w14:textId="77777777" w:rsidR="00182D39" w:rsidRDefault="00182D39" w:rsidP="00BA16BB"/>
    <w:p w14:paraId="669F24AA" w14:textId="77777777" w:rsidR="008653F5" w:rsidRPr="006D0812" w:rsidRDefault="008653F5" w:rsidP="00BA16BB"/>
    <w:p w14:paraId="024E8D4A" w14:textId="18566E0E" w:rsidR="00BA16BB" w:rsidRDefault="00BA16BB" w:rsidP="00182D39">
      <w:pPr>
        <w:jc w:val="center"/>
      </w:pPr>
      <w:r w:rsidRPr="006D0812">
        <w:t>uzavírají</w:t>
      </w:r>
      <w:r w:rsidR="00182D39" w:rsidRPr="006D0812">
        <w:t xml:space="preserve"> v souladu s ustanovením § </w:t>
      </w:r>
      <w:r w:rsidR="00DA6D1E">
        <w:t xml:space="preserve">1746 odst. 2, </w:t>
      </w:r>
      <w:r w:rsidR="00622CCF">
        <w:t xml:space="preserve">ustanovením </w:t>
      </w:r>
      <w:r w:rsidR="000F0134" w:rsidRPr="006D0812">
        <w:t>§</w:t>
      </w:r>
      <w:r w:rsidR="000F0134">
        <w:t xml:space="preserve"> </w:t>
      </w:r>
      <w:r w:rsidR="00BD3AB0">
        <w:t>2586</w:t>
      </w:r>
      <w:r w:rsidR="00182D39" w:rsidRPr="006D0812">
        <w:t xml:space="preserve"> a násl.</w:t>
      </w:r>
      <w:r w:rsidR="00DA6D1E">
        <w:t xml:space="preserve"> a</w:t>
      </w:r>
      <w:r w:rsidR="00622CCF">
        <w:t xml:space="preserve"> ustanovením</w:t>
      </w:r>
      <w:r w:rsidR="00622CCF">
        <w:tab/>
      </w:r>
      <w:r w:rsidR="00BA39D0">
        <w:t xml:space="preserve">   </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č.</w:t>
      </w:r>
      <w:r w:rsidR="00342837">
        <w:t xml:space="preserve"> </w:t>
      </w:r>
      <w:r w:rsidR="00AA6ED4">
        <w:t xml:space="preserve">j. </w:t>
      </w:r>
      <w:r w:rsidR="00731FC8" w:rsidRPr="00731FC8">
        <w:rPr>
          <w:rFonts w:cs="Arial"/>
          <w:b/>
          <w:szCs w:val="20"/>
        </w:rPr>
        <w:t>MR37</w:t>
      </w:r>
      <w:r w:rsidR="00BA39D0">
        <w:rPr>
          <w:rFonts w:cs="Arial"/>
          <w:b/>
          <w:szCs w:val="20"/>
        </w:rPr>
        <w:t>/</w:t>
      </w:r>
      <w:r w:rsidR="00731FC8" w:rsidRPr="00731FC8">
        <w:rPr>
          <w:rFonts w:cs="Arial"/>
          <w:b/>
          <w:szCs w:val="20"/>
        </w:rPr>
        <w:t xml:space="preserve">2022 </w:t>
      </w:r>
      <w:r w:rsidR="001F3584" w:rsidRPr="000C16A3">
        <w:rPr>
          <w:rFonts w:cs="Arial"/>
          <w:szCs w:val="20"/>
        </w:rPr>
        <w:t>s názvem</w:t>
      </w:r>
      <w:r w:rsidR="001F3584">
        <w:rPr>
          <w:rFonts w:cs="Arial"/>
          <w:b/>
          <w:szCs w:val="20"/>
        </w:rPr>
        <w:t xml:space="preserve"> </w:t>
      </w:r>
      <w:r w:rsidR="00BA39D0">
        <w:rPr>
          <w:rFonts w:cs="Arial"/>
          <w:b/>
          <w:szCs w:val="20"/>
        </w:rPr>
        <w:t>„</w:t>
      </w:r>
      <w:r w:rsidR="00731FC8" w:rsidRPr="00731FC8">
        <w:rPr>
          <w:rFonts w:cs="Arial"/>
          <w:b/>
          <w:szCs w:val="20"/>
        </w:rPr>
        <w:t>Mobilní rozhlasové studio Radiožurnál a Radiožurnál Sport</w:t>
      </w:r>
      <w:r w:rsidR="00BA39D0">
        <w:rPr>
          <w:rFonts w:cs="Arial"/>
          <w:b/>
          <w:szCs w:val="20"/>
        </w:rPr>
        <w:t>“</w:t>
      </w:r>
      <w:r w:rsidR="00731FC8" w:rsidRPr="00731FC8">
        <w:rPr>
          <w:rFonts w:cs="Arial"/>
          <w:b/>
          <w:szCs w:val="20"/>
        </w:rPr>
        <w:t xml:space="preserve"> </w:t>
      </w:r>
      <w:r w:rsidR="001F3584" w:rsidRPr="000C16A3">
        <w:rPr>
          <w:rFonts w:cs="Arial"/>
          <w:szCs w:val="20"/>
        </w:rPr>
        <w:t>(dále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7C60E801" w14:textId="77777777" w:rsidR="00BA16BB" w:rsidRPr="006D0812" w:rsidRDefault="00182D39" w:rsidP="00BA16BB">
      <w:pPr>
        <w:pStyle w:val="Heading-Number-ContractCzechRadio"/>
      </w:pPr>
      <w:r w:rsidRPr="006D0812">
        <w:t>Předmět smlouvy</w:t>
      </w:r>
    </w:p>
    <w:p w14:paraId="2CB17696" w14:textId="77777777"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1C4E18A4" w14:textId="77777777" w:rsidR="0059425F" w:rsidRDefault="00BA16BB" w:rsidP="0059425F">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070779">
        <w:t>poskytovat</w:t>
      </w:r>
      <w:r w:rsidR="004545D6">
        <w:t xml:space="preserve"> </w:t>
      </w:r>
      <w:r w:rsidR="00070779">
        <w:t>objednateli</w:t>
      </w:r>
      <w:r w:rsidR="004545D6">
        <w:t xml:space="preserve"> následující </w:t>
      </w:r>
      <w:r w:rsidR="00646A22">
        <w:t>služby</w:t>
      </w:r>
      <w:r w:rsidR="00EF2676">
        <w:t xml:space="preserve"> </w:t>
      </w:r>
      <w:r w:rsidR="0059425F">
        <w:t xml:space="preserve">zajištění </w:t>
      </w:r>
      <w:r w:rsidR="0059425F" w:rsidRPr="00F021A8">
        <w:rPr>
          <w:b/>
        </w:rPr>
        <w:t>mobilního rozhlasového studia Radiožurnál</w:t>
      </w:r>
      <w:r w:rsidR="0059425F">
        <w:rPr>
          <w:b/>
        </w:rPr>
        <w:t>u</w:t>
      </w:r>
      <w:r w:rsidR="0059425F">
        <w:t>, a to zejména:</w:t>
      </w:r>
    </w:p>
    <w:p w14:paraId="31C8B09E" w14:textId="77777777" w:rsidR="0059425F" w:rsidRPr="009B56BD" w:rsidRDefault="0059425F" w:rsidP="0059425F">
      <w:pPr>
        <w:pStyle w:val="ListLetter-ContractCzechRadio"/>
      </w:pPr>
      <w:r>
        <w:rPr>
          <w:b/>
        </w:rPr>
        <w:t>poskytnutí</w:t>
      </w:r>
      <w:r>
        <w:t xml:space="preserve"> karavanu typu Airstream </w:t>
      </w:r>
      <w:r>
        <w:rPr>
          <w:rFonts w:cs="Arial"/>
          <w:b/>
          <w:szCs w:val="20"/>
        </w:rPr>
        <w:t xml:space="preserve"> </w:t>
      </w:r>
      <w:r w:rsidRPr="009B56BD">
        <w:rPr>
          <w:rFonts w:cs="Arial"/>
          <w:szCs w:val="20"/>
        </w:rPr>
        <w:t>(dále jen „</w:t>
      </w:r>
      <w:r w:rsidRPr="009B56BD">
        <w:rPr>
          <w:rFonts w:cs="Arial"/>
          <w:b/>
          <w:szCs w:val="20"/>
        </w:rPr>
        <w:t>karavan</w:t>
      </w:r>
      <w:r w:rsidRPr="009B56BD">
        <w:rPr>
          <w:rFonts w:cs="Arial"/>
          <w:szCs w:val="20"/>
        </w:rPr>
        <w:t>“);</w:t>
      </w:r>
    </w:p>
    <w:p w14:paraId="7B2C658D" w14:textId="77777777" w:rsidR="0059425F" w:rsidRPr="009604DD" w:rsidRDefault="0059425F" w:rsidP="0059425F">
      <w:pPr>
        <w:pStyle w:val="ListLetter-ContractCzechRadio"/>
        <w:numPr>
          <w:ilvl w:val="0"/>
          <w:numId w:val="43"/>
        </w:numPr>
        <w:tabs>
          <w:tab w:val="clear" w:pos="936"/>
          <w:tab w:val="left" w:pos="993"/>
        </w:tabs>
        <w:jc w:val="both"/>
      </w:pPr>
      <w:r w:rsidRPr="009604DD">
        <w:lastRenderedPageBreak/>
        <w:t>konkrétní specifikace karavanu (vč. vnitřních dispozic, úprav a výbavy) je uvedena v příloze této smlouvy;</w:t>
      </w:r>
    </w:p>
    <w:p w14:paraId="7140CF5A" w14:textId="77777777" w:rsidR="0059425F" w:rsidRDefault="0059425F" w:rsidP="0059425F">
      <w:pPr>
        <w:pStyle w:val="ListLetter-ContractCzechRadio"/>
        <w:numPr>
          <w:ilvl w:val="0"/>
          <w:numId w:val="43"/>
        </w:numPr>
        <w:tabs>
          <w:tab w:val="clear" w:pos="936"/>
          <w:tab w:val="left" w:pos="993"/>
        </w:tabs>
        <w:jc w:val="both"/>
      </w:pPr>
      <w:r>
        <w:t>na plnění dle této části smlouvy se obdobně užijí ustanovení OZ o nájmu věci movité (§ 2201 a násl.).</w:t>
      </w:r>
    </w:p>
    <w:p w14:paraId="5E5F96B8" w14:textId="77777777" w:rsidR="0059425F" w:rsidRDefault="0059425F" w:rsidP="0059425F">
      <w:pPr>
        <w:pStyle w:val="ListLetter-ContractCzechRadio"/>
        <w:jc w:val="both"/>
      </w:pPr>
      <w:r w:rsidRPr="009B56BD">
        <w:rPr>
          <w:b/>
        </w:rPr>
        <w:t>přeprava</w:t>
      </w:r>
      <w:r>
        <w:t xml:space="preserve"> karavanu na jednotlivé akce objednatele, jeho zpětný odvoz a zastřešené garážování; </w:t>
      </w:r>
    </w:p>
    <w:p w14:paraId="142607C2" w14:textId="77777777" w:rsidR="0059425F" w:rsidRDefault="0059425F" w:rsidP="0059425F">
      <w:pPr>
        <w:pStyle w:val="ListLetter-ContractCzechRadio"/>
        <w:numPr>
          <w:ilvl w:val="0"/>
          <w:numId w:val="43"/>
        </w:numPr>
        <w:tabs>
          <w:tab w:val="clear" w:pos="936"/>
          <w:tab w:val="left" w:pos="993"/>
        </w:tabs>
        <w:jc w:val="both"/>
      </w:pPr>
      <w:r>
        <w:t>poskytovatel je povinen na jednotlivých akcích zajistit umístění karavanu na konkrétní místo určené objednatelem;</w:t>
      </w:r>
    </w:p>
    <w:p w14:paraId="12045B12" w14:textId="77777777" w:rsidR="0059425F" w:rsidRDefault="0059425F" w:rsidP="0059425F">
      <w:pPr>
        <w:pStyle w:val="ListLetter-ContractCzechRadio"/>
        <w:numPr>
          <w:ilvl w:val="0"/>
          <w:numId w:val="43"/>
        </w:numPr>
        <w:tabs>
          <w:tab w:val="clear" w:pos="936"/>
          <w:tab w:val="left" w:pos="993"/>
        </w:tabs>
        <w:jc w:val="both"/>
      </w:pPr>
      <w:r>
        <w:t>poskytovatel je v místě konání akce povinen dostatečným způsobem zajistit karavan proti samovolnému rozjezdu (zabrzdit);</w:t>
      </w:r>
    </w:p>
    <w:p w14:paraId="4C2680DA" w14:textId="77777777" w:rsidR="0059425F" w:rsidRDefault="0059425F" w:rsidP="0059425F">
      <w:pPr>
        <w:pStyle w:val="ListLetter-ContractCzechRadio"/>
        <w:numPr>
          <w:ilvl w:val="0"/>
          <w:numId w:val="43"/>
        </w:numPr>
        <w:tabs>
          <w:tab w:val="clear" w:pos="936"/>
          <w:tab w:val="left" w:pos="993"/>
        </w:tabs>
        <w:jc w:val="both"/>
      </w:pPr>
      <w:r>
        <w:t>osobě zajišťující přepravu je poskytovatel povinen zajistit vhodný oděv;</w:t>
      </w:r>
    </w:p>
    <w:p w14:paraId="7C2A17B0" w14:textId="35371728" w:rsidR="0059425F" w:rsidRDefault="0059425F" w:rsidP="0059425F">
      <w:pPr>
        <w:pStyle w:val="ListLetter-ContractCzechRadio"/>
        <w:numPr>
          <w:ilvl w:val="0"/>
          <w:numId w:val="43"/>
        </w:numPr>
        <w:tabs>
          <w:tab w:val="clear" w:pos="936"/>
          <w:tab w:val="left" w:pos="993"/>
        </w:tabs>
        <w:jc w:val="both"/>
      </w:pPr>
      <w:r>
        <w:t>v době, kdy karavan nebude ze strany objednatele užíván, je poskytovatel povinen karavan odpovídajícím způsobem garážovat; s ohledem na skutečnost, že je v karavanu instalováno technologické zařízení objednatele (</w:t>
      </w:r>
      <w:r w:rsidR="00CA0302">
        <w:t xml:space="preserve">často </w:t>
      </w:r>
      <w:r>
        <w:t>s vysokou pořizovací cenou), je poskytovatel povinen zajistit zastřešené garážování v teplotě nad bodem mrazu a dále je poskytovatel povinen zajistit pravidelné větrání a vysoušení karavanu;</w:t>
      </w:r>
    </w:p>
    <w:p w14:paraId="75DBBBBC" w14:textId="5D5573D8" w:rsidR="0059425F" w:rsidRDefault="0059425F" w:rsidP="0059425F">
      <w:pPr>
        <w:pStyle w:val="ListLetter-ContractCzechRadio"/>
        <w:numPr>
          <w:ilvl w:val="0"/>
          <w:numId w:val="43"/>
        </w:numPr>
        <w:tabs>
          <w:tab w:val="clear" w:pos="936"/>
          <w:tab w:val="left" w:pos="993"/>
        </w:tabs>
        <w:jc w:val="both"/>
      </w:pPr>
      <w:r>
        <w:t>poskytovatel je povinen zajistit, aby osoba zajišťující přepravu nepoškozovala svým chováním dobré jméno Českého rozhlasu</w:t>
      </w:r>
      <w:r w:rsidR="00CA0302">
        <w:t>;</w:t>
      </w:r>
    </w:p>
    <w:p w14:paraId="671E299B" w14:textId="77777777" w:rsidR="00CA0302" w:rsidRDefault="00CA0302" w:rsidP="00CA0302">
      <w:pPr>
        <w:pStyle w:val="ListLetter-ContractCzechRadio"/>
        <w:numPr>
          <w:ilvl w:val="0"/>
          <w:numId w:val="43"/>
        </w:numPr>
        <w:tabs>
          <w:tab w:val="clear" w:pos="936"/>
          <w:tab w:val="left" w:pos="993"/>
        </w:tabs>
        <w:jc w:val="both"/>
      </w:pPr>
      <w:r>
        <w:t xml:space="preserve">počátek každé jednotlivé cesty je počítán od sídla objednatele, tedy z adresy Vinohradská 12, Praha 2; </w:t>
      </w:r>
    </w:p>
    <w:p w14:paraId="2F1F14A9" w14:textId="0502CB9F" w:rsidR="00BD0C33" w:rsidRDefault="00CA0302" w:rsidP="00CA0302">
      <w:pPr>
        <w:pStyle w:val="ListLetter-ContractCzechRadio"/>
        <w:numPr>
          <w:ilvl w:val="0"/>
          <w:numId w:val="43"/>
        </w:numPr>
        <w:tabs>
          <w:tab w:val="clear" w:pos="936"/>
          <w:tab w:val="left" w:pos="993"/>
        </w:tabs>
        <w:jc w:val="both"/>
      </w:pPr>
      <w:r>
        <w:t xml:space="preserve">za koncový bod každé jednotlivé cesty je taktéž považováno </w:t>
      </w:r>
      <w:r w:rsidR="00D379C1">
        <w:t xml:space="preserve">sídlo </w:t>
      </w:r>
      <w:r>
        <w:t>objednatele na adrese Vinohradská 12, Praha</w:t>
      </w:r>
      <w:r w:rsidR="00D379C1">
        <w:t xml:space="preserve"> </w:t>
      </w:r>
      <w:r>
        <w:t>2.</w:t>
      </w:r>
    </w:p>
    <w:p w14:paraId="56686BC3" w14:textId="29F4290D" w:rsidR="00BA16BB" w:rsidRDefault="00884C6F" w:rsidP="00EF2676">
      <w:pPr>
        <w:pStyle w:val="ListLetter-ContractCzechRadio"/>
        <w:numPr>
          <w:ilvl w:val="0"/>
          <w:numId w:val="0"/>
        </w:numPr>
        <w:ind w:left="312"/>
        <w:jc w:val="both"/>
      </w:pPr>
      <w:r w:rsidRPr="00B27C14">
        <w:t>(dále také jako „</w:t>
      </w:r>
      <w:r w:rsidR="00646A22" w:rsidRPr="00BD0C33">
        <w:rPr>
          <w:b/>
        </w:rPr>
        <w:t>služby</w:t>
      </w:r>
      <w:r w:rsidRPr="00B27C14">
        <w:t>“</w:t>
      </w:r>
      <w:r w:rsidR="00D379C1">
        <w:t xml:space="preserve"> nebo „</w:t>
      </w:r>
      <w:r w:rsidR="00D379C1" w:rsidRPr="00EB72AE">
        <w:rPr>
          <w:b/>
        </w:rPr>
        <w:t>plnění</w:t>
      </w:r>
      <w:r w:rsidR="00D379C1">
        <w:t>“</w:t>
      </w:r>
      <w:r w:rsidRPr="00B27C14">
        <w:t>)</w:t>
      </w:r>
      <w:r w:rsidRPr="006D0812">
        <w:t xml:space="preserve"> a </w:t>
      </w:r>
      <w:r w:rsidR="00E4753C" w:rsidRPr="006D0812">
        <w:t xml:space="preserve">povinnost </w:t>
      </w:r>
      <w:r w:rsidR="00EB789E">
        <w:t>objednatele</w:t>
      </w:r>
      <w:r w:rsidRPr="006D0812">
        <w:t xml:space="preserve"> </w:t>
      </w:r>
      <w:r w:rsidR="00646A22">
        <w:t>za služby</w:t>
      </w:r>
      <w:r w:rsidRPr="006D0812">
        <w:t xml:space="preserve"> zaplatit </w:t>
      </w:r>
      <w:r w:rsidR="00646A22">
        <w:t>poskytovateli</w:t>
      </w:r>
      <w:r w:rsidRPr="006D0812">
        <w:t xml:space="preserve"> </w:t>
      </w:r>
      <w:r w:rsidR="00BD0C33">
        <w:t xml:space="preserve">sjednanou </w:t>
      </w:r>
      <w:r w:rsidR="004216FE">
        <w:t xml:space="preserve">cenu, to vše </w:t>
      </w:r>
      <w:r w:rsidR="004216FE" w:rsidRPr="006D0812">
        <w:t>dle podmínek stanovených</w:t>
      </w:r>
      <w:r w:rsidR="004216FE">
        <w:t xml:space="preserve"> touto smlouvou</w:t>
      </w:r>
      <w:r w:rsidRPr="006D0812">
        <w:t xml:space="preserve">. </w:t>
      </w:r>
    </w:p>
    <w:p w14:paraId="7EFB05E8" w14:textId="77777777" w:rsidR="00BD0C33" w:rsidRDefault="00EF2676" w:rsidP="00BD0C33">
      <w:pPr>
        <w:pStyle w:val="ListNumber-ContractCzechRadio"/>
      </w:pPr>
      <w:r>
        <w:t xml:space="preserve">Specifikace služeb, jakož i podmínky jejich provádění </w:t>
      </w:r>
      <w:r w:rsidR="00BD0C33">
        <w:t xml:space="preserve">jsou blíže </w:t>
      </w:r>
      <w:r w:rsidR="004216FE">
        <w:t>konkretizovány</w:t>
      </w:r>
      <w:r w:rsidR="00BD0C33">
        <w:t xml:space="preserve"> </w:t>
      </w:r>
      <w:r w:rsidR="004216FE">
        <w:t>v příloze</w:t>
      </w:r>
      <w:r w:rsidR="00BD0C33">
        <w:t xml:space="preserve"> </w:t>
      </w:r>
      <w:r w:rsidR="004216FE">
        <w:t>této smlouvy</w:t>
      </w:r>
      <w:r w:rsidR="00BD0C33">
        <w:t>.</w:t>
      </w:r>
    </w:p>
    <w:p w14:paraId="7F1E8EF6" w14:textId="73F72CAF" w:rsidR="004545D6"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w:t>
      </w:r>
      <w:r w:rsidR="009720FB">
        <w:t> </w:t>
      </w:r>
      <w:r w:rsidR="00F805A1" w:rsidRPr="0044705E">
        <w:t>ceně</w:t>
      </w:r>
      <w:r w:rsidR="009720FB">
        <w:t xml:space="preserve"> služeb</w:t>
      </w:r>
      <w:r w:rsidR="00F805A1" w:rsidRPr="0044705E">
        <w:t>)</w:t>
      </w:r>
      <w:r w:rsidRPr="0044705E">
        <w:t xml:space="preserve"> a bez jeho dodání </w:t>
      </w:r>
      <w:r w:rsidR="00646A22">
        <w:t>nejsou služby</w:t>
      </w:r>
      <w:r w:rsidRPr="0044705E">
        <w:t xml:space="preserve"> řádně splněn</w:t>
      </w:r>
      <w:r w:rsidR="00646A22">
        <w:t>y</w:t>
      </w:r>
      <w:r w:rsidRPr="0044705E">
        <w:t>.</w:t>
      </w:r>
    </w:p>
    <w:p w14:paraId="525F72F8" w14:textId="77777777" w:rsidR="00BA16BB" w:rsidRPr="006D0812" w:rsidRDefault="007220A3" w:rsidP="00BA16BB">
      <w:pPr>
        <w:pStyle w:val="Heading-Number-ContractCzechRadio"/>
      </w:pPr>
      <w:r w:rsidRPr="006D0812">
        <w:t>Místo a doba plnění</w:t>
      </w:r>
    </w:p>
    <w:p w14:paraId="32CA7AD2" w14:textId="3936C9B9" w:rsidR="004545D6" w:rsidRPr="004545D6" w:rsidRDefault="004545D6" w:rsidP="00EB789E">
      <w:pPr>
        <w:pStyle w:val="ListNumber-ContractCzechRadio"/>
      </w:pPr>
      <w:r w:rsidRPr="004545D6">
        <w:t xml:space="preserve">Místem </w:t>
      </w:r>
      <w:r w:rsidR="00070779">
        <w:t>poskytování</w:t>
      </w:r>
      <w:r w:rsidR="00070779" w:rsidRPr="00214A85">
        <w:t xml:space="preserve"> </w:t>
      </w:r>
      <w:r w:rsidR="00646A22">
        <w:t>služeb</w:t>
      </w:r>
      <w:r w:rsidRPr="004545D6">
        <w:t xml:space="preserve"> je </w:t>
      </w:r>
      <w:r w:rsidR="00CA0302">
        <w:t xml:space="preserve">převážně </w:t>
      </w:r>
      <w:r w:rsidR="0059425F">
        <w:rPr>
          <w:rFonts w:cs="Arial"/>
          <w:b/>
          <w:szCs w:val="20"/>
        </w:rPr>
        <w:t>Česká republika</w:t>
      </w:r>
      <w:r w:rsidR="00CA0302">
        <w:rPr>
          <w:rFonts w:cs="Arial"/>
          <w:b/>
          <w:szCs w:val="20"/>
        </w:rPr>
        <w:t xml:space="preserve">, </w:t>
      </w:r>
      <w:r w:rsidR="00CA0302" w:rsidRPr="00CA0302">
        <w:rPr>
          <w:rFonts w:cs="Arial"/>
          <w:szCs w:val="20"/>
        </w:rPr>
        <w:t>avšak objednatel může v rámci poskytování služeb požadovat cesty karavanu</w:t>
      </w:r>
      <w:r w:rsidR="00CA0302">
        <w:rPr>
          <w:rFonts w:cs="Arial"/>
          <w:szCs w:val="20"/>
        </w:rPr>
        <w:t xml:space="preserve"> i</w:t>
      </w:r>
      <w:r w:rsidR="00CA0302" w:rsidRPr="00CA0302">
        <w:rPr>
          <w:rFonts w:cs="Arial"/>
          <w:szCs w:val="20"/>
        </w:rPr>
        <w:t xml:space="preserve"> do států</w:t>
      </w:r>
      <w:r w:rsidR="0059425F" w:rsidRPr="00CA0302">
        <w:rPr>
          <w:rFonts w:cs="Arial"/>
          <w:szCs w:val="20"/>
        </w:rPr>
        <w:t xml:space="preserve"> </w:t>
      </w:r>
      <w:r w:rsidR="00CA0302">
        <w:rPr>
          <w:rFonts w:cs="Arial"/>
          <w:szCs w:val="20"/>
        </w:rPr>
        <w:t>Evropské unie (</w:t>
      </w:r>
      <w:r w:rsidR="0059425F" w:rsidRPr="00CA0302">
        <w:rPr>
          <w:rFonts w:cs="Arial"/>
          <w:b/>
          <w:szCs w:val="20"/>
        </w:rPr>
        <w:t>EU</w:t>
      </w:r>
      <w:r w:rsidR="00CA0302" w:rsidRPr="006D7A3A">
        <w:rPr>
          <w:rFonts w:cs="Arial"/>
          <w:szCs w:val="20"/>
        </w:rPr>
        <w:t>)</w:t>
      </w:r>
      <w:r w:rsidR="00CA0302" w:rsidRPr="00CA0302">
        <w:rPr>
          <w:rFonts w:cs="Arial"/>
          <w:szCs w:val="20"/>
        </w:rPr>
        <w:t xml:space="preserve"> a </w:t>
      </w:r>
      <w:r w:rsidR="00CA0302">
        <w:rPr>
          <w:rFonts w:cs="Arial"/>
          <w:szCs w:val="20"/>
        </w:rPr>
        <w:t>E</w:t>
      </w:r>
      <w:r w:rsidR="006D7A3A">
        <w:rPr>
          <w:rFonts w:cs="Arial"/>
          <w:szCs w:val="20"/>
        </w:rPr>
        <w:t>vro</w:t>
      </w:r>
      <w:r w:rsidR="00CA0302">
        <w:rPr>
          <w:rFonts w:cs="Arial"/>
          <w:szCs w:val="20"/>
        </w:rPr>
        <w:t>p</w:t>
      </w:r>
      <w:r w:rsidR="006D7A3A">
        <w:rPr>
          <w:rFonts w:cs="Arial"/>
          <w:szCs w:val="20"/>
        </w:rPr>
        <w:t>s</w:t>
      </w:r>
      <w:r w:rsidR="00CA0302">
        <w:rPr>
          <w:rFonts w:cs="Arial"/>
          <w:szCs w:val="20"/>
        </w:rPr>
        <w:t>kého sdružení volného obchodu (</w:t>
      </w:r>
      <w:r w:rsidR="00CA0302" w:rsidRPr="00CA0302">
        <w:rPr>
          <w:rFonts w:cs="Arial"/>
          <w:b/>
          <w:szCs w:val="20"/>
        </w:rPr>
        <w:t>EFTA</w:t>
      </w:r>
      <w:r w:rsidR="00CA0302" w:rsidRPr="006D7A3A">
        <w:rPr>
          <w:rFonts w:cs="Arial"/>
          <w:szCs w:val="20"/>
        </w:rPr>
        <w:t>)</w:t>
      </w:r>
      <w:r w:rsidR="00CA0302" w:rsidRPr="00CA0302">
        <w:rPr>
          <w:rFonts w:cs="Arial"/>
          <w:szCs w:val="20"/>
        </w:rPr>
        <w:t>.</w:t>
      </w:r>
    </w:p>
    <w:p w14:paraId="15307D53" w14:textId="62FBA655" w:rsidR="000524A6" w:rsidRDefault="000524A6" w:rsidP="004545D6">
      <w:pPr>
        <w:pStyle w:val="ListNumber-ContractCzechRadio"/>
      </w:pPr>
      <w:r>
        <w:t>Tato smlouva je uzavírána na dobu určitou, a to na období od 3. 2. 202</w:t>
      </w:r>
      <w:r w:rsidR="007B353E">
        <w:t>3</w:t>
      </w:r>
      <w:r>
        <w:t xml:space="preserve"> do 2. 2. 202</w:t>
      </w:r>
      <w:r w:rsidR="007B353E">
        <w:t>4</w:t>
      </w:r>
      <w:r>
        <w:t xml:space="preserve">. </w:t>
      </w:r>
    </w:p>
    <w:p w14:paraId="1CD6A541" w14:textId="25FDD065" w:rsidR="004545D6" w:rsidRDefault="00833BC3" w:rsidP="004545D6">
      <w:pPr>
        <w:pStyle w:val="ListNumber-ContractCzechRadio"/>
      </w:pPr>
      <w:r>
        <w:t>Poskytovatel</w:t>
      </w:r>
      <w:r w:rsidR="004545D6" w:rsidRPr="004545D6">
        <w:t xml:space="preserve"> se zavazuje </w:t>
      </w:r>
      <w:r w:rsidR="00BD0C33">
        <w:t xml:space="preserve">poskytovat </w:t>
      </w:r>
      <w:r w:rsidR="00646A22">
        <w:t>služby</w:t>
      </w:r>
      <w:r w:rsidR="00BD0C33">
        <w:t xml:space="preserve"> v dohodnutých termínech</w:t>
      </w:r>
      <w:r w:rsidR="004545D6" w:rsidRPr="004545D6">
        <w:t xml:space="preserve"> </w:t>
      </w:r>
      <w:r w:rsidR="004545D6">
        <w:t>od</w:t>
      </w:r>
      <w:r w:rsidR="004B55B9">
        <w:t>e dne</w:t>
      </w:r>
      <w:r w:rsidR="00BD0C33">
        <w:t xml:space="preserve"> </w:t>
      </w:r>
      <w:r w:rsidR="009720FB">
        <w:t xml:space="preserve">účinnosti </w:t>
      </w:r>
      <w:r w:rsidR="00BD0C33">
        <w:t>této smlouvy.</w:t>
      </w:r>
    </w:p>
    <w:p w14:paraId="718E75B8" w14:textId="293889D2" w:rsidR="004545D6" w:rsidRDefault="004545D6" w:rsidP="004545D6">
      <w:pPr>
        <w:pStyle w:val="ListNumber-ContractCzechRadio"/>
      </w:pPr>
      <w:r w:rsidRPr="004545D6">
        <w:lastRenderedPageBreak/>
        <w:t xml:space="preserve">Na přesném datu započetí </w:t>
      </w:r>
      <w:r w:rsidR="00BD0C33">
        <w:t xml:space="preserve">poskytování </w:t>
      </w:r>
      <w:r w:rsidR="00646A22">
        <w:t>služeb</w:t>
      </w:r>
      <w:r w:rsidRPr="004545D6">
        <w:t xml:space="preserve"> a </w:t>
      </w:r>
      <w:r w:rsidR="00646A22">
        <w:t>na</w:t>
      </w:r>
      <w:r w:rsidRPr="004545D6">
        <w:t xml:space="preserve"> způsobu </w:t>
      </w:r>
      <w:r w:rsidR="00646A22">
        <w:t xml:space="preserve">jejich </w:t>
      </w:r>
      <w:r w:rsidR="00BD0C33">
        <w:t>poskytování</w:t>
      </w:r>
      <w:r w:rsidR="00646A22">
        <w:t xml:space="preserve"> </w:t>
      </w:r>
      <w:r w:rsidRPr="004545D6">
        <w:t xml:space="preserve">je </w:t>
      </w:r>
      <w:r w:rsidR="00646A22">
        <w:t>poskytovatel</w:t>
      </w:r>
      <w:r w:rsidRPr="004545D6">
        <w:t xml:space="preserve"> povinen se </w:t>
      </w:r>
      <w:r>
        <w:t xml:space="preserve">předem písemně </w:t>
      </w:r>
      <w:r w:rsidRPr="004545D6">
        <w:t xml:space="preserve">dohodnout s objednatelem. </w:t>
      </w:r>
    </w:p>
    <w:p w14:paraId="70344330" w14:textId="77777777" w:rsidR="00E8423F" w:rsidRDefault="00E8423F" w:rsidP="004545D6">
      <w:pPr>
        <w:pStyle w:val="ListNumber-ContractCzechRadio"/>
      </w:pPr>
      <w:r w:rsidRPr="008C04A1">
        <w:t>Demonstrativní výčet předpokládaných akcí objednatele, na nichž bude plnění služeb dle této smlouvy požadováno, je uveden v příloze č. 3 této smlouvy</w:t>
      </w:r>
      <w:r>
        <w:t>.</w:t>
      </w:r>
    </w:p>
    <w:p w14:paraId="16DBD3A7" w14:textId="2E3C43EE" w:rsidR="00E8423F" w:rsidRDefault="00E8423F" w:rsidP="00BA16BB">
      <w:pPr>
        <w:pStyle w:val="Heading-Number-ContractCzechRadio"/>
      </w:pPr>
      <w:r>
        <w:t>Specifické podmínky poskytování služeb</w:t>
      </w:r>
    </w:p>
    <w:p w14:paraId="5906C14C" w14:textId="1BFE2D7A" w:rsidR="00E8423F" w:rsidRPr="00C745F4" w:rsidRDefault="00C745F4" w:rsidP="00E8423F">
      <w:pPr>
        <w:pStyle w:val="ListNumber-ContractCzechRadio"/>
      </w:pPr>
      <w:r>
        <w:rPr>
          <w:rFonts w:cs="Arial"/>
          <w:color w:val="000F37"/>
          <w:szCs w:val="20"/>
        </w:rPr>
        <w:t xml:space="preserve">Objednatel alespoň 5 kalendářních dnů před konáním </w:t>
      </w:r>
      <w:r w:rsidR="0075647F">
        <w:rPr>
          <w:rFonts w:cs="Arial"/>
          <w:color w:val="000F37"/>
          <w:szCs w:val="20"/>
        </w:rPr>
        <w:t xml:space="preserve">konkrétní </w:t>
      </w:r>
      <w:r>
        <w:rPr>
          <w:rFonts w:cs="Arial"/>
          <w:color w:val="000F37"/>
          <w:szCs w:val="20"/>
        </w:rPr>
        <w:t>akce zašle poskytovateli požadavek na konkrétní plnění, tj. oznámí akci, na kterou je karavan ze strany objednatele</w:t>
      </w:r>
      <w:r>
        <w:rPr>
          <w:rFonts w:cs="Arial"/>
          <w:color w:val="000F37"/>
          <w:spacing w:val="40"/>
          <w:szCs w:val="20"/>
        </w:rPr>
        <w:t xml:space="preserve"> </w:t>
      </w:r>
      <w:r>
        <w:rPr>
          <w:rFonts w:cs="Arial"/>
          <w:color w:val="000F37"/>
          <w:szCs w:val="20"/>
        </w:rPr>
        <w:t>požadován, čas přistavení karavanu, délku trvání akce, trasu vč. předpokládaného počtu kilometrů</w:t>
      </w:r>
      <w:r w:rsidR="0075647F">
        <w:rPr>
          <w:rFonts w:cs="Arial"/>
          <w:color w:val="000F37"/>
          <w:szCs w:val="20"/>
        </w:rPr>
        <w:t xml:space="preserve"> (přičemž</w:t>
      </w:r>
      <w:r w:rsidR="0075647F" w:rsidRPr="0075647F">
        <w:t xml:space="preserve"> </w:t>
      </w:r>
      <w:r w:rsidR="0075647F">
        <w:t>počátek každé jednotlivé cesty je počítán dle čl. I odst. 2 písm. b) této smlouvy od sídla objednatele),</w:t>
      </w:r>
      <w:r>
        <w:rPr>
          <w:rFonts w:cs="Arial"/>
          <w:color w:val="000F37"/>
          <w:spacing w:val="32"/>
          <w:szCs w:val="20"/>
        </w:rPr>
        <w:t xml:space="preserve"> </w:t>
      </w:r>
      <w:r>
        <w:rPr>
          <w:rFonts w:cs="Arial"/>
          <w:color w:val="000F37"/>
          <w:szCs w:val="20"/>
        </w:rPr>
        <w:t>zda</w:t>
      </w:r>
      <w:r>
        <w:rPr>
          <w:rFonts w:cs="Arial"/>
          <w:color w:val="000F37"/>
          <w:spacing w:val="30"/>
          <w:szCs w:val="20"/>
        </w:rPr>
        <w:t xml:space="preserve"> </w:t>
      </w:r>
      <w:r>
        <w:rPr>
          <w:rFonts w:cs="Arial"/>
          <w:color w:val="000F37"/>
          <w:szCs w:val="20"/>
        </w:rPr>
        <w:t>bude</w:t>
      </w:r>
      <w:r>
        <w:rPr>
          <w:rFonts w:cs="Arial"/>
          <w:color w:val="000F37"/>
          <w:spacing w:val="32"/>
          <w:szCs w:val="20"/>
        </w:rPr>
        <w:t xml:space="preserve"> </w:t>
      </w:r>
      <w:r>
        <w:rPr>
          <w:rFonts w:cs="Arial"/>
          <w:color w:val="000F37"/>
          <w:szCs w:val="20"/>
        </w:rPr>
        <w:t>požadovat</w:t>
      </w:r>
      <w:r>
        <w:rPr>
          <w:rFonts w:cs="Arial"/>
          <w:color w:val="000F37"/>
          <w:spacing w:val="30"/>
          <w:szCs w:val="20"/>
        </w:rPr>
        <w:t xml:space="preserve"> </w:t>
      </w:r>
      <w:r>
        <w:rPr>
          <w:rFonts w:cs="Arial"/>
          <w:color w:val="000F37"/>
          <w:szCs w:val="20"/>
        </w:rPr>
        <w:t>setrvání</w:t>
      </w:r>
      <w:r>
        <w:rPr>
          <w:rFonts w:cs="Arial"/>
          <w:color w:val="000F37"/>
          <w:spacing w:val="30"/>
          <w:szCs w:val="20"/>
        </w:rPr>
        <w:t xml:space="preserve"> </w:t>
      </w:r>
      <w:r>
        <w:rPr>
          <w:rFonts w:cs="Arial"/>
          <w:color w:val="000F37"/>
          <w:szCs w:val="20"/>
        </w:rPr>
        <w:t>řidiče</w:t>
      </w:r>
      <w:r>
        <w:rPr>
          <w:rFonts w:cs="Arial"/>
          <w:color w:val="000F37"/>
          <w:spacing w:val="32"/>
          <w:szCs w:val="20"/>
        </w:rPr>
        <w:t xml:space="preserve"> </w:t>
      </w:r>
      <w:r>
        <w:rPr>
          <w:rFonts w:cs="Arial"/>
          <w:color w:val="000F37"/>
          <w:szCs w:val="20"/>
        </w:rPr>
        <w:t>v místě</w:t>
      </w:r>
      <w:r>
        <w:rPr>
          <w:rFonts w:cs="Arial"/>
          <w:color w:val="000F37"/>
          <w:spacing w:val="29"/>
          <w:szCs w:val="20"/>
        </w:rPr>
        <w:t xml:space="preserve"> </w:t>
      </w:r>
      <w:r>
        <w:rPr>
          <w:rFonts w:cs="Arial"/>
          <w:color w:val="000F37"/>
          <w:szCs w:val="20"/>
        </w:rPr>
        <w:t>akce</w:t>
      </w:r>
      <w:r>
        <w:rPr>
          <w:rFonts w:cs="Arial"/>
          <w:color w:val="000F37"/>
          <w:spacing w:val="30"/>
          <w:szCs w:val="20"/>
        </w:rPr>
        <w:t xml:space="preserve"> </w:t>
      </w:r>
      <w:r>
        <w:rPr>
          <w:rFonts w:cs="Arial"/>
          <w:color w:val="000F37"/>
          <w:szCs w:val="20"/>
        </w:rPr>
        <w:t>po</w:t>
      </w:r>
      <w:r>
        <w:rPr>
          <w:rFonts w:cs="Arial"/>
          <w:color w:val="000F37"/>
          <w:spacing w:val="29"/>
          <w:szCs w:val="20"/>
        </w:rPr>
        <w:t xml:space="preserve"> </w:t>
      </w:r>
      <w:r>
        <w:rPr>
          <w:rFonts w:cs="Arial"/>
          <w:color w:val="000F37"/>
          <w:szCs w:val="20"/>
        </w:rPr>
        <w:t>dobu</w:t>
      </w:r>
      <w:r>
        <w:rPr>
          <w:rFonts w:cs="Arial"/>
          <w:color w:val="000F37"/>
          <w:spacing w:val="30"/>
          <w:szCs w:val="20"/>
        </w:rPr>
        <w:t xml:space="preserve"> </w:t>
      </w:r>
      <w:r>
        <w:rPr>
          <w:rFonts w:cs="Arial"/>
          <w:color w:val="000F37"/>
          <w:szCs w:val="20"/>
        </w:rPr>
        <w:t>jejího</w:t>
      </w:r>
      <w:r>
        <w:rPr>
          <w:rFonts w:cs="Arial"/>
          <w:color w:val="000F37"/>
          <w:spacing w:val="29"/>
          <w:szCs w:val="20"/>
        </w:rPr>
        <w:t xml:space="preserve"> </w:t>
      </w:r>
      <w:r>
        <w:rPr>
          <w:rFonts w:cs="Arial"/>
          <w:color w:val="000F37"/>
          <w:szCs w:val="20"/>
        </w:rPr>
        <w:t>trvání</w:t>
      </w:r>
      <w:r>
        <w:rPr>
          <w:rFonts w:cs="Arial"/>
          <w:color w:val="000F37"/>
          <w:spacing w:val="30"/>
          <w:szCs w:val="20"/>
        </w:rPr>
        <w:t xml:space="preserve"> </w:t>
      </w:r>
      <w:r>
        <w:rPr>
          <w:rFonts w:cs="Arial"/>
          <w:color w:val="000F37"/>
          <w:szCs w:val="20"/>
        </w:rPr>
        <w:t>a</w:t>
      </w:r>
      <w:r>
        <w:rPr>
          <w:rFonts w:cs="Arial"/>
          <w:color w:val="000F37"/>
          <w:spacing w:val="32"/>
          <w:szCs w:val="20"/>
        </w:rPr>
        <w:t xml:space="preserve"> </w:t>
      </w:r>
      <w:r>
        <w:rPr>
          <w:rFonts w:cs="Arial"/>
          <w:color w:val="000F37"/>
          <w:szCs w:val="20"/>
        </w:rPr>
        <w:t>zda bude</w:t>
      </w:r>
      <w:r>
        <w:rPr>
          <w:rFonts w:cs="Arial"/>
          <w:color w:val="000F37"/>
          <w:spacing w:val="5"/>
          <w:szCs w:val="20"/>
        </w:rPr>
        <w:t xml:space="preserve"> </w:t>
      </w:r>
      <w:r>
        <w:rPr>
          <w:rFonts w:cs="Arial"/>
          <w:color w:val="000F37"/>
          <w:szCs w:val="20"/>
        </w:rPr>
        <w:t>zapotřebí</w:t>
      </w:r>
      <w:r>
        <w:rPr>
          <w:rFonts w:cs="Arial"/>
          <w:color w:val="000F37"/>
          <w:spacing w:val="5"/>
          <w:szCs w:val="20"/>
        </w:rPr>
        <w:t xml:space="preserve"> </w:t>
      </w:r>
      <w:r>
        <w:rPr>
          <w:rFonts w:cs="Arial"/>
          <w:color w:val="000F37"/>
          <w:szCs w:val="20"/>
        </w:rPr>
        <w:t>cesta</w:t>
      </w:r>
      <w:r>
        <w:rPr>
          <w:rFonts w:cs="Arial"/>
          <w:color w:val="000F37"/>
          <w:spacing w:val="5"/>
          <w:szCs w:val="20"/>
        </w:rPr>
        <w:t xml:space="preserve"> </w:t>
      </w:r>
      <w:r>
        <w:rPr>
          <w:rFonts w:cs="Arial"/>
          <w:color w:val="000F37"/>
          <w:szCs w:val="20"/>
        </w:rPr>
        <w:t>samotného</w:t>
      </w:r>
      <w:r>
        <w:rPr>
          <w:rFonts w:cs="Arial"/>
          <w:color w:val="000F37"/>
          <w:spacing w:val="5"/>
          <w:szCs w:val="20"/>
        </w:rPr>
        <w:t xml:space="preserve"> </w:t>
      </w:r>
      <w:r>
        <w:rPr>
          <w:rFonts w:cs="Arial"/>
          <w:color w:val="000F37"/>
          <w:szCs w:val="20"/>
        </w:rPr>
        <w:t>řidiče</w:t>
      </w:r>
      <w:r>
        <w:rPr>
          <w:rFonts w:cs="Arial"/>
          <w:color w:val="000F37"/>
          <w:spacing w:val="5"/>
          <w:szCs w:val="20"/>
        </w:rPr>
        <w:t xml:space="preserve"> </w:t>
      </w:r>
      <w:r>
        <w:rPr>
          <w:rFonts w:cs="Arial"/>
          <w:color w:val="000F37"/>
          <w:szCs w:val="20"/>
        </w:rPr>
        <w:t>bez</w:t>
      </w:r>
      <w:r>
        <w:rPr>
          <w:rFonts w:cs="Arial"/>
          <w:color w:val="000F37"/>
          <w:spacing w:val="4"/>
          <w:szCs w:val="20"/>
        </w:rPr>
        <w:t xml:space="preserve"> </w:t>
      </w:r>
      <w:r>
        <w:rPr>
          <w:rFonts w:cs="Arial"/>
          <w:color w:val="000F37"/>
          <w:szCs w:val="20"/>
        </w:rPr>
        <w:t>karavanu</w:t>
      </w:r>
      <w:r>
        <w:rPr>
          <w:rFonts w:cs="Arial"/>
          <w:color w:val="000F37"/>
          <w:spacing w:val="7"/>
          <w:szCs w:val="20"/>
        </w:rPr>
        <w:t xml:space="preserve"> </w:t>
      </w:r>
      <w:r>
        <w:rPr>
          <w:rFonts w:cs="Arial"/>
          <w:color w:val="000F37"/>
          <w:szCs w:val="20"/>
        </w:rPr>
        <w:t>do</w:t>
      </w:r>
      <w:r>
        <w:rPr>
          <w:rFonts w:cs="Arial"/>
          <w:color w:val="000F37"/>
          <w:spacing w:val="4"/>
          <w:szCs w:val="20"/>
        </w:rPr>
        <w:t xml:space="preserve"> </w:t>
      </w:r>
      <w:r>
        <w:rPr>
          <w:rFonts w:cs="Arial"/>
          <w:color w:val="000F37"/>
          <w:szCs w:val="20"/>
        </w:rPr>
        <w:t>místa</w:t>
      </w:r>
      <w:r>
        <w:rPr>
          <w:rFonts w:cs="Arial"/>
          <w:color w:val="000F37"/>
          <w:spacing w:val="2"/>
          <w:szCs w:val="20"/>
        </w:rPr>
        <w:t xml:space="preserve"> </w:t>
      </w:r>
      <w:r>
        <w:rPr>
          <w:rFonts w:cs="Arial"/>
          <w:color w:val="000F37"/>
          <w:szCs w:val="20"/>
        </w:rPr>
        <w:t>konání</w:t>
      </w:r>
      <w:r>
        <w:rPr>
          <w:rFonts w:cs="Arial"/>
          <w:color w:val="000F37"/>
          <w:spacing w:val="5"/>
          <w:szCs w:val="20"/>
        </w:rPr>
        <w:t xml:space="preserve"> </w:t>
      </w:r>
      <w:r>
        <w:rPr>
          <w:rFonts w:cs="Arial"/>
          <w:color w:val="000F37"/>
          <w:szCs w:val="20"/>
        </w:rPr>
        <w:t>akce,</w:t>
      </w:r>
      <w:r>
        <w:rPr>
          <w:rFonts w:cs="Arial"/>
          <w:color w:val="000F37"/>
          <w:spacing w:val="4"/>
          <w:szCs w:val="20"/>
        </w:rPr>
        <w:t xml:space="preserve"> </w:t>
      </w:r>
      <w:r>
        <w:rPr>
          <w:rFonts w:cs="Arial"/>
          <w:color w:val="000F37"/>
          <w:szCs w:val="20"/>
        </w:rPr>
        <w:t>příp.</w:t>
      </w:r>
      <w:r>
        <w:rPr>
          <w:rFonts w:cs="Arial"/>
          <w:color w:val="000F37"/>
          <w:spacing w:val="5"/>
          <w:szCs w:val="20"/>
        </w:rPr>
        <w:t xml:space="preserve"> </w:t>
      </w:r>
      <w:r>
        <w:rPr>
          <w:rFonts w:cs="Arial"/>
          <w:color w:val="000F37"/>
          <w:szCs w:val="20"/>
        </w:rPr>
        <w:t>v</w:t>
      </w:r>
      <w:r>
        <w:rPr>
          <w:rFonts w:cs="Arial"/>
          <w:color w:val="000F37"/>
          <w:spacing w:val="-1"/>
          <w:szCs w:val="20"/>
        </w:rPr>
        <w:t xml:space="preserve"> </w:t>
      </w:r>
      <w:r>
        <w:rPr>
          <w:rFonts w:cs="Arial"/>
          <w:color w:val="000F37"/>
          <w:spacing w:val="-2"/>
          <w:szCs w:val="20"/>
        </w:rPr>
        <w:t>jakém</w:t>
      </w:r>
      <w:r>
        <w:rPr>
          <w:rFonts w:cs="Arial"/>
          <w:color w:val="000F37"/>
          <w:szCs w:val="20"/>
        </w:rPr>
        <w:t xml:space="preserve"> rozsahu</w:t>
      </w:r>
      <w:r>
        <w:rPr>
          <w:rFonts w:cs="Arial"/>
          <w:color w:val="000F37"/>
          <w:spacing w:val="-3"/>
          <w:szCs w:val="20"/>
        </w:rPr>
        <w:t xml:space="preserve"> </w:t>
      </w:r>
      <w:r w:rsidR="0075647F">
        <w:rPr>
          <w:rFonts w:cs="Arial"/>
          <w:color w:val="000F37"/>
          <w:szCs w:val="20"/>
        </w:rPr>
        <w:t>apod</w:t>
      </w:r>
      <w:r>
        <w:rPr>
          <w:rFonts w:cs="Arial"/>
          <w:color w:val="000F37"/>
          <w:szCs w:val="20"/>
        </w:rPr>
        <w:t>.</w:t>
      </w:r>
      <w:r>
        <w:rPr>
          <w:rFonts w:cs="Arial"/>
          <w:color w:val="000F37"/>
          <w:spacing w:val="-5"/>
          <w:szCs w:val="20"/>
        </w:rPr>
        <w:t xml:space="preserve"> </w:t>
      </w:r>
      <w:r>
        <w:rPr>
          <w:rFonts w:cs="Arial"/>
          <w:color w:val="000F37"/>
          <w:szCs w:val="20"/>
        </w:rPr>
        <w:t>(dále</w:t>
      </w:r>
      <w:r>
        <w:rPr>
          <w:rFonts w:cs="Arial"/>
          <w:color w:val="000F37"/>
          <w:spacing w:val="-5"/>
          <w:szCs w:val="20"/>
        </w:rPr>
        <w:t xml:space="preserve"> </w:t>
      </w:r>
      <w:r>
        <w:rPr>
          <w:rFonts w:cs="Arial"/>
          <w:color w:val="000F37"/>
          <w:szCs w:val="20"/>
        </w:rPr>
        <w:t>jen</w:t>
      </w:r>
      <w:r>
        <w:rPr>
          <w:rFonts w:cs="Arial"/>
          <w:color w:val="000F37"/>
          <w:spacing w:val="-4"/>
          <w:szCs w:val="20"/>
        </w:rPr>
        <w:t xml:space="preserve"> </w:t>
      </w:r>
      <w:r>
        <w:rPr>
          <w:rFonts w:cs="Arial"/>
          <w:color w:val="000F37"/>
          <w:szCs w:val="20"/>
        </w:rPr>
        <w:t>„</w:t>
      </w:r>
      <w:r w:rsidRPr="0075647F">
        <w:rPr>
          <w:rFonts w:cs="Arial"/>
          <w:b/>
          <w:color w:val="000F37"/>
          <w:szCs w:val="20"/>
        </w:rPr>
        <w:t>výzva</w:t>
      </w:r>
      <w:r w:rsidRPr="0075647F">
        <w:rPr>
          <w:rFonts w:cs="Arial"/>
          <w:b/>
          <w:color w:val="000F37"/>
          <w:spacing w:val="-5"/>
          <w:szCs w:val="20"/>
        </w:rPr>
        <w:t xml:space="preserve"> </w:t>
      </w:r>
      <w:r w:rsidRPr="0075647F">
        <w:rPr>
          <w:rFonts w:cs="Arial"/>
          <w:b/>
          <w:color w:val="000F37"/>
          <w:szCs w:val="20"/>
        </w:rPr>
        <w:t>k</w:t>
      </w:r>
      <w:r w:rsidRPr="0075647F">
        <w:rPr>
          <w:rFonts w:cs="Arial"/>
          <w:b/>
          <w:color w:val="000F37"/>
          <w:spacing w:val="-6"/>
          <w:szCs w:val="20"/>
        </w:rPr>
        <w:t xml:space="preserve"> </w:t>
      </w:r>
      <w:r w:rsidRPr="0075647F">
        <w:rPr>
          <w:rFonts w:cs="Arial"/>
          <w:b/>
          <w:color w:val="000F37"/>
          <w:spacing w:val="-2"/>
          <w:szCs w:val="20"/>
        </w:rPr>
        <w:t>plnění</w:t>
      </w:r>
      <w:r>
        <w:rPr>
          <w:rFonts w:cs="Arial"/>
          <w:color w:val="000F37"/>
          <w:spacing w:val="-2"/>
          <w:szCs w:val="20"/>
        </w:rPr>
        <w:t>“).</w:t>
      </w:r>
    </w:p>
    <w:p w14:paraId="64F0972C" w14:textId="76000F74" w:rsidR="00C745F4" w:rsidRPr="00C745F4" w:rsidRDefault="0075647F" w:rsidP="00E8423F">
      <w:pPr>
        <w:pStyle w:val="ListNumber-ContractCzechRadio"/>
      </w:pPr>
      <w:r>
        <w:rPr>
          <w:rFonts w:cs="Arial"/>
          <w:color w:val="000F37"/>
          <w:szCs w:val="20"/>
        </w:rPr>
        <w:t>P</w:t>
      </w:r>
      <w:r w:rsidR="00C745F4">
        <w:rPr>
          <w:rFonts w:cs="Arial"/>
          <w:color w:val="000F37"/>
          <w:szCs w:val="20"/>
        </w:rPr>
        <w:t>oskytovatel</w:t>
      </w:r>
      <w:r w:rsidR="00C745F4">
        <w:rPr>
          <w:rFonts w:cs="Arial"/>
          <w:color w:val="000F37"/>
          <w:spacing w:val="-2"/>
          <w:szCs w:val="20"/>
        </w:rPr>
        <w:t xml:space="preserve"> </w:t>
      </w:r>
      <w:r w:rsidR="00C745F4">
        <w:rPr>
          <w:rFonts w:cs="Arial"/>
          <w:color w:val="000F37"/>
          <w:szCs w:val="20"/>
        </w:rPr>
        <w:t>je povinen výzvu</w:t>
      </w:r>
      <w:r w:rsidR="00C745F4">
        <w:rPr>
          <w:rFonts w:cs="Arial"/>
          <w:color w:val="000F37"/>
          <w:spacing w:val="-1"/>
          <w:szCs w:val="20"/>
        </w:rPr>
        <w:t xml:space="preserve"> </w:t>
      </w:r>
      <w:r w:rsidR="00C745F4">
        <w:rPr>
          <w:rFonts w:cs="Arial"/>
          <w:color w:val="000F37"/>
          <w:szCs w:val="20"/>
        </w:rPr>
        <w:t>k plnění potvrdit, a</w:t>
      </w:r>
      <w:r w:rsidR="00C745F4">
        <w:rPr>
          <w:rFonts w:cs="Arial"/>
          <w:color w:val="000F37"/>
          <w:spacing w:val="-1"/>
          <w:szCs w:val="20"/>
        </w:rPr>
        <w:t xml:space="preserve"> </w:t>
      </w:r>
      <w:r w:rsidR="00C745F4">
        <w:rPr>
          <w:rFonts w:cs="Arial"/>
          <w:color w:val="000F37"/>
          <w:szCs w:val="20"/>
        </w:rPr>
        <w:t>to nejpozději</w:t>
      </w:r>
      <w:r w:rsidR="00C745F4">
        <w:rPr>
          <w:rFonts w:cs="Arial"/>
          <w:color w:val="000F37"/>
          <w:spacing w:val="-2"/>
          <w:szCs w:val="20"/>
        </w:rPr>
        <w:t xml:space="preserve"> </w:t>
      </w:r>
      <w:r w:rsidR="00C745F4">
        <w:rPr>
          <w:rFonts w:cs="Arial"/>
          <w:color w:val="000F37"/>
          <w:szCs w:val="20"/>
        </w:rPr>
        <w:t>následující</w:t>
      </w:r>
      <w:r w:rsidR="00C745F4">
        <w:rPr>
          <w:rFonts w:cs="Arial"/>
          <w:color w:val="000F37"/>
          <w:spacing w:val="-1"/>
          <w:szCs w:val="20"/>
        </w:rPr>
        <w:t xml:space="preserve"> </w:t>
      </w:r>
      <w:r w:rsidR="00C745F4">
        <w:rPr>
          <w:rFonts w:cs="Arial"/>
          <w:color w:val="000F37"/>
          <w:szCs w:val="20"/>
        </w:rPr>
        <w:t>pracovní</w:t>
      </w:r>
      <w:r w:rsidR="00C745F4">
        <w:rPr>
          <w:rFonts w:cs="Arial"/>
          <w:color w:val="000F37"/>
          <w:spacing w:val="-1"/>
          <w:szCs w:val="20"/>
        </w:rPr>
        <w:t xml:space="preserve"> </w:t>
      </w:r>
      <w:r w:rsidR="00C745F4">
        <w:rPr>
          <w:rFonts w:cs="Arial"/>
          <w:color w:val="000F37"/>
          <w:szCs w:val="20"/>
        </w:rPr>
        <w:t>den</w:t>
      </w:r>
      <w:r w:rsidR="00C745F4">
        <w:rPr>
          <w:rFonts w:cs="Arial"/>
          <w:color w:val="000F37"/>
          <w:spacing w:val="-1"/>
          <w:szCs w:val="20"/>
        </w:rPr>
        <w:t xml:space="preserve"> </w:t>
      </w:r>
      <w:r w:rsidR="00C745F4">
        <w:rPr>
          <w:rFonts w:cs="Arial"/>
          <w:color w:val="000F37"/>
          <w:szCs w:val="20"/>
        </w:rPr>
        <w:t>po jejím doručení (pokud výzva k plnění neobsahuje výslovné ustanovení o tom, že ji poskytovatel může akceptovat tak, že se podle ní zachová dle § 1744 OZ) nebo poskytovatel objednateli zašle aktualizovanou nabídku k potvrzení (pokud plnění není možno realizovat plně v souladu s výzvou k plnění), přičemž v takovém případě poskytovateli vzniká povinnost k plnění doručením oznámení o přijetí aktualizované nabídky poskytovatele.</w:t>
      </w:r>
    </w:p>
    <w:p w14:paraId="3206267C" w14:textId="63123AC2" w:rsidR="00C745F4" w:rsidRPr="00C745F4" w:rsidRDefault="00C745F4" w:rsidP="00E8423F">
      <w:pPr>
        <w:pStyle w:val="ListNumber-ContractCzechRadio"/>
      </w:pPr>
      <w:r>
        <w:rPr>
          <w:rFonts w:cs="Arial"/>
          <w:color w:val="000F37"/>
          <w:szCs w:val="20"/>
        </w:rPr>
        <w:t>Právní jednání uvedená v</w:t>
      </w:r>
      <w:r>
        <w:rPr>
          <w:rFonts w:cs="Arial"/>
          <w:color w:val="000F37"/>
          <w:spacing w:val="-2"/>
          <w:szCs w:val="20"/>
        </w:rPr>
        <w:t xml:space="preserve"> </w:t>
      </w:r>
      <w:r>
        <w:rPr>
          <w:rFonts w:cs="Arial"/>
          <w:color w:val="000F37"/>
          <w:szCs w:val="20"/>
        </w:rPr>
        <w:t>tomto článku smlouvy mohou – mimo standardní papírovou podobu opatřenou vlastnoručním podpisem oprávněné osoby – proběhnout také elektronickými prostředky prostřednic</w:t>
      </w:r>
      <w:r w:rsidR="0075647F">
        <w:rPr>
          <w:rFonts w:cs="Arial"/>
          <w:color w:val="000F37"/>
          <w:szCs w:val="20"/>
        </w:rPr>
        <w:t>tvím datové zprávy nebo e-mailu se zaručeným elektronickým podpisem.</w:t>
      </w:r>
    </w:p>
    <w:p w14:paraId="51585767" w14:textId="0F741121" w:rsidR="00C745F4" w:rsidRPr="00C745F4" w:rsidRDefault="00C745F4" w:rsidP="00E8423F">
      <w:pPr>
        <w:pStyle w:val="ListNumber-ContractCzechRadio"/>
      </w:pPr>
      <w:r>
        <w:rPr>
          <w:rFonts w:cs="Arial"/>
          <w:color w:val="000F37"/>
          <w:szCs w:val="20"/>
        </w:rPr>
        <w:t xml:space="preserve">Poskytovatel umožní objednateli, aby byl karavan pro naplnění účelu této smlouvy upraven objednatelem či třetí osobou (zejména </w:t>
      </w:r>
      <w:r w:rsidR="0075647F">
        <w:rPr>
          <w:rFonts w:cs="Arial"/>
          <w:color w:val="000F37"/>
          <w:szCs w:val="20"/>
        </w:rPr>
        <w:t xml:space="preserve">pokud </w:t>
      </w:r>
      <w:r>
        <w:rPr>
          <w:rFonts w:cs="Arial"/>
          <w:color w:val="000F37"/>
          <w:szCs w:val="20"/>
        </w:rPr>
        <w:t>se jedná o vybavení karavanu nábytkem, opatření logy objednatele, instalace akustické</w:t>
      </w:r>
      <w:r>
        <w:rPr>
          <w:rFonts w:cs="Arial"/>
          <w:color w:val="000F37"/>
          <w:spacing w:val="-2"/>
          <w:szCs w:val="20"/>
        </w:rPr>
        <w:t xml:space="preserve"> </w:t>
      </w:r>
      <w:r>
        <w:rPr>
          <w:rFonts w:cs="Arial"/>
          <w:color w:val="000F37"/>
          <w:szCs w:val="20"/>
        </w:rPr>
        <w:t>pěny atd.). K</w:t>
      </w:r>
      <w:r>
        <w:rPr>
          <w:rFonts w:cs="Arial"/>
          <w:color w:val="000F37"/>
          <w:spacing w:val="-3"/>
          <w:szCs w:val="20"/>
        </w:rPr>
        <w:t xml:space="preserve"> </w:t>
      </w:r>
      <w:r>
        <w:rPr>
          <w:rFonts w:cs="Arial"/>
          <w:color w:val="000F37"/>
          <w:szCs w:val="20"/>
        </w:rPr>
        <w:t>takovéto úpravě</w:t>
      </w:r>
      <w:r>
        <w:rPr>
          <w:rFonts w:cs="Arial"/>
          <w:color w:val="000F37"/>
          <w:spacing w:val="-2"/>
          <w:szCs w:val="20"/>
        </w:rPr>
        <w:t xml:space="preserve"> </w:t>
      </w:r>
      <w:r>
        <w:rPr>
          <w:rFonts w:cs="Arial"/>
          <w:color w:val="000F37"/>
          <w:szCs w:val="20"/>
        </w:rPr>
        <w:t>(která</w:t>
      </w:r>
      <w:r>
        <w:rPr>
          <w:rFonts w:cs="Arial"/>
          <w:color w:val="000F37"/>
          <w:spacing w:val="-2"/>
          <w:szCs w:val="20"/>
        </w:rPr>
        <w:t xml:space="preserve"> </w:t>
      </w:r>
      <w:r>
        <w:rPr>
          <w:rFonts w:cs="Arial"/>
          <w:color w:val="000F37"/>
          <w:szCs w:val="20"/>
        </w:rPr>
        <w:t>karavan</w:t>
      </w:r>
      <w:r>
        <w:rPr>
          <w:rFonts w:cs="Arial"/>
          <w:color w:val="000F37"/>
          <w:spacing w:val="-3"/>
          <w:szCs w:val="20"/>
        </w:rPr>
        <w:t xml:space="preserve"> </w:t>
      </w:r>
      <w:r>
        <w:rPr>
          <w:rFonts w:cs="Arial"/>
          <w:color w:val="000F37"/>
          <w:szCs w:val="20"/>
        </w:rPr>
        <w:t xml:space="preserve">nijak nepoškodí) uděluje poskytovatel objednateli </w:t>
      </w:r>
      <w:r w:rsidR="0075647F">
        <w:rPr>
          <w:rFonts w:cs="Arial"/>
          <w:color w:val="000F37"/>
          <w:szCs w:val="20"/>
        </w:rPr>
        <w:t xml:space="preserve">touto smlouvou </w:t>
      </w:r>
      <w:r>
        <w:rPr>
          <w:rFonts w:cs="Arial"/>
          <w:color w:val="000F37"/>
          <w:szCs w:val="20"/>
        </w:rPr>
        <w:t>výslovné svolení.</w:t>
      </w:r>
    </w:p>
    <w:p w14:paraId="08DC8F51" w14:textId="4D6E5D22" w:rsidR="00C745F4" w:rsidRPr="00C745F4" w:rsidRDefault="00C745F4" w:rsidP="00E8423F">
      <w:pPr>
        <w:pStyle w:val="ListNumber-ContractCzechRadio"/>
      </w:pPr>
      <w:r>
        <w:rPr>
          <w:rFonts w:cs="Arial"/>
          <w:color w:val="000F37"/>
          <w:szCs w:val="20"/>
        </w:rPr>
        <w:t xml:space="preserve">Objednatel se zavazuje informovat poskytovatele o totožnosti dodavatele úprav karavanu dle předchozího odstavce, jakmile mu bude známa. Orientační seznam úprav karavanu, jež bude objednatel požadovat po třetí osobě, je uveden v </w:t>
      </w:r>
      <w:r w:rsidRPr="003E126C">
        <w:rPr>
          <w:rFonts w:cs="Arial"/>
          <w:color w:val="000F37"/>
          <w:szCs w:val="20"/>
        </w:rPr>
        <w:t>příloze této smlouvy.</w:t>
      </w:r>
      <w:r>
        <w:rPr>
          <w:rFonts w:cs="Arial"/>
          <w:color w:val="000F37"/>
          <w:szCs w:val="20"/>
        </w:rPr>
        <w:t xml:space="preserve"> Pro vyloučení </w:t>
      </w:r>
      <w:r w:rsidR="0075647F">
        <w:rPr>
          <w:rFonts w:cs="Arial"/>
          <w:color w:val="000F37"/>
          <w:szCs w:val="20"/>
        </w:rPr>
        <w:t xml:space="preserve">všech </w:t>
      </w:r>
      <w:r>
        <w:rPr>
          <w:rFonts w:cs="Arial"/>
          <w:color w:val="000F37"/>
          <w:szCs w:val="20"/>
        </w:rPr>
        <w:t xml:space="preserve">pochybností objednatel uvádí, že výčet </w:t>
      </w:r>
      <w:r w:rsidR="0075647F">
        <w:rPr>
          <w:rFonts w:cs="Arial"/>
          <w:color w:val="000F37"/>
          <w:szCs w:val="20"/>
        </w:rPr>
        <w:t xml:space="preserve">uvedených </w:t>
      </w:r>
      <w:r>
        <w:rPr>
          <w:rFonts w:cs="Arial"/>
          <w:color w:val="000F37"/>
          <w:szCs w:val="20"/>
        </w:rPr>
        <w:t xml:space="preserve">úprav </w:t>
      </w:r>
      <w:r w:rsidR="0075647F">
        <w:rPr>
          <w:rFonts w:cs="Arial"/>
          <w:color w:val="000F37"/>
          <w:szCs w:val="20"/>
        </w:rPr>
        <w:t xml:space="preserve">je pouze demonstrativní, tzn. </w:t>
      </w:r>
      <w:r>
        <w:rPr>
          <w:rFonts w:cs="Arial"/>
          <w:color w:val="000F37"/>
          <w:szCs w:val="20"/>
        </w:rPr>
        <w:t xml:space="preserve">není konečný a může </w:t>
      </w:r>
      <w:r w:rsidR="0075647F">
        <w:rPr>
          <w:rFonts w:cs="Arial"/>
          <w:color w:val="000F37"/>
          <w:szCs w:val="20"/>
        </w:rPr>
        <w:t xml:space="preserve">se v průběhu plnění </w:t>
      </w:r>
      <w:r>
        <w:rPr>
          <w:rFonts w:cs="Arial"/>
          <w:color w:val="000F37"/>
          <w:szCs w:val="20"/>
        </w:rPr>
        <w:t>měnit.</w:t>
      </w:r>
    </w:p>
    <w:p w14:paraId="364F8F83" w14:textId="0C440A93" w:rsidR="00C745F4" w:rsidRPr="00C745F4" w:rsidRDefault="00C745F4" w:rsidP="00E8423F">
      <w:pPr>
        <w:pStyle w:val="ListNumber-ContractCzechRadio"/>
      </w:pPr>
      <w:r>
        <w:rPr>
          <w:rFonts w:cs="Arial"/>
          <w:color w:val="000F37"/>
          <w:szCs w:val="20"/>
        </w:rPr>
        <w:t xml:space="preserve">Smluvní strany po </w:t>
      </w:r>
      <w:r w:rsidR="00EB1297">
        <w:rPr>
          <w:rFonts w:cs="Arial"/>
          <w:color w:val="000F37"/>
          <w:szCs w:val="20"/>
        </w:rPr>
        <w:t xml:space="preserve">konci účinnosti </w:t>
      </w:r>
      <w:r>
        <w:rPr>
          <w:rFonts w:cs="Arial"/>
          <w:color w:val="000F37"/>
          <w:szCs w:val="20"/>
        </w:rPr>
        <w:t>této smlouvy zajistí předání karavanu zpět poskytovateli, přičemž objednatel zajistí na své náklady deinstalaci veškeré</w:t>
      </w:r>
      <w:r w:rsidR="00EB1297">
        <w:rPr>
          <w:rFonts w:cs="Arial"/>
          <w:color w:val="000F37"/>
          <w:szCs w:val="20"/>
        </w:rPr>
        <w:t>ho</w:t>
      </w:r>
      <w:r>
        <w:rPr>
          <w:rFonts w:cs="Arial"/>
          <w:color w:val="000F37"/>
          <w:szCs w:val="20"/>
        </w:rPr>
        <w:t xml:space="preserve"> instalované</w:t>
      </w:r>
      <w:r w:rsidR="00EB1297">
        <w:rPr>
          <w:rFonts w:cs="Arial"/>
          <w:color w:val="000F37"/>
          <w:szCs w:val="20"/>
        </w:rPr>
        <w:t>ho</w:t>
      </w:r>
      <w:r>
        <w:rPr>
          <w:rFonts w:cs="Arial"/>
          <w:color w:val="000F37"/>
          <w:spacing w:val="40"/>
          <w:szCs w:val="20"/>
        </w:rPr>
        <w:t xml:space="preserve"> </w:t>
      </w:r>
      <w:r w:rsidR="00AC17DD">
        <w:rPr>
          <w:rFonts w:cs="Arial"/>
          <w:color w:val="000F37"/>
          <w:szCs w:val="20"/>
        </w:rPr>
        <w:t>vy</w:t>
      </w:r>
      <w:r>
        <w:rPr>
          <w:rFonts w:cs="Arial"/>
          <w:color w:val="000F37"/>
          <w:szCs w:val="20"/>
        </w:rPr>
        <w:t>bav</w:t>
      </w:r>
      <w:r w:rsidR="00EB1297">
        <w:rPr>
          <w:rFonts w:cs="Arial"/>
          <w:color w:val="000F37"/>
          <w:szCs w:val="20"/>
        </w:rPr>
        <w:t>ení</w:t>
      </w:r>
      <w:r>
        <w:rPr>
          <w:rFonts w:cs="Arial"/>
          <w:color w:val="000F37"/>
          <w:szCs w:val="20"/>
        </w:rPr>
        <w:t xml:space="preserve"> tak, aby byl karavan předán poskytovateli zpět v původní podobě. Smluvní stra</w:t>
      </w:r>
      <w:r w:rsidR="00EB1297">
        <w:rPr>
          <w:rFonts w:cs="Arial"/>
          <w:color w:val="000F37"/>
          <w:szCs w:val="20"/>
        </w:rPr>
        <w:t xml:space="preserve">ny o všech těchto skutečnostech </w:t>
      </w:r>
      <w:r>
        <w:rPr>
          <w:rFonts w:cs="Arial"/>
          <w:color w:val="000F37"/>
          <w:szCs w:val="20"/>
        </w:rPr>
        <w:t>sepíší písemný protokol.</w:t>
      </w:r>
    </w:p>
    <w:p w14:paraId="65A0CEEF" w14:textId="15F726EA" w:rsidR="00C745F4" w:rsidRPr="00C745F4" w:rsidRDefault="00C745F4" w:rsidP="00E8423F">
      <w:pPr>
        <w:pStyle w:val="ListNumber-ContractCzechRadio"/>
      </w:pPr>
      <w:r>
        <w:rPr>
          <w:rFonts w:cs="Arial"/>
          <w:color w:val="000F37"/>
          <w:szCs w:val="20"/>
        </w:rPr>
        <w:t xml:space="preserve">Po dobu, </w:t>
      </w:r>
      <w:r w:rsidR="00EB1297">
        <w:rPr>
          <w:rFonts w:cs="Arial"/>
          <w:color w:val="000F37"/>
          <w:szCs w:val="20"/>
        </w:rPr>
        <w:t>po kterou</w:t>
      </w:r>
      <w:r>
        <w:rPr>
          <w:rFonts w:cs="Arial"/>
          <w:color w:val="000F37"/>
          <w:szCs w:val="20"/>
        </w:rPr>
        <w:t xml:space="preserve"> bude mít poskytovatel karavan </w:t>
      </w:r>
      <w:r w:rsidR="00EB1297">
        <w:rPr>
          <w:rFonts w:cs="Arial"/>
          <w:color w:val="000F37"/>
          <w:szCs w:val="20"/>
        </w:rPr>
        <w:t>k</w:t>
      </w:r>
      <w:r>
        <w:rPr>
          <w:rFonts w:cs="Arial"/>
          <w:color w:val="000F37"/>
          <w:szCs w:val="20"/>
        </w:rPr>
        <w:t>e své dispozici (typicky doba dopravy, doba ga</w:t>
      </w:r>
      <w:r w:rsidR="00EB1297">
        <w:rPr>
          <w:rFonts w:cs="Arial"/>
          <w:color w:val="000F37"/>
          <w:szCs w:val="20"/>
        </w:rPr>
        <w:t xml:space="preserve">rážování atd.), </w:t>
      </w:r>
      <w:r>
        <w:rPr>
          <w:rFonts w:cs="Arial"/>
          <w:color w:val="000F37"/>
          <w:szCs w:val="20"/>
        </w:rPr>
        <w:t>odpovídá za škodu vzniklou na karavanu a také za škodu na všech</w:t>
      </w:r>
      <w:r>
        <w:rPr>
          <w:rFonts w:cs="Arial"/>
          <w:color w:val="000F37"/>
          <w:spacing w:val="-2"/>
          <w:szCs w:val="20"/>
        </w:rPr>
        <w:t xml:space="preserve"> </w:t>
      </w:r>
      <w:r>
        <w:rPr>
          <w:rFonts w:cs="Arial"/>
          <w:color w:val="000F37"/>
          <w:szCs w:val="20"/>
        </w:rPr>
        <w:t>věcech objednatele a</w:t>
      </w:r>
      <w:r>
        <w:rPr>
          <w:rFonts w:cs="Arial"/>
          <w:color w:val="000F37"/>
          <w:spacing w:val="-2"/>
          <w:szCs w:val="20"/>
        </w:rPr>
        <w:t xml:space="preserve"> </w:t>
      </w:r>
      <w:r>
        <w:rPr>
          <w:rFonts w:cs="Arial"/>
          <w:color w:val="000F37"/>
          <w:szCs w:val="20"/>
        </w:rPr>
        <w:t>úpravách</w:t>
      </w:r>
      <w:r>
        <w:rPr>
          <w:rFonts w:cs="Arial"/>
          <w:color w:val="000F37"/>
          <w:spacing w:val="-2"/>
          <w:szCs w:val="20"/>
        </w:rPr>
        <w:t xml:space="preserve"> </w:t>
      </w:r>
      <w:r>
        <w:rPr>
          <w:rFonts w:cs="Arial"/>
          <w:color w:val="000F37"/>
          <w:szCs w:val="20"/>
        </w:rPr>
        <w:t>karavanu</w:t>
      </w:r>
      <w:r>
        <w:rPr>
          <w:rFonts w:cs="Arial"/>
          <w:color w:val="000F37"/>
          <w:spacing w:val="-3"/>
          <w:szCs w:val="20"/>
        </w:rPr>
        <w:t xml:space="preserve"> </w:t>
      </w:r>
      <w:r w:rsidR="00EB1297">
        <w:rPr>
          <w:rFonts w:cs="Arial"/>
          <w:color w:val="000F37"/>
          <w:szCs w:val="20"/>
        </w:rPr>
        <w:t>dle odstavce 4</w:t>
      </w:r>
      <w:r>
        <w:rPr>
          <w:rFonts w:cs="Arial"/>
          <w:color w:val="000F37"/>
          <w:spacing w:val="-2"/>
          <w:szCs w:val="20"/>
        </w:rPr>
        <w:t xml:space="preserve"> </w:t>
      </w:r>
      <w:r>
        <w:rPr>
          <w:rFonts w:cs="Arial"/>
          <w:color w:val="000F37"/>
          <w:szCs w:val="20"/>
        </w:rPr>
        <w:t>tohoto</w:t>
      </w:r>
      <w:r>
        <w:rPr>
          <w:rFonts w:cs="Arial"/>
          <w:color w:val="000F37"/>
          <w:spacing w:val="-3"/>
          <w:szCs w:val="20"/>
        </w:rPr>
        <w:t xml:space="preserve"> </w:t>
      </w:r>
      <w:r>
        <w:rPr>
          <w:rFonts w:cs="Arial"/>
          <w:color w:val="000F37"/>
          <w:szCs w:val="20"/>
        </w:rPr>
        <w:t>článku</w:t>
      </w:r>
      <w:r>
        <w:rPr>
          <w:rFonts w:cs="Arial"/>
          <w:color w:val="000F37"/>
          <w:spacing w:val="-1"/>
          <w:szCs w:val="20"/>
        </w:rPr>
        <w:t xml:space="preserve"> </w:t>
      </w:r>
      <w:r>
        <w:rPr>
          <w:rFonts w:cs="Arial"/>
          <w:color w:val="000F37"/>
          <w:szCs w:val="20"/>
        </w:rPr>
        <w:t>smlouvy</w:t>
      </w:r>
      <w:r>
        <w:rPr>
          <w:rFonts w:cs="Arial"/>
          <w:color w:val="000F37"/>
          <w:spacing w:val="-4"/>
          <w:szCs w:val="20"/>
        </w:rPr>
        <w:t xml:space="preserve"> </w:t>
      </w:r>
      <w:r>
        <w:rPr>
          <w:rFonts w:cs="Arial"/>
          <w:color w:val="000F37"/>
          <w:szCs w:val="20"/>
        </w:rPr>
        <w:t>(typicky se jedná o technologické vybavení karavanu). Objednatel odpovídá za karavan po dobu, kdy má karavan plně ve své dispozici.</w:t>
      </w:r>
    </w:p>
    <w:p w14:paraId="55FCB78A" w14:textId="7F520CD8" w:rsidR="00C745F4" w:rsidRPr="00C745F4" w:rsidRDefault="00C745F4" w:rsidP="00E8423F">
      <w:pPr>
        <w:pStyle w:val="ListNumber-ContractCzechRadio"/>
      </w:pPr>
      <w:r>
        <w:rPr>
          <w:rFonts w:cs="Arial"/>
          <w:color w:val="000F37"/>
          <w:szCs w:val="20"/>
        </w:rPr>
        <w:t xml:space="preserve">Poskytovatel nese plnou odpovědnost za vady karavanu, jež se na něm v průběhu poskytování služeb vyskytnou. Poskytovatel neodpovídá za </w:t>
      </w:r>
      <w:r w:rsidR="00EB1297">
        <w:rPr>
          <w:rFonts w:cs="Arial"/>
          <w:color w:val="000F37"/>
          <w:szCs w:val="20"/>
        </w:rPr>
        <w:t xml:space="preserve">vady úprav karavanu dle odst. 4 </w:t>
      </w:r>
      <w:r>
        <w:rPr>
          <w:rFonts w:cs="Arial"/>
          <w:color w:val="000F37"/>
          <w:szCs w:val="20"/>
        </w:rPr>
        <w:t>tohoto</w:t>
      </w:r>
      <w:r>
        <w:rPr>
          <w:rFonts w:cs="Arial"/>
          <w:color w:val="000F37"/>
          <w:spacing w:val="40"/>
          <w:szCs w:val="20"/>
        </w:rPr>
        <w:t xml:space="preserve"> </w:t>
      </w:r>
      <w:r>
        <w:rPr>
          <w:rFonts w:cs="Arial"/>
          <w:color w:val="000F37"/>
          <w:szCs w:val="20"/>
        </w:rPr>
        <w:t>článku</w:t>
      </w:r>
      <w:r>
        <w:rPr>
          <w:rFonts w:cs="Arial"/>
          <w:color w:val="000F37"/>
          <w:spacing w:val="40"/>
          <w:szCs w:val="20"/>
        </w:rPr>
        <w:t xml:space="preserve"> </w:t>
      </w:r>
      <w:r>
        <w:rPr>
          <w:rFonts w:cs="Arial"/>
          <w:color w:val="000F37"/>
          <w:szCs w:val="20"/>
        </w:rPr>
        <w:t>smlouvy,</w:t>
      </w:r>
      <w:r>
        <w:rPr>
          <w:rFonts w:cs="Arial"/>
          <w:color w:val="000F37"/>
          <w:spacing w:val="40"/>
          <w:szCs w:val="20"/>
        </w:rPr>
        <w:t xml:space="preserve"> </w:t>
      </w:r>
      <w:r>
        <w:rPr>
          <w:rFonts w:cs="Arial"/>
          <w:color w:val="000F37"/>
          <w:szCs w:val="20"/>
        </w:rPr>
        <w:t>nejsou-li</w:t>
      </w:r>
      <w:r>
        <w:rPr>
          <w:rFonts w:cs="Arial"/>
          <w:color w:val="000F37"/>
          <w:spacing w:val="40"/>
          <w:szCs w:val="20"/>
        </w:rPr>
        <w:t xml:space="preserve"> </w:t>
      </w:r>
      <w:r>
        <w:rPr>
          <w:rFonts w:cs="Arial"/>
          <w:color w:val="000F37"/>
          <w:szCs w:val="20"/>
        </w:rPr>
        <w:t>tyto</w:t>
      </w:r>
      <w:r>
        <w:rPr>
          <w:rFonts w:cs="Arial"/>
          <w:color w:val="000F37"/>
          <w:spacing w:val="40"/>
          <w:szCs w:val="20"/>
        </w:rPr>
        <w:t xml:space="preserve"> </w:t>
      </w:r>
      <w:r>
        <w:rPr>
          <w:rFonts w:cs="Arial"/>
          <w:color w:val="000F37"/>
          <w:szCs w:val="20"/>
        </w:rPr>
        <w:t>způsobeny</w:t>
      </w:r>
      <w:r>
        <w:rPr>
          <w:rFonts w:cs="Arial"/>
          <w:color w:val="000F37"/>
          <w:spacing w:val="40"/>
          <w:szCs w:val="20"/>
        </w:rPr>
        <w:t xml:space="preserve"> </w:t>
      </w:r>
      <w:r>
        <w:rPr>
          <w:rFonts w:cs="Arial"/>
          <w:color w:val="000F37"/>
          <w:szCs w:val="20"/>
        </w:rPr>
        <w:t>jednáním</w:t>
      </w:r>
      <w:r>
        <w:rPr>
          <w:rFonts w:cs="Arial"/>
          <w:color w:val="000F37"/>
          <w:spacing w:val="40"/>
          <w:szCs w:val="20"/>
        </w:rPr>
        <w:t xml:space="preserve"> </w:t>
      </w:r>
      <w:r>
        <w:rPr>
          <w:rFonts w:cs="Arial"/>
          <w:color w:val="000F37"/>
          <w:szCs w:val="20"/>
        </w:rPr>
        <w:t>či</w:t>
      </w:r>
      <w:r>
        <w:rPr>
          <w:rFonts w:cs="Arial"/>
          <w:color w:val="000F37"/>
          <w:spacing w:val="40"/>
          <w:szCs w:val="20"/>
        </w:rPr>
        <w:t xml:space="preserve"> </w:t>
      </w:r>
      <w:r>
        <w:rPr>
          <w:rFonts w:cs="Arial"/>
          <w:color w:val="000F37"/>
          <w:szCs w:val="20"/>
        </w:rPr>
        <w:t>opomenutím</w:t>
      </w:r>
      <w:r>
        <w:rPr>
          <w:rFonts w:cs="Arial"/>
          <w:color w:val="000F37"/>
          <w:spacing w:val="40"/>
          <w:szCs w:val="20"/>
        </w:rPr>
        <w:t xml:space="preserve"> </w:t>
      </w:r>
      <w:r>
        <w:rPr>
          <w:rFonts w:cs="Arial"/>
          <w:color w:val="000F37"/>
          <w:szCs w:val="20"/>
        </w:rPr>
        <w:t>poskytovatele.</w:t>
      </w:r>
      <w:r>
        <w:rPr>
          <w:rFonts w:cs="Arial"/>
          <w:color w:val="000F37"/>
          <w:spacing w:val="80"/>
          <w:szCs w:val="20"/>
        </w:rPr>
        <w:t xml:space="preserve"> </w:t>
      </w:r>
      <w:r>
        <w:rPr>
          <w:rFonts w:cs="Arial"/>
          <w:color w:val="000F37"/>
          <w:szCs w:val="20"/>
        </w:rPr>
        <w:t>V</w:t>
      </w:r>
      <w:r>
        <w:rPr>
          <w:rFonts w:cs="Arial"/>
          <w:color w:val="000F37"/>
          <w:spacing w:val="-4"/>
          <w:szCs w:val="20"/>
        </w:rPr>
        <w:t xml:space="preserve"> </w:t>
      </w:r>
      <w:r>
        <w:rPr>
          <w:rFonts w:cs="Arial"/>
          <w:color w:val="000F37"/>
          <w:szCs w:val="20"/>
        </w:rPr>
        <w:t xml:space="preserve">případě výskytu vad těchto úprav je poskytovatel povinen bezodkladně po jejich zjištění </w:t>
      </w:r>
      <w:r>
        <w:rPr>
          <w:rFonts w:cs="Arial"/>
          <w:color w:val="000F37"/>
          <w:szCs w:val="20"/>
        </w:rPr>
        <w:lastRenderedPageBreak/>
        <w:t>informovat</w:t>
      </w:r>
      <w:r>
        <w:rPr>
          <w:rFonts w:cs="Arial"/>
          <w:color w:val="000F37"/>
          <w:spacing w:val="-5"/>
          <w:szCs w:val="20"/>
        </w:rPr>
        <w:t xml:space="preserve"> </w:t>
      </w:r>
      <w:r>
        <w:rPr>
          <w:rFonts w:cs="Arial"/>
          <w:color w:val="000F37"/>
          <w:szCs w:val="20"/>
        </w:rPr>
        <w:t>o</w:t>
      </w:r>
      <w:r>
        <w:rPr>
          <w:rFonts w:cs="Arial"/>
          <w:color w:val="000F37"/>
          <w:spacing w:val="-2"/>
          <w:szCs w:val="20"/>
        </w:rPr>
        <w:t xml:space="preserve"> </w:t>
      </w:r>
      <w:r>
        <w:rPr>
          <w:rFonts w:cs="Arial"/>
          <w:color w:val="000F37"/>
          <w:szCs w:val="20"/>
        </w:rPr>
        <w:t>jejich</w:t>
      </w:r>
      <w:r>
        <w:rPr>
          <w:rFonts w:cs="Arial"/>
          <w:color w:val="000F37"/>
          <w:spacing w:val="-2"/>
          <w:szCs w:val="20"/>
        </w:rPr>
        <w:t xml:space="preserve"> </w:t>
      </w:r>
      <w:r>
        <w:rPr>
          <w:rFonts w:cs="Arial"/>
          <w:color w:val="000F37"/>
          <w:szCs w:val="20"/>
        </w:rPr>
        <w:t>výskytu objednatele,</w:t>
      </w:r>
      <w:r>
        <w:rPr>
          <w:rFonts w:cs="Arial"/>
          <w:color w:val="000F37"/>
          <w:spacing w:val="-2"/>
          <w:szCs w:val="20"/>
        </w:rPr>
        <w:t xml:space="preserve"> </w:t>
      </w:r>
      <w:r>
        <w:rPr>
          <w:rFonts w:cs="Arial"/>
          <w:color w:val="000F37"/>
          <w:szCs w:val="20"/>
        </w:rPr>
        <w:t>jakož</w:t>
      </w:r>
      <w:r>
        <w:rPr>
          <w:rFonts w:cs="Arial"/>
          <w:color w:val="000F37"/>
          <w:spacing w:val="-5"/>
          <w:szCs w:val="20"/>
        </w:rPr>
        <w:t xml:space="preserve"> </w:t>
      </w:r>
      <w:r>
        <w:rPr>
          <w:rFonts w:cs="Arial"/>
          <w:color w:val="000F37"/>
          <w:szCs w:val="20"/>
        </w:rPr>
        <w:t>i</w:t>
      </w:r>
      <w:r>
        <w:rPr>
          <w:rFonts w:cs="Arial"/>
          <w:color w:val="000F37"/>
          <w:spacing w:val="-3"/>
          <w:szCs w:val="20"/>
        </w:rPr>
        <w:t xml:space="preserve"> </w:t>
      </w:r>
      <w:r>
        <w:rPr>
          <w:rFonts w:cs="Arial"/>
          <w:color w:val="000F37"/>
          <w:szCs w:val="20"/>
        </w:rPr>
        <w:t>dodavatele</w:t>
      </w:r>
      <w:r>
        <w:rPr>
          <w:rFonts w:cs="Arial"/>
          <w:color w:val="000F37"/>
          <w:spacing w:val="-2"/>
          <w:szCs w:val="20"/>
        </w:rPr>
        <w:t xml:space="preserve"> </w:t>
      </w:r>
      <w:r>
        <w:rPr>
          <w:rFonts w:cs="Arial"/>
          <w:color w:val="000F37"/>
          <w:szCs w:val="20"/>
        </w:rPr>
        <w:t>těchto</w:t>
      </w:r>
      <w:r>
        <w:rPr>
          <w:rFonts w:cs="Arial"/>
          <w:color w:val="000F37"/>
          <w:spacing w:val="-2"/>
          <w:szCs w:val="20"/>
        </w:rPr>
        <w:t xml:space="preserve"> </w:t>
      </w:r>
      <w:r>
        <w:rPr>
          <w:rFonts w:cs="Arial"/>
          <w:color w:val="000F37"/>
          <w:szCs w:val="20"/>
        </w:rPr>
        <w:t>úprav</w:t>
      </w:r>
      <w:r>
        <w:rPr>
          <w:rFonts w:cs="Arial"/>
          <w:color w:val="000F37"/>
          <w:spacing w:val="-3"/>
          <w:szCs w:val="20"/>
        </w:rPr>
        <w:t xml:space="preserve"> </w:t>
      </w:r>
      <w:r>
        <w:rPr>
          <w:rFonts w:cs="Arial"/>
          <w:color w:val="000F37"/>
          <w:szCs w:val="20"/>
        </w:rPr>
        <w:t>a</w:t>
      </w:r>
      <w:r>
        <w:rPr>
          <w:rFonts w:cs="Arial"/>
          <w:color w:val="000F37"/>
          <w:spacing w:val="-2"/>
          <w:szCs w:val="20"/>
        </w:rPr>
        <w:t xml:space="preserve"> </w:t>
      </w:r>
      <w:r>
        <w:rPr>
          <w:rFonts w:cs="Arial"/>
          <w:color w:val="000F37"/>
          <w:szCs w:val="20"/>
        </w:rPr>
        <w:t>poskytnout</w:t>
      </w:r>
      <w:r>
        <w:rPr>
          <w:rFonts w:cs="Arial"/>
          <w:color w:val="000F37"/>
          <w:spacing w:val="-2"/>
          <w:szCs w:val="20"/>
        </w:rPr>
        <w:t xml:space="preserve"> </w:t>
      </w:r>
      <w:r>
        <w:rPr>
          <w:rFonts w:cs="Arial"/>
          <w:color w:val="000F37"/>
          <w:szCs w:val="20"/>
        </w:rPr>
        <w:t>veškerou možnou součinnost k jejich odstranění ze strany dodavatele těchto úprav.</w:t>
      </w:r>
    </w:p>
    <w:p w14:paraId="24136A7C" w14:textId="4293CB0E" w:rsidR="00C745F4" w:rsidRPr="00C745F4" w:rsidRDefault="00C745F4" w:rsidP="00E8423F">
      <w:pPr>
        <w:pStyle w:val="ListNumber-ContractCzechRadio"/>
      </w:pPr>
      <w:r>
        <w:rPr>
          <w:rFonts w:cs="Arial"/>
          <w:color w:val="000F37"/>
          <w:szCs w:val="20"/>
        </w:rPr>
        <w:t>Bude-li objednatel</w:t>
      </w:r>
      <w:r>
        <w:rPr>
          <w:rFonts w:cs="Arial"/>
          <w:color w:val="000F37"/>
          <w:spacing w:val="-2"/>
          <w:szCs w:val="20"/>
        </w:rPr>
        <w:t xml:space="preserve"> </w:t>
      </w:r>
      <w:r>
        <w:rPr>
          <w:rFonts w:cs="Arial"/>
          <w:color w:val="000F37"/>
          <w:szCs w:val="20"/>
        </w:rPr>
        <w:t>požadovat</w:t>
      </w:r>
      <w:r>
        <w:rPr>
          <w:rFonts w:cs="Arial"/>
          <w:color w:val="000F37"/>
          <w:spacing w:val="-1"/>
          <w:szCs w:val="20"/>
        </w:rPr>
        <w:t xml:space="preserve"> </w:t>
      </w:r>
      <w:r>
        <w:rPr>
          <w:rFonts w:cs="Arial"/>
          <w:color w:val="000F37"/>
          <w:szCs w:val="20"/>
        </w:rPr>
        <w:t>dopravu karavanu na</w:t>
      </w:r>
      <w:r>
        <w:rPr>
          <w:rFonts w:cs="Arial"/>
          <w:color w:val="000F37"/>
          <w:spacing w:val="-1"/>
          <w:szCs w:val="20"/>
        </w:rPr>
        <w:t xml:space="preserve"> </w:t>
      </w:r>
      <w:r>
        <w:rPr>
          <w:rFonts w:cs="Arial"/>
          <w:color w:val="000F37"/>
          <w:szCs w:val="20"/>
        </w:rPr>
        <w:t>jím stanovené místo</w:t>
      </w:r>
      <w:r>
        <w:rPr>
          <w:rFonts w:cs="Arial"/>
          <w:color w:val="000F37"/>
          <w:spacing w:val="-1"/>
          <w:szCs w:val="20"/>
        </w:rPr>
        <w:t xml:space="preserve"> </w:t>
      </w:r>
      <w:r>
        <w:rPr>
          <w:rFonts w:cs="Arial"/>
          <w:color w:val="000F37"/>
          <w:szCs w:val="20"/>
        </w:rPr>
        <w:t>za účelem odstranění vad úprav, je poskytovatel povinen tomuto požadavku objednatele vyhovět, a to nejpozději do 1 týdne od oznámení tohoto požadavku objednatelem, nedohodnou-li se smluvní strany na lhůtě delší. Náklady na dopravu v tomto případě hradí objednatel. Poskytovatel dle</w:t>
      </w:r>
      <w:r>
        <w:rPr>
          <w:rFonts w:cs="Arial"/>
          <w:color w:val="000F37"/>
          <w:spacing w:val="40"/>
          <w:szCs w:val="20"/>
        </w:rPr>
        <w:t xml:space="preserve"> </w:t>
      </w:r>
      <w:r>
        <w:rPr>
          <w:rFonts w:cs="Arial"/>
          <w:color w:val="000F37"/>
          <w:szCs w:val="20"/>
        </w:rPr>
        <w:t>průběžných požadavků objednatele dopraví karavan do místa konání akce, na němž si smluvní strany písemnou formou potvrdí předání karavanu (vč. stavu karavanu atd.). Totéž smluvní strany učiní také při vrácení karavanu k odvozu po skončení akce. V místě konání akce objednatel instaluje do karavanu odnímatelnou rozhlasovou techniku, která bude po skončení akce a před odvozem karavanu objednatelem deinstalována.</w:t>
      </w:r>
    </w:p>
    <w:p w14:paraId="3AE1C28F" w14:textId="53597026" w:rsidR="00C745F4" w:rsidRPr="00C745F4" w:rsidRDefault="00C745F4" w:rsidP="00E8423F">
      <w:pPr>
        <w:pStyle w:val="ListNumber-ContractCzechRadio"/>
      </w:pPr>
      <w:r>
        <w:rPr>
          <w:rFonts w:cs="Arial"/>
          <w:color w:val="000F37"/>
          <w:szCs w:val="20"/>
        </w:rPr>
        <w:t>Poskytovatel zajistí na své náklady zastřešené garážování karavanu bránící zatékání v</w:t>
      </w:r>
      <w:r>
        <w:rPr>
          <w:rFonts w:cs="Arial"/>
          <w:color w:val="000F37"/>
          <w:spacing w:val="-5"/>
          <w:szCs w:val="20"/>
        </w:rPr>
        <w:t xml:space="preserve"> </w:t>
      </w:r>
      <w:r>
        <w:rPr>
          <w:rFonts w:cs="Arial"/>
          <w:color w:val="000F37"/>
          <w:szCs w:val="20"/>
        </w:rPr>
        <w:t>době, po kterou karavan nebude ze strany objednatele využíván.</w:t>
      </w:r>
    </w:p>
    <w:p w14:paraId="293033B4" w14:textId="5BEA580B" w:rsidR="00C745F4" w:rsidRPr="00C745F4" w:rsidRDefault="00C745F4" w:rsidP="00E8423F">
      <w:pPr>
        <w:pStyle w:val="ListNumber-ContractCzechRadio"/>
      </w:pPr>
      <w:r>
        <w:rPr>
          <w:rFonts w:cs="Arial"/>
          <w:color w:val="000F37"/>
          <w:szCs w:val="20"/>
        </w:rPr>
        <w:t>Poskytovatel je povinen zajistit, aby karavan – mimo objednatele – nebyl po dobu nájmu využíván jinou osobu a současně se poskytovatel zavazuje (typicky při převozech karavanu) jednat takovým způsobem, který nepoškodí dobré jméno ani pověst Českého rozhlasu</w:t>
      </w:r>
      <w:r w:rsidR="00A51E68">
        <w:rPr>
          <w:rFonts w:cs="Arial"/>
          <w:color w:val="000F37"/>
          <w:szCs w:val="20"/>
        </w:rPr>
        <w:t>.</w:t>
      </w:r>
    </w:p>
    <w:p w14:paraId="0F0B7139" w14:textId="48CA2AC7" w:rsidR="00C745F4" w:rsidRPr="00C745F4" w:rsidRDefault="00C745F4" w:rsidP="00E8423F">
      <w:pPr>
        <w:pStyle w:val="ListNumber-ContractCzechRadio"/>
      </w:pPr>
      <w:r>
        <w:rPr>
          <w:rFonts w:cs="Arial"/>
          <w:color w:val="000F37"/>
          <w:szCs w:val="20"/>
        </w:rPr>
        <w:t>Smluvní strany si budou předem písemně potvrzovat trasy (vč. počtu kilometrů), po nichž</w:t>
      </w:r>
      <w:r>
        <w:rPr>
          <w:rFonts w:cs="Arial"/>
          <w:color w:val="000F37"/>
          <w:spacing w:val="40"/>
          <w:szCs w:val="20"/>
        </w:rPr>
        <w:t xml:space="preserve"> </w:t>
      </w:r>
      <w:r>
        <w:rPr>
          <w:rFonts w:cs="Arial"/>
          <w:color w:val="000F37"/>
          <w:szCs w:val="20"/>
        </w:rPr>
        <w:t xml:space="preserve">bude karavan dopravován do místa konání akce a z místa konání akce </w:t>
      </w:r>
      <w:r w:rsidR="00A51E68">
        <w:rPr>
          <w:rFonts w:cs="Arial"/>
          <w:color w:val="000F37"/>
          <w:szCs w:val="20"/>
        </w:rPr>
        <w:t>za podmínek uvedených v čl. I odst. 2 písm. b) této smlouvy</w:t>
      </w:r>
      <w:r>
        <w:rPr>
          <w:rFonts w:cs="Arial"/>
          <w:color w:val="000F37"/>
          <w:szCs w:val="20"/>
        </w:rPr>
        <w:t>. Poskytovatel není oprávněn fakturovat částku převyšující dohodu dle tohoto ustanovení smlouvy</w:t>
      </w:r>
      <w:r w:rsidR="00A51E68">
        <w:rPr>
          <w:rFonts w:cs="Arial"/>
          <w:color w:val="000F37"/>
          <w:szCs w:val="20"/>
        </w:rPr>
        <w:t>.</w:t>
      </w:r>
    </w:p>
    <w:p w14:paraId="482EE78C" w14:textId="4C8D890E" w:rsidR="00C745F4" w:rsidRPr="00C745F4" w:rsidRDefault="00C745F4" w:rsidP="00E8423F">
      <w:pPr>
        <w:pStyle w:val="ListNumber-ContractCzechRadio"/>
      </w:pPr>
      <w:r>
        <w:rPr>
          <w:rFonts w:cs="Arial"/>
          <w:color w:val="000F37"/>
          <w:szCs w:val="20"/>
        </w:rPr>
        <w:t>Poskytovatel je povinen poskytovat služby v souladu s aktuálně platnými českými právními předpisy v oblasti dopravy</w:t>
      </w:r>
      <w:r w:rsidR="00A51E68">
        <w:rPr>
          <w:rFonts w:cs="Arial"/>
          <w:color w:val="000F37"/>
          <w:szCs w:val="20"/>
        </w:rPr>
        <w:t>.</w:t>
      </w:r>
    </w:p>
    <w:p w14:paraId="2E5617C2" w14:textId="5AC66278" w:rsidR="00C745F4" w:rsidRPr="00E8423F" w:rsidRDefault="00C745F4" w:rsidP="00E8423F">
      <w:pPr>
        <w:pStyle w:val="ListNumber-ContractCzechRadio"/>
      </w:pPr>
      <w:r>
        <w:rPr>
          <w:rFonts w:cs="Arial"/>
          <w:color w:val="000F37"/>
          <w:szCs w:val="20"/>
        </w:rPr>
        <w:t>Poskytovatel se zavazuje na své náklady zajistit, aby osoba zajišťující přepravu karavanu do místa určení, karavan zapojila do elektrické sítě a před odvozem karavanu jej z elektrické sítě opět vypojila. Vhodnost možnosti elektrického připojení pro karavan na akci, jakož i konkrétní požadavky na takové připojení (zejm. kabeláž, příkon apod.) je poskytovatel povinen ověřit</w:t>
      </w:r>
      <w:r>
        <w:rPr>
          <w:rFonts w:cs="Arial"/>
          <w:color w:val="000F37"/>
          <w:spacing w:val="40"/>
          <w:szCs w:val="20"/>
        </w:rPr>
        <w:t xml:space="preserve"> </w:t>
      </w:r>
      <w:r>
        <w:rPr>
          <w:rFonts w:cs="Arial"/>
          <w:color w:val="000F37"/>
          <w:szCs w:val="20"/>
        </w:rPr>
        <w:t xml:space="preserve">bez zbytečného odkladu po akceptaci výzvy k plnění dle </w:t>
      </w:r>
      <w:r w:rsidR="00A51E68">
        <w:rPr>
          <w:rFonts w:cs="Arial"/>
          <w:color w:val="000F37"/>
          <w:szCs w:val="20"/>
        </w:rPr>
        <w:t>odst. 1 tohoto článku</w:t>
      </w:r>
      <w:r>
        <w:rPr>
          <w:rFonts w:cs="Arial"/>
          <w:color w:val="000F37"/>
          <w:szCs w:val="20"/>
        </w:rPr>
        <w:t xml:space="preserve"> smlouvy a sdělit je objednateli. Poskytovatel se zavazuje použít k připojení karavanu do elektrické sítě vždy kabeláž pořízenou na vlastní náklady.</w:t>
      </w:r>
    </w:p>
    <w:p w14:paraId="17A6332E" w14:textId="186286D8" w:rsidR="00BA16BB" w:rsidRPr="006D0812" w:rsidRDefault="007220A3" w:rsidP="00BA16BB">
      <w:pPr>
        <w:pStyle w:val="Heading-Number-ContractCzechRadio"/>
      </w:pPr>
      <w:r w:rsidRPr="006D0812">
        <w:t>Cena a platební podmínky</w:t>
      </w:r>
    </w:p>
    <w:p w14:paraId="5F6DADC4" w14:textId="77777777" w:rsidR="00326E33" w:rsidRDefault="00326E33" w:rsidP="00F608F0">
      <w:pPr>
        <w:pStyle w:val="ListNumber-ContractCzechRadio"/>
      </w:pPr>
      <w:r w:rsidRPr="00CA6AFD">
        <w:t>Smluvní strany se dohodly, že celková cena dle této smlouvy nepřekročí částku ve výši</w:t>
      </w:r>
      <w:r>
        <w:t xml:space="preserve"> </w:t>
      </w:r>
      <w:r w:rsidRPr="00326E33">
        <w:rPr>
          <w:b/>
        </w:rPr>
        <w:t>[</w:t>
      </w:r>
      <w:r w:rsidRPr="00326E33">
        <w:rPr>
          <w:b/>
          <w:highlight w:val="yellow"/>
        </w:rPr>
        <w:t>DOPLNIT</w:t>
      </w:r>
      <w:r w:rsidRPr="00326E33">
        <w:rPr>
          <w:b/>
        </w:rPr>
        <w:t>],- Kč bez DPH</w:t>
      </w:r>
      <w:r w:rsidRPr="00CA6AFD">
        <w:t>. K ceně bude připočtena DPH v zákonné výši.</w:t>
      </w:r>
    </w:p>
    <w:p w14:paraId="196717E6" w14:textId="77777777" w:rsidR="00326E33" w:rsidRDefault="00326E33" w:rsidP="00F608F0">
      <w:pPr>
        <w:pStyle w:val="ListNumber-ContractCzechRadio"/>
        <w:rPr>
          <w:u w:val="single"/>
        </w:rPr>
      </w:pPr>
      <w:r w:rsidRPr="00326E33">
        <w:rPr>
          <w:u w:val="single"/>
        </w:rPr>
        <w:t>Cena za poskytování služeb je určena nabídkou poskytovatele následovně:</w:t>
      </w:r>
    </w:p>
    <w:p w14:paraId="1923A7E3" w14:textId="574A5526" w:rsidR="00326E33" w:rsidRDefault="00326E33" w:rsidP="00F608F0">
      <w:pPr>
        <w:pStyle w:val="ListLetter-ContractCzechRadio"/>
        <w:jc w:val="both"/>
      </w:pPr>
      <w:r w:rsidRPr="00326E33">
        <w:t xml:space="preserve">výše </w:t>
      </w:r>
      <w:r w:rsidRPr="00E85C3F">
        <w:rPr>
          <w:b/>
        </w:rPr>
        <w:t>nájemného za karavan</w:t>
      </w:r>
      <w:r w:rsidRPr="00326E33">
        <w:t xml:space="preserve"> v měsících květen </w:t>
      </w:r>
      <w:r w:rsidR="00D379C1">
        <w:t>až</w:t>
      </w:r>
      <w:r w:rsidR="00D379C1" w:rsidRPr="00326E33">
        <w:t xml:space="preserve"> </w:t>
      </w:r>
      <w:r w:rsidRPr="00326E33">
        <w:t xml:space="preserve">říjen činí </w:t>
      </w:r>
      <w:r w:rsidRPr="00E85C3F">
        <w:rPr>
          <w:b/>
        </w:rPr>
        <w:t>[</w:t>
      </w:r>
      <w:r w:rsidRPr="00E85C3F">
        <w:rPr>
          <w:b/>
          <w:highlight w:val="yellow"/>
        </w:rPr>
        <w:t>DOPLNIT</w:t>
      </w:r>
      <w:r w:rsidRPr="00E85C3F">
        <w:rPr>
          <w:b/>
        </w:rPr>
        <w:t>],- Kč bez DPH / 1 měsíc</w:t>
      </w:r>
      <w:r w:rsidRPr="00326E33">
        <w:t xml:space="preserve"> a bude hrazena objednatelem bez ohledu na skutečnost, zda objednatel v daném měsíci služby dle této smlouvy využil či nikoli;</w:t>
      </w:r>
    </w:p>
    <w:p w14:paraId="37C186BC" w14:textId="59B16A18" w:rsidR="00326E33" w:rsidRDefault="00326E33" w:rsidP="00F608F0">
      <w:pPr>
        <w:pStyle w:val="ListLetter-ContractCzechRadio"/>
        <w:jc w:val="both"/>
      </w:pPr>
      <w:r w:rsidRPr="00326E33">
        <w:t xml:space="preserve">výše </w:t>
      </w:r>
      <w:r w:rsidRPr="00EB72AE">
        <w:rPr>
          <w:b/>
        </w:rPr>
        <w:t>nájemného za karavan</w:t>
      </w:r>
      <w:r w:rsidRPr="00326E33">
        <w:t xml:space="preserve"> v měsících listopad </w:t>
      </w:r>
      <w:r w:rsidR="00D379C1">
        <w:t>až</w:t>
      </w:r>
      <w:r w:rsidRPr="00326E33">
        <w:t xml:space="preserve"> duben činí </w:t>
      </w:r>
      <w:r w:rsidRPr="00F608F0">
        <w:rPr>
          <w:b/>
        </w:rPr>
        <w:t>[</w:t>
      </w:r>
      <w:r w:rsidRPr="00F608F0">
        <w:rPr>
          <w:b/>
          <w:highlight w:val="yellow"/>
        </w:rPr>
        <w:t>DOPLNIT</w:t>
      </w:r>
      <w:r w:rsidRPr="00F608F0">
        <w:rPr>
          <w:b/>
        </w:rPr>
        <w:t>],- Kč bez DPH / 1 měsíc</w:t>
      </w:r>
      <w:r w:rsidRPr="00326E33">
        <w:t xml:space="preserve"> a bude hrazena objednatelem bez ohledu na skutečnost, zda objednatel v daném měsíci služby dle této smlouvy využil či nikoli;</w:t>
      </w:r>
    </w:p>
    <w:p w14:paraId="67A69CF1" w14:textId="77777777" w:rsidR="00F608F0" w:rsidRDefault="00326E33" w:rsidP="00F608F0">
      <w:pPr>
        <w:pStyle w:val="ListLetter-ContractCzechRadio"/>
        <w:jc w:val="both"/>
      </w:pPr>
      <w:r w:rsidRPr="00326E33">
        <w:t xml:space="preserve">cena za </w:t>
      </w:r>
      <w:r w:rsidRPr="00F608F0">
        <w:rPr>
          <w:b/>
        </w:rPr>
        <w:t>přepravu karavanu</w:t>
      </w:r>
      <w:r w:rsidRPr="00326E33">
        <w:t xml:space="preserve"> zahrnuje:</w:t>
      </w:r>
    </w:p>
    <w:p w14:paraId="012F6158" w14:textId="77777777" w:rsidR="00F608F0" w:rsidRDefault="00326E33" w:rsidP="00F608F0">
      <w:pPr>
        <w:pStyle w:val="ListLetter-ContractCzechRadio"/>
        <w:numPr>
          <w:ilvl w:val="3"/>
          <w:numId w:val="46"/>
        </w:numPr>
        <w:tabs>
          <w:tab w:val="clear" w:pos="3119"/>
          <w:tab w:val="left" w:pos="1134"/>
        </w:tabs>
        <w:ind w:left="1134" w:hanging="283"/>
        <w:jc w:val="both"/>
      </w:pPr>
      <w:r w:rsidRPr="00326E33">
        <w:lastRenderedPageBreak/>
        <w:t xml:space="preserve">sazbu za jeden kilometr ve výši </w:t>
      </w:r>
      <w:r w:rsidRPr="00F608F0">
        <w:rPr>
          <w:b/>
        </w:rPr>
        <w:t>[</w:t>
      </w:r>
      <w:r w:rsidRPr="00F608F0">
        <w:rPr>
          <w:b/>
          <w:highlight w:val="yellow"/>
        </w:rPr>
        <w:t>DOPLNIT</w:t>
      </w:r>
      <w:r w:rsidRPr="00F608F0">
        <w:rPr>
          <w:b/>
        </w:rPr>
        <w:t>],- Kč bez DPH</w:t>
      </w:r>
      <w:r w:rsidRPr="00326E33">
        <w:t>, přičemž poskytovatel je povinen účtovat a fakturovat pouze počet kilometrů, který byl smluvními stranami předem písemně odsouhlasen v rámci potvrzení výzvy k plnění;</w:t>
      </w:r>
    </w:p>
    <w:p w14:paraId="0D6C7BF9" w14:textId="77777777" w:rsidR="00F608F0" w:rsidRDefault="00326E33" w:rsidP="00326E33">
      <w:pPr>
        <w:pStyle w:val="ListLetter-ContractCzechRadio"/>
        <w:numPr>
          <w:ilvl w:val="3"/>
          <w:numId w:val="46"/>
        </w:numPr>
        <w:tabs>
          <w:tab w:val="clear" w:pos="3119"/>
          <w:tab w:val="left" w:pos="1134"/>
        </w:tabs>
        <w:ind w:left="1134" w:hanging="283"/>
        <w:jc w:val="both"/>
      </w:pPr>
      <w:r w:rsidRPr="00326E33">
        <w:t xml:space="preserve">paušální sazbu za přítomnost řidiče vykonávajícího přepravu karavanu ve výši </w:t>
      </w:r>
      <w:r w:rsidRPr="00F608F0">
        <w:rPr>
          <w:b/>
        </w:rPr>
        <w:t>[</w:t>
      </w:r>
      <w:r w:rsidRPr="00F608F0">
        <w:rPr>
          <w:b/>
          <w:highlight w:val="yellow"/>
        </w:rPr>
        <w:t>DOPLNIT</w:t>
      </w:r>
      <w:r w:rsidRPr="00F608F0">
        <w:rPr>
          <w:b/>
        </w:rPr>
        <w:t>],- Kč bez DPH za 1 den</w:t>
      </w:r>
      <w:r w:rsidRPr="00326E33">
        <w:t xml:space="preserve"> (tj. 24 hodin), přičemž </w:t>
      </w:r>
      <w:r w:rsidRPr="00F608F0">
        <w:rPr>
          <w:u w:val="single"/>
        </w:rPr>
        <w:t>nárok na úhradu této paušální částky vznikne poskytovateli pouze v případě přepravy do mimopražských lokalit a pouze v případě jednodenních akcí, u nichž je nutné, aby řidič dopravil karavan do místa určení a po dobu akce setrval na místě konání akce a aby po skončení akce karavan odvezl ke garážování</w:t>
      </w:r>
      <w:r w:rsidRPr="00326E33">
        <w:t>; o nutnosti setrvání řidiče v místě konání akce jsou smluvní strany povinny se dohodnout v rámci výzvy k plnění;</w:t>
      </w:r>
    </w:p>
    <w:p w14:paraId="02027AE3" w14:textId="77777777" w:rsidR="00F608F0" w:rsidRDefault="00326E33" w:rsidP="00326E33">
      <w:pPr>
        <w:pStyle w:val="ListLetter-ContractCzechRadio"/>
        <w:tabs>
          <w:tab w:val="clear" w:pos="3119"/>
          <w:tab w:val="left" w:pos="1134"/>
        </w:tabs>
        <w:jc w:val="both"/>
      </w:pPr>
      <w:r w:rsidRPr="00326E33">
        <w:t xml:space="preserve">cena za </w:t>
      </w:r>
      <w:r w:rsidRPr="00F608F0">
        <w:rPr>
          <w:b/>
        </w:rPr>
        <w:t>přepravu řidiče bez karavanu</w:t>
      </w:r>
      <w:r w:rsidRPr="00326E33">
        <w:t xml:space="preserve"> činí:</w:t>
      </w:r>
    </w:p>
    <w:p w14:paraId="2D2C8FEC" w14:textId="77777777" w:rsidR="00F608F0" w:rsidRDefault="00326E33" w:rsidP="00326E33">
      <w:pPr>
        <w:pStyle w:val="ListLetter-ContractCzechRadio"/>
        <w:numPr>
          <w:ilvl w:val="3"/>
          <w:numId w:val="47"/>
        </w:numPr>
        <w:tabs>
          <w:tab w:val="clear" w:pos="3119"/>
          <w:tab w:val="left" w:pos="1134"/>
        </w:tabs>
        <w:ind w:left="1134" w:hanging="283"/>
      </w:pPr>
      <w:r w:rsidRPr="00326E33">
        <w:t xml:space="preserve">sazbu za jeden kilometr ve výši </w:t>
      </w:r>
      <w:r w:rsidRPr="00F608F0">
        <w:rPr>
          <w:b/>
          <w:highlight w:val="yellow"/>
        </w:rPr>
        <w:t>[DOPLNIT]</w:t>
      </w:r>
      <w:r w:rsidRPr="00F608F0">
        <w:rPr>
          <w:b/>
        </w:rPr>
        <w:t>,- Kč bez DPH</w:t>
      </w:r>
      <w:r w:rsidRPr="00326E33">
        <w:t>; poskytovatel je oprávněn účtovat a fakturovat pouze počet kilometrů, který byl smluvními stranami předem písemně odsouhlasen v rámci potvrzení výzvy k plnění.</w:t>
      </w:r>
    </w:p>
    <w:p w14:paraId="7DFDFA79" w14:textId="77777777" w:rsidR="00F608F0" w:rsidRDefault="00326E33" w:rsidP="00326E33">
      <w:pPr>
        <w:pStyle w:val="ListNumber-ContractCzechRadio"/>
        <w:tabs>
          <w:tab w:val="clear" w:pos="3119"/>
          <w:tab w:val="left" w:pos="1134"/>
        </w:tabs>
      </w:pPr>
      <w:r w:rsidRPr="00326E33">
        <w:t>Obhlídky konkrétních míst konání akcí budou provedeny na náklady poskytovatele.</w:t>
      </w:r>
    </w:p>
    <w:p w14:paraId="1A406A44" w14:textId="43B83926" w:rsidR="00F608F0" w:rsidRDefault="00326E33" w:rsidP="00326E33">
      <w:pPr>
        <w:pStyle w:val="ListNumber-ContractCzechRadio"/>
        <w:tabs>
          <w:tab w:val="clear" w:pos="3119"/>
          <w:tab w:val="left" w:pos="1134"/>
        </w:tabs>
      </w:pPr>
      <w:r w:rsidRPr="00326E33">
        <w:t>Ceny dle odst. 1 a 2 tohoto článku smlouvy jsou konečné a zahrnují veškeré náklady poskytovatele související s poskytováním služeb dle této smlouvy (např. doprava, garážování, pojištění, náklady na pořízení dálničních známek</w:t>
      </w:r>
      <w:r w:rsidR="00FF4212">
        <w:t xml:space="preserve">, </w:t>
      </w:r>
      <w:r w:rsidR="00FF4212" w:rsidRPr="004545D6">
        <w:t xml:space="preserve">doprava </w:t>
      </w:r>
      <w:r w:rsidR="00FF4212">
        <w:t>do místa plnění, navrácení místa poskytování služeb do původního stavu, náklady na likvidaci vzniklých odpadů, a další náklady nezbytné k řádnému poskytování služeb</w:t>
      </w:r>
      <w:r w:rsidRPr="00326E33">
        <w:t>). Objednatel neposkytuje jakékoli zálohy.</w:t>
      </w:r>
    </w:p>
    <w:p w14:paraId="52D57323" w14:textId="0B619BEF" w:rsidR="00B27C14" w:rsidRDefault="00B27C14" w:rsidP="00F608F0">
      <w:pPr>
        <w:pStyle w:val="ListNumber-ContractCzechRadio"/>
      </w:pPr>
      <w:r w:rsidRPr="00B27C14">
        <w:t xml:space="preserve">Úhrada ceny </w:t>
      </w:r>
      <w:r w:rsidR="00FF4212" w:rsidRPr="00326E33">
        <w:t>(tj. nájemné za daný měsíc, sazba za realizované a odsouhlasené kilometry a paušální sazba řidiče, pokud na ni dle této smlouvy vznikl nárok) bude prováděna v českých korunách, měsíčně</w:t>
      </w:r>
      <w:r w:rsidR="004216FE">
        <w:t xml:space="preserve"> </w:t>
      </w:r>
      <w:r w:rsidRPr="00B27C14">
        <w:t xml:space="preserve">po řádném poskytnutí služeb a jejich předání </w:t>
      </w:r>
      <w:r w:rsidR="004216FE">
        <w:t xml:space="preserve">objednateli </w:t>
      </w:r>
      <w:r w:rsidRPr="00B27C14">
        <w:t>na základě daňového dokladu (</w:t>
      </w:r>
      <w:r w:rsidR="004216FE">
        <w:t>dále jen „</w:t>
      </w:r>
      <w:r w:rsidR="004216FE" w:rsidRPr="004216FE">
        <w:rPr>
          <w:b/>
        </w:rPr>
        <w:t>faktura</w:t>
      </w:r>
      <w:r w:rsidR="004216FE">
        <w:t>“</w:t>
      </w:r>
      <w:r w:rsidRPr="00B27C14">
        <w:t xml:space="preserve">). </w:t>
      </w:r>
      <w:r w:rsidR="001E5013">
        <w:t>Poskytovatel</w:t>
      </w:r>
      <w:r w:rsidRPr="00B27C14">
        <w:t xml:space="preserve"> má právo na zaplacení ceny okamžikem řádného splnění svého závazku, tedy okamžikem řádného a úplného poskytnutí služeb dle této smlouvy. </w:t>
      </w:r>
    </w:p>
    <w:p w14:paraId="61AEF355" w14:textId="0C8EDF66" w:rsidR="000F0134" w:rsidRDefault="000F0134" w:rsidP="00F608F0">
      <w:pPr>
        <w:pStyle w:val="ListNumber-ContractCzechRadio"/>
      </w:pPr>
      <w:r>
        <w:t>Splatnost faktury činí 24 dnů od</w:t>
      </w:r>
      <w:r w:rsidR="002F3122">
        <w:t xml:space="preserve"> data</w:t>
      </w:r>
      <w:r>
        <w:t xml:space="preserve"> jejího </w:t>
      </w:r>
      <w:r w:rsidR="005E2170">
        <w:t xml:space="preserve">vystavení poskytovatelem </w:t>
      </w:r>
      <w:r>
        <w:t>za předpokladu, že k doručení faktury</w:t>
      </w:r>
      <w:r w:rsidR="00192D9D">
        <w:t xml:space="preserve"> objednateli</w:t>
      </w:r>
      <w:r>
        <w:t xml:space="preserve"> dojde do 3 dnů od data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8"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0FB9FA1E" w14:textId="20E37F0E" w:rsidR="00B27C14" w:rsidRPr="00B27C14" w:rsidRDefault="00B27C14" w:rsidP="00F608F0">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5E2170">
        <w:t xml:space="preserve">kopie </w:t>
      </w:r>
      <w:r w:rsidR="00EF2676">
        <w:t>protokol</w:t>
      </w:r>
      <w:r w:rsidR="005E2170">
        <w:t>u</w:t>
      </w:r>
      <w:r w:rsidRPr="00B27C14">
        <w:t xml:space="preserve"> o </w:t>
      </w:r>
      <w:r w:rsidR="00EF2676">
        <w:t>poskytnutí</w:t>
      </w:r>
      <w:r w:rsidRPr="00B27C14">
        <w:t xml:space="preserve"> </w:t>
      </w:r>
      <w:r w:rsidR="001E5013">
        <w:t>služeb</w:t>
      </w:r>
      <w:r w:rsidR="00EF2676">
        <w:t xml:space="preserve"> </w:t>
      </w:r>
      <w:r w:rsidR="0041566C">
        <w:t>potvrzeného</w:t>
      </w:r>
      <w:r w:rsidR="0041566C" w:rsidRPr="00B27C14">
        <w:t xml:space="preserve"> </w:t>
      </w:r>
      <w:r w:rsidR="00EF2676">
        <w:t>oprávněnými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6CBD1C80" w14:textId="51F7D2F0" w:rsidR="005D4C3A" w:rsidRDefault="005D4C3A" w:rsidP="00F608F0">
      <w:pPr>
        <w:pStyle w:val="ListNumber-ContractCzechRadio"/>
      </w:pPr>
      <w:r w:rsidRPr="006D0812">
        <w:t xml:space="preserve">Poskytovatel </w:t>
      </w:r>
      <w:r w:rsidR="005E2170">
        <w:t xml:space="preserve">jako poskytovatel </w:t>
      </w:r>
      <w:r w:rsidRPr="006D0812">
        <w:t xml:space="preserve">zdanitelného plnění prohlašuje, že není v souladu s § 106a </w:t>
      </w:r>
      <w:r w:rsidR="002A476E" w:rsidRPr="006D0812">
        <w:t xml:space="preserve">zákona č. 235/2004 Sb., o </w:t>
      </w:r>
      <w:r w:rsidR="002A476E">
        <w:t>dani z přidané hodnoty,</w:t>
      </w:r>
      <w:r w:rsidR="002A476E" w:rsidRPr="006D0812">
        <w:t xml:space="preserve"> v</w:t>
      </w:r>
      <w:r w:rsidR="002A476E">
        <w:t>e</w:t>
      </w:r>
      <w:r w:rsidR="002A476E" w:rsidRPr="006D0812">
        <w:t xml:space="preserve"> znění</w:t>
      </w:r>
      <w:r w:rsidR="002A476E">
        <w:t xml:space="preserve"> pozdějších předpisů</w:t>
      </w:r>
      <w:r w:rsidR="002A476E" w:rsidRPr="006D0812">
        <w:t> (</w:t>
      </w:r>
      <w:r w:rsidR="002A476E">
        <w:t>dále jen „</w:t>
      </w:r>
      <w:r w:rsidR="002A476E" w:rsidRPr="00E45BD8">
        <w:rPr>
          <w:b/>
        </w:rPr>
        <w:t>ZDPH</w:t>
      </w:r>
      <w:r w:rsidR="002A476E">
        <w:t>“</w:t>
      </w:r>
      <w:r w:rsidR="002A476E"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 xml:space="preserve">DPH za nezaplacenou DPH (zejména v případě, že bude poskytovatel zdanitelného plnění prohlášen za nespolehlivého plátce), je Český rozhlas oprávněn odvést DPH přímo na účet příslušného </w:t>
      </w:r>
      <w:r w:rsidRPr="006D0812">
        <w:lastRenderedPageBreak/>
        <w:t>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42E21C2" w14:textId="2C0704F2" w:rsidR="0019515D" w:rsidRDefault="0019515D" w:rsidP="00F608F0">
      <w:pPr>
        <w:pStyle w:val="Heading-Number-ContractCzechRadio"/>
        <w:rPr>
          <w:rFonts w:cs="Arial"/>
        </w:rPr>
      </w:pPr>
      <w:r>
        <w:rPr>
          <w:rFonts w:cs="Arial"/>
        </w:rPr>
        <w:t>Vyhrazená změna závazku</w:t>
      </w:r>
    </w:p>
    <w:p w14:paraId="24557D73" w14:textId="46F0D138" w:rsidR="0019515D" w:rsidRDefault="0019515D" w:rsidP="0019515D">
      <w:pPr>
        <w:pStyle w:val="ListNumber-ContractCzechRadio"/>
      </w:pPr>
      <w:r>
        <w:t>Objednatel si vyhrazuje právo na změnu závazku</w:t>
      </w:r>
      <w:r w:rsidR="00C962B6">
        <w:t>,</w:t>
      </w:r>
      <w:r>
        <w:t xml:space="preserve"> spočívají v prodloužení účinnosti smlouvy uvedené v čl. II odst. 2, </w:t>
      </w:r>
      <w:r w:rsidR="00C962B6">
        <w:t xml:space="preserve">a to o jeden další rok, tedy na období od 3. 2. 2024 do 2. 2. 2025, </w:t>
      </w:r>
      <w:r>
        <w:t>přičemž je oprávněn využít tohoto svého práva za předpokladu, že služby dle této smlouvy jsou poskytovány řádně a včas</w:t>
      </w:r>
      <w:r w:rsidR="00C962B6">
        <w:t xml:space="preserve"> po celou dobu její účinnosti</w:t>
      </w:r>
      <w:r>
        <w:t xml:space="preserve">. </w:t>
      </w:r>
    </w:p>
    <w:p w14:paraId="1F973586" w14:textId="6D624677" w:rsidR="00C962B6" w:rsidRDefault="00C962B6" w:rsidP="0019515D">
      <w:pPr>
        <w:pStyle w:val="ListNumber-ContractCzechRadio"/>
      </w:pPr>
      <w:r>
        <w:t>Předmět plnění na základě vyhrazené změny závazku zůstává bez jakýchkoliv změn, a to včetně cen uvedených v čl. IV.</w:t>
      </w:r>
    </w:p>
    <w:p w14:paraId="6E362A8E" w14:textId="6B5A268D" w:rsidR="00C962B6" w:rsidRDefault="00C962B6" w:rsidP="0019515D">
      <w:pPr>
        <w:pStyle w:val="ListNumber-ContractCzechRadio"/>
      </w:pPr>
      <w:r>
        <w:t>Předpokládaná hodnota veřejné zakázky bez využití práva na změnu závazku činí 600.000,- Kč bez DPH. Předpokládaná hodnota změn pořízených na základě využití práva na změnu závazku činí 600.000,- Kč bez DPH. Předpokládaná hodnota veřejné zakázky se změnami pořízenými na základě využití práva na pořízení změn činí 1.200.000,- Kč bez DPH.</w:t>
      </w:r>
    </w:p>
    <w:p w14:paraId="7C85E6F4" w14:textId="48329E9A" w:rsidR="00C962B6" w:rsidRDefault="00C962B6" w:rsidP="0019515D">
      <w:pPr>
        <w:pStyle w:val="ListNumber-ContractCzechRadio"/>
      </w:pPr>
      <w:r>
        <w:t>Doba využití práva na změnu závazku dle tohoto článku smlouvy je stanovena na dobu ode dne účinnosti této smlouvy do 31. 12. 2023.</w:t>
      </w:r>
    </w:p>
    <w:p w14:paraId="58FB51D6" w14:textId="0D2B0344" w:rsidR="00C962B6" w:rsidRPr="0019515D" w:rsidRDefault="00C962B6" w:rsidP="0019515D">
      <w:pPr>
        <w:pStyle w:val="ListNumber-ContractCzechRadio"/>
      </w:pPr>
      <w:r>
        <w:t>Budou-li naplněny všechny podmínky pro uplatnění práva na změnu závazku, zavazují se smluvní strany uzavřít dodatek k této smlouvě, který využití práva na změnu závazku bude reflektovat, a to bez zbytečného odkladu.</w:t>
      </w:r>
    </w:p>
    <w:p w14:paraId="2DFB3EE8" w14:textId="57E20030" w:rsidR="00882671" w:rsidRPr="00882671" w:rsidRDefault="00070779" w:rsidP="00F608F0">
      <w:pPr>
        <w:pStyle w:val="Heading-Number-ContractCzechRadio"/>
        <w:rPr>
          <w:rFonts w:cs="Arial"/>
        </w:rPr>
      </w:pPr>
      <w:r>
        <w:rPr>
          <w:rFonts w:cs="Arial"/>
          <w:szCs w:val="24"/>
        </w:rPr>
        <w:t>Řádné poskytnutí služeb</w:t>
      </w:r>
    </w:p>
    <w:p w14:paraId="1AA90D0C" w14:textId="797D82E8" w:rsidR="00294342" w:rsidRDefault="00294342" w:rsidP="00F608F0">
      <w:pPr>
        <w:pStyle w:val="ListNumber-ContractCzechRadio"/>
      </w:pPr>
      <w:r w:rsidRPr="006D0812">
        <w:t xml:space="preserve">Smluvní strany </w:t>
      </w:r>
      <w:r w:rsidR="00874EE6">
        <w:t xml:space="preserve">na konci každého měsíce </w:t>
      </w:r>
      <w:r w:rsidRPr="006D0812">
        <w:t xml:space="preserve">potvrdí </w:t>
      </w:r>
      <w:r w:rsidR="00DA6D1E">
        <w:t xml:space="preserve">řádné a včasné </w:t>
      </w:r>
      <w:r w:rsidR="001E5013">
        <w:t>poskytnutí služeb</w:t>
      </w:r>
      <w:r w:rsidR="00DA6D1E">
        <w:t xml:space="preserve"> ze strany poskytovatele</w:t>
      </w:r>
      <w:r w:rsidR="00874EE6">
        <w:t xml:space="preserve"> za daný měsíc</w:t>
      </w:r>
      <w:r w:rsidR="001558ED" w:rsidRPr="006D0812">
        <w:t xml:space="preserve"> </w:t>
      </w:r>
      <w:r w:rsidRPr="006D0812">
        <w:t>v</w:t>
      </w:r>
      <w:r>
        <w:t> </w:t>
      </w:r>
      <w:r w:rsidRPr="006D0812">
        <w:t>ujednaném</w:t>
      </w:r>
      <w:r>
        <w:t xml:space="preserve"> rozsahu a kvalitě</w:t>
      </w:r>
      <w:r w:rsidRPr="006D0812">
        <w:t xml:space="preserve"> podpisem protokolu o </w:t>
      </w:r>
      <w:r w:rsidR="00DA6D1E">
        <w:t>poskytnutí služeb</w:t>
      </w:r>
      <w:r w:rsidRPr="006D0812">
        <w:t xml:space="preserve">, </w:t>
      </w:r>
      <w:r w:rsidR="000F1DC4">
        <w:t xml:space="preserve">jenž je přílohou této smlouvy jako její nedílná součást </w:t>
      </w:r>
      <w:r w:rsidR="000F1DC4" w:rsidRPr="006D0812">
        <w:t>(dále jen „</w:t>
      </w:r>
      <w:r w:rsidR="000F1DC4" w:rsidRPr="004216FE">
        <w:rPr>
          <w:b/>
        </w:rPr>
        <w:t>protokol o poskytnutí služeb</w:t>
      </w:r>
      <w:r w:rsidR="000F1DC4" w:rsidRPr="006D0812">
        <w:t>“)</w:t>
      </w:r>
      <w:r w:rsidR="000F1DC4">
        <w:t xml:space="preserve">, a </w:t>
      </w:r>
      <w:r w:rsidRPr="006D0812">
        <w:t>je</w:t>
      </w:r>
      <w:r w:rsidR="000F1DC4">
        <w:t>hož kopie</w:t>
      </w:r>
      <w:r w:rsidRPr="006D0812">
        <w:t xml:space="preserve"> musí být </w:t>
      </w:r>
      <w:r w:rsidR="0041566C">
        <w:t>přílohou</w:t>
      </w:r>
      <w:r w:rsidR="0041566C" w:rsidRPr="000F1DC4">
        <w:t xml:space="preserve"> </w:t>
      </w:r>
      <w:r w:rsidR="000F1DC4" w:rsidRPr="006D0812">
        <w:t>faktury</w:t>
      </w:r>
      <w:r w:rsidRPr="006D0812">
        <w:t xml:space="preserve">. </w:t>
      </w:r>
      <w:r w:rsidR="0084627F">
        <w:t>Objednatel</w:t>
      </w:r>
      <w:r w:rsidRPr="006D0812">
        <w:t xml:space="preserve"> je oprávněn </w:t>
      </w:r>
      <w:r w:rsidR="001E5013">
        <w:t>reklamovat poskytnutí služeb</w:t>
      </w:r>
      <w:r w:rsidR="0084627F">
        <w:t xml:space="preserve"> (či jednotlivé části</w:t>
      </w:r>
      <w:r w:rsidRPr="006D0812">
        <w:t>), které není v souladu s touto smlouvou</w:t>
      </w:r>
      <w:r w:rsidR="0084627F">
        <w:t xml:space="preserve"> nebo </w:t>
      </w:r>
      <w:r w:rsidR="001558ED">
        <w:t xml:space="preserve">pokud </w:t>
      </w:r>
      <w:r w:rsidR="0084627F">
        <w:t xml:space="preserve">objednatel zjistí, že </w:t>
      </w:r>
      <w:r w:rsidR="00DA6D1E">
        <w:t>služby</w:t>
      </w:r>
      <w:r w:rsidR="0084627F">
        <w:t xml:space="preserve"> </w:t>
      </w:r>
      <w:r w:rsidR="00DA6D1E">
        <w:t>vykazují</w:t>
      </w:r>
      <w:r w:rsidR="0084627F" w:rsidRPr="00882671">
        <w:t xml:space="preserve"> vady či nedodělky</w:t>
      </w:r>
      <w:r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Pr="006D0812">
        <w:t xml:space="preserve">v rozsahu, v jakém došlo ke skutečnému převzetí </w:t>
      </w:r>
      <w:r w:rsidR="00DA6D1E">
        <w:t xml:space="preserve">řádně a včas </w:t>
      </w:r>
      <w:r w:rsidR="007277E7">
        <w:t>poskytnutých</w:t>
      </w:r>
      <w:r w:rsidR="00DA6D1E">
        <w:t xml:space="preserve"> služeb </w:t>
      </w:r>
      <w:r w:rsidR="0084627F">
        <w:t xml:space="preserve">objednatelem, a ohledně vadné části </w:t>
      </w:r>
      <w:r w:rsidRPr="006D0812">
        <w:t xml:space="preserve">uvedou do protokolu </w:t>
      </w:r>
      <w:r w:rsidR="007277E7">
        <w:t xml:space="preserve">o poskytnutí služeb </w:t>
      </w:r>
      <w:r w:rsidR="00DA6D1E">
        <w:t xml:space="preserve">rozhodné </w:t>
      </w:r>
      <w:r w:rsidRPr="006D0812">
        <w:t>skute</w:t>
      </w:r>
      <w:r w:rsidR="0084627F">
        <w:t>čnosti</w:t>
      </w:r>
      <w:r w:rsidRPr="006D0812">
        <w:t xml:space="preserve"> </w:t>
      </w:r>
      <w:r w:rsidR="00DA6D1E">
        <w:t xml:space="preserve">a </w:t>
      </w:r>
      <w:r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15 dní.</w:t>
      </w:r>
      <w:r w:rsidR="00214A85">
        <w:t xml:space="preserve"> </w:t>
      </w:r>
      <w:r w:rsidR="00DA6D1E">
        <w:t>Poskytovatel</w:t>
      </w:r>
      <w:r w:rsidRPr="006D0812">
        <w:t xml:space="preserve"> splnil řádně svou povinnost z této smlouvy až okamžikem </w:t>
      </w:r>
      <w:r w:rsidR="00DA6D1E">
        <w:t>poskytnutím</w:t>
      </w:r>
      <w:r w:rsidRPr="006D0812">
        <w:t xml:space="preserve"> </w:t>
      </w:r>
      <w:r w:rsidR="0084627F">
        <w:t>kompletní</w:t>
      </w:r>
      <w:r w:rsidR="00DA6D1E">
        <w:t>ch služeb</w:t>
      </w:r>
      <w:r w:rsidR="0084627F">
        <w:t xml:space="preserve"> bez vad a nedodělků, pokud si </w:t>
      </w:r>
      <w:r w:rsidR="00E84D28">
        <w:t xml:space="preserve">smluvní </w:t>
      </w:r>
      <w:r w:rsidR="0084627F">
        <w:t>strany písemně nedohodnou něco jiného</w:t>
      </w:r>
      <w:r w:rsidRPr="006D0812">
        <w:t>.</w:t>
      </w:r>
      <w:r w:rsidR="00C804AB" w:rsidRPr="00C804AB">
        <w:t xml:space="preserve"> </w:t>
      </w:r>
      <w:r w:rsidR="00C804AB">
        <w:t>Rozhodující je podpis protokolu o poskytnutí služeb bez vad a nedodělků oprávněnými zástupci obou smluvních stran.</w:t>
      </w:r>
    </w:p>
    <w:p w14:paraId="726B99E1" w14:textId="367D1EF6" w:rsidR="00911FD3" w:rsidRDefault="00911FD3" w:rsidP="00F608F0">
      <w:pPr>
        <w:pStyle w:val="ListNumber-ContractCzechRadio"/>
      </w:pPr>
      <w:r>
        <w:t xml:space="preserve">Smluvní strany se dohodly, že se na tuto smlouvu nepoužije ustanovení § 2605 odst. 2 OZ. </w:t>
      </w:r>
      <w:r w:rsidR="006B2D7E">
        <w:t>Poskytovatel</w:t>
      </w:r>
      <w:r>
        <w:t xml:space="preserve"> tak odpovídá za </w:t>
      </w:r>
      <w:r w:rsidR="001A44F6">
        <w:t>veškeré</w:t>
      </w:r>
      <w:r>
        <w:t xml:space="preserve"> vady, které existovaly v době převzetí služeb, i v případě kdy došlo ze strany objednatele k převzetí služeb bez výhrad.</w:t>
      </w:r>
    </w:p>
    <w:p w14:paraId="416FA9C1" w14:textId="77777777" w:rsidR="00A11BC0" w:rsidRPr="006D0812" w:rsidRDefault="000F0134" w:rsidP="00F608F0">
      <w:pPr>
        <w:pStyle w:val="Heading-Number-ContractCzechRadio"/>
      </w:pPr>
      <w:r>
        <w:t>Kvalita služeb</w:t>
      </w:r>
    </w:p>
    <w:p w14:paraId="73D0275A" w14:textId="265E6E71" w:rsidR="00214A85" w:rsidRPr="002616F2" w:rsidRDefault="00DA6D1E" w:rsidP="00F608F0">
      <w:pPr>
        <w:pStyle w:val="ListNumber-ContractCzechRadio"/>
        <w:rPr>
          <w:szCs w:val="24"/>
        </w:rPr>
      </w:pPr>
      <w:r>
        <w:t xml:space="preserve">Poskytovatel </w:t>
      </w:r>
      <w:r w:rsidR="00214A85" w:rsidRPr="00214A85">
        <w:t xml:space="preserve">prohlašuje, že </w:t>
      </w:r>
      <w:r>
        <w:t xml:space="preserve">služby </w:t>
      </w:r>
      <w:r w:rsidR="002616F2">
        <w:t xml:space="preserve">budou </w:t>
      </w:r>
      <w:r>
        <w:t>poskytovány</w:t>
      </w:r>
      <w:r w:rsidR="00214A85" w:rsidRPr="00214A85">
        <w:t xml:space="preserve"> bez faktických</w:t>
      </w:r>
      <w:r w:rsidR="00214A85">
        <w:t xml:space="preserve"> a právních vad</w:t>
      </w:r>
      <w:r w:rsidR="00214A85" w:rsidRPr="00214A85">
        <w:t xml:space="preserve"> a </w:t>
      </w:r>
      <w:r w:rsidR="002E0616">
        <w:t xml:space="preserve">budou </w:t>
      </w:r>
      <w:r w:rsidR="002E0616" w:rsidRPr="00214A85">
        <w:t>odpovíd</w:t>
      </w:r>
      <w:r w:rsidR="002E0616">
        <w:t>at</w:t>
      </w:r>
      <w:r w:rsidR="002E0616" w:rsidRPr="00214A85">
        <w:t xml:space="preserve"> </w:t>
      </w:r>
      <w:r w:rsidR="00214A85" w:rsidRPr="00214A85">
        <w:t xml:space="preserve">této smlouvě a platným právním předpisům. </w:t>
      </w:r>
      <w:r>
        <w:t xml:space="preserve">Poskytovatel </w:t>
      </w:r>
      <w:r w:rsidR="00214A85" w:rsidRPr="00214A85">
        <w:t xml:space="preserve">je povinen při </w:t>
      </w:r>
      <w:r w:rsidR="00070779">
        <w:lastRenderedPageBreak/>
        <w:t>poskytování</w:t>
      </w:r>
      <w:r w:rsidR="00214A85" w:rsidRPr="00214A85">
        <w:t xml:space="preserve"> </w:t>
      </w:r>
      <w:r>
        <w:t>služeb</w:t>
      </w:r>
      <w:r w:rsidR="00214A85" w:rsidRPr="00214A85">
        <w:t xml:space="preserve"> postupovat v souladu s platnými právními předpisy a českými technickými normami ČSN. </w:t>
      </w:r>
    </w:p>
    <w:p w14:paraId="6BEE2908" w14:textId="5DB365B8" w:rsidR="002616F2" w:rsidRPr="00214A85" w:rsidRDefault="002616F2" w:rsidP="00F608F0">
      <w:pPr>
        <w:pStyle w:val="ListNumber-ContractCzechRadio"/>
        <w:rPr>
          <w:szCs w:val="24"/>
        </w:rPr>
      </w:pPr>
      <w:r>
        <w:rPr>
          <w:szCs w:val="24"/>
        </w:rPr>
        <w:t xml:space="preserve">Poskytovatel dále prohlašuje, že se dostatečným způsobem seznámil se specifikací služeb a podmínkami jejich poskytování, je odborně způsobilý </w:t>
      </w:r>
      <w:r w:rsidR="002D59D8">
        <w:rPr>
          <w:szCs w:val="24"/>
        </w:rPr>
        <w:t>služby</w:t>
      </w:r>
      <w:r>
        <w:rPr>
          <w:szCs w:val="24"/>
        </w:rPr>
        <w:t xml:space="preserve"> řádně a včas </w:t>
      </w:r>
      <w:r w:rsidR="002D59D8">
        <w:rPr>
          <w:szCs w:val="24"/>
        </w:rPr>
        <w:t>poskytovat</w:t>
      </w:r>
      <w:r>
        <w:rPr>
          <w:szCs w:val="24"/>
        </w:rPr>
        <w:t xml:space="preserve"> a má k tomu </w:t>
      </w:r>
      <w:r w:rsidR="002D59D8">
        <w:rPr>
          <w:szCs w:val="24"/>
        </w:rPr>
        <w:t xml:space="preserve">veškeré </w:t>
      </w:r>
      <w:r>
        <w:rPr>
          <w:szCs w:val="24"/>
        </w:rPr>
        <w:t>potřebné kapacity.</w:t>
      </w:r>
    </w:p>
    <w:p w14:paraId="1382AA86" w14:textId="77777777" w:rsidR="00214A85" w:rsidRPr="00214A85" w:rsidRDefault="00DA6D1E" w:rsidP="00F608F0">
      <w:pPr>
        <w:pStyle w:val="ListNumber-ContractCzechRadio"/>
        <w:rPr>
          <w:szCs w:val="24"/>
        </w:rPr>
      </w:pPr>
      <w:r>
        <w:t xml:space="preserve">Poskytovatel </w:t>
      </w:r>
      <w:r w:rsidR="000F0134">
        <w:t>podpisem této smlouvy</w:t>
      </w:r>
      <w:r>
        <w:t xml:space="preserve"> </w:t>
      </w:r>
      <w:r w:rsidR="00214A85" w:rsidRPr="00214A85">
        <w:t xml:space="preserve">přebírá odpovědnost za to, že </w:t>
      </w:r>
      <w:r>
        <w:t>služby</w:t>
      </w:r>
      <w:r w:rsidR="00214A85" w:rsidRPr="00214A85">
        <w:t xml:space="preserve"> bud</w:t>
      </w:r>
      <w:r>
        <w:t>ou</w:t>
      </w:r>
      <w:r w:rsidR="00214A85" w:rsidRPr="00214A85">
        <w:t xml:space="preserve"> po dobu </w:t>
      </w:r>
      <w:r w:rsidR="000F0134">
        <w:t>poskytování služeb</w:t>
      </w:r>
      <w:r w:rsidR="00214A85" w:rsidRPr="00214A85">
        <w:t xml:space="preserve"> způsobilé ke svému užití, </w:t>
      </w:r>
      <w:r>
        <w:t>jejich</w:t>
      </w:r>
      <w:r w:rsidR="00214A85" w:rsidRPr="00214A85">
        <w:t xml:space="preserve"> kvalita bude odpovídat této smlouvě a zachová si vlastnosti touto smlouvou vymezené</w:t>
      </w:r>
      <w:r w:rsidR="004216FE">
        <w:t>,</w:t>
      </w:r>
      <w:r w:rsidR="00214A85" w:rsidRPr="00214A85">
        <w:t xml:space="preserve"> popř. obvyklé. </w:t>
      </w:r>
    </w:p>
    <w:p w14:paraId="16D48FDA" w14:textId="1B42C2E2" w:rsidR="00214A85" w:rsidRPr="00492F11" w:rsidRDefault="00DA6D1E" w:rsidP="00F608F0">
      <w:pPr>
        <w:pStyle w:val="ListNumber-ContractCzechRadio"/>
        <w:rPr>
          <w:szCs w:val="24"/>
        </w:rPr>
      </w:pPr>
      <w:r>
        <w:t xml:space="preserve">Poskytovatel </w:t>
      </w:r>
      <w:r w:rsidR="00214A85" w:rsidRPr="00214A85">
        <w:t xml:space="preserve">je povinen po dobu </w:t>
      </w:r>
      <w:r w:rsidR="000F0134">
        <w:t>poskytování služeb</w:t>
      </w:r>
      <w:r w:rsidR="004B55B9">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nejpozději do </w:t>
      </w:r>
      <w:r w:rsidR="00283AB4">
        <w:t>5</w:t>
      </w:r>
      <w:r w:rsidR="00214A85" w:rsidRPr="00214A85">
        <w:t xml:space="preserve"> dní od jejího </w:t>
      </w:r>
      <w:r w:rsidR="00492F11">
        <w:t xml:space="preserve">písemného </w:t>
      </w:r>
      <w:r w:rsidR="004216FE">
        <w:t xml:space="preserve">oznámení </w:t>
      </w:r>
      <w:r w:rsidR="00214A85" w:rsidRPr="00214A85">
        <w:t xml:space="preserve">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2C252C07" w14:textId="19787357" w:rsidR="00492F11" w:rsidRPr="00214A85" w:rsidRDefault="00492F11" w:rsidP="00F608F0">
      <w:pPr>
        <w:pStyle w:val="ListNumber-ContractCzechRadio"/>
        <w:rPr>
          <w:szCs w:val="24"/>
        </w:rPr>
      </w:pPr>
      <w:r>
        <w:t>Poskytovatel je povinen uhradit objednateli náklady vzniklé při uplatnění jeho práv a nároků z odpovědnosti za vady.</w:t>
      </w:r>
    </w:p>
    <w:p w14:paraId="739F685F" w14:textId="77777777" w:rsidR="008D1F83" w:rsidRPr="006D0812" w:rsidRDefault="008D1F83" w:rsidP="00F608F0">
      <w:pPr>
        <w:pStyle w:val="Heading-Number-ContractCzechRadio"/>
      </w:pPr>
      <w:r w:rsidRPr="006D0812">
        <w:t>Změny smlouvy</w:t>
      </w:r>
    </w:p>
    <w:p w14:paraId="4573FDF8" w14:textId="2B642F1C" w:rsidR="008D1F83" w:rsidRPr="006D0812" w:rsidRDefault="008D1F83" w:rsidP="00F608F0">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 xml:space="preserve">číslem 1 </w:t>
      </w:r>
      <w:r w:rsidR="004216FE">
        <w:t>a podepsanými</w:t>
      </w:r>
      <w:r w:rsidRPr="006D0812">
        <w:t xml:space="preserve"> oprávněnými osobami obou smluvních stran. </w:t>
      </w:r>
    </w:p>
    <w:p w14:paraId="0DE2FDDF" w14:textId="77777777" w:rsidR="008D1F83" w:rsidRPr="006D0812" w:rsidRDefault="008D1F83" w:rsidP="00F608F0">
      <w:pPr>
        <w:pStyle w:val="ListNumber-ContractCzechRadio"/>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58240" behindDoc="0" locked="0" layoutInCell="1" allowOverlap="1" wp14:anchorId="5D4BA36A" wp14:editId="1E22FE3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74A8CCF" w14:textId="77777777" w:rsidR="00874EE6" w:rsidRPr="008519AB" w:rsidRDefault="00874EE6"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D4BA36A"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474A8CCF" w14:textId="77777777" w:rsidR="00874EE6" w:rsidRPr="008519AB" w:rsidRDefault="00874EE6" w:rsidP="008D1F83">
                      <w:pPr>
                        <w:pStyle w:val="ListNumber-ContractCzechRadio"/>
                        <w:numPr>
                          <w:ilvl w:val="0"/>
                          <w:numId w:val="0"/>
                        </w:numPr>
                      </w:pPr>
                    </w:p>
                  </w:txbxContent>
                </v:textbox>
              </v:shape>
            </w:pict>
          </mc:Fallback>
        </mc:AlternateContent>
      </w:r>
    </w:p>
    <w:p w14:paraId="4B2F2C3A" w14:textId="00E90EED" w:rsidR="00B979C9" w:rsidRDefault="00B979C9" w:rsidP="00F608F0">
      <w:pPr>
        <w:pStyle w:val="Heading-Number-ContractCzechRadio"/>
      </w:pPr>
      <w:r>
        <w:t>Práva a povinnosti smluvních stran</w:t>
      </w:r>
    </w:p>
    <w:p w14:paraId="07EE4C87" w14:textId="361BD0CA" w:rsidR="00B979C9" w:rsidRDefault="00B979C9" w:rsidP="00F608F0">
      <w:pPr>
        <w:pStyle w:val="ListNumber-ContractCzechRadio"/>
      </w:pPr>
      <w:r w:rsidRPr="008A4986">
        <w:rPr>
          <w:b/>
          <w:u w:val="single"/>
        </w:rPr>
        <w:t>Práva a povinnosti objednatele</w:t>
      </w:r>
      <w:r>
        <w:t>:</w:t>
      </w:r>
    </w:p>
    <w:p w14:paraId="26F3EF44" w14:textId="27FF32E8" w:rsidR="00B979C9" w:rsidRDefault="00B979C9" w:rsidP="00F608F0">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772ECD5B" w14:textId="3B739610" w:rsidR="00B979C9" w:rsidRDefault="00B979C9" w:rsidP="00F608F0">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59890B1A" w14:textId="02228E97" w:rsidR="00B979C9" w:rsidRDefault="00B979C9" w:rsidP="00F608F0">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797BC5C6" w14:textId="34FD1A59" w:rsidR="00B979C9" w:rsidRDefault="00B979C9" w:rsidP="00F608F0">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50E8DC69" w14:textId="253D8A89" w:rsidR="00B979C9" w:rsidRDefault="00B979C9" w:rsidP="00F608F0">
      <w:pPr>
        <w:pStyle w:val="ListNumber-ContractCzechRadio"/>
      </w:pPr>
      <w:r w:rsidRPr="008A4986">
        <w:rPr>
          <w:b/>
          <w:u w:val="single"/>
        </w:rPr>
        <w:t>Práva a povinnosti poskytovatele</w:t>
      </w:r>
      <w:r>
        <w:t>:</w:t>
      </w:r>
    </w:p>
    <w:p w14:paraId="6F7F0ED5" w14:textId="6B858FC4" w:rsidR="001B2C4F" w:rsidRDefault="001B2C4F" w:rsidP="00F608F0">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w:t>
      </w:r>
      <w:r w:rsidRPr="005D1AE8">
        <w:rPr>
          <w:rFonts w:cs="Arial"/>
          <w:szCs w:val="20"/>
        </w:rPr>
        <w:lastRenderedPageBreak/>
        <w:t xml:space="preserve">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33A4D1B4" w14:textId="588B350D" w:rsidR="00B979C9" w:rsidRDefault="00B979C9" w:rsidP="00F608F0">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20BB9E06" w14:textId="27A7641F" w:rsidR="00B979C9" w:rsidRDefault="00B979C9" w:rsidP="00F608F0">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58AA03B3" w14:textId="0CEADDD7" w:rsidR="00B979C9" w:rsidRDefault="00B979C9" w:rsidP="00F608F0">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0D5CDAB9" w14:textId="3BA68AB5" w:rsidR="00B979C9" w:rsidRDefault="00B979C9" w:rsidP="00F608F0">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r w:rsidR="00495C2B">
        <w:t>;</w:t>
      </w:r>
    </w:p>
    <w:p w14:paraId="7F2413F2" w14:textId="7493C844" w:rsidR="00495C2B" w:rsidRDefault="00495C2B" w:rsidP="00F608F0">
      <w:pPr>
        <w:pStyle w:val="ListLetter-ContractCzechRadio"/>
        <w:jc w:val="both"/>
      </w:pPr>
      <w:r>
        <w:t>poskytovatel je povinen každé 3 měsíce od účinnosti této smlouvy nechat zajistit pravidelné odborné servisní prohlídky karavanu, a to zejména v oblasti elektroinstalace a elektrotechniky, tak, aby nebyla ohrožena funkčnost či životnost instalovaného vybavení objednatele</w:t>
      </w:r>
      <w:r w:rsidR="00387D2C">
        <w:t>;</w:t>
      </w:r>
    </w:p>
    <w:p w14:paraId="6476CA71" w14:textId="71258A09" w:rsidR="00387D2C" w:rsidRDefault="00387D2C" w:rsidP="00F608F0">
      <w:pPr>
        <w:pStyle w:val="ListLetter-ContractCzechRadio"/>
        <w:jc w:val="both"/>
      </w:pPr>
      <w:r>
        <w:t>poskytovatel je povinen pravidelně karavan udržovat, zejména před každým přistavením karavan</w:t>
      </w:r>
      <w:r w:rsidR="007076B9">
        <w:t>u</w:t>
      </w:r>
      <w:r>
        <w:t xml:space="preserve"> dle této smlouvy</w:t>
      </w:r>
      <w:r w:rsidR="007076B9">
        <w:t xml:space="preserve"> celý vůz umýt, vyleštit a vyčistit koberce uvnitř karavanu (popř. je tzv. „vytepovat“); </w:t>
      </w:r>
    </w:p>
    <w:p w14:paraId="4F922AB9" w14:textId="26BC1E35" w:rsidR="007076B9" w:rsidRDefault="007076B9" w:rsidP="00F608F0">
      <w:pPr>
        <w:pStyle w:val="ListLetter-ContractCzechRadio"/>
        <w:jc w:val="both"/>
      </w:pPr>
      <w:r>
        <w:t>poskytovatel je povinen před každým přistavením karavanu zkontrolovat vybavení (zejména aby při převozu nedošlo k uvolnění instalovaných komponentů a jejich následnému poškození vlivem jízdy apod.).</w:t>
      </w:r>
    </w:p>
    <w:p w14:paraId="58320144" w14:textId="7C07764D" w:rsidR="00A11BC0" w:rsidRPr="006D0812" w:rsidRDefault="00A11BC0" w:rsidP="00F608F0">
      <w:pPr>
        <w:pStyle w:val="Heading-Number-ContractCzechRadio"/>
      </w:pPr>
      <w:r w:rsidRPr="006D0812">
        <w:t>Sankce</w:t>
      </w:r>
    </w:p>
    <w:p w14:paraId="116782D2" w14:textId="10447496" w:rsidR="00BF05E5" w:rsidRPr="000F0134" w:rsidRDefault="00BF05E5" w:rsidP="00F608F0">
      <w:pPr>
        <w:pStyle w:val="ListNumber-ContractCzechRadio"/>
        <w:rPr>
          <w:b/>
          <w:szCs w:val="24"/>
        </w:rPr>
      </w:pPr>
      <w:r w:rsidRPr="00565B8F">
        <w:t xml:space="preserve">Bude-li </w:t>
      </w:r>
      <w:r w:rsidR="00DA6D1E">
        <w:t xml:space="preserve">poskytovatel </w:t>
      </w:r>
      <w:r w:rsidRPr="00565B8F">
        <w:t>v prodlení s</w:t>
      </w:r>
      <w:r w:rsidR="00DA6D1E">
        <w:t> poskytnutím služeb</w:t>
      </w:r>
      <w:r w:rsidRPr="00565B8F">
        <w:t>,</w:t>
      </w:r>
      <w:r w:rsidR="00744A95">
        <w:t xml:space="preserve"> tedy s v prodlení s přistavením karavanu na akci v čase dle potvrzené výzvy k plnění,</w:t>
      </w:r>
      <w:r w:rsidRPr="00565B8F">
        <w:t xml:space="preserve"> zavazuje se zaplatit </w:t>
      </w:r>
      <w:r>
        <w:t>objednateli</w:t>
      </w:r>
      <w:r w:rsidRPr="00565B8F">
        <w:t xml:space="preserve"> </w:t>
      </w:r>
      <w:r w:rsidR="00744A95">
        <w:t xml:space="preserve">jednorázovou </w:t>
      </w:r>
      <w:r w:rsidRPr="00565B8F">
        <w:t xml:space="preserve">smluvní </w:t>
      </w:r>
      <w:r w:rsidRPr="00CF2EDD">
        <w:t xml:space="preserve">pokutu ve </w:t>
      </w:r>
      <w:r w:rsidRPr="00BF05E5">
        <w:t>výši</w:t>
      </w:r>
      <w:r w:rsidR="00744A95">
        <w:t xml:space="preserve"> </w:t>
      </w:r>
      <w:r w:rsidR="00744A95" w:rsidRPr="00744A95">
        <w:rPr>
          <w:b/>
        </w:rPr>
        <w:t>25.000</w:t>
      </w:r>
      <w:r w:rsidR="0099718A">
        <w:rPr>
          <w:b/>
        </w:rPr>
        <w:t>,-</w:t>
      </w:r>
      <w:r w:rsidRPr="008A4986">
        <w:rPr>
          <w:b/>
        </w:rPr>
        <w:t xml:space="preserve"> </w:t>
      </w:r>
      <w:r w:rsidR="00840CC5" w:rsidRPr="008A4986">
        <w:rPr>
          <w:b/>
        </w:rPr>
        <w:t>Kč</w:t>
      </w:r>
      <w:r w:rsidR="00840CC5">
        <w:t xml:space="preserve"> </w:t>
      </w:r>
      <w:r w:rsidR="00744A95">
        <w:t xml:space="preserve">a dále smluvní pokutu ve výši </w:t>
      </w:r>
      <w:r w:rsidR="00744A95" w:rsidRPr="00744A95">
        <w:rPr>
          <w:b/>
        </w:rPr>
        <w:t>2.500,- Kč</w:t>
      </w:r>
      <w:r w:rsidR="00744A95">
        <w:t xml:space="preserve"> za každou</w:t>
      </w:r>
      <w:r w:rsidRPr="00CF2EDD">
        <w:t xml:space="preserve"> </w:t>
      </w:r>
      <w:r w:rsidR="00744A95">
        <w:t xml:space="preserve">2. a další hodinu </w:t>
      </w:r>
      <w:r w:rsidRPr="00CF2EDD">
        <w:t xml:space="preserve">prodlení. </w:t>
      </w:r>
    </w:p>
    <w:p w14:paraId="272C2F0C" w14:textId="3FB4B449" w:rsidR="003D074E" w:rsidRPr="003D074E" w:rsidRDefault="003D074E" w:rsidP="00F608F0">
      <w:pPr>
        <w:pStyle w:val="ListNumber-ContractCzechRadio"/>
        <w:rPr>
          <w:szCs w:val="24"/>
        </w:rPr>
      </w:pPr>
      <w:r w:rsidRPr="003D074E">
        <w:rPr>
          <w:szCs w:val="24"/>
        </w:rPr>
        <w:t xml:space="preserve">Pokud </w:t>
      </w:r>
      <w:r>
        <w:rPr>
          <w:szCs w:val="24"/>
        </w:rPr>
        <w:t xml:space="preserve">poskytovatel poruší jakoukoliv povinnost uvedenou v čl. I odst. 2 písm. b) nebo v čl. III odst. 8 této smlouvy, zavazuje se zaplatit objednateli smluvní pokutu ve výši </w:t>
      </w:r>
      <w:r w:rsidRPr="003D074E">
        <w:rPr>
          <w:b/>
          <w:szCs w:val="24"/>
        </w:rPr>
        <w:t>50.000,- Kč</w:t>
      </w:r>
      <w:r>
        <w:rPr>
          <w:szCs w:val="24"/>
        </w:rPr>
        <w:t xml:space="preserve"> za každý jednotlivý případ porušení jakékoliv z uvedených možností. </w:t>
      </w:r>
    </w:p>
    <w:p w14:paraId="4B126218" w14:textId="3516D798" w:rsidR="000F0134" w:rsidRPr="00A822ED" w:rsidRDefault="000F0134" w:rsidP="00F608F0">
      <w:pPr>
        <w:pStyle w:val="ListNumber-ContractCzechRadio"/>
        <w:rPr>
          <w:b/>
          <w:szCs w:val="24"/>
        </w:rPr>
      </w:pPr>
      <w:r w:rsidRPr="00565B8F">
        <w:t xml:space="preserve">Bude-li </w:t>
      </w:r>
      <w:r>
        <w:t xml:space="preserve">poskytovatel </w:t>
      </w:r>
      <w:r w:rsidRPr="00565B8F">
        <w:t>v prodlení s</w:t>
      </w:r>
      <w:r>
        <w:t> odstraněním vady služeb</w:t>
      </w:r>
      <w:r w:rsidRPr="00565B8F">
        <w:t xml:space="preserve">, zavazuje se zaplatit </w:t>
      </w:r>
      <w:r>
        <w:t>objednateli</w:t>
      </w:r>
      <w:r w:rsidRPr="00565B8F">
        <w:t xml:space="preserve"> smluvní </w:t>
      </w:r>
      <w:r w:rsidRPr="00CF2EDD">
        <w:t xml:space="preserve">pokutu ve </w:t>
      </w:r>
      <w:r w:rsidRPr="00BF05E5">
        <w:t>výši</w:t>
      </w:r>
      <w:r w:rsidR="00A822ED">
        <w:t xml:space="preserve"> </w:t>
      </w:r>
      <w:r w:rsidR="00A822ED">
        <w:rPr>
          <w:b/>
        </w:rPr>
        <w:t>2.500</w:t>
      </w:r>
      <w:r w:rsidR="0099718A">
        <w:rPr>
          <w:b/>
        </w:rPr>
        <w:t>,-</w:t>
      </w:r>
      <w:r w:rsidR="004B0873" w:rsidRPr="008A4986">
        <w:rPr>
          <w:b/>
        </w:rPr>
        <w:t xml:space="preserve"> Kč</w:t>
      </w:r>
      <w:r w:rsidR="004B0873">
        <w:t xml:space="preserve"> </w:t>
      </w:r>
      <w:r w:rsidRPr="00CF2EDD">
        <w:t xml:space="preserve">za každý </w:t>
      </w:r>
      <w:r>
        <w:t xml:space="preserve">započatý </w:t>
      </w:r>
      <w:r w:rsidRPr="00CF2EDD">
        <w:t xml:space="preserve">den prodlení. </w:t>
      </w:r>
    </w:p>
    <w:p w14:paraId="36C3DFEC" w14:textId="034743E8" w:rsidR="00A822ED" w:rsidRPr="00A822ED" w:rsidRDefault="00A822ED" w:rsidP="00A822ED">
      <w:pPr>
        <w:pStyle w:val="ListNumber-ContractCzechRadio"/>
        <w:rPr>
          <w:b/>
          <w:szCs w:val="24"/>
        </w:rPr>
      </w:pPr>
      <w:r w:rsidRPr="00565B8F">
        <w:t xml:space="preserve">Bude-li </w:t>
      </w:r>
      <w:r>
        <w:t xml:space="preserve">poskytovatel </w:t>
      </w:r>
      <w:r w:rsidRPr="00565B8F">
        <w:t>v prodlení s</w:t>
      </w:r>
      <w:r>
        <w:t> prováděním pravidelných odborných servisních prohlídek podle čl. IX. odst. 2 písm. f)</w:t>
      </w:r>
      <w:r w:rsidRPr="00565B8F">
        <w:t xml:space="preserve">, zavazuje se zaplatit </w:t>
      </w:r>
      <w:r>
        <w:t>objednateli</w:t>
      </w:r>
      <w:r w:rsidRPr="00565B8F">
        <w:t xml:space="preserve"> smluvní </w:t>
      </w:r>
      <w:r w:rsidRPr="00CF2EDD">
        <w:t xml:space="preserve">pokutu ve </w:t>
      </w:r>
      <w:r w:rsidRPr="00BF05E5">
        <w:t>výši</w:t>
      </w:r>
      <w:r>
        <w:t xml:space="preserve"> </w:t>
      </w:r>
      <w:r>
        <w:rPr>
          <w:b/>
        </w:rPr>
        <w:t>2.500,-</w:t>
      </w:r>
      <w:r w:rsidRPr="008A4986">
        <w:rPr>
          <w:b/>
        </w:rPr>
        <w:t xml:space="preserve"> Kč</w:t>
      </w:r>
      <w:r>
        <w:t xml:space="preserve"> </w:t>
      </w:r>
      <w:r w:rsidRPr="00CF2EDD">
        <w:t xml:space="preserve">za každý </w:t>
      </w:r>
      <w:r>
        <w:t>započatý týden</w:t>
      </w:r>
      <w:r w:rsidRPr="00CF2EDD">
        <w:t xml:space="preserve"> prodlení. </w:t>
      </w:r>
    </w:p>
    <w:p w14:paraId="6B53729D" w14:textId="7B3A1AA5" w:rsidR="000F1DC4" w:rsidRPr="008A4986" w:rsidRDefault="000F1DC4" w:rsidP="00F608F0">
      <w:pPr>
        <w:pStyle w:val="ListNumber-ContractCzechRadio"/>
        <w:rPr>
          <w:b/>
          <w:szCs w:val="24"/>
        </w:rPr>
      </w:pPr>
      <w:r w:rsidRPr="00565B8F">
        <w:lastRenderedPageBreak/>
        <w:t xml:space="preserve">Bude-li </w:t>
      </w:r>
      <w:r>
        <w:t>objednatel</w:t>
      </w:r>
      <w:r w:rsidRPr="00565B8F">
        <w:t xml:space="preserve"> v prodlení s</w:t>
      </w:r>
      <w:r>
        <w:t>e zaplacením ceny služeb</w:t>
      </w:r>
      <w:r w:rsidRPr="00565B8F">
        <w:t xml:space="preserve">, zavazuje se zaplatit </w:t>
      </w:r>
      <w:r w:rsidR="00A95A40">
        <w:t>poskytovateli</w:t>
      </w:r>
      <w:r w:rsidR="00A95A40" w:rsidRPr="00565B8F">
        <w:t xml:space="preserve"> </w:t>
      </w:r>
      <w:r w:rsidRPr="00565B8F">
        <w:t xml:space="preserve">smluvní </w:t>
      </w:r>
      <w:r w:rsidRPr="00CF2EDD">
        <w:t xml:space="preserve">pokutu ve </w:t>
      </w:r>
      <w:r>
        <w:t xml:space="preserve">výši </w:t>
      </w:r>
      <w:r w:rsidRPr="008A4986">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10A947A7" w14:textId="1F1ADA33" w:rsidR="00257C4E" w:rsidRPr="008A4986" w:rsidRDefault="00257C4E" w:rsidP="00F608F0">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3A8DE81C" w14:textId="5D68F0CE" w:rsidR="00257C4E" w:rsidRPr="008A4986" w:rsidRDefault="000E040F" w:rsidP="00F608F0">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rsidR="00257C4E">
        <w:t xml:space="preserve">Nárok </w:t>
      </w:r>
      <w:r w:rsidR="00995425">
        <w:t xml:space="preserve">objednatele </w:t>
      </w:r>
      <w:r w:rsidR="00257C4E">
        <w:t>na náhradu škody se uplatněním smluvní pokuty nesnižuje.</w:t>
      </w:r>
    </w:p>
    <w:p w14:paraId="49FBFE1F" w14:textId="4036A14C" w:rsidR="00257C4E" w:rsidRPr="000F1DC4" w:rsidRDefault="00257C4E" w:rsidP="00F608F0">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10415510" w14:textId="6935E61E" w:rsidR="004B1672" w:rsidRDefault="004B1672" w:rsidP="00F608F0">
      <w:pPr>
        <w:pStyle w:val="Heading-Number-ContractCzechRadio"/>
      </w:pPr>
      <w:r>
        <w:t>Zánik smlouvy</w:t>
      </w:r>
    </w:p>
    <w:p w14:paraId="07EB2745" w14:textId="26517157" w:rsidR="00CD36A1" w:rsidRPr="008A4986" w:rsidRDefault="00CD36A1" w:rsidP="00F608F0">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 xml:space="preserve">dohodou </w:t>
      </w:r>
      <w:r w:rsidRPr="00B63CDB">
        <w:rPr>
          <w:spacing w:val="-4"/>
          <w:lang w:eastAsia="cs-CZ"/>
        </w:rPr>
        <w:t xml:space="preserve">nebo </w:t>
      </w:r>
      <w:r w:rsidR="00C55596">
        <w:rPr>
          <w:spacing w:val="-4"/>
          <w:lang w:eastAsia="cs-CZ"/>
        </w:rPr>
        <w:t xml:space="preserve">(3) </w:t>
      </w:r>
      <w:r w:rsidRPr="00B63CDB">
        <w:rPr>
          <w:spacing w:val="-4"/>
          <w:lang w:eastAsia="cs-CZ"/>
        </w:rPr>
        <w:t xml:space="preserve">odstoupením. </w:t>
      </w:r>
    </w:p>
    <w:p w14:paraId="0879C867" w14:textId="2E9F7069" w:rsidR="00C55596" w:rsidRDefault="00C55596" w:rsidP="00F608F0">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23D6FE5B" w14:textId="7E9EB6A6" w:rsidR="00C55596" w:rsidRPr="00CD36A1" w:rsidRDefault="00C55596" w:rsidP="00F608F0">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F9DB45B" w14:textId="3882AB1C" w:rsidR="004B1672" w:rsidRPr="00CF2EDD" w:rsidRDefault="004B1672" w:rsidP="00F608F0">
      <w:pPr>
        <w:pStyle w:val="ListNumber-ContractCzechRadio"/>
        <w:rPr>
          <w:b/>
          <w:szCs w:val="24"/>
        </w:rPr>
      </w:pPr>
      <w:r w:rsidRPr="00CF2EDD">
        <w:t>Objednatel je oprávněn od této smlouvy odstoupit zejména</w:t>
      </w:r>
      <w:r>
        <w:t>:</w:t>
      </w:r>
      <w:r w:rsidRPr="00CF2EDD">
        <w:t xml:space="preserve"> </w:t>
      </w:r>
    </w:p>
    <w:p w14:paraId="7E852DE1" w14:textId="79C45896" w:rsidR="004B1672" w:rsidRDefault="004B1672" w:rsidP="00F608F0">
      <w:pPr>
        <w:pStyle w:val="ListLetter-ContractCzechRadio"/>
        <w:jc w:val="both"/>
      </w:pPr>
      <w:r w:rsidRPr="00CF2EDD">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7C876C19" w14:textId="7ABD6CC7" w:rsidR="007C07AF" w:rsidRDefault="007C07AF" w:rsidP="00F608F0">
      <w:pPr>
        <w:pStyle w:val="ListLetter-ContractCzechRadio"/>
        <w:jc w:val="both"/>
      </w:pPr>
      <w:r>
        <w:t xml:space="preserve">přestane-li poskytovatel za dobu trvání </w:t>
      </w:r>
      <w:r w:rsidR="008061B4">
        <w:t xml:space="preserve">této </w:t>
      </w:r>
      <w:r>
        <w:t xml:space="preserve">smlouvy splňovat </w:t>
      </w:r>
      <w:r w:rsidR="001C2D07">
        <w:t xml:space="preserve">podmínky </w:t>
      </w:r>
      <w:r>
        <w:t>základní způsobilost</w:t>
      </w:r>
      <w:r w:rsidR="001C2D07">
        <w:t>i</w:t>
      </w:r>
      <w:r w:rsidR="008061B4">
        <w:t xml:space="preserve"> dle čestného prohlášení výběrového řízení</w:t>
      </w:r>
      <w:r>
        <w:t>;</w:t>
      </w:r>
    </w:p>
    <w:p w14:paraId="563E0B65" w14:textId="72E83113" w:rsidR="004B1672" w:rsidRDefault="004B1672" w:rsidP="00F608F0">
      <w:pPr>
        <w:pStyle w:val="ListLetter-ContractCzechRadio"/>
        <w:jc w:val="both"/>
      </w:pPr>
      <w:r>
        <w:t>je</w:t>
      </w:r>
      <w:r w:rsidR="000725EB">
        <w:t>-</w:t>
      </w:r>
      <w:r>
        <w:t>li to stanoveno touto smlouvou</w:t>
      </w:r>
      <w:r w:rsidRPr="00CF2EDD">
        <w:t>.</w:t>
      </w:r>
    </w:p>
    <w:p w14:paraId="53C9EEC1" w14:textId="3821F192" w:rsidR="004B1672" w:rsidRPr="004B1672" w:rsidRDefault="004B1672" w:rsidP="00F608F0">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77E8D">
        <w:rPr>
          <w:rFonts w:eastAsia="Times New Roman" w:cs="Arial"/>
          <w:bCs/>
          <w:kern w:val="32"/>
          <w:szCs w:val="20"/>
        </w:rPr>
        <w:t>, příp. později, pokud je tak v odstoupení uvedeno</w:t>
      </w:r>
      <w:r w:rsidRPr="006D0812">
        <w:rPr>
          <w:rFonts w:eastAsia="Times New Roman" w:cs="Arial"/>
          <w:bCs/>
          <w:kern w:val="32"/>
          <w:szCs w:val="20"/>
        </w:rPr>
        <w:t>.</w:t>
      </w:r>
    </w:p>
    <w:p w14:paraId="13278B18" w14:textId="4164FD34" w:rsidR="00B34741" w:rsidRDefault="00B34741" w:rsidP="00F608F0">
      <w:pPr>
        <w:pStyle w:val="Heading-Number-ContractCzechRadio"/>
        <w:rPr>
          <w:rFonts w:cs="Arial"/>
          <w:szCs w:val="20"/>
        </w:rPr>
      </w:pPr>
      <w:r w:rsidRPr="00793C93">
        <w:rPr>
          <w:rFonts w:cs="Arial"/>
          <w:szCs w:val="20"/>
        </w:rPr>
        <w:t>Odpovědnost za škody a pojištění</w:t>
      </w:r>
    </w:p>
    <w:p w14:paraId="5A5299DE" w14:textId="2572A408" w:rsidR="00B34741" w:rsidRPr="00E1779B" w:rsidRDefault="00B34741" w:rsidP="00F608F0">
      <w:pPr>
        <w:pStyle w:val="ListNumber-ContractCzechRadio"/>
      </w:pPr>
      <w:r>
        <w:rPr>
          <w:rFonts w:cs="Arial"/>
          <w:noProof/>
          <w:szCs w:val="20"/>
          <w:lang w:eastAsia="cs-CZ"/>
        </w:rPr>
        <w:t>Poskytovatel</w:t>
      </w:r>
      <w:r w:rsidRPr="00793C93">
        <w:rPr>
          <w:rFonts w:cs="Arial"/>
          <w:szCs w:val="20"/>
        </w:rPr>
        <w:t xml:space="preserve"> tímto bere na vědomí, že svou činností dle této </w:t>
      </w:r>
      <w:r>
        <w:t>smlouvy</w:t>
      </w:r>
      <w:r w:rsidRPr="00793C93">
        <w:rPr>
          <w:rFonts w:cs="Arial"/>
          <w:szCs w:val="20"/>
        </w:rPr>
        <w:t xml:space="preserve"> může objednateli způsobit majetkovou újmu (tj. škodu na jmění objednatele nebo třetích osob) nebo nemajetkovou újmu (dále souhrnně jako „</w:t>
      </w:r>
      <w:r w:rsidRPr="00414B5D">
        <w:rPr>
          <w:rFonts w:cs="Arial"/>
          <w:b/>
          <w:szCs w:val="20"/>
        </w:rPr>
        <w:t>škoda</w:t>
      </w:r>
      <w:r w:rsidRPr="00793C93">
        <w:rPr>
          <w:rFonts w:cs="Arial"/>
          <w:szCs w:val="20"/>
        </w:rPr>
        <w:t xml:space="preserve">“). Tuto škodu je </w:t>
      </w:r>
      <w:r>
        <w:rPr>
          <w:rFonts w:cs="Arial"/>
          <w:szCs w:val="20"/>
        </w:rPr>
        <w:t>poskytovatel</w:t>
      </w:r>
      <w:r w:rsidRPr="00793C93">
        <w:rPr>
          <w:rFonts w:cs="Arial"/>
          <w:szCs w:val="20"/>
        </w:rPr>
        <w:t xml:space="preserve"> povinen objednateli uhradit na základě </w:t>
      </w:r>
      <w:r>
        <w:rPr>
          <w:rFonts w:cs="Arial"/>
          <w:szCs w:val="20"/>
        </w:rPr>
        <w:t xml:space="preserve">písemné </w:t>
      </w:r>
      <w:r w:rsidRPr="00793C93">
        <w:rPr>
          <w:rFonts w:cs="Arial"/>
          <w:szCs w:val="20"/>
        </w:rPr>
        <w:t>výzvy objednatele.</w:t>
      </w:r>
    </w:p>
    <w:p w14:paraId="3A0B7DC1" w14:textId="5F4ECC8A" w:rsidR="00E1779B" w:rsidRPr="00E1779B" w:rsidRDefault="00E1779B" w:rsidP="00F608F0">
      <w:pPr>
        <w:pStyle w:val="ListNumber-ContractCzechRadio"/>
      </w:pPr>
      <w:r>
        <w:rPr>
          <w:rFonts w:cs="Arial"/>
          <w:noProof/>
          <w:szCs w:val="20"/>
          <w:lang w:eastAsia="cs-CZ"/>
        </w:rPr>
        <w:lastRenderedPageBreak/>
        <w:t>Poskytovatel</w:t>
      </w:r>
      <w:r w:rsidRPr="00793C93">
        <w:rPr>
          <w:rFonts w:cs="Arial"/>
          <w:szCs w:val="20"/>
        </w:rPr>
        <w:t xml:space="preserve"> je povinen mít po dobu účinnosti této </w:t>
      </w:r>
      <w:r>
        <w:t>smlouvy</w:t>
      </w:r>
      <w:r>
        <w:rPr>
          <w:rFonts w:cs="Arial"/>
          <w:szCs w:val="20"/>
        </w:rPr>
        <w:t xml:space="preserve"> </w:t>
      </w:r>
      <w:r w:rsidRPr="00793C93">
        <w:rPr>
          <w:rFonts w:cs="Arial"/>
          <w:szCs w:val="20"/>
        </w:rPr>
        <w:t xml:space="preserve">pojištěnu svou odpovědnost za škodu vzniklou jeho činností z této </w:t>
      </w:r>
      <w:r>
        <w:t>smlouvy</w:t>
      </w:r>
      <w:r w:rsidRPr="00793C93">
        <w:rPr>
          <w:rFonts w:cs="Arial"/>
          <w:szCs w:val="20"/>
        </w:rPr>
        <w:t xml:space="preserve"> s minimálním limitem plnění</w:t>
      </w:r>
      <w:r w:rsidR="008061B4">
        <w:rPr>
          <w:rFonts w:cs="Arial"/>
          <w:szCs w:val="20"/>
        </w:rPr>
        <w:t xml:space="preserve"> </w:t>
      </w:r>
      <w:r w:rsidR="00A46E2A" w:rsidRPr="00A46E2A">
        <w:rPr>
          <w:rFonts w:cs="Arial"/>
          <w:b/>
          <w:szCs w:val="20"/>
        </w:rPr>
        <w:t>1</w:t>
      </w:r>
      <w:r w:rsidR="008061B4" w:rsidRPr="008061B4">
        <w:rPr>
          <w:rFonts w:cs="Arial"/>
          <w:b/>
          <w:szCs w:val="20"/>
        </w:rPr>
        <w:t>.</w:t>
      </w:r>
      <w:r w:rsidR="00A46E2A">
        <w:rPr>
          <w:rFonts w:cs="Arial"/>
          <w:b/>
          <w:szCs w:val="20"/>
        </w:rPr>
        <w:t>5</w:t>
      </w:r>
      <w:r w:rsidR="008061B4" w:rsidRPr="008061B4">
        <w:rPr>
          <w:rFonts w:cs="Arial"/>
          <w:b/>
          <w:szCs w:val="20"/>
        </w:rPr>
        <w:t>00.000</w:t>
      </w:r>
      <w:r w:rsidRPr="008061B4">
        <w:rPr>
          <w:rFonts w:cs="Arial"/>
          <w:b/>
          <w:szCs w:val="20"/>
        </w:rPr>
        <w:t>,- Kč</w:t>
      </w:r>
      <w:r w:rsidRPr="00793C93">
        <w:rPr>
          <w:rFonts w:cs="Arial"/>
          <w:szCs w:val="20"/>
        </w:rPr>
        <w:t xml:space="preserve">. Tento limit žádným způsobem nezbavuje </w:t>
      </w:r>
      <w:r>
        <w:rPr>
          <w:rFonts w:cs="Arial"/>
          <w:szCs w:val="20"/>
        </w:rPr>
        <w:t>poskytovatele</w:t>
      </w:r>
      <w:r w:rsidRPr="00793C93">
        <w:rPr>
          <w:rFonts w:cs="Arial"/>
          <w:szCs w:val="20"/>
        </w:rPr>
        <w:t xml:space="preserve"> povinnost</w:t>
      </w:r>
      <w:r>
        <w:rPr>
          <w:rFonts w:cs="Arial"/>
          <w:szCs w:val="20"/>
        </w:rPr>
        <w:t>i</w:t>
      </w:r>
      <w:r w:rsidRPr="00793C93">
        <w:rPr>
          <w:rFonts w:cs="Arial"/>
          <w:szCs w:val="20"/>
        </w:rPr>
        <w:t xml:space="preserve"> uhradit objedna</w:t>
      </w:r>
      <w:r>
        <w:rPr>
          <w:rFonts w:cs="Arial"/>
          <w:szCs w:val="20"/>
        </w:rPr>
        <w:t>teli škodu v plné výši. Na písemnou výzvu objednatele je poskytovatel povinen předložit pojistnou smlouvu</w:t>
      </w:r>
      <w:r w:rsidRPr="00793C93">
        <w:rPr>
          <w:rFonts w:cs="Arial"/>
          <w:szCs w:val="20"/>
        </w:rPr>
        <w:t xml:space="preserve"> dle tohoto odstavce</w:t>
      </w:r>
      <w:r>
        <w:rPr>
          <w:rFonts w:cs="Arial"/>
          <w:szCs w:val="20"/>
        </w:rPr>
        <w:t xml:space="preserve"> </w:t>
      </w:r>
      <w:r>
        <w:t>smlouvy</w:t>
      </w:r>
      <w:r w:rsidRPr="00793C93">
        <w:rPr>
          <w:rFonts w:cs="Arial"/>
          <w:szCs w:val="20"/>
        </w:rPr>
        <w:t>.</w:t>
      </w:r>
    </w:p>
    <w:p w14:paraId="17DF2E5A" w14:textId="150EC4F6" w:rsidR="00E1779B" w:rsidRPr="0031457A" w:rsidRDefault="00E1779B" w:rsidP="00F608F0">
      <w:pPr>
        <w:pStyle w:val="ListNumber-ContractCzechRadio"/>
      </w:pPr>
      <w:r w:rsidRPr="00793C93">
        <w:rPr>
          <w:rFonts w:cs="Arial"/>
          <w:szCs w:val="20"/>
        </w:rPr>
        <w:t>S ohledem na předchozí odstavec</w:t>
      </w:r>
      <w:r w:rsidR="00B97451">
        <w:rPr>
          <w:rFonts w:cs="Arial"/>
          <w:szCs w:val="20"/>
        </w:rPr>
        <w:t xml:space="preserve"> tohoto článku smlouvy</w:t>
      </w:r>
      <w:r w:rsidRPr="00793C93">
        <w:rPr>
          <w:rFonts w:cs="Arial"/>
          <w:szCs w:val="20"/>
        </w:rPr>
        <w:t xml:space="preserve"> je </w:t>
      </w:r>
      <w:r>
        <w:rPr>
          <w:rFonts w:cs="Arial"/>
          <w:szCs w:val="20"/>
        </w:rPr>
        <w:t>poskytovatel</w:t>
      </w:r>
      <w:r w:rsidRPr="00793C93">
        <w:rPr>
          <w:rFonts w:cs="Arial"/>
          <w:szCs w:val="20"/>
        </w:rPr>
        <w:t xml:space="preserve"> povinen kdykoli během účinnosti této </w:t>
      </w:r>
      <w:r>
        <w:t>smlouvy</w:t>
      </w:r>
      <w:r w:rsidRPr="00793C93">
        <w:rPr>
          <w:rFonts w:cs="Arial"/>
          <w:szCs w:val="20"/>
        </w:rPr>
        <w:t xml:space="preserve"> objednateli na jeho žádost prokázat, že požadované pojištění trvá.</w:t>
      </w:r>
    </w:p>
    <w:p w14:paraId="23A634A5" w14:textId="040F125D" w:rsidR="0031457A" w:rsidRPr="00B34741" w:rsidRDefault="0031457A" w:rsidP="00F608F0">
      <w:pPr>
        <w:pStyle w:val="ListNumber-ContractCzechRadio"/>
      </w:pPr>
      <w:r>
        <w:t>Smluvní strany se dohodly, že se na tuto smlouvu nepoužije ustanovení § 2914 OZ, a že poskytovatel odpovídá v plné výši za veškeré škody, které objednateli vzniknou porušením povinností dle této smlouvy</w:t>
      </w:r>
      <w:r w:rsidR="00F365CD">
        <w:t>,</w:t>
      </w:r>
      <w:r w:rsidR="00F365CD" w:rsidRPr="00F365CD">
        <w:t xml:space="preserve"> </w:t>
      </w:r>
      <w:r w:rsidR="00F365CD">
        <w:t>bez ohledu na to zda tuto škodu způsobí poskytovatel nebo jeho poddodavatel</w:t>
      </w:r>
      <w:r>
        <w:t>.</w:t>
      </w:r>
    </w:p>
    <w:p w14:paraId="070206A4" w14:textId="1DF46983" w:rsidR="00F043FF" w:rsidRDefault="00F043FF" w:rsidP="00F608F0">
      <w:pPr>
        <w:pStyle w:val="Heading-Number-ContractCzechRadio"/>
      </w:pPr>
      <w:r>
        <w:t>Další ustanovení</w:t>
      </w:r>
    </w:p>
    <w:p w14:paraId="73C5640B" w14:textId="10E57912" w:rsidR="00F043FF" w:rsidRDefault="004216FE" w:rsidP="00F608F0">
      <w:pPr>
        <w:pStyle w:val="ListNumber-ContractCzechRadio"/>
      </w:pPr>
      <w:r>
        <w:t>S</w:t>
      </w:r>
      <w:r w:rsidR="00F043FF">
        <w:t xml:space="preserve">mluvní strany pro </w:t>
      </w:r>
      <w:r>
        <w:t>vyloučení možných</w:t>
      </w:r>
      <w:r w:rsidR="00F043FF">
        <w:t xml:space="preserve"> pochybností uvádí následující:</w:t>
      </w:r>
    </w:p>
    <w:p w14:paraId="769BE91D" w14:textId="5A800AC1" w:rsidR="00F043FF" w:rsidRDefault="00F043FF" w:rsidP="00F608F0">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564AE5C2" w14:textId="76E2C3F6" w:rsidR="00F043FF" w:rsidRDefault="00F043FF" w:rsidP="00F608F0">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7484A2F5" w14:textId="5C3A9138" w:rsidR="001B2C4F" w:rsidRDefault="001B2C4F" w:rsidP="00F608F0">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w:t>
      </w:r>
      <w:r w:rsidDel="00A46D83">
        <w:t xml:space="preserve"> </w:t>
      </w:r>
      <w:r>
        <w:t>na účet objednatele, přičemž poskytovatel je povinen objednateli před opatřením věci sdělit písemnou a prokazatelně doručenou formou cenu takovéto věci a stanovit mu přiměřenou lhůtu k vyjádření</w:t>
      </w:r>
      <w:r>
        <w:rPr>
          <w:lang w:eastAsia="ar-SA"/>
        </w:rPr>
        <w:t>;</w:t>
      </w:r>
    </w:p>
    <w:p w14:paraId="125D36CB" w14:textId="109F61AA" w:rsidR="00F72AB3" w:rsidRDefault="002932DA" w:rsidP="00F608F0">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1D0BD221" w14:textId="77777777" w:rsidR="00A11BC0" w:rsidRPr="006D0812" w:rsidRDefault="00A11BC0" w:rsidP="00F608F0">
      <w:pPr>
        <w:pStyle w:val="Heading-Number-ContractCzechRadio"/>
      </w:pPr>
      <w:r w:rsidRPr="006D0812">
        <w:t>Závěrečná ustanovení</w:t>
      </w:r>
    </w:p>
    <w:p w14:paraId="6989014B" w14:textId="6044FDCE" w:rsidR="007B1349" w:rsidRPr="006D0812" w:rsidRDefault="007B1349" w:rsidP="00F608F0">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717825">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48039B1F" w14:textId="619D3051" w:rsidR="00043DF0" w:rsidRPr="006D0812" w:rsidRDefault="00717825" w:rsidP="00F608F0">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00043DF0"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00043DF0"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00043DF0"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00043DF0"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4D62DE49" w14:textId="76387123" w:rsidR="00F36299" w:rsidRPr="006D0812" w:rsidRDefault="00F36299" w:rsidP="00F608F0">
      <w:pPr>
        <w:pStyle w:val="ListNumber-ContractCzechRadio"/>
      </w:pPr>
      <w:r w:rsidRPr="006D0812">
        <w:t xml:space="preserve">Tato smlouva je vyhotovena ve </w:t>
      </w:r>
      <w:r w:rsidR="00920410">
        <w:t>tř</w:t>
      </w:r>
      <w:r w:rsidR="00400EC6">
        <w:t>ech</w:t>
      </w:r>
      <w:r w:rsidR="00920410" w:rsidRPr="006D0812">
        <w:t xml:space="preserve"> </w:t>
      </w:r>
      <w:r w:rsidRPr="006D0812">
        <w:t xml:space="preserve">stejnopisech s platností originálu, z nichž </w:t>
      </w:r>
      <w:r w:rsidR="007841DA">
        <w:t>objednatel obdrží dva a poskytovatel jeden</w:t>
      </w:r>
      <w:r w:rsidRPr="006D0812">
        <w:t>.</w:t>
      </w:r>
      <w:r w:rsidR="00EE5280" w:rsidRPr="00EE5280">
        <w:t xml:space="preserve"> </w:t>
      </w:r>
      <w:r w:rsidR="00EE5280">
        <w:t xml:space="preserve">V případě, že bude smlouva uzavřena na dálku za využití </w:t>
      </w:r>
      <w:r w:rsidR="00EE5280">
        <w:lastRenderedPageBreak/>
        <w:t>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64F6712E" w14:textId="77777777" w:rsidR="00043DF0" w:rsidRPr="006D0812" w:rsidRDefault="00043DF0" w:rsidP="00F608F0">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69F13DE7" w14:textId="24D2F5E8" w:rsidR="00BE6222" w:rsidRPr="006D0812" w:rsidRDefault="00BE6222" w:rsidP="00F608F0">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353AE423" w14:textId="2F5E1EE1" w:rsidR="00AA6ED4" w:rsidRPr="00A1527D" w:rsidRDefault="00AA6ED4" w:rsidP="00F608F0">
      <w:pPr>
        <w:pStyle w:val="ListNumber-ContractCzechRadio"/>
      </w:pPr>
      <w:r>
        <w:t>Poskytovatel</w:t>
      </w:r>
      <w:r w:rsidRPr="00A1527D">
        <w:t xml:space="preserve"> bere na vědomí, že </w:t>
      </w:r>
      <w:r>
        <w:t>objednatel</w:t>
      </w:r>
      <w:r w:rsidRPr="00A1527D">
        <w:t xml:space="preserve"> je jako zadavatel veřejné zakázky oprávněn v souladu s § 219 ZZVZ uveřejnit na profilu zadavatele tuto smlouvu včetně </w:t>
      </w:r>
      <w:r w:rsidR="00E77D6D">
        <w:t xml:space="preserve">jejích příloh, </w:t>
      </w:r>
      <w:r w:rsidRPr="00A1527D">
        <w:t>všech jejích změn a dodatků</w:t>
      </w:r>
      <w:r w:rsidR="00E77D6D">
        <w:t xml:space="preserve"> a</w:t>
      </w:r>
      <w:r w:rsidRPr="00A1527D">
        <w:t xml:space="preserve"> výši skutečně uhrazené ceny za plnění veřejné zakázky.</w:t>
      </w:r>
    </w:p>
    <w:p w14:paraId="57244EDD" w14:textId="579337BF" w:rsidR="004131AC" w:rsidRPr="008A4986" w:rsidRDefault="004131AC" w:rsidP="008A4986">
      <w:pPr>
        <w:pStyle w:val="ListNumber-ContractCzechRadio"/>
        <w:numPr>
          <w:ilvl w:val="1"/>
          <w:numId w:val="37"/>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45CE6E88" w14:textId="0CDF0907" w:rsidR="00E77D6D" w:rsidRPr="000F0134" w:rsidRDefault="00E77D6D" w:rsidP="000F0134">
      <w:pPr>
        <w:pStyle w:val="ListNumber-ContractCzechRadio"/>
        <w:numPr>
          <w:ilvl w:val="1"/>
          <w:numId w:val="37"/>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26F26A26" w14:textId="77777777" w:rsidR="004131AC" w:rsidRPr="004131AC" w:rsidRDefault="004131AC" w:rsidP="004131AC">
      <w:pPr>
        <w:ind w:left="312"/>
        <w:jc w:val="both"/>
        <w:rPr>
          <w:rFonts w:cs="Arial"/>
          <w:szCs w:val="20"/>
        </w:rPr>
      </w:pPr>
    </w:p>
    <w:p w14:paraId="3CDF02EE" w14:textId="1005BB19" w:rsidR="00043DF0" w:rsidRPr="008A255D" w:rsidRDefault="00043DF0" w:rsidP="00F608F0">
      <w:pPr>
        <w:pStyle w:val="ListNumber-ContractCzechRadio"/>
      </w:pPr>
      <w:r w:rsidRPr="008A255D">
        <w:t>Nedílnou součástí této smlouvy je její:</w:t>
      </w:r>
    </w:p>
    <w:p w14:paraId="2A9B7016" w14:textId="3AD44D7A" w:rsidR="00AC17DD" w:rsidRPr="008A255D" w:rsidRDefault="00AC17DD" w:rsidP="00AC17DD">
      <w:pPr>
        <w:pStyle w:val="Heading-Number-ContractCzechRadio"/>
        <w:numPr>
          <w:ilvl w:val="0"/>
          <w:numId w:val="0"/>
        </w:numPr>
        <w:jc w:val="left"/>
        <w:rPr>
          <w:b w:val="0"/>
        </w:rPr>
      </w:pPr>
      <w:r w:rsidRPr="008A255D">
        <w:rPr>
          <w:b w:val="0"/>
        </w:rPr>
        <w:t>Příloha č. 1 – Protokol o poskytnutí služeb;</w:t>
      </w:r>
    </w:p>
    <w:p w14:paraId="5280371B" w14:textId="74AFE8CC" w:rsidR="00043DF0" w:rsidRPr="008A255D" w:rsidRDefault="002932DA" w:rsidP="00043DF0">
      <w:pPr>
        <w:pStyle w:val="Heading-Number-ContractCzechRadio"/>
        <w:numPr>
          <w:ilvl w:val="0"/>
          <w:numId w:val="0"/>
        </w:numPr>
        <w:jc w:val="left"/>
        <w:rPr>
          <w:b w:val="0"/>
        </w:rPr>
      </w:pPr>
      <w:r w:rsidRPr="008A255D">
        <w:rPr>
          <w:b w:val="0"/>
        </w:rPr>
        <w:t>Příloha</w:t>
      </w:r>
      <w:r w:rsidR="00A46E2A" w:rsidRPr="008A255D">
        <w:rPr>
          <w:b w:val="0"/>
        </w:rPr>
        <w:t xml:space="preserve"> č. </w:t>
      </w:r>
      <w:r w:rsidR="00AC17DD" w:rsidRPr="008A255D">
        <w:rPr>
          <w:b w:val="0"/>
        </w:rPr>
        <w:t>2</w:t>
      </w:r>
      <w:r w:rsidRPr="008A255D">
        <w:rPr>
          <w:b w:val="0"/>
        </w:rPr>
        <w:t xml:space="preserve"> </w:t>
      </w:r>
      <w:r w:rsidR="00417F60" w:rsidRPr="008A255D">
        <w:rPr>
          <w:b w:val="0"/>
        </w:rPr>
        <w:t>–</w:t>
      </w:r>
      <w:r w:rsidRPr="008A255D">
        <w:rPr>
          <w:b w:val="0"/>
        </w:rPr>
        <w:t xml:space="preserve"> </w:t>
      </w:r>
      <w:r w:rsidR="00A46E2A" w:rsidRPr="008A255D">
        <w:rPr>
          <w:b w:val="0"/>
        </w:rPr>
        <w:t>Technická specifikace karavanu</w:t>
      </w:r>
      <w:r w:rsidR="008653F5" w:rsidRPr="008A255D">
        <w:rPr>
          <w:rFonts w:cs="Arial"/>
          <w:b w:val="0"/>
        </w:rPr>
        <w:t>;</w:t>
      </w:r>
    </w:p>
    <w:p w14:paraId="6C8F9AD3" w14:textId="7AC93BB4" w:rsidR="00A11BC0" w:rsidRPr="008A255D" w:rsidRDefault="00EB789E" w:rsidP="00AC17DD">
      <w:pPr>
        <w:pStyle w:val="Heading-Number-ContractCzechRadio"/>
        <w:numPr>
          <w:ilvl w:val="0"/>
          <w:numId w:val="0"/>
        </w:numPr>
        <w:jc w:val="left"/>
        <w:rPr>
          <w:b w:val="0"/>
        </w:rPr>
      </w:pPr>
      <w:r w:rsidRPr="008A255D">
        <w:rPr>
          <w:b w:val="0"/>
        </w:rPr>
        <w:t>Příloha</w:t>
      </w:r>
      <w:r w:rsidR="00162D8D" w:rsidRPr="008A255D">
        <w:rPr>
          <w:b w:val="0"/>
        </w:rPr>
        <w:t xml:space="preserve"> č. </w:t>
      </w:r>
      <w:r w:rsidR="00A46E2A" w:rsidRPr="008A255D">
        <w:rPr>
          <w:b w:val="0"/>
        </w:rPr>
        <w:t>3</w:t>
      </w:r>
      <w:r w:rsidRPr="008A255D">
        <w:rPr>
          <w:b w:val="0"/>
        </w:rPr>
        <w:t xml:space="preserve"> </w:t>
      </w:r>
      <w:r w:rsidR="000F0134" w:rsidRPr="008A255D">
        <w:rPr>
          <w:b w:val="0"/>
        </w:rPr>
        <w:t xml:space="preserve">– </w:t>
      </w:r>
      <w:r w:rsidR="00A46E2A" w:rsidRPr="008A255D">
        <w:rPr>
          <w:b w:val="0"/>
        </w:rPr>
        <w:t xml:space="preserve"> Orientační harmonogram akcí objednatele</w:t>
      </w:r>
    </w:p>
    <w:p w14:paraId="5C3387A3"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7F309EEF" w14:textId="77777777" w:rsidTr="008653F5">
        <w:trPr>
          <w:jc w:val="center"/>
        </w:trPr>
        <w:tc>
          <w:tcPr>
            <w:tcW w:w="4366" w:type="dxa"/>
          </w:tcPr>
          <w:p w14:paraId="3FE76323"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2AD31746"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59A5D1E7" w14:textId="77777777" w:rsidTr="008653F5">
        <w:trPr>
          <w:trHeight w:val="704"/>
          <w:jc w:val="center"/>
        </w:trPr>
        <w:tc>
          <w:tcPr>
            <w:tcW w:w="4366" w:type="dxa"/>
          </w:tcPr>
          <w:p w14:paraId="074E341C"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5E31BE42"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55CCAA3"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4366" w:type="dxa"/>
          </w:tcPr>
          <w:p w14:paraId="43D68ED4"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19323D06"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75BD923"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497281FB"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8F145B6" w14:textId="77777777" w:rsidR="000F0134" w:rsidRDefault="000F013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6B0C348D" w14:textId="77777777" w:rsidR="007277E7" w:rsidRDefault="007277E7" w:rsidP="0023258C">
      <w:pPr>
        <w:pStyle w:val="SubjectName-ContractCzechRadio"/>
        <w:jc w:val="center"/>
      </w:pPr>
    </w:p>
    <w:p w14:paraId="4E48F278" w14:textId="0D0AEC43" w:rsidR="00731E1C" w:rsidRPr="006D0812" w:rsidRDefault="00D5524A" w:rsidP="0023258C">
      <w:pPr>
        <w:pStyle w:val="SubjectName-ContractCzechRadio"/>
        <w:jc w:val="center"/>
      </w:pPr>
      <w:r>
        <w:t>P</w:t>
      </w:r>
      <w:r w:rsidR="00731E1C" w:rsidRPr="006D0812">
        <w:t>ŘÍLOHA</w:t>
      </w:r>
      <w:r w:rsidR="00AC17DD">
        <w:t xml:space="preserve"> č. 1</w:t>
      </w:r>
      <w:r w:rsidR="002932DA">
        <w:t xml:space="preserve"> </w:t>
      </w:r>
      <w:r w:rsidR="00731E1C" w:rsidRPr="006D0812">
        <w:t xml:space="preserve">– PROTOKOL O </w:t>
      </w:r>
      <w:r w:rsidR="00147362">
        <w:t>POSKYTNUTÍ SLUŽEB</w:t>
      </w:r>
    </w:p>
    <w:p w14:paraId="5F8AB923" w14:textId="77777777" w:rsidR="00731E1C" w:rsidRPr="006D0812" w:rsidRDefault="00731E1C" w:rsidP="0023258C">
      <w:pPr>
        <w:pStyle w:val="SubjectSpecification-ContractCzechRadio"/>
      </w:pPr>
    </w:p>
    <w:p w14:paraId="67ED61DB" w14:textId="77777777" w:rsidR="00731E1C" w:rsidRPr="006D0812" w:rsidRDefault="00731E1C" w:rsidP="00731E1C">
      <w:pPr>
        <w:pStyle w:val="SubjectName-ContractCzechRadio"/>
      </w:pPr>
      <w:r w:rsidRPr="006D0812">
        <w:t>Český rozhlas</w:t>
      </w:r>
    </w:p>
    <w:p w14:paraId="18D00F37" w14:textId="2F0D35DA" w:rsidR="00731E1C" w:rsidRPr="006D0812" w:rsidRDefault="00731E1C" w:rsidP="00731E1C">
      <w:pPr>
        <w:pStyle w:val="SubjectSpecification-ContractCzechRadio"/>
      </w:pPr>
      <w:r w:rsidRPr="006D0812">
        <w:t>IČ</w:t>
      </w:r>
      <w:r w:rsidR="00E77D6D">
        <w:t>O</w:t>
      </w:r>
      <w:r w:rsidRPr="006D0812">
        <w:t xml:space="preserve"> 45245053, DIČ CZ45245053</w:t>
      </w:r>
    </w:p>
    <w:p w14:paraId="00E45FBD" w14:textId="5004D1E7" w:rsidR="00386EE0" w:rsidRPr="008653F5" w:rsidRDefault="00386EE0" w:rsidP="00386EE0">
      <w:pPr>
        <w:pStyle w:val="SubjectSpecification-ContractCzechRadio"/>
      </w:pPr>
      <w:r w:rsidRPr="008653F5">
        <w:t xml:space="preserve">zástupce pro věcná jednání </w:t>
      </w:r>
      <w:r w:rsidRPr="008653F5">
        <w:tab/>
      </w:r>
      <w:r w:rsidR="00B41E7B">
        <w:rPr>
          <w:rFonts w:cs="Arial"/>
          <w:szCs w:val="20"/>
        </w:rPr>
        <w:t>Vladimíra Neřoldová</w:t>
      </w:r>
    </w:p>
    <w:p w14:paraId="54399653" w14:textId="503416B5"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tel.: +420</w:t>
      </w:r>
      <w:r w:rsidR="00B41E7B">
        <w:t> </w:t>
      </w:r>
      <w:r w:rsidR="00B41E7B">
        <w:rPr>
          <w:rFonts w:cs="Arial"/>
          <w:szCs w:val="20"/>
        </w:rPr>
        <w:t>725 435 561</w:t>
      </w:r>
    </w:p>
    <w:p w14:paraId="4048BEA0" w14:textId="0D96F8A9" w:rsidR="00386EE0" w:rsidRPr="008653F5" w:rsidRDefault="00B41E7B" w:rsidP="00386EE0">
      <w:pPr>
        <w:pStyle w:val="SubjectSpecification-ContractCzechRadio"/>
      </w:pPr>
      <w:r>
        <w:tab/>
      </w:r>
      <w:r>
        <w:tab/>
      </w:r>
      <w:r>
        <w:tab/>
      </w:r>
      <w:r>
        <w:tab/>
      </w:r>
      <w:r>
        <w:tab/>
      </w:r>
      <w:r>
        <w:tab/>
      </w:r>
      <w:r>
        <w:tab/>
      </w:r>
      <w:r>
        <w:tab/>
      </w:r>
      <w:r>
        <w:tab/>
        <w:t>e-mail: vladimira.neroldova</w:t>
      </w:r>
      <w:r w:rsidR="00386EE0" w:rsidRPr="008653F5">
        <w:rPr>
          <w:rFonts w:cs="Arial"/>
          <w:szCs w:val="20"/>
        </w:rPr>
        <w:t>@</w:t>
      </w:r>
      <w:r w:rsidR="00386EE0" w:rsidRPr="008653F5">
        <w:t>rozhlas.cz</w:t>
      </w:r>
    </w:p>
    <w:p w14:paraId="41C5E893" w14:textId="77777777" w:rsidR="00731E1C" w:rsidRPr="008653F5" w:rsidRDefault="00731E1C" w:rsidP="00731E1C">
      <w:pPr>
        <w:pStyle w:val="SubjectSpecification-ContractCzechRadio"/>
      </w:pPr>
      <w:r w:rsidRPr="008653F5">
        <w:t>(dále jen jako „</w:t>
      </w:r>
      <w:r w:rsidRPr="000F0134">
        <w:rPr>
          <w:b/>
        </w:rPr>
        <w:t>přebírající</w:t>
      </w:r>
      <w:r w:rsidRPr="008653F5">
        <w:t>“)</w:t>
      </w:r>
    </w:p>
    <w:p w14:paraId="6078312F" w14:textId="77777777" w:rsidR="00731E1C" w:rsidRPr="006D0812" w:rsidRDefault="00731E1C" w:rsidP="00731E1C"/>
    <w:p w14:paraId="7E03B37C" w14:textId="77777777" w:rsidR="00731E1C" w:rsidRPr="006D0812" w:rsidRDefault="00731E1C" w:rsidP="00731E1C">
      <w:r w:rsidRPr="006D0812">
        <w:t>a</w:t>
      </w:r>
    </w:p>
    <w:p w14:paraId="6F098CF6" w14:textId="77777777" w:rsidR="00731E1C" w:rsidRPr="006D0812" w:rsidRDefault="00731E1C" w:rsidP="00731E1C"/>
    <w:p w14:paraId="5C71AF61" w14:textId="77777777" w:rsidR="00731E1C" w:rsidRPr="006D0812" w:rsidRDefault="00731E1C" w:rsidP="00731E1C">
      <w:pPr>
        <w:pStyle w:val="SubjectName-ContractCzechRadio"/>
      </w:pPr>
      <w:r w:rsidRPr="006D0812">
        <w:t>Název</w:t>
      </w:r>
    </w:p>
    <w:p w14:paraId="1061F961" w14:textId="43181ED5" w:rsidR="00731E1C" w:rsidRPr="008653F5" w:rsidRDefault="00731E1C" w:rsidP="00731E1C">
      <w:pPr>
        <w:pStyle w:val="SubjectSpecification-ContractCzechRadio"/>
      </w:pPr>
      <w:r w:rsidRPr="008653F5">
        <w:t>IČ</w:t>
      </w:r>
      <w:r w:rsidR="00E77D6D">
        <w:t>O</w:t>
      </w:r>
      <w:r w:rsidRPr="008653F5">
        <w:t xml:space="preserve"> </w:t>
      </w:r>
      <w:r w:rsidR="00386EE0" w:rsidRPr="008653F5">
        <w:t>[</w:t>
      </w:r>
      <w:r w:rsidR="00386EE0" w:rsidRPr="008653F5">
        <w:rPr>
          <w:highlight w:val="yellow"/>
        </w:rPr>
        <w:t>DOPLNIT</w:t>
      </w:r>
      <w:r w:rsidR="00386EE0" w:rsidRPr="008653F5">
        <w:t xml:space="preserve">], </w:t>
      </w:r>
      <w:r w:rsidRPr="008653F5">
        <w:t>DIČ CZ</w:t>
      </w:r>
      <w:r w:rsidR="00386EE0" w:rsidRPr="008653F5">
        <w:t>[</w:t>
      </w:r>
      <w:r w:rsidR="00386EE0" w:rsidRPr="008653F5">
        <w:rPr>
          <w:highlight w:val="yellow"/>
        </w:rPr>
        <w:t>DOPLNIT</w:t>
      </w:r>
      <w:r w:rsidR="00386EE0" w:rsidRPr="008653F5">
        <w:t>]</w:t>
      </w:r>
    </w:p>
    <w:p w14:paraId="19A8A940" w14:textId="77777777" w:rsidR="00386EE0" w:rsidRPr="008653F5" w:rsidRDefault="00386EE0"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7671B9C3"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03F072EB"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3A754543" w14:textId="77777777" w:rsidR="00731E1C" w:rsidRPr="008653F5" w:rsidRDefault="00731E1C" w:rsidP="00731E1C">
      <w:pPr>
        <w:pStyle w:val="SubjectSpecification-ContractCzechRadio"/>
      </w:pPr>
      <w:r w:rsidRPr="008653F5">
        <w:t>(dále jen jako „</w:t>
      </w:r>
      <w:r w:rsidR="00147362" w:rsidRPr="000F0134">
        <w:rPr>
          <w:b/>
        </w:rPr>
        <w:t>poskytující</w:t>
      </w:r>
      <w:r w:rsidRPr="008653F5">
        <w:t>“)</w:t>
      </w:r>
    </w:p>
    <w:p w14:paraId="3FEEF567" w14:textId="77777777" w:rsidR="00731E1C" w:rsidRPr="006D0812" w:rsidRDefault="00731E1C" w:rsidP="008A4986">
      <w:pPr>
        <w:pStyle w:val="Heading-Number-ContractCzechRadio"/>
        <w:numPr>
          <w:ilvl w:val="0"/>
          <w:numId w:val="42"/>
        </w:numPr>
      </w:pPr>
    </w:p>
    <w:p w14:paraId="4D4956FF" w14:textId="77777777" w:rsidR="0079034E" w:rsidRPr="006D0812" w:rsidRDefault="00731E1C" w:rsidP="00F608F0">
      <w:pPr>
        <w:pStyle w:val="ListNumber-ContractCzechRadio"/>
      </w:pPr>
      <w:r w:rsidRPr="006D0812">
        <w:t>Smluvní strany uvádí, že na základě smlouvy</w:t>
      </w:r>
      <w:r w:rsidR="003B20A3">
        <w:t xml:space="preserve"> o </w:t>
      </w:r>
      <w:r w:rsidR="00147362">
        <w:t>poskytnutí služeb</w:t>
      </w:r>
      <w:r w:rsidRPr="006D0812">
        <w:t xml:space="preserve"> ze dne [</w:t>
      </w:r>
      <w:r w:rsidRPr="003B20A3">
        <w:rPr>
          <w:b/>
          <w:highlight w:val="yellow"/>
        </w:rPr>
        <w:t>DOPLNIT</w:t>
      </w:r>
      <w:r w:rsidRPr="006D0812">
        <w:t xml:space="preserve">] </w:t>
      </w:r>
      <w:r w:rsidR="00147362">
        <w:t>poskytl</w:t>
      </w:r>
      <w:r w:rsidRPr="006D0812">
        <w:t xml:space="preserve"> níže uvedeného dne předávající (jako </w:t>
      </w:r>
      <w:r w:rsidR="00147362">
        <w:t>poskytovatel</w:t>
      </w:r>
      <w:r w:rsidRPr="006D0812">
        <w:t xml:space="preserve">) přebírajícímu (jako </w:t>
      </w:r>
      <w:r w:rsidR="003B20A3">
        <w:t>objednateli</w:t>
      </w:r>
      <w:r w:rsidRPr="006D0812">
        <w:t xml:space="preserve">) následující </w:t>
      </w:r>
      <w:r w:rsidR="00147362">
        <w:t>služby</w:t>
      </w:r>
      <w:r w:rsidRPr="006D0812">
        <w:t>:</w:t>
      </w:r>
      <w:r w:rsidR="0079034E" w:rsidRPr="006D0812">
        <w:t xml:space="preserve"> </w:t>
      </w:r>
    </w:p>
    <w:p w14:paraId="119B41AB" w14:textId="77777777" w:rsidR="00731E1C" w:rsidRPr="006D0812" w:rsidRDefault="00731E1C" w:rsidP="0023258C">
      <w:pPr>
        <w:pStyle w:val="ListNumber-ContractCzechRadio"/>
        <w:numPr>
          <w:ilvl w:val="0"/>
          <w:numId w:val="0"/>
        </w:numPr>
        <w:ind w:left="312"/>
      </w:pPr>
      <w:r w:rsidRPr="006D0812">
        <w:t>………………………………………………………………………………………………</w:t>
      </w:r>
      <w:r w:rsidR="0079034E" w:rsidRPr="006D0812">
        <w:t>……</w:t>
      </w:r>
    </w:p>
    <w:p w14:paraId="0C32E61C" w14:textId="77777777" w:rsidR="0079034E" w:rsidRPr="006D0812" w:rsidRDefault="0079034E" w:rsidP="0023258C">
      <w:pPr>
        <w:pStyle w:val="ListNumber-ContractCzechRadio"/>
        <w:numPr>
          <w:ilvl w:val="0"/>
          <w:numId w:val="0"/>
        </w:numPr>
        <w:ind w:left="312"/>
      </w:pPr>
      <w:r w:rsidRPr="006D0812">
        <w:t>……………………………………………………………………………………………………</w:t>
      </w:r>
    </w:p>
    <w:p w14:paraId="17B2815D" w14:textId="77777777" w:rsidR="00731E1C" w:rsidRPr="006D0812" w:rsidRDefault="00731E1C" w:rsidP="00F608F0">
      <w:pPr>
        <w:pStyle w:val="Heading-Number-ContractCzechRadio"/>
      </w:pPr>
    </w:p>
    <w:p w14:paraId="36198150" w14:textId="77777777" w:rsidR="0079034E" w:rsidRPr="006D0812" w:rsidRDefault="0079034E" w:rsidP="00F608F0">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poskytnutí služeb</w:t>
      </w:r>
      <w:r w:rsidR="00731E1C" w:rsidRPr="006D0812">
        <w:rPr>
          <w:b/>
          <w:u w:val="single"/>
        </w:rPr>
        <w:t xml:space="preserve"> v ujednaném </w:t>
      </w:r>
      <w:r w:rsidR="003B20A3">
        <w:rPr>
          <w:b/>
          <w:u w:val="single"/>
        </w:rPr>
        <w:t>rozsahu a kvalitě</w:t>
      </w:r>
      <w:r w:rsidRPr="006D0812">
        <w:t xml:space="preserve">. </w:t>
      </w:r>
    </w:p>
    <w:p w14:paraId="0B829A34" w14:textId="77777777" w:rsidR="0079034E" w:rsidRPr="00147362" w:rsidRDefault="0079034E" w:rsidP="00F608F0">
      <w:pPr>
        <w:pStyle w:val="ListNumber-ContractCzechRadio"/>
        <w:rPr>
          <w:i/>
        </w:rPr>
      </w:pPr>
      <w:r w:rsidRPr="006D0812">
        <w:rPr>
          <w:i/>
          <w:noProof/>
          <w:lang w:eastAsia="cs-CZ"/>
        </w:rPr>
        <w:t xml:space="preserve">Pro případ, že </w:t>
      </w:r>
      <w:r w:rsidR="00147362">
        <w:rPr>
          <w:i/>
        </w:rPr>
        <w:t>služby</w:t>
      </w:r>
      <w:r w:rsidRPr="006D0812">
        <w:rPr>
          <w:i/>
        </w:rPr>
        <w:t xml:space="preserve"> nebyl</w:t>
      </w:r>
      <w:r w:rsidR="00147362">
        <w:rPr>
          <w:i/>
        </w:rPr>
        <w:t>y</w:t>
      </w:r>
      <w:r w:rsidRPr="006D0812">
        <w:rPr>
          <w:i/>
        </w:rPr>
        <w:t xml:space="preserve"> </w:t>
      </w:r>
      <w:r w:rsidR="00147362">
        <w:rPr>
          <w:i/>
        </w:rPr>
        <w:t>poskytnuty</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147362">
        <w:rPr>
          <w:i/>
        </w:rPr>
        <w:t>potvrdit poskytnutí služeb</w:t>
      </w:r>
      <w:r w:rsidR="003B20A3" w:rsidRPr="006D0812">
        <w:rPr>
          <w:i/>
        </w:rPr>
        <w:t xml:space="preserve"> </w:t>
      </w:r>
      <w:r w:rsidRPr="006D0812">
        <w:rPr>
          <w:i/>
        </w:rPr>
        <w:t xml:space="preserve">(či </w:t>
      </w:r>
      <w:r w:rsidR="00147362">
        <w:rPr>
          <w:i/>
        </w:rPr>
        <w:t>jejich částí</w:t>
      </w:r>
      <w:r w:rsidRPr="006D0812">
        <w:rPr>
          <w:i/>
        </w:rPr>
        <w:t>)</w:t>
      </w:r>
      <w:r w:rsidR="001558ED">
        <w:rPr>
          <w:i/>
        </w:rPr>
        <w:t>, smluvní</w:t>
      </w:r>
      <w:r w:rsidR="003B20A3" w:rsidRPr="006D0812">
        <w:rPr>
          <w:i/>
        </w:rPr>
        <w:t xml:space="preserve"> </w:t>
      </w:r>
      <w:r w:rsidRPr="006D0812">
        <w:rPr>
          <w:i/>
        </w:rPr>
        <w:t xml:space="preserve">strany níže uvedou skutečnosti, které bránily </w:t>
      </w:r>
      <w:r w:rsidR="00147362">
        <w:rPr>
          <w:i/>
        </w:rPr>
        <w:t>potvrzení poskytnutí služeb</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2C6282F3"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5A4677BF"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5C6CC190" w14:textId="77777777" w:rsidR="0079034E" w:rsidRPr="006D0812" w:rsidRDefault="0079034E" w:rsidP="00F608F0">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1FF7D4D4" w14:textId="77777777" w:rsidTr="008653F5">
        <w:trPr>
          <w:jc w:val="center"/>
        </w:trPr>
        <w:tc>
          <w:tcPr>
            <w:tcW w:w="3974" w:type="dxa"/>
          </w:tcPr>
          <w:p w14:paraId="534A8FB9"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3964" w:type="dxa"/>
          </w:tcPr>
          <w:p w14:paraId="6E7880F3"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79034E" w:rsidRPr="00DD5D11" w14:paraId="191DD65B" w14:textId="77777777" w:rsidTr="008653F5">
        <w:trPr>
          <w:jc w:val="center"/>
        </w:trPr>
        <w:tc>
          <w:tcPr>
            <w:tcW w:w="3974" w:type="dxa"/>
          </w:tcPr>
          <w:p w14:paraId="01AC87E2"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2E5ABC9" w14:textId="44F08947" w:rsidR="008653F5" w:rsidRPr="00B41E7B" w:rsidRDefault="00B41E7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41E7B">
              <w:rPr>
                <w:rFonts w:cs="Arial"/>
                <w:b/>
                <w:szCs w:val="20"/>
              </w:rPr>
              <w:t>Vladimíra Neřoldová</w:t>
            </w:r>
          </w:p>
          <w:p w14:paraId="4FFC3130" w14:textId="5EEDF37C" w:rsidR="008653F5" w:rsidRPr="006D0812" w:rsidRDefault="00B41E7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Brand manager</w:t>
            </w:r>
          </w:p>
        </w:tc>
        <w:tc>
          <w:tcPr>
            <w:tcW w:w="3964" w:type="dxa"/>
          </w:tcPr>
          <w:p w14:paraId="18F7CFE3" w14:textId="77777777" w:rsidR="0079034E"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75EEFBF2"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6C4473DD" w14:textId="77777777" w:rsidR="008653F5" w:rsidRPr="00DD5D11"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253B3841" w14:textId="6298134E" w:rsidR="005C7827" w:rsidRDefault="005C782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8737C67" w14:textId="5109FF2C" w:rsidR="00B41E7B" w:rsidRDefault="00B41E7B" w:rsidP="00B41E7B">
      <w:pPr>
        <w:spacing w:after="120"/>
        <w:jc w:val="center"/>
        <w:rPr>
          <w:rFonts w:cs="Arial"/>
          <w:b/>
        </w:rPr>
      </w:pPr>
      <w:r>
        <w:rPr>
          <w:rFonts w:cs="Arial"/>
          <w:b/>
        </w:rPr>
        <w:lastRenderedPageBreak/>
        <w:t xml:space="preserve">PŘÍLOHA Č. </w:t>
      </w:r>
      <w:r w:rsidR="00F57902">
        <w:rPr>
          <w:rFonts w:cs="Arial"/>
          <w:b/>
        </w:rPr>
        <w:t>2</w:t>
      </w:r>
      <w:r>
        <w:rPr>
          <w:rFonts w:cs="Arial"/>
          <w:b/>
        </w:rPr>
        <w:t xml:space="preserve"> – TECHNICKÁ SPECIFIKACE KARAVANU</w:t>
      </w:r>
    </w:p>
    <w:p w14:paraId="7178394E" w14:textId="77777777" w:rsidR="00B41E7B" w:rsidRDefault="00B41E7B" w:rsidP="00B41E7B">
      <w:pPr>
        <w:spacing w:after="120"/>
        <w:rPr>
          <w:rFonts w:cs="Arial"/>
          <w:b/>
        </w:rPr>
      </w:pPr>
    </w:p>
    <w:p w14:paraId="63730D4C" w14:textId="77777777" w:rsidR="003E126C" w:rsidRDefault="003E126C" w:rsidP="003E126C">
      <w:pPr>
        <w:spacing w:after="120"/>
        <w:rPr>
          <w:rFonts w:cs="Arial"/>
          <w:b/>
        </w:rPr>
      </w:pPr>
      <w:r w:rsidRPr="00A4181C">
        <w:rPr>
          <w:rFonts w:cs="Arial"/>
          <w:b/>
        </w:rPr>
        <w:t>Minimální požadavky na přívěs-karavan:</w:t>
      </w:r>
    </w:p>
    <w:p w14:paraId="4FD21159" w14:textId="77777777" w:rsidR="003E126C" w:rsidRPr="00A4181C" w:rsidRDefault="003E126C" w:rsidP="003E126C">
      <w:pPr>
        <w:spacing w:after="120"/>
        <w:rPr>
          <w:rFonts w:cs="Arial"/>
          <w:b/>
        </w:rPr>
      </w:pPr>
    </w:p>
    <w:p w14:paraId="48F05D05" w14:textId="77777777" w:rsidR="003E126C" w:rsidRPr="00A4181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možnost využití na promo akcích, výstavách, roadshow</w:t>
      </w:r>
    </w:p>
    <w:p w14:paraId="482D72EA" w14:textId="77777777" w:rsidR="003E126C" w:rsidRPr="00A4181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možnost otevření boční části přívěsu a vstupu do interiéru</w:t>
      </w:r>
      <w:r>
        <w:rPr>
          <w:rFonts w:cs="Arial"/>
        </w:rPr>
        <w:t xml:space="preserve"> (jedny dveře bez hydraulických ramen – zvedání manuálně)</w:t>
      </w:r>
    </w:p>
    <w:p w14:paraId="129E5CA4" w14:textId="77777777" w:rsidR="003E126C" w:rsidRPr="00A4181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interiér přívěsu musí umožňovat přestavbu na rozhlasové studio</w:t>
      </w:r>
      <w:r>
        <w:rPr>
          <w:rFonts w:cs="Arial"/>
        </w:rPr>
        <w:t xml:space="preserve"> – viz. nákres technického rozmístění nábytku, úložného prostoru a vysílací techniky</w:t>
      </w:r>
    </w:p>
    <w:p w14:paraId="6054CD0D" w14:textId="77777777" w:rsidR="003E126C" w:rsidRPr="00A4181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vnitřní dispozice přívěsu musí umožňovat oddělení technické místnosti o rozměrech min 4</w:t>
      </w:r>
      <w:r>
        <w:rPr>
          <w:rFonts w:cs="Arial"/>
        </w:rPr>
        <w:t xml:space="preserve"> </w:t>
      </w:r>
      <w:r w:rsidRPr="00A4181C">
        <w:rPr>
          <w:rFonts w:cs="Arial"/>
        </w:rPr>
        <w:t>m</w:t>
      </w:r>
      <w:r w:rsidRPr="00A4181C">
        <w:rPr>
          <w:rFonts w:cs="Arial"/>
          <w:vertAlign w:val="superscript"/>
        </w:rPr>
        <w:t>2</w:t>
      </w:r>
      <w:r w:rsidRPr="00A4181C">
        <w:rPr>
          <w:rFonts w:cs="Arial"/>
        </w:rPr>
        <w:t>.</w:t>
      </w:r>
    </w:p>
    <w:p w14:paraId="304B64E2" w14:textId="77777777" w:rsidR="003E126C" w:rsidRPr="00A4181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možnost obrandování přívěsu z vnitřní i vnější strany dle potřeb objednatele</w:t>
      </w:r>
      <w:r>
        <w:rPr>
          <w:rFonts w:cs="Arial"/>
        </w:rPr>
        <w:t xml:space="preserve"> (polepy Radiožurnálu a Radiožurnálu Sport)</w:t>
      </w:r>
    </w:p>
    <w:p w14:paraId="576A00ED" w14:textId="77777777" w:rsidR="003E126C" w:rsidRPr="00A4181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uvnitř přívěsu musí být k dispozici topení a klimatizace</w:t>
      </w:r>
      <w:r>
        <w:rPr>
          <w:rFonts w:cs="Arial"/>
        </w:rPr>
        <w:t xml:space="preserve"> odpovídající </w:t>
      </w:r>
      <w:r w:rsidRPr="0007328B">
        <w:rPr>
          <w:rFonts w:cs="Arial"/>
        </w:rPr>
        <w:t>rozloze vnitřního prostoru R-streamu</w:t>
      </w:r>
    </w:p>
    <w:p w14:paraId="18B2613C"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součástí musí být chladnička</w:t>
      </w:r>
    </w:p>
    <w:p w14:paraId="0E490C2C"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zázemí techniků – uzamykatelné poličky na techniku</w:t>
      </w:r>
    </w:p>
    <w:p w14:paraId="2364B181" w14:textId="77777777" w:rsidR="003E126C" w:rsidRPr="00FD3262"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 xml:space="preserve">produkční zázemí – uzamykatelné poličky, </w:t>
      </w:r>
      <w:r>
        <w:t>prostor na lux, stůl a židli, prostor na tiskárnu, kávovar, pracovní pult (příprava nápojů)</w:t>
      </w:r>
    </w:p>
    <w:p w14:paraId="68FA5A35" w14:textId="77777777" w:rsidR="003E126C" w:rsidRPr="00D237D6"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D237D6">
        <w:t>možnost uchycení antény na střeše karavanu</w:t>
      </w:r>
    </w:p>
    <w:p w14:paraId="676393DE" w14:textId="77777777" w:rsidR="003E126C" w:rsidRPr="00D237D6"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t>zajištění podia o velikosti 1 x 3 m před karavan, při mimořádných akcích 2x3m</w:t>
      </w:r>
    </w:p>
    <w:p w14:paraId="722CAC13"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Vnitřní osvětlení, led pásky</w:t>
      </w:r>
    </w:p>
    <w:p w14:paraId="36D23B7B"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Koberec červené barvy, lehce udržovatelný</w:t>
      </w:r>
    </w:p>
    <w:p w14:paraId="3A40AAC9" w14:textId="77777777" w:rsidR="003E126C" w:rsidRDefault="003E126C" w:rsidP="003E126C">
      <w:pPr>
        <w:pStyle w:val="Odstavecseseznamem"/>
      </w:pPr>
    </w:p>
    <w:p w14:paraId="5DE4B756" w14:textId="77777777" w:rsidR="003E126C" w:rsidRPr="00A4181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rPr>
          <w:rFonts w:cs="Arial"/>
        </w:rPr>
      </w:pPr>
      <w:r>
        <w:rPr>
          <w:rFonts w:cs="Arial"/>
        </w:rPr>
        <w:t>Rozměry karavanu:</w:t>
      </w:r>
      <w:r>
        <w:rPr>
          <w:rFonts w:cs="Arial"/>
        </w:rPr>
        <w:tab/>
      </w:r>
      <w:r w:rsidRPr="00A4181C">
        <w:rPr>
          <w:rFonts w:cs="Arial"/>
        </w:rPr>
        <w:t>délka min 8,5</w:t>
      </w:r>
      <w:r>
        <w:rPr>
          <w:rFonts w:cs="Arial"/>
        </w:rPr>
        <w:t xml:space="preserve"> </w:t>
      </w:r>
      <w:r w:rsidRPr="00A4181C">
        <w:rPr>
          <w:rFonts w:cs="Arial"/>
        </w:rPr>
        <w:t>m</w:t>
      </w:r>
      <w:r>
        <w:rPr>
          <w:rFonts w:cs="Arial"/>
        </w:rPr>
        <w:t xml:space="preserve"> – </w:t>
      </w:r>
      <w:r w:rsidRPr="00A4181C">
        <w:rPr>
          <w:rFonts w:cs="Arial"/>
        </w:rPr>
        <w:t>max. 10</w:t>
      </w:r>
      <w:r>
        <w:rPr>
          <w:rFonts w:cs="Arial"/>
        </w:rPr>
        <w:t xml:space="preserve"> </w:t>
      </w:r>
      <w:r w:rsidRPr="00A4181C">
        <w:rPr>
          <w:rFonts w:cs="Arial"/>
        </w:rPr>
        <w:t>m</w:t>
      </w:r>
      <w:r w:rsidRPr="00A4181C">
        <w:rPr>
          <w:rFonts w:cs="Arial"/>
        </w:rPr>
        <w:tab/>
      </w:r>
    </w:p>
    <w:p w14:paraId="2A5A41AC" w14:textId="77777777" w:rsidR="003E126C" w:rsidRPr="00A4181C" w:rsidRDefault="003E126C" w:rsidP="003E126C">
      <w:pPr>
        <w:spacing w:after="120" w:line="240" w:lineRule="auto"/>
        <w:ind w:left="1416" w:firstLine="708"/>
        <w:rPr>
          <w:rFonts w:cs="Arial"/>
        </w:rPr>
      </w:pPr>
      <w:r>
        <w:rPr>
          <w:rFonts w:cs="Arial"/>
        </w:rPr>
        <w:t xml:space="preserve">             </w:t>
      </w:r>
      <w:r w:rsidRPr="00A4181C">
        <w:rPr>
          <w:rFonts w:cs="Arial"/>
        </w:rPr>
        <w:t>šířka min 2,0</w:t>
      </w:r>
      <w:r>
        <w:rPr>
          <w:rFonts w:cs="Arial"/>
        </w:rPr>
        <w:t xml:space="preserve"> </w:t>
      </w:r>
      <w:r w:rsidRPr="00A4181C">
        <w:rPr>
          <w:rFonts w:cs="Arial"/>
        </w:rPr>
        <w:t>m</w:t>
      </w:r>
      <w:r>
        <w:rPr>
          <w:rFonts w:cs="Arial"/>
        </w:rPr>
        <w:t xml:space="preserve"> – </w:t>
      </w:r>
      <w:r w:rsidRPr="00A4181C">
        <w:rPr>
          <w:rFonts w:cs="Arial"/>
        </w:rPr>
        <w:t>max. 2,5</w:t>
      </w:r>
      <w:r>
        <w:rPr>
          <w:rFonts w:cs="Arial"/>
        </w:rPr>
        <w:t xml:space="preserve"> </w:t>
      </w:r>
      <w:r w:rsidRPr="00A4181C">
        <w:rPr>
          <w:rFonts w:cs="Arial"/>
        </w:rPr>
        <w:t>m</w:t>
      </w:r>
    </w:p>
    <w:p w14:paraId="63963EBF" w14:textId="77777777" w:rsidR="003E126C" w:rsidRDefault="003E126C" w:rsidP="003E126C">
      <w:pPr>
        <w:spacing w:after="120" w:line="240" w:lineRule="auto"/>
        <w:ind w:left="1416" w:firstLine="708"/>
        <w:rPr>
          <w:rFonts w:cs="Arial"/>
        </w:rPr>
      </w:pPr>
      <w:r>
        <w:rPr>
          <w:rFonts w:cs="Arial"/>
        </w:rPr>
        <w:t xml:space="preserve">             </w:t>
      </w:r>
      <w:r w:rsidRPr="00A4181C">
        <w:rPr>
          <w:rFonts w:cs="Arial"/>
        </w:rPr>
        <w:t>výška min 2,3</w:t>
      </w:r>
      <w:r>
        <w:rPr>
          <w:rFonts w:cs="Arial"/>
        </w:rPr>
        <w:t xml:space="preserve"> </w:t>
      </w:r>
      <w:r w:rsidRPr="00A4181C">
        <w:rPr>
          <w:rFonts w:cs="Arial"/>
        </w:rPr>
        <w:t>m</w:t>
      </w:r>
      <w:r>
        <w:rPr>
          <w:rFonts w:cs="Arial"/>
        </w:rPr>
        <w:t xml:space="preserve"> – </w:t>
      </w:r>
      <w:r w:rsidRPr="00A4181C">
        <w:rPr>
          <w:rFonts w:cs="Arial"/>
        </w:rPr>
        <w:t>max. 2,5</w:t>
      </w:r>
      <w:r>
        <w:rPr>
          <w:rFonts w:cs="Arial"/>
        </w:rPr>
        <w:t xml:space="preserve"> </w:t>
      </w:r>
      <w:r w:rsidRPr="00A4181C">
        <w:rPr>
          <w:rFonts w:cs="Arial"/>
        </w:rPr>
        <w:t>m</w:t>
      </w:r>
    </w:p>
    <w:p w14:paraId="15F2085F" w14:textId="77777777" w:rsidR="003E126C" w:rsidRDefault="003E126C" w:rsidP="003E126C">
      <w:pPr>
        <w:spacing w:after="120" w:line="240" w:lineRule="auto"/>
        <w:ind w:left="1416" w:firstLine="708"/>
        <w:rPr>
          <w:rFonts w:cs="Arial"/>
        </w:rPr>
      </w:pPr>
    </w:p>
    <w:p w14:paraId="0137D5F8" w14:textId="77777777" w:rsidR="003E126C" w:rsidRDefault="003E126C" w:rsidP="003E126C">
      <w:pPr>
        <w:spacing w:after="120" w:line="240" w:lineRule="auto"/>
        <w:ind w:left="1416" w:firstLine="708"/>
        <w:rPr>
          <w:rFonts w:cs="Arial"/>
        </w:rPr>
      </w:pPr>
    </w:p>
    <w:p w14:paraId="56183A13" w14:textId="77777777" w:rsidR="003E126C" w:rsidRDefault="003E126C" w:rsidP="003E126C">
      <w:pPr>
        <w:spacing w:after="120" w:line="240" w:lineRule="auto"/>
        <w:ind w:left="1416" w:firstLine="708"/>
        <w:rPr>
          <w:rFonts w:cs="Arial"/>
        </w:rPr>
      </w:pPr>
    </w:p>
    <w:p w14:paraId="7A78C078" w14:textId="77777777" w:rsidR="003E126C" w:rsidRDefault="003E126C" w:rsidP="003E126C">
      <w:pPr>
        <w:spacing w:after="120" w:line="240" w:lineRule="auto"/>
        <w:ind w:left="1416" w:firstLine="708"/>
        <w:rPr>
          <w:rFonts w:cs="Arial"/>
        </w:rPr>
      </w:pPr>
    </w:p>
    <w:p w14:paraId="057CB189" w14:textId="77777777" w:rsidR="003E126C" w:rsidRDefault="003E126C" w:rsidP="003E126C">
      <w:pPr>
        <w:spacing w:after="120"/>
        <w:rPr>
          <w:rFonts w:cs="Arial"/>
          <w:b/>
        </w:rPr>
      </w:pPr>
      <w:r w:rsidRPr="00253443">
        <w:rPr>
          <w:rFonts w:cs="Arial"/>
          <w:b/>
        </w:rPr>
        <w:t>Předběžné informace k </w:t>
      </w:r>
      <w:r>
        <w:rPr>
          <w:rFonts w:cs="Arial"/>
          <w:b/>
        </w:rPr>
        <w:t>předpokládaným úpravám</w:t>
      </w:r>
      <w:r w:rsidRPr="00253443">
        <w:rPr>
          <w:rFonts w:cs="Arial"/>
          <w:b/>
        </w:rPr>
        <w:t xml:space="preserve"> </w:t>
      </w:r>
      <w:r>
        <w:rPr>
          <w:rFonts w:cs="Arial"/>
          <w:b/>
        </w:rPr>
        <w:t>karavanu:</w:t>
      </w:r>
    </w:p>
    <w:p w14:paraId="1BB384A7" w14:textId="77777777" w:rsidR="003E126C" w:rsidRDefault="003E126C" w:rsidP="003E126C">
      <w:pPr>
        <w:spacing w:after="120"/>
        <w:rPr>
          <w:rFonts w:cs="Arial"/>
        </w:rPr>
      </w:pPr>
      <w:r>
        <w:rPr>
          <w:rFonts w:cs="Arial"/>
        </w:rPr>
        <w:t>Úpravy karavanu musí proběhnout nejpozději do konce února 2022</w:t>
      </w:r>
    </w:p>
    <w:p w14:paraId="50F4B0C4" w14:textId="77777777" w:rsidR="003E126C" w:rsidRDefault="003E126C" w:rsidP="003E126C">
      <w:pPr>
        <w:spacing w:after="120"/>
        <w:rPr>
          <w:rFonts w:cs="Arial"/>
        </w:rPr>
      </w:pPr>
      <w:r>
        <w:rPr>
          <w:rFonts w:cs="Arial"/>
        </w:rPr>
        <w:t>Pronajímatel musí poskytnout třetí straně karavan k následným úpravám:</w:t>
      </w:r>
    </w:p>
    <w:p w14:paraId="562E2E96"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polstrované potahy na lavici – snadná údržba - odnímatelné</w:t>
      </w:r>
    </w:p>
    <w:p w14:paraId="44BE1319"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úložná lavice pro moderátory – uzamykatelná</w:t>
      </w:r>
    </w:p>
    <w:p w14:paraId="4AEF816B"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3x pohyblivá židle na kolečkách</w:t>
      </w:r>
    </w:p>
    <w:p w14:paraId="6144CFD1"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Stůl – velikost včetně zásuvek na mikrofony bude ještě upřesněna</w:t>
      </w:r>
    </w:p>
    <w:p w14:paraId="27E57EFC"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lastRenderedPageBreak/>
        <w:t>Podsvícené logo na vnitřní zadní stěně karavanu při pohledu skrze otevřenou boční část karavanu (šířka loga cca 1200 mm)</w:t>
      </w:r>
    </w:p>
    <w:p w14:paraId="2A455F44"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Červené plexisklo na vstupních dveřích s logem „R“</w:t>
      </w:r>
    </w:p>
    <w:p w14:paraId="426485C0" w14:textId="77777777" w:rsidR="003E126C" w:rsidRPr="0009291E"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t>červené polepy s motivem Radiožurnálu</w:t>
      </w:r>
      <w:r>
        <w:rPr>
          <w:rFonts w:cs="Arial"/>
        </w:rPr>
        <w:t xml:space="preserve"> po vnějších bocích karavanu, dle dispozic karavanu</w:t>
      </w:r>
    </w:p>
    <w:p w14:paraId="256BEC9F" w14:textId="77777777" w:rsidR="003E126C" w:rsidRPr="0009291E"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t>polepy oken</w:t>
      </w:r>
    </w:p>
    <w:p w14:paraId="38614962" w14:textId="77777777" w:rsidR="003E126C" w:rsidRPr="0009291E"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t>pásek kolem karavanu</w:t>
      </w:r>
      <w:r>
        <w:rPr>
          <w:rFonts w:cs="Arial"/>
        </w:rPr>
        <w:t xml:space="preserve"> s</w:t>
      </w:r>
      <w:r w:rsidRPr="0009291E">
        <w:rPr>
          <w:rFonts w:cs="Arial"/>
        </w:rPr>
        <w:t xml:space="preserve"> nápis</w:t>
      </w:r>
      <w:r>
        <w:rPr>
          <w:rFonts w:cs="Arial"/>
        </w:rPr>
        <w:t>em</w:t>
      </w:r>
      <w:r w:rsidRPr="0009291E">
        <w:rPr>
          <w:rFonts w:cs="Arial"/>
        </w:rPr>
        <w:t xml:space="preserve"> </w:t>
      </w:r>
      <w:r>
        <w:rPr>
          <w:rFonts w:cs="Arial"/>
        </w:rPr>
        <w:t>„</w:t>
      </w:r>
      <w:r w:rsidRPr="0009291E">
        <w:rPr>
          <w:rFonts w:cs="Arial"/>
        </w:rPr>
        <w:t>Každý den s</w:t>
      </w:r>
      <w:r>
        <w:rPr>
          <w:rFonts w:cs="Arial"/>
        </w:rPr>
        <w:t> V</w:t>
      </w:r>
      <w:r w:rsidRPr="0009291E">
        <w:rPr>
          <w:rFonts w:cs="Arial"/>
        </w:rPr>
        <w:t>ámi</w:t>
      </w:r>
      <w:r>
        <w:rPr>
          <w:rFonts w:cs="Arial"/>
        </w:rPr>
        <w:t>“</w:t>
      </w:r>
      <w:r w:rsidRPr="0009291E">
        <w:rPr>
          <w:rFonts w:cs="Arial"/>
        </w:rPr>
        <w:t xml:space="preserve"> (viz. </w:t>
      </w:r>
      <w:r>
        <w:rPr>
          <w:rFonts w:cs="Arial"/>
        </w:rPr>
        <w:t>f</w:t>
      </w:r>
      <w:r w:rsidRPr="0009291E">
        <w:rPr>
          <w:rFonts w:cs="Arial"/>
        </w:rPr>
        <w:t xml:space="preserve">otografie stávajícího </w:t>
      </w:r>
      <w:r>
        <w:rPr>
          <w:rFonts w:cs="Arial"/>
        </w:rPr>
        <w:t>karavanu</w:t>
      </w:r>
      <w:r w:rsidRPr="0009291E">
        <w:rPr>
          <w:rFonts w:cs="Arial"/>
        </w:rPr>
        <w:t>)</w:t>
      </w:r>
    </w:p>
    <w:p w14:paraId="0749023B"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t xml:space="preserve">polep dveří velkým nápisem </w:t>
      </w:r>
      <w:r>
        <w:rPr>
          <w:rFonts w:cs="Arial"/>
        </w:rPr>
        <w:t>s textem „</w:t>
      </w:r>
      <w:r w:rsidRPr="0009291E">
        <w:rPr>
          <w:rFonts w:cs="Arial"/>
        </w:rPr>
        <w:t>Radiožurnál</w:t>
      </w:r>
      <w:r>
        <w:rPr>
          <w:rFonts w:cs="Arial"/>
        </w:rPr>
        <w:t>“</w:t>
      </w:r>
      <w:r w:rsidRPr="0009291E">
        <w:rPr>
          <w:rFonts w:cs="Arial"/>
        </w:rPr>
        <w:t xml:space="preserve"> (viz. </w:t>
      </w:r>
      <w:r>
        <w:rPr>
          <w:rFonts w:cs="Arial"/>
        </w:rPr>
        <w:t>f</w:t>
      </w:r>
      <w:r w:rsidRPr="0009291E">
        <w:rPr>
          <w:rFonts w:cs="Arial"/>
        </w:rPr>
        <w:t xml:space="preserve">otografie stávajícího </w:t>
      </w:r>
      <w:r>
        <w:rPr>
          <w:rFonts w:cs="Arial"/>
        </w:rPr>
        <w:t>karavanu</w:t>
      </w:r>
      <w:r w:rsidRPr="0009291E">
        <w:rPr>
          <w:rFonts w:cs="Arial"/>
        </w:rPr>
        <w:t>)</w:t>
      </w:r>
    </w:p>
    <w:p w14:paraId="16E74BCE"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police v zóně moderátorů</w:t>
      </w:r>
    </w:p>
    <w:p w14:paraId="4253E46B" w14:textId="77777777" w:rsidR="003E126C" w:rsidRPr="00D237D6"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skládací stůl pro produkci</w:t>
      </w:r>
    </w:p>
    <w:p w14:paraId="276EBAC2" w14:textId="77777777" w:rsidR="003E126C" w:rsidRDefault="003E126C" w:rsidP="003E126C">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kompletní úložné prostory v produkčním zázemí a technickém zázemí</w:t>
      </w:r>
    </w:p>
    <w:p w14:paraId="482898EC" w14:textId="77777777" w:rsidR="00B41E7B" w:rsidRDefault="00B41E7B" w:rsidP="00147362">
      <w:pPr>
        <w:pStyle w:val="ListNumber-ContractCzechRadio"/>
        <w:numPr>
          <w:ilvl w:val="0"/>
          <w:numId w:val="0"/>
        </w:numPr>
      </w:pPr>
    </w:p>
    <w:p w14:paraId="02EFFB59" w14:textId="77777777" w:rsidR="00B41E7B" w:rsidRDefault="00B41E7B" w:rsidP="00147362">
      <w:pPr>
        <w:pStyle w:val="ListNumber-ContractCzechRadio"/>
        <w:numPr>
          <w:ilvl w:val="0"/>
          <w:numId w:val="0"/>
        </w:numPr>
      </w:pPr>
    </w:p>
    <w:p w14:paraId="4B8A3F53" w14:textId="77777777" w:rsidR="00B41E7B" w:rsidRDefault="00B41E7B" w:rsidP="00147362">
      <w:pPr>
        <w:pStyle w:val="ListNumber-ContractCzechRadio"/>
        <w:numPr>
          <w:ilvl w:val="0"/>
          <w:numId w:val="0"/>
        </w:numPr>
      </w:pPr>
    </w:p>
    <w:p w14:paraId="11AC43A0" w14:textId="77777777" w:rsidR="00B41E7B" w:rsidRDefault="00B41E7B" w:rsidP="00147362">
      <w:pPr>
        <w:pStyle w:val="ListNumber-ContractCzechRadio"/>
        <w:numPr>
          <w:ilvl w:val="0"/>
          <w:numId w:val="0"/>
        </w:numPr>
      </w:pPr>
    </w:p>
    <w:p w14:paraId="18AB0DE5" w14:textId="77777777" w:rsidR="00B41E7B" w:rsidRDefault="00B41E7B" w:rsidP="00147362">
      <w:pPr>
        <w:pStyle w:val="ListNumber-ContractCzechRadio"/>
        <w:numPr>
          <w:ilvl w:val="0"/>
          <w:numId w:val="0"/>
        </w:numPr>
      </w:pPr>
    </w:p>
    <w:p w14:paraId="7540C994" w14:textId="77777777" w:rsidR="00B41E7B" w:rsidRDefault="00B41E7B" w:rsidP="00147362">
      <w:pPr>
        <w:pStyle w:val="ListNumber-ContractCzechRadio"/>
        <w:numPr>
          <w:ilvl w:val="0"/>
          <w:numId w:val="0"/>
        </w:numPr>
      </w:pPr>
    </w:p>
    <w:p w14:paraId="5182263B" w14:textId="77777777" w:rsidR="00B41E7B" w:rsidRDefault="00B41E7B" w:rsidP="00147362">
      <w:pPr>
        <w:pStyle w:val="ListNumber-ContractCzechRadio"/>
        <w:numPr>
          <w:ilvl w:val="0"/>
          <w:numId w:val="0"/>
        </w:numPr>
      </w:pPr>
    </w:p>
    <w:p w14:paraId="09017BD4" w14:textId="77777777" w:rsidR="00B41E7B" w:rsidRDefault="00B41E7B" w:rsidP="00147362">
      <w:pPr>
        <w:pStyle w:val="ListNumber-ContractCzechRadio"/>
        <w:numPr>
          <w:ilvl w:val="0"/>
          <w:numId w:val="0"/>
        </w:numPr>
      </w:pPr>
    </w:p>
    <w:p w14:paraId="18F8380E" w14:textId="5DFF6ECE" w:rsidR="003E126C" w:rsidRDefault="003E126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F9BADDE" w14:textId="50AFA74E" w:rsidR="00B41E7B" w:rsidRDefault="00B41E7B" w:rsidP="00B41E7B">
      <w:pPr>
        <w:spacing w:after="120"/>
        <w:jc w:val="center"/>
        <w:rPr>
          <w:rFonts w:cs="Arial"/>
          <w:b/>
        </w:rPr>
      </w:pPr>
      <w:r>
        <w:rPr>
          <w:rFonts w:cs="Arial"/>
          <w:b/>
        </w:rPr>
        <w:lastRenderedPageBreak/>
        <w:t xml:space="preserve">PŘÍLOHA Č. </w:t>
      </w:r>
      <w:r w:rsidR="00A46E2A">
        <w:rPr>
          <w:rFonts w:cs="Arial"/>
          <w:b/>
        </w:rPr>
        <w:t>3</w:t>
      </w:r>
      <w:r>
        <w:rPr>
          <w:rFonts w:cs="Arial"/>
          <w:b/>
        </w:rPr>
        <w:t xml:space="preserve"> – </w:t>
      </w:r>
      <w:r w:rsidR="00A46E2A">
        <w:rPr>
          <w:rFonts w:cs="Arial"/>
          <w:b/>
        </w:rPr>
        <w:t>ORIENTAČNÍ</w:t>
      </w:r>
      <w:r>
        <w:rPr>
          <w:rFonts w:cs="Arial"/>
          <w:b/>
        </w:rPr>
        <w:t xml:space="preserve"> HARMONOGRAM AKCÍ </w:t>
      </w:r>
      <w:r w:rsidR="00A46E2A">
        <w:rPr>
          <w:rFonts w:cs="Arial"/>
          <w:b/>
        </w:rPr>
        <w:t>OBJEDNATELE</w:t>
      </w:r>
      <w:r>
        <w:rPr>
          <w:rFonts w:cs="Arial"/>
          <w:b/>
        </w:rPr>
        <w:t xml:space="preserve"> 202</w:t>
      </w:r>
      <w:r w:rsidR="000725EB">
        <w:rPr>
          <w:rFonts w:cs="Arial"/>
          <w:b/>
        </w:rPr>
        <w:t>3</w:t>
      </w:r>
    </w:p>
    <w:tbl>
      <w:tblPr>
        <w:tblW w:w="6449" w:type="dxa"/>
        <w:tblCellMar>
          <w:left w:w="70" w:type="dxa"/>
          <w:right w:w="70" w:type="dxa"/>
        </w:tblCellMar>
        <w:tblLook w:val="04A0" w:firstRow="1" w:lastRow="0" w:firstColumn="1" w:lastColumn="0" w:noHBand="0" w:noVBand="1"/>
      </w:tblPr>
      <w:tblGrid>
        <w:gridCol w:w="1608"/>
        <w:gridCol w:w="4812"/>
        <w:gridCol w:w="29"/>
      </w:tblGrid>
      <w:tr w:rsidR="00B41E7B" w14:paraId="698525AF" w14:textId="77777777" w:rsidTr="003E126C">
        <w:trPr>
          <w:gridAfter w:val="1"/>
          <w:wAfter w:w="29" w:type="dxa"/>
          <w:trHeight w:val="690"/>
        </w:trPr>
        <w:tc>
          <w:tcPr>
            <w:tcW w:w="6420" w:type="dxa"/>
            <w:gridSpan w:val="2"/>
            <w:tcBorders>
              <w:top w:val="single" w:sz="8" w:space="0" w:color="auto"/>
              <w:left w:val="nil"/>
              <w:bottom w:val="single" w:sz="8" w:space="0" w:color="auto"/>
              <w:right w:val="single" w:sz="8" w:space="0" w:color="000000"/>
            </w:tcBorders>
            <w:shd w:val="clear" w:color="000000" w:fill="0F243E"/>
            <w:noWrap/>
            <w:vAlign w:val="center"/>
            <w:hideMark/>
          </w:tcPr>
          <w:p w14:paraId="0E04CEFB" w14:textId="7DB2297C" w:rsidR="00B41E7B" w:rsidRPr="00644792" w:rsidRDefault="00B41E7B" w:rsidP="000725E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FFFFFF"/>
                <w:sz w:val="24"/>
                <w:szCs w:val="24"/>
                <w:lang w:eastAsia="cs-CZ"/>
              </w:rPr>
            </w:pPr>
            <w:r w:rsidRPr="00644792">
              <w:rPr>
                <w:rFonts w:eastAsia="Times New Roman" w:cs="Arial"/>
                <w:b/>
                <w:bCs/>
                <w:color w:val="FFFFFF"/>
                <w:sz w:val="24"/>
                <w:szCs w:val="24"/>
                <w:lang w:eastAsia="cs-CZ"/>
              </w:rPr>
              <w:t xml:space="preserve">PŘEDBĚŽNÝ HARMONOGRAM AKCÍ </w:t>
            </w:r>
            <w:r>
              <w:rPr>
                <w:rFonts w:eastAsia="Times New Roman" w:cs="Arial"/>
                <w:b/>
                <w:bCs/>
                <w:color w:val="FFFFFF"/>
                <w:sz w:val="24"/>
                <w:szCs w:val="24"/>
                <w:lang w:eastAsia="cs-CZ"/>
              </w:rPr>
              <w:t xml:space="preserve">V ROCE </w:t>
            </w:r>
            <w:r w:rsidR="000725EB">
              <w:rPr>
                <w:rFonts w:eastAsia="Times New Roman" w:cs="Arial"/>
                <w:b/>
                <w:bCs/>
                <w:color w:val="FFFFFF"/>
                <w:sz w:val="24"/>
                <w:szCs w:val="24"/>
                <w:lang w:eastAsia="cs-CZ"/>
              </w:rPr>
              <w:t>2023</w:t>
            </w:r>
          </w:p>
        </w:tc>
      </w:tr>
      <w:tr w:rsidR="00B41E7B" w14:paraId="0A65F245" w14:textId="77777777" w:rsidTr="003E126C">
        <w:trPr>
          <w:gridAfter w:val="1"/>
          <w:wAfter w:w="29" w:type="dxa"/>
          <w:trHeight w:val="270"/>
        </w:trPr>
        <w:tc>
          <w:tcPr>
            <w:tcW w:w="1608" w:type="dxa"/>
            <w:tcBorders>
              <w:top w:val="nil"/>
              <w:left w:val="nil"/>
              <w:bottom w:val="nil"/>
              <w:right w:val="nil"/>
            </w:tcBorders>
            <w:shd w:val="clear" w:color="auto" w:fill="auto"/>
            <w:noWrap/>
            <w:vAlign w:val="bottom"/>
            <w:hideMark/>
          </w:tcPr>
          <w:p w14:paraId="340394C0"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FFFFFF"/>
                <w:sz w:val="24"/>
                <w:szCs w:val="24"/>
                <w:lang w:eastAsia="cs-CZ"/>
              </w:rPr>
            </w:pPr>
          </w:p>
        </w:tc>
        <w:tc>
          <w:tcPr>
            <w:tcW w:w="4812" w:type="dxa"/>
            <w:tcBorders>
              <w:top w:val="nil"/>
              <w:left w:val="nil"/>
              <w:bottom w:val="nil"/>
              <w:right w:val="nil"/>
            </w:tcBorders>
            <w:shd w:val="clear" w:color="auto" w:fill="auto"/>
            <w:noWrap/>
            <w:vAlign w:val="bottom"/>
            <w:hideMark/>
          </w:tcPr>
          <w:p w14:paraId="086E4BFE"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B41E7B" w14:paraId="2AFC5CBE" w14:textId="77777777" w:rsidTr="003E126C">
        <w:trPr>
          <w:gridAfter w:val="1"/>
          <w:wAfter w:w="29" w:type="dxa"/>
          <w:trHeight w:val="270"/>
        </w:trPr>
        <w:tc>
          <w:tcPr>
            <w:tcW w:w="160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40BEDE1"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644792">
              <w:rPr>
                <w:rFonts w:eastAsia="Times New Roman" w:cs="Arial"/>
                <w:b/>
                <w:bCs/>
                <w:sz w:val="18"/>
                <w:szCs w:val="18"/>
                <w:lang w:eastAsia="cs-CZ"/>
              </w:rPr>
              <w:t>DATUM</w:t>
            </w:r>
          </w:p>
        </w:tc>
        <w:tc>
          <w:tcPr>
            <w:tcW w:w="4812" w:type="dxa"/>
            <w:tcBorders>
              <w:top w:val="single" w:sz="8" w:space="0" w:color="auto"/>
              <w:left w:val="nil"/>
              <w:bottom w:val="single" w:sz="8" w:space="0" w:color="auto"/>
              <w:right w:val="single" w:sz="8" w:space="0" w:color="auto"/>
            </w:tcBorders>
            <w:shd w:val="clear" w:color="000000" w:fill="D9D9D9"/>
            <w:vAlign w:val="center"/>
            <w:hideMark/>
          </w:tcPr>
          <w:p w14:paraId="58B175AD"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644792">
              <w:rPr>
                <w:rFonts w:eastAsia="Times New Roman" w:cs="Arial"/>
                <w:b/>
                <w:bCs/>
                <w:sz w:val="18"/>
                <w:szCs w:val="18"/>
                <w:lang w:eastAsia="cs-CZ"/>
              </w:rPr>
              <w:t>NÁZEV AKCE</w:t>
            </w:r>
          </w:p>
        </w:tc>
      </w:tr>
      <w:tr w:rsidR="00B41E7B" w14:paraId="1229E3BF"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4C4BDEA4"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květen</w:t>
            </w:r>
          </w:p>
        </w:tc>
        <w:tc>
          <w:tcPr>
            <w:tcW w:w="4812" w:type="dxa"/>
            <w:tcBorders>
              <w:top w:val="nil"/>
              <w:left w:val="nil"/>
              <w:bottom w:val="single" w:sz="8" w:space="0" w:color="auto"/>
              <w:right w:val="single" w:sz="8" w:space="0" w:color="auto"/>
            </w:tcBorders>
            <w:shd w:val="clear" w:color="auto" w:fill="auto"/>
            <w:vAlign w:val="center"/>
            <w:hideMark/>
          </w:tcPr>
          <w:p w14:paraId="15A91225" w14:textId="36EE6532" w:rsidR="00B41E7B" w:rsidRPr="00644792" w:rsidRDefault="00EB72AE"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100 let</w:t>
            </w:r>
          </w:p>
        </w:tc>
      </w:tr>
      <w:tr w:rsidR="00B41E7B" w14:paraId="105EE8DC"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tcPr>
          <w:p w14:paraId="6C12C2BE"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květen</w:t>
            </w:r>
          </w:p>
        </w:tc>
        <w:tc>
          <w:tcPr>
            <w:tcW w:w="4812" w:type="dxa"/>
            <w:tcBorders>
              <w:top w:val="nil"/>
              <w:left w:val="nil"/>
              <w:bottom w:val="single" w:sz="8" w:space="0" w:color="auto"/>
              <w:right w:val="single" w:sz="8" w:space="0" w:color="auto"/>
            </w:tcBorders>
            <w:shd w:val="clear" w:color="auto" w:fill="auto"/>
            <w:vAlign w:val="center"/>
          </w:tcPr>
          <w:p w14:paraId="26C5E13F"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Den otevřených dveří ČRo, Praha</w:t>
            </w:r>
          </w:p>
        </w:tc>
      </w:tr>
      <w:tr w:rsidR="00B41E7B" w14:paraId="2D8E9EB2"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2417F187"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květen</w:t>
            </w:r>
          </w:p>
        </w:tc>
        <w:tc>
          <w:tcPr>
            <w:tcW w:w="4812" w:type="dxa"/>
            <w:tcBorders>
              <w:top w:val="nil"/>
              <w:left w:val="nil"/>
              <w:bottom w:val="single" w:sz="8" w:space="0" w:color="auto"/>
              <w:right w:val="single" w:sz="8" w:space="0" w:color="auto"/>
            </w:tcBorders>
            <w:shd w:val="clear" w:color="auto" w:fill="auto"/>
            <w:vAlign w:val="center"/>
            <w:hideMark/>
          </w:tcPr>
          <w:p w14:paraId="459984F6" w14:textId="12566A64"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Prague Food Festival, Praha</w:t>
            </w:r>
          </w:p>
        </w:tc>
      </w:tr>
      <w:tr w:rsidR="00B41E7B" w14:paraId="6DDC76A0"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5EE3E958"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červen</w:t>
            </w:r>
          </w:p>
        </w:tc>
        <w:tc>
          <w:tcPr>
            <w:tcW w:w="4812" w:type="dxa"/>
            <w:tcBorders>
              <w:top w:val="nil"/>
              <w:left w:val="nil"/>
              <w:bottom w:val="single" w:sz="8" w:space="0" w:color="auto"/>
              <w:right w:val="single" w:sz="8" w:space="0" w:color="auto"/>
            </w:tcBorders>
            <w:shd w:val="clear" w:color="auto" w:fill="auto"/>
            <w:vAlign w:val="center"/>
            <w:hideMark/>
          </w:tcPr>
          <w:p w14:paraId="687BBBB1"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Metronome Festival, Praha</w:t>
            </w:r>
          </w:p>
        </w:tc>
      </w:tr>
      <w:tr w:rsidR="00B41E7B" w14:paraId="1C6837BF"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5EEA2C70"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červen/</w:t>
            </w:r>
            <w:r w:rsidRPr="00644792">
              <w:rPr>
                <w:rFonts w:eastAsia="Times New Roman" w:cs="Arial"/>
                <w:szCs w:val="20"/>
                <w:lang w:eastAsia="cs-CZ"/>
              </w:rPr>
              <w:t>červenec</w:t>
            </w:r>
          </w:p>
        </w:tc>
        <w:tc>
          <w:tcPr>
            <w:tcW w:w="4812" w:type="dxa"/>
            <w:tcBorders>
              <w:top w:val="nil"/>
              <w:left w:val="nil"/>
              <w:bottom w:val="single" w:sz="8" w:space="0" w:color="auto"/>
              <w:right w:val="single" w:sz="8" w:space="0" w:color="auto"/>
            </w:tcBorders>
            <w:shd w:val="clear" w:color="auto" w:fill="auto"/>
            <w:vAlign w:val="center"/>
            <w:hideMark/>
          </w:tcPr>
          <w:p w14:paraId="58B7C0B1"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MFF Karlovy Vary</w:t>
            </w:r>
          </w:p>
        </w:tc>
      </w:tr>
      <w:tr w:rsidR="00B41E7B" w14:paraId="79E4AC2C" w14:textId="77777777" w:rsidTr="003E126C">
        <w:trPr>
          <w:gridAfter w:val="1"/>
          <w:wAfter w:w="29" w:type="dxa"/>
          <w:trHeight w:val="345"/>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652F4E03"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červenec/</w:t>
            </w:r>
            <w:r w:rsidRPr="00644792">
              <w:rPr>
                <w:rFonts w:eastAsia="Times New Roman" w:cs="Arial"/>
                <w:szCs w:val="20"/>
                <w:lang w:eastAsia="cs-CZ"/>
              </w:rPr>
              <w:t>srpen</w:t>
            </w:r>
          </w:p>
        </w:tc>
        <w:tc>
          <w:tcPr>
            <w:tcW w:w="4812" w:type="dxa"/>
            <w:tcBorders>
              <w:top w:val="nil"/>
              <w:left w:val="nil"/>
              <w:bottom w:val="single" w:sz="8" w:space="0" w:color="auto"/>
              <w:right w:val="single" w:sz="8" w:space="0" w:color="auto"/>
            </w:tcBorders>
            <w:shd w:val="clear" w:color="auto" w:fill="auto"/>
            <w:vAlign w:val="center"/>
            <w:hideMark/>
          </w:tcPr>
          <w:p w14:paraId="62D0A8B2" w14:textId="72ACFF69" w:rsidR="00B41E7B" w:rsidRPr="00644792" w:rsidRDefault="002F0160"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Rž v</w:t>
            </w:r>
            <w:r w:rsidR="00EB72AE">
              <w:rPr>
                <w:rFonts w:eastAsia="Times New Roman" w:cs="Arial"/>
                <w:szCs w:val="20"/>
                <w:lang w:eastAsia="cs-CZ"/>
              </w:rPr>
              <w:t> </w:t>
            </w:r>
            <w:r>
              <w:rPr>
                <w:rFonts w:eastAsia="Times New Roman" w:cs="Arial"/>
                <w:szCs w:val="20"/>
                <w:lang w:eastAsia="cs-CZ"/>
              </w:rPr>
              <w:t>ZOO</w:t>
            </w:r>
            <w:r w:rsidR="00EB72AE">
              <w:rPr>
                <w:rFonts w:eastAsia="Times New Roman" w:cs="Arial"/>
                <w:szCs w:val="20"/>
                <w:lang w:eastAsia="cs-CZ"/>
              </w:rPr>
              <w:t xml:space="preserve"> Praha</w:t>
            </w:r>
          </w:p>
        </w:tc>
      </w:tr>
      <w:tr w:rsidR="00B41E7B" w14:paraId="615D9C28" w14:textId="77777777" w:rsidTr="003E126C">
        <w:trPr>
          <w:gridAfter w:val="1"/>
          <w:wAfter w:w="29" w:type="dxa"/>
          <w:trHeight w:val="345"/>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54AE0952" w14:textId="1DC0C884" w:rsidR="00B41E7B" w:rsidRPr="00644792" w:rsidRDefault="00EB72AE"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Červenec/</w:t>
            </w:r>
            <w:r w:rsidR="00B41E7B" w:rsidRPr="00644792">
              <w:rPr>
                <w:rFonts w:eastAsia="Times New Roman" w:cs="Arial"/>
                <w:szCs w:val="20"/>
                <w:lang w:eastAsia="cs-CZ"/>
              </w:rPr>
              <w:t>srpen</w:t>
            </w:r>
          </w:p>
        </w:tc>
        <w:tc>
          <w:tcPr>
            <w:tcW w:w="4812" w:type="dxa"/>
            <w:tcBorders>
              <w:top w:val="nil"/>
              <w:left w:val="nil"/>
              <w:bottom w:val="single" w:sz="8" w:space="0" w:color="auto"/>
              <w:right w:val="single" w:sz="8" w:space="0" w:color="auto"/>
            </w:tcBorders>
            <w:shd w:val="clear" w:color="auto" w:fill="auto"/>
            <w:vAlign w:val="center"/>
            <w:hideMark/>
          </w:tcPr>
          <w:p w14:paraId="33A87A03" w14:textId="71CF4D96" w:rsidR="00B41E7B" w:rsidRPr="00644792" w:rsidRDefault="00EB72AE"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Slavonice fest</w:t>
            </w:r>
          </w:p>
        </w:tc>
      </w:tr>
      <w:tr w:rsidR="00B41E7B" w14:paraId="0D4DAEC0" w14:textId="77777777" w:rsidTr="003E126C">
        <w:trPr>
          <w:gridAfter w:val="1"/>
          <w:wAfter w:w="29" w:type="dxa"/>
          <w:trHeight w:val="345"/>
        </w:trPr>
        <w:tc>
          <w:tcPr>
            <w:tcW w:w="1608" w:type="dxa"/>
            <w:tcBorders>
              <w:top w:val="nil"/>
              <w:left w:val="single" w:sz="8" w:space="0" w:color="auto"/>
              <w:bottom w:val="single" w:sz="8" w:space="0" w:color="auto"/>
              <w:right w:val="single" w:sz="8" w:space="0" w:color="auto"/>
            </w:tcBorders>
            <w:shd w:val="clear" w:color="000000" w:fill="D9D9D9"/>
            <w:vAlign w:val="center"/>
          </w:tcPr>
          <w:p w14:paraId="5F3C86EB"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srpen</w:t>
            </w:r>
          </w:p>
        </w:tc>
        <w:tc>
          <w:tcPr>
            <w:tcW w:w="4812" w:type="dxa"/>
            <w:tcBorders>
              <w:top w:val="nil"/>
              <w:left w:val="nil"/>
              <w:bottom w:val="single" w:sz="8" w:space="0" w:color="auto"/>
              <w:right w:val="single" w:sz="8" w:space="0" w:color="auto"/>
            </w:tcBorders>
            <w:shd w:val="clear" w:color="auto" w:fill="auto"/>
            <w:vAlign w:val="center"/>
          </w:tcPr>
          <w:p w14:paraId="3010BDCA" w14:textId="38E069CE" w:rsidR="00B41E7B" w:rsidRDefault="00EB72AE"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 Letní Letná, Praha</w:t>
            </w:r>
            <w:r w:rsidDel="00EB72AE">
              <w:rPr>
                <w:rFonts w:eastAsia="Times New Roman" w:cs="Arial"/>
                <w:szCs w:val="20"/>
                <w:lang w:eastAsia="cs-CZ"/>
              </w:rPr>
              <w:t xml:space="preserve"> </w:t>
            </w:r>
          </w:p>
        </w:tc>
      </w:tr>
      <w:tr w:rsidR="00B41E7B" w14:paraId="28740193" w14:textId="77777777" w:rsidTr="003E126C">
        <w:trPr>
          <w:gridAfter w:val="1"/>
          <w:wAfter w:w="29" w:type="dxa"/>
          <w:trHeight w:val="315"/>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76688AA4"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září</w:t>
            </w:r>
          </w:p>
        </w:tc>
        <w:tc>
          <w:tcPr>
            <w:tcW w:w="4812" w:type="dxa"/>
            <w:tcBorders>
              <w:top w:val="nil"/>
              <w:left w:val="nil"/>
              <w:bottom w:val="single" w:sz="8" w:space="0" w:color="auto"/>
              <w:right w:val="single" w:sz="8" w:space="0" w:color="auto"/>
            </w:tcBorders>
            <w:shd w:val="clear" w:color="auto" w:fill="auto"/>
            <w:vAlign w:val="center"/>
            <w:hideMark/>
          </w:tcPr>
          <w:p w14:paraId="239BBB7A"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Nadační fond ČRo Světluška, Praha</w:t>
            </w:r>
          </w:p>
        </w:tc>
      </w:tr>
      <w:tr w:rsidR="00B41E7B" w14:paraId="028AE520"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08EED36C"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říjen</w:t>
            </w:r>
          </w:p>
        </w:tc>
        <w:tc>
          <w:tcPr>
            <w:tcW w:w="4812" w:type="dxa"/>
            <w:tcBorders>
              <w:top w:val="nil"/>
              <w:left w:val="nil"/>
              <w:bottom w:val="single" w:sz="8" w:space="0" w:color="auto"/>
              <w:right w:val="single" w:sz="8" w:space="0" w:color="auto"/>
            </w:tcBorders>
            <w:shd w:val="clear" w:color="auto" w:fill="auto"/>
            <w:vAlign w:val="center"/>
            <w:hideMark/>
          </w:tcPr>
          <w:p w14:paraId="4D31976C" w14:textId="77777777" w:rsidR="00B41E7B" w:rsidRPr="00644792" w:rsidRDefault="00B41E7B" w:rsidP="00874E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Gastrofestival Velké Karlovice</w:t>
            </w:r>
          </w:p>
        </w:tc>
      </w:tr>
      <w:tr w:rsidR="00FD6769" w14:paraId="72E801CF"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hideMark/>
          </w:tcPr>
          <w:p w14:paraId="2584BCC4" w14:textId="77777777" w:rsidR="00FD6769" w:rsidRPr="00644792" w:rsidRDefault="00FD6769" w:rsidP="00FD676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644792">
              <w:rPr>
                <w:rFonts w:eastAsia="Times New Roman" w:cs="Arial"/>
                <w:szCs w:val="20"/>
                <w:lang w:eastAsia="cs-CZ"/>
              </w:rPr>
              <w:t>říjen</w:t>
            </w:r>
          </w:p>
        </w:tc>
        <w:tc>
          <w:tcPr>
            <w:tcW w:w="4812" w:type="dxa"/>
            <w:tcBorders>
              <w:top w:val="nil"/>
              <w:left w:val="nil"/>
              <w:bottom w:val="single" w:sz="8" w:space="0" w:color="auto"/>
              <w:right w:val="single" w:sz="8" w:space="0" w:color="auto"/>
            </w:tcBorders>
            <w:shd w:val="clear" w:color="auto" w:fill="auto"/>
            <w:vAlign w:val="center"/>
            <w:hideMark/>
          </w:tcPr>
          <w:p w14:paraId="704A7143" w14:textId="1447D67C" w:rsidR="00FD6769" w:rsidRPr="00644792" w:rsidRDefault="00FD6769" w:rsidP="00FD676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Signal Festival, Praha</w:t>
            </w:r>
          </w:p>
        </w:tc>
      </w:tr>
      <w:tr w:rsidR="00FD6769" w14:paraId="0481B847"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tcPr>
          <w:p w14:paraId="499A66BF" w14:textId="77777777" w:rsidR="00FD6769" w:rsidRDefault="00FD6769" w:rsidP="00FD676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říjen</w:t>
            </w:r>
          </w:p>
        </w:tc>
        <w:tc>
          <w:tcPr>
            <w:tcW w:w="4812" w:type="dxa"/>
            <w:tcBorders>
              <w:top w:val="nil"/>
              <w:left w:val="nil"/>
              <w:bottom w:val="single" w:sz="8" w:space="0" w:color="auto"/>
              <w:right w:val="single" w:sz="8" w:space="0" w:color="auto"/>
            </w:tcBorders>
            <w:shd w:val="clear" w:color="auto" w:fill="auto"/>
            <w:vAlign w:val="center"/>
          </w:tcPr>
          <w:p w14:paraId="436493AA" w14:textId="22FC13F0" w:rsidR="00FD6769" w:rsidRDefault="00FD6769" w:rsidP="00FD676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Designblok, Praha</w:t>
            </w:r>
          </w:p>
        </w:tc>
      </w:tr>
      <w:tr w:rsidR="00FD6769" w14:paraId="585AB274" w14:textId="77777777" w:rsidTr="003E126C">
        <w:trPr>
          <w:gridAfter w:val="1"/>
          <w:wAfter w:w="29" w:type="dxa"/>
          <w:trHeight w:val="360"/>
        </w:trPr>
        <w:tc>
          <w:tcPr>
            <w:tcW w:w="1608" w:type="dxa"/>
            <w:tcBorders>
              <w:top w:val="nil"/>
              <w:left w:val="single" w:sz="8" w:space="0" w:color="auto"/>
              <w:bottom w:val="single" w:sz="8" w:space="0" w:color="auto"/>
              <w:right w:val="single" w:sz="8" w:space="0" w:color="auto"/>
            </w:tcBorders>
            <w:shd w:val="clear" w:color="000000" w:fill="D9D9D9"/>
            <w:vAlign w:val="center"/>
          </w:tcPr>
          <w:p w14:paraId="7F873542" w14:textId="3B959D34" w:rsidR="00FD6769" w:rsidRPr="00644792" w:rsidRDefault="00FD6769" w:rsidP="00FD676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listopad</w:t>
            </w:r>
          </w:p>
        </w:tc>
        <w:tc>
          <w:tcPr>
            <w:tcW w:w="4812" w:type="dxa"/>
            <w:tcBorders>
              <w:top w:val="nil"/>
              <w:left w:val="nil"/>
              <w:bottom w:val="single" w:sz="8" w:space="0" w:color="auto"/>
              <w:right w:val="single" w:sz="8" w:space="0" w:color="auto"/>
            </w:tcBorders>
            <w:shd w:val="clear" w:color="auto" w:fill="auto"/>
            <w:vAlign w:val="center"/>
          </w:tcPr>
          <w:p w14:paraId="01133165" w14:textId="75BCA483" w:rsidR="00FD6769" w:rsidRPr="00644792" w:rsidRDefault="00FD6769" w:rsidP="00FD676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17. listopad</w:t>
            </w:r>
          </w:p>
        </w:tc>
      </w:tr>
      <w:tr w:rsidR="002F0160" w14:paraId="642E9EEF" w14:textId="77777777" w:rsidTr="003E126C">
        <w:tblPrEx>
          <w:tblCellMar>
            <w:left w:w="0" w:type="dxa"/>
            <w:right w:w="0" w:type="dxa"/>
          </w:tblCellMar>
        </w:tblPrEx>
        <w:trPr>
          <w:trHeight w:val="561"/>
        </w:trPr>
        <w:tc>
          <w:tcPr>
            <w:tcW w:w="6449" w:type="dxa"/>
            <w:gridSpan w:val="3"/>
            <w:tcBorders>
              <w:top w:val="single" w:sz="8" w:space="0" w:color="auto"/>
              <w:left w:val="single" w:sz="8" w:space="0" w:color="auto"/>
              <w:bottom w:val="single" w:sz="8" w:space="0" w:color="auto"/>
              <w:right w:val="single" w:sz="8" w:space="0" w:color="auto"/>
            </w:tcBorders>
            <w:shd w:val="clear" w:color="auto" w:fill="FFC000"/>
            <w:noWrap/>
            <w:tcMar>
              <w:top w:w="0" w:type="dxa"/>
              <w:left w:w="70" w:type="dxa"/>
              <w:bottom w:w="0" w:type="dxa"/>
              <w:right w:w="70" w:type="dxa"/>
            </w:tcMar>
            <w:vAlign w:val="bottom"/>
            <w:hideMark/>
          </w:tcPr>
          <w:p w14:paraId="74BF2656" w14:textId="35CEC7E8" w:rsidR="002F0160" w:rsidRPr="00EB72AE" w:rsidRDefault="002F0160">
            <w:pPr>
              <w:jc w:val="center"/>
              <w:rPr>
                <w:rFonts w:ascii="Calibri" w:hAnsi="Calibri"/>
                <w:b/>
                <w:bCs/>
                <w:sz w:val="24"/>
                <w:szCs w:val="24"/>
                <w:lang w:eastAsia="cs-CZ"/>
              </w:rPr>
            </w:pPr>
            <w:r w:rsidRPr="00EB72AE">
              <w:rPr>
                <w:b/>
                <w:bCs/>
                <w:sz w:val="24"/>
                <w:szCs w:val="24"/>
                <w:lang w:eastAsia="cs-CZ"/>
              </w:rPr>
              <w:t>R-stream 2023 - předběžný plán</w:t>
            </w:r>
            <w:r w:rsidR="00EB72AE">
              <w:rPr>
                <w:b/>
                <w:bCs/>
                <w:sz w:val="24"/>
                <w:szCs w:val="24"/>
                <w:lang w:eastAsia="cs-CZ"/>
              </w:rPr>
              <w:t xml:space="preserve"> Rž Sport</w:t>
            </w:r>
          </w:p>
        </w:tc>
      </w:tr>
      <w:tr w:rsidR="002F0160" w14:paraId="2F9CDE64"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6B943407" w14:textId="77777777" w:rsidR="002F0160" w:rsidRPr="00EB72AE" w:rsidRDefault="002F0160">
            <w:pPr>
              <w:jc w:val="center"/>
              <w:rPr>
                <w:b/>
                <w:bCs/>
                <w:sz w:val="22"/>
                <w:lang w:eastAsia="cs-CZ"/>
              </w:rPr>
            </w:pPr>
            <w:r w:rsidRPr="00EB72AE">
              <w:rPr>
                <w:b/>
                <w:bCs/>
                <w:lang w:eastAsia="cs-CZ"/>
              </w:rPr>
              <w:t>únor</w:t>
            </w:r>
          </w:p>
        </w:tc>
      </w:tr>
      <w:tr w:rsidR="002F0160" w14:paraId="65EDFE5E"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0C60E5" w14:textId="77777777" w:rsidR="002F0160" w:rsidRPr="002F0160" w:rsidRDefault="002F0160">
            <w:pPr>
              <w:jc w:val="center"/>
              <w:rPr>
                <w:lang w:eastAsia="cs-CZ"/>
              </w:rPr>
            </w:pPr>
            <w:r w:rsidRPr="002F0160">
              <w:rPr>
                <w:lang w:eastAsia="cs-CZ"/>
              </w:rPr>
              <w:t>Jizerská 50, Bedřichov</w:t>
            </w:r>
          </w:p>
        </w:tc>
      </w:tr>
      <w:tr w:rsidR="002F0160" w14:paraId="325C36A2"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644396E" w14:textId="77777777" w:rsidR="002F0160" w:rsidRPr="002F0160" w:rsidRDefault="002F0160">
            <w:pPr>
              <w:jc w:val="center"/>
              <w:rPr>
                <w:lang w:eastAsia="cs-CZ"/>
              </w:rPr>
            </w:pPr>
            <w:r w:rsidRPr="002F0160">
              <w:rPr>
                <w:lang w:eastAsia="cs-CZ"/>
              </w:rPr>
              <w:t>SP v biatlonu 2023, Nové město na Moravě</w:t>
            </w:r>
          </w:p>
        </w:tc>
      </w:tr>
      <w:tr w:rsidR="002F0160" w14:paraId="62ED5ADE"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16A8C07E" w14:textId="77777777" w:rsidR="002F0160" w:rsidRPr="00EB72AE" w:rsidRDefault="002F0160">
            <w:pPr>
              <w:jc w:val="center"/>
              <w:rPr>
                <w:b/>
                <w:bCs/>
                <w:lang w:eastAsia="cs-CZ"/>
              </w:rPr>
            </w:pPr>
            <w:r w:rsidRPr="00EB72AE">
              <w:rPr>
                <w:b/>
                <w:bCs/>
                <w:lang w:eastAsia="cs-CZ"/>
              </w:rPr>
              <w:t>duben</w:t>
            </w:r>
          </w:p>
        </w:tc>
      </w:tr>
      <w:tr w:rsidR="002F0160" w14:paraId="637DC1EC"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C3E039" w14:textId="77777777" w:rsidR="002F0160" w:rsidRPr="00EB72AE" w:rsidRDefault="002F0160">
            <w:pPr>
              <w:jc w:val="center"/>
              <w:rPr>
                <w:lang w:eastAsia="cs-CZ"/>
              </w:rPr>
            </w:pPr>
            <w:r w:rsidRPr="00EB72AE">
              <w:rPr>
                <w:lang w:eastAsia="cs-CZ"/>
              </w:rPr>
              <w:t>Noční běh pro Světlušku, Praha</w:t>
            </w:r>
          </w:p>
        </w:tc>
      </w:tr>
      <w:tr w:rsidR="002F0160" w14:paraId="1A82C0A0"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6A85650E" w14:textId="77777777" w:rsidR="002F0160" w:rsidRPr="00EB72AE" w:rsidRDefault="002F0160">
            <w:pPr>
              <w:jc w:val="center"/>
              <w:rPr>
                <w:b/>
                <w:bCs/>
                <w:lang w:eastAsia="cs-CZ"/>
              </w:rPr>
            </w:pPr>
            <w:r w:rsidRPr="00EB72AE">
              <w:rPr>
                <w:b/>
                <w:bCs/>
                <w:lang w:eastAsia="cs-CZ"/>
              </w:rPr>
              <w:t>květen</w:t>
            </w:r>
          </w:p>
        </w:tc>
      </w:tr>
      <w:tr w:rsidR="002F0160" w14:paraId="0398A715"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5247B3D" w14:textId="77777777" w:rsidR="002F0160" w:rsidRPr="00EB72AE" w:rsidRDefault="002F0160">
            <w:pPr>
              <w:jc w:val="center"/>
              <w:rPr>
                <w:lang w:eastAsia="cs-CZ"/>
              </w:rPr>
            </w:pPr>
            <w:r w:rsidRPr="00EB72AE">
              <w:rPr>
                <w:lang w:eastAsia="cs-CZ"/>
              </w:rPr>
              <w:t>PIM (VW Maraton Praha)</w:t>
            </w:r>
          </w:p>
        </w:tc>
      </w:tr>
      <w:tr w:rsidR="002F0160" w14:paraId="6BB2B482"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24E94E4" w14:textId="77777777" w:rsidR="002F0160" w:rsidRPr="00EB72AE" w:rsidRDefault="002F0160">
            <w:pPr>
              <w:jc w:val="center"/>
              <w:rPr>
                <w:lang w:eastAsia="cs-CZ"/>
              </w:rPr>
            </w:pPr>
            <w:r w:rsidRPr="00EB72AE">
              <w:rPr>
                <w:lang w:eastAsia="cs-CZ"/>
              </w:rPr>
              <w:t>Ostrava Beach Tour 2023, Vítkovice</w:t>
            </w:r>
          </w:p>
        </w:tc>
      </w:tr>
      <w:tr w:rsidR="002F0160" w14:paraId="11F215A0"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41C3DC95" w14:textId="77777777" w:rsidR="002F0160" w:rsidRPr="00EB72AE" w:rsidRDefault="002F0160">
            <w:pPr>
              <w:jc w:val="center"/>
              <w:rPr>
                <w:b/>
                <w:bCs/>
                <w:lang w:eastAsia="cs-CZ"/>
              </w:rPr>
            </w:pPr>
            <w:r w:rsidRPr="00EB72AE">
              <w:rPr>
                <w:b/>
                <w:bCs/>
                <w:lang w:eastAsia="cs-CZ"/>
              </w:rPr>
              <w:t>červen</w:t>
            </w:r>
          </w:p>
        </w:tc>
      </w:tr>
      <w:tr w:rsidR="002F0160" w14:paraId="662B0AEF"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F345845" w14:textId="77777777" w:rsidR="002F0160" w:rsidRPr="00EB72AE" w:rsidRDefault="002F0160">
            <w:pPr>
              <w:jc w:val="center"/>
              <w:rPr>
                <w:lang w:eastAsia="cs-CZ"/>
              </w:rPr>
            </w:pPr>
            <w:r w:rsidRPr="00EB72AE">
              <w:rPr>
                <w:lang w:eastAsia="cs-CZ"/>
              </w:rPr>
              <w:t>McDonalds Cup - FINÁLE</w:t>
            </w:r>
          </w:p>
        </w:tc>
      </w:tr>
      <w:tr w:rsidR="002F0160" w14:paraId="29FD7EC4"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C4F51B0" w14:textId="77777777" w:rsidR="002F0160" w:rsidRPr="00EB72AE" w:rsidRDefault="002F0160">
            <w:pPr>
              <w:jc w:val="center"/>
              <w:rPr>
                <w:lang w:eastAsia="cs-CZ"/>
              </w:rPr>
            </w:pPr>
            <w:r w:rsidRPr="00EB72AE">
              <w:rPr>
                <w:lang w:eastAsia="cs-CZ"/>
              </w:rPr>
              <w:t>110. Primátorky, Praha</w:t>
            </w:r>
          </w:p>
        </w:tc>
      </w:tr>
      <w:tr w:rsidR="002F0160" w14:paraId="5CB58881"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CF4F705" w14:textId="77777777" w:rsidR="002F0160" w:rsidRPr="00EB72AE" w:rsidRDefault="002F0160">
            <w:pPr>
              <w:jc w:val="center"/>
              <w:rPr>
                <w:lang w:eastAsia="cs-CZ"/>
              </w:rPr>
            </w:pPr>
            <w:r w:rsidRPr="00EB72AE">
              <w:rPr>
                <w:lang w:eastAsia="cs-CZ"/>
              </w:rPr>
              <w:t>SP vodní slalom, Praha Trója</w:t>
            </w:r>
          </w:p>
        </w:tc>
      </w:tr>
      <w:tr w:rsidR="002F0160" w14:paraId="076528FE"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B42A949" w14:textId="77777777" w:rsidR="002F0160" w:rsidRPr="00EB72AE" w:rsidRDefault="002F0160">
            <w:pPr>
              <w:jc w:val="center"/>
              <w:rPr>
                <w:lang w:eastAsia="cs-CZ"/>
              </w:rPr>
            </w:pPr>
            <w:r w:rsidRPr="00EB72AE">
              <w:rPr>
                <w:lang w:eastAsia="cs-CZ"/>
              </w:rPr>
              <w:t>T-Mobile Olympijský běh, Praha</w:t>
            </w:r>
          </w:p>
        </w:tc>
      </w:tr>
      <w:tr w:rsidR="002F0160" w14:paraId="5C807F67"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4EE25916" w14:textId="77777777" w:rsidR="002F0160" w:rsidRPr="00EB72AE" w:rsidRDefault="002F0160">
            <w:pPr>
              <w:jc w:val="center"/>
              <w:rPr>
                <w:b/>
                <w:bCs/>
                <w:lang w:eastAsia="cs-CZ"/>
              </w:rPr>
            </w:pPr>
            <w:r w:rsidRPr="00EB72AE">
              <w:rPr>
                <w:b/>
                <w:bCs/>
                <w:lang w:eastAsia="cs-CZ"/>
              </w:rPr>
              <w:t>červenec</w:t>
            </w:r>
          </w:p>
        </w:tc>
      </w:tr>
      <w:tr w:rsidR="002F0160" w14:paraId="66167A71"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A46729" w14:textId="77777777" w:rsidR="002F0160" w:rsidRPr="00EB72AE" w:rsidRDefault="002F0160">
            <w:pPr>
              <w:jc w:val="center"/>
              <w:rPr>
                <w:lang w:eastAsia="cs-CZ"/>
              </w:rPr>
            </w:pPr>
            <w:r w:rsidRPr="00EB72AE">
              <w:rPr>
                <w:lang w:eastAsia="cs-CZ"/>
              </w:rPr>
              <w:t>Livesport Prague Open</w:t>
            </w:r>
          </w:p>
        </w:tc>
      </w:tr>
      <w:tr w:rsidR="002F0160" w14:paraId="28179B1A"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07642622" w14:textId="77777777" w:rsidR="002F0160" w:rsidRPr="00EB72AE" w:rsidRDefault="002F0160">
            <w:pPr>
              <w:jc w:val="center"/>
              <w:rPr>
                <w:b/>
                <w:bCs/>
                <w:lang w:eastAsia="cs-CZ"/>
              </w:rPr>
            </w:pPr>
            <w:r w:rsidRPr="00EB72AE">
              <w:rPr>
                <w:b/>
                <w:bCs/>
                <w:lang w:eastAsia="cs-CZ"/>
              </w:rPr>
              <w:t>srpen</w:t>
            </w:r>
          </w:p>
        </w:tc>
      </w:tr>
      <w:tr w:rsidR="002F0160" w14:paraId="78C6E077"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A6097E" w14:textId="77777777" w:rsidR="002F0160" w:rsidRPr="00EB72AE" w:rsidRDefault="002F0160">
            <w:pPr>
              <w:jc w:val="center"/>
              <w:rPr>
                <w:lang w:eastAsia="cs-CZ"/>
              </w:rPr>
            </w:pPr>
            <w:r w:rsidRPr="00EB72AE">
              <w:rPr>
                <w:lang w:eastAsia="cs-CZ"/>
              </w:rPr>
              <w:t>Lipno Sport Festival</w:t>
            </w:r>
          </w:p>
        </w:tc>
      </w:tr>
      <w:tr w:rsidR="002F0160" w14:paraId="4FAB7E20"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009E3031" w14:textId="77777777" w:rsidR="002F0160" w:rsidRPr="00EB72AE" w:rsidRDefault="002F0160">
            <w:pPr>
              <w:jc w:val="center"/>
              <w:rPr>
                <w:b/>
                <w:bCs/>
                <w:lang w:eastAsia="cs-CZ"/>
              </w:rPr>
            </w:pPr>
            <w:r w:rsidRPr="00EB72AE">
              <w:rPr>
                <w:b/>
                <w:bCs/>
                <w:lang w:eastAsia="cs-CZ"/>
              </w:rPr>
              <w:t>říjen</w:t>
            </w:r>
          </w:p>
        </w:tc>
      </w:tr>
      <w:tr w:rsidR="002F0160" w14:paraId="38E885EE"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1125F8E" w14:textId="77777777" w:rsidR="002F0160" w:rsidRPr="00EB72AE" w:rsidRDefault="002F0160">
            <w:pPr>
              <w:jc w:val="center"/>
              <w:rPr>
                <w:lang w:eastAsia="cs-CZ"/>
              </w:rPr>
            </w:pPr>
            <w:r w:rsidRPr="00EB72AE">
              <w:rPr>
                <w:lang w:eastAsia="cs-CZ"/>
              </w:rPr>
              <w:t>Velká Pardubická</w:t>
            </w:r>
          </w:p>
        </w:tc>
      </w:tr>
      <w:tr w:rsidR="002F0160" w14:paraId="4242D16C"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shd w:val="clear" w:color="auto" w:fill="FFF2CC"/>
            <w:noWrap/>
            <w:tcMar>
              <w:top w:w="0" w:type="dxa"/>
              <w:left w:w="70" w:type="dxa"/>
              <w:bottom w:w="0" w:type="dxa"/>
              <w:right w:w="70" w:type="dxa"/>
            </w:tcMar>
            <w:vAlign w:val="bottom"/>
            <w:hideMark/>
          </w:tcPr>
          <w:p w14:paraId="4B66CFE8" w14:textId="77777777" w:rsidR="002F0160" w:rsidRPr="00EB72AE" w:rsidRDefault="002F0160">
            <w:pPr>
              <w:jc w:val="center"/>
              <w:rPr>
                <w:b/>
                <w:bCs/>
                <w:lang w:eastAsia="cs-CZ"/>
              </w:rPr>
            </w:pPr>
            <w:r w:rsidRPr="00EB72AE">
              <w:rPr>
                <w:b/>
                <w:bCs/>
                <w:lang w:eastAsia="cs-CZ"/>
              </w:rPr>
              <w:t>prosinec</w:t>
            </w:r>
          </w:p>
        </w:tc>
      </w:tr>
      <w:tr w:rsidR="002F0160" w14:paraId="0AE948C8" w14:textId="77777777" w:rsidTr="003E126C">
        <w:tblPrEx>
          <w:tblCellMar>
            <w:left w:w="0" w:type="dxa"/>
            <w:right w:w="0" w:type="dxa"/>
          </w:tblCellMar>
        </w:tblPrEx>
        <w:trPr>
          <w:trHeight w:val="300"/>
        </w:trPr>
        <w:tc>
          <w:tcPr>
            <w:tcW w:w="6449" w:type="dxa"/>
            <w:gridSpan w:val="3"/>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868E36B" w14:textId="77777777" w:rsidR="002F0160" w:rsidRPr="00EB72AE" w:rsidRDefault="002F0160">
            <w:pPr>
              <w:jc w:val="center"/>
              <w:rPr>
                <w:lang w:eastAsia="cs-CZ"/>
              </w:rPr>
            </w:pPr>
            <w:r w:rsidRPr="00EB72AE">
              <w:rPr>
                <w:lang w:eastAsia="cs-CZ"/>
              </w:rPr>
              <w:t>Winter Classic 2023, Špindlerův mlýn</w:t>
            </w:r>
          </w:p>
        </w:tc>
      </w:tr>
    </w:tbl>
    <w:p w14:paraId="459EFEA4" w14:textId="77777777" w:rsidR="00B41E7B" w:rsidRPr="0023258C" w:rsidRDefault="00B41E7B" w:rsidP="003E126C">
      <w:pPr>
        <w:pStyle w:val="ListNumber-ContractCzechRadio"/>
        <w:numPr>
          <w:ilvl w:val="0"/>
          <w:numId w:val="0"/>
        </w:numPr>
      </w:pPr>
    </w:p>
    <w:sectPr w:rsidR="00B41E7B"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7978D6" w14:textId="77777777" w:rsidR="00E66F93" w:rsidRDefault="00E66F93" w:rsidP="00B25F23">
      <w:pPr>
        <w:spacing w:line="240" w:lineRule="auto"/>
      </w:pPr>
      <w:r>
        <w:separator/>
      </w:r>
    </w:p>
  </w:endnote>
  <w:endnote w:type="continuationSeparator" w:id="0">
    <w:p w14:paraId="78083D5F" w14:textId="77777777" w:rsidR="00E66F93" w:rsidRDefault="00E66F93"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BDC14" w14:textId="77777777" w:rsidR="00874EE6" w:rsidRDefault="00874EE6">
    <w:pPr>
      <w:pStyle w:val="Zpat"/>
    </w:pPr>
    <w:r>
      <w:rPr>
        <w:noProof/>
        <w:lang w:eastAsia="cs-CZ"/>
      </w:rPr>
      <mc:AlternateContent>
        <mc:Choice Requires="wps">
          <w:drawing>
            <wp:anchor distT="0" distB="0" distL="114300" distR="114300" simplePos="0" relativeHeight="251661312" behindDoc="0" locked="0" layoutInCell="1" allowOverlap="1" wp14:anchorId="5925120F" wp14:editId="7E32BD6F">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72EB84" w14:textId="61002083" w:rsidR="00874EE6" w:rsidRPr="00727BE2" w:rsidRDefault="00E96CFE" w:rsidP="00727BE2">
                          <w:pPr>
                            <w:jc w:val="right"/>
                            <w:rPr>
                              <w:rStyle w:val="slostrnky"/>
                            </w:rPr>
                          </w:pPr>
                          <w:sdt>
                            <w:sdtPr>
                              <w:rPr>
                                <w:rStyle w:val="slostrnky"/>
                              </w:rPr>
                              <w:id w:val="-2004500449"/>
                              <w:docPartObj>
                                <w:docPartGallery w:val="Page Numbers (Bottom of Page)"/>
                                <w:docPartUnique/>
                              </w:docPartObj>
                            </w:sdtPr>
                            <w:sdtEndPr>
                              <w:rPr>
                                <w:rStyle w:val="slostrnky"/>
                              </w:rPr>
                            </w:sdtEndPr>
                            <w:sdtContent>
                              <w:r w:rsidR="00874EE6" w:rsidRPr="00727BE2">
                                <w:rPr>
                                  <w:rStyle w:val="slostrnky"/>
                                </w:rPr>
                                <w:fldChar w:fldCharType="begin"/>
                              </w:r>
                              <w:r w:rsidR="00874EE6" w:rsidRPr="00727BE2">
                                <w:rPr>
                                  <w:rStyle w:val="slostrnky"/>
                                </w:rPr>
                                <w:instrText xml:space="preserve"> PAGE   \* MERGEFORMAT </w:instrText>
                              </w:r>
                              <w:r w:rsidR="00874EE6" w:rsidRPr="00727BE2">
                                <w:rPr>
                                  <w:rStyle w:val="slostrnky"/>
                                </w:rPr>
                                <w:fldChar w:fldCharType="separate"/>
                              </w:r>
                              <w:r>
                                <w:rPr>
                                  <w:rStyle w:val="slostrnky"/>
                                  <w:noProof/>
                                </w:rPr>
                                <w:t>15</w:t>
                              </w:r>
                              <w:r w:rsidR="00874EE6" w:rsidRPr="00727BE2">
                                <w:rPr>
                                  <w:rStyle w:val="slostrnky"/>
                                </w:rPr>
                                <w:fldChar w:fldCharType="end"/>
                              </w:r>
                              <w:r w:rsidR="00874EE6" w:rsidRPr="00727BE2">
                                <w:rPr>
                                  <w:rStyle w:val="slostrnky"/>
                                </w:rPr>
                                <w:t xml:space="preserve"> / </w:t>
                              </w:r>
                              <w:r w:rsidR="00155D6A">
                                <w:rPr>
                                  <w:rStyle w:val="slostrnky"/>
                                  <w:noProof/>
                                </w:rPr>
                                <w:fldChar w:fldCharType="begin"/>
                              </w:r>
                              <w:r w:rsidR="00155D6A">
                                <w:rPr>
                                  <w:rStyle w:val="slostrnky"/>
                                  <w:noProof/>
                                </w:rPr>
                                <w:instrText xml:space="preserve"> NUMPAGES   \* MERGEFORMAT </w:instrText>
                              </w:r>
                              <w:r w:rsidR="00155D6A">
                                <w:rPr>
                                  <w:rStyle w:val="slostrnky"/>
                                  <w:noProof/>
                                </w:rPr>
                                <w:fldChar w:fldCharType="separate"/>
                              </w:r>
                              <w:r>
                                <w:rPr>
                                  <w:rStyle w:val="slostrnky"/>
                                  <w:noProof/>
                                </w:rPr>
                                <w:t>16</w:t>
                              </w:r>
                              <w:r w:rsidR="00155D6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25120F"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772EB84" w14:textId="61002083" w:rsidR="00874EE6" w:rsidRPr="00727BE2" w:rsidRDefault="00E96CFE" w:rsidP="00727BE2">
                    <w:pPr>
                      <w:jc w:val="right"/>
                      <w:rPr>
                        <w:rStyle w:val="slostrnky"/>
                      </w:rPr>
                    </w:pPr>
                    <w:sdt>
                      <w:sdtPr>
                        <w:rPr>
                          <w:rStyle w:val="slostrnky"/>
                        </w:rPr>
                        <w:id w:val="-2004500449"/>
                        <w:docPartObj>
                          <w:docPartGallery w:val="Page Numbers (Bottom of Page)"/>
                          <w:docPartUnique/>
                        </w:docPartObj>
                      </w:sdtPr>
                      <w:sdtEndPr>
                        <w:rPr>
                          <w:rStyle w:val="slostrnky"/>
                        </w:rPr>
                      </w:sdtEndPr>
                      <w:sdtContent>
                        <w:r w:rsidR="00874EE6" w:rsidRPr="00727BE2">
                          <w:rPr>
                            <w:rStyle w:val="slostrnky"/>
                          </w:rPr>
                          <w:fldChar w:fldCharType="begin"/>
                        </w:r>
                        <w:r w:rsidR="00874EE6" w:rsidRPr="00727BE2">
                          <w:rPr>
                            <w:rStyle w:val="slostrnky"/>
                          </w:rPr>
                          <w:instrText xml:space="preserve"> PAGE   \* MERGEFORMAT </w:instrText>
                        </w:r>
                        <w:r w:rsidR="00874EE6" w:rsidRPr="00727BE2">
                          <w:rPr>
                            <w:rStyle w:val="slostrnky"/>
                          </w:rPr>
                          <w:fldChar w:fldCharType="separate"/>
                        </w:r>
                        <w:r>
                          <w:rPr>
                            <w:rStyle w:val="slostrnky"/>
                            <w:noProof/>
                          </w:rPr>
                          <w:t>15</w:t>
                        </w:r>
                        <w:r w:rsidR="00874EE6" w:rsidRPr="00727BE2">
                          <w:rPr>
                            <w:rStyle w:val="slostrnky"/>
                          </w:rPr>
                          <w:fldChar w:fldCharType="end"/>
                        </w:r>
                        <w:r w:rsidR="00874EE6" w:rsidRPr="00727BE2">
                          <w:rPr>
                            <w:rStyle w:val="slostrnky"/>
                          </w:rPr>
                          <w:t xml:space="preserve"> / </w:t>
                        </w:r>
                        <w:r w:rsidR="00155D6A">
                          <w:rPr>
                            <w:rStyle w:val="slostrnky"/>
                            <w:noProof/>
                          </w:rPr>
                          <w:fldChar w:fldCharType="begin"/>
                        </w:r>
                        <w:r w:rsidR="00155D6A">
                          <w:rPr>
                            <w:rStyle w:val="slostrnky"/>
                            <w:noProof/>
                          </w:rPr>
                          <w:instrText xml:space="preserve"> NUMPAGES   \* MERGEFORMAT </w:instrText>
                        </w:r>
                        <w:r w:rsidR="00155D6A">
                          <w:rPr>
                            <w:rStyle w:val="slostrnky"/>
                            <w:noProof/>
                          </w:rPr>
                          <w:fldChar w:fldCharType="separate"/>
                        </w:r>
                        <w:r>
                          <w:rPr>
                            <w:rStyle w:val="slostrnky"/>
                            <w:noProof/>
                          </w:rPr>
                          <w:t>16</w:t>
                        </w:r>
                        <w:r w:rsidR="00155D6A">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D5377" w14:textId="77777777" w:rsidR="00874EE6" w:rsidRPr="00B5596D" w:rsidRDefault="00874EE6" w:rsidP="00B5596D">
    <w:pPr>
      <w:pStyle w:val="Zpat"/>
    </w:pPr>
    <w:r>
      <w:rPr>
        <w:noProof/>
        <w:lang w:eastAsia="cs-CZ"/>
      </w:rPr>
      <mc:AlternateContent>
        <mc:Choice Requires="wps">
          <w:drawing>
            <wp:anchor distT="0" distB="0" distL="114300" distR="114300" simplePos="0" relativeHeight="251663360" behindDoc="0" locked="0" layoutInCell="1" allowOverlap="1" wp14:anchorId="4D6F68F4" wp14:editId="461A380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2B9045" w14:textId="5CEC2338" w:rsidR="00874EE6" w:rsidRPr="00727BE2" w:rsidRDefault="00E96CFE" w:rsidP="00B5596D">
                          <w:pPr>
                            <w:jc w:val="right"/>
                            <w:rPr>
                              <w:rStyle w:val="slostrnky"/>
                            </w:rPr>
                          </w:pPr>
                          <w:sdt>
                            <w:sdtPr>
                              <w:rPr>
                                <w:rStyle w:val="slostrnky"/>
                              </w:rPr>
                              <w:id w:val="-1004430813"/>
                              <w:docPartObj>
                                <w:docPartGallery w:val="Page Numbers (Bottom of Page)"/>
                                <w:docPartUnique/>
                              </w:docPartObj>
                            </w:sdtPr>
                            <w:sdtEndPr>
                              <w:rPr>
                                <w:rStyle w:val="slostrnky"/>
                              </w:rPr>
                            </w:sdtEndPr>
                            <w:sdtContent>
                              <w:r w:rsidR="00874EE6" w:rsidRPr="00727BE2">
                                <w:rPr>
                                  <w:rStyle w:val="slostrnky"/>
                                </w:rPr>
                                <w:fldChar w:fldCharType="begin"/>
                              </w:r>
                              <w:r w:rsidR="00874EE6" w:rsidRPr="00727BE2">
                                <w:rPr>
                                  <w:rStyle w:val="slostrnky"/>
                                </w:rPr>
                                <w:instrText xml:space="preserve"> PAGE   \* MERGEFORMAT </w:instrText>
                              </w:r>
                              <w:r w:rsidR="00874EE6" w:rsidRPr="00727BE2">
                                <w:rPr>
                                  <w:rStyle w:val="slostrnky"/>
                                </w:rPr>
                                <w:fldChar w:fldCharType="separate"/>
                              </w:r>
                              <w:r>
                                <w:rPr>
                                  <w:rStyle w:val="slostrnky"/>
                                  <w:noProof/>
                                </w:rPr>
                                <w:t>1</w:t>
                              </w:r>
                              <w:r w:rsidR="00874EE6" w:rsidRPr="00727BE2">
                                <w:rPr>
                                  <w:rStyle w:val="slostrnky"/>
                                </w:rPr>
                                <w:fldChar w:fldCharType="end"/>
                              </w:r>
                              <w:r w:rsidR="00874EE6" w:rsidRPr="00727BE2">
                                <w:rPr>
                                  <w:rStyle w:val="slostrnky"/>
                                </w:rPr>
                                <w:t xml:space="preserve"> / </w:t>
                              </w:r>
                              <w:r w:rsidR="00155D6A">
                                <w:rPr>
                                  <w:rStyle w:val="slostrnky"/>
                                  <w:noProof/>
                                </w:rPr>
                                <w:fldChar w:fldCharType="begin"/>
                              </w:r>
                              <w:r w:rsidR="00155D6A">
                                <w:rPr>
                                  <w:rStyle w:val="slostrnky"/>
                                  <w:noProof/>
                                </w:rPr>
                                <w:instrText xml:space="preserve"> NUMPAGES   \* MERGEFORMAT </w:instrText>
                              </w:r>
                              <w:r w:rsidR="00155D6A">
                                <w:rPr>
                                  <w:rStyle w:val="slostrnky"/>
                                  <w:noProof/>
                                </w:rPr>
                                <w:fldChar w:fldCharType="separate"/>
                              </w:r>
                              <w:r>
                                <w:rPr>
                                  <w:rStyle w:val="slostrnky"/>
                                  <w:noProof/>
                                </w:rPr>
                                <w:t>16</w:t>
                              </w:r>
                              <w:r w:rsidR="00155D6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F68F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252B9045" w14:textId="5CEC2338" w:rsidR="00874EE6" w:rsidRPr="00727BE2" w:rsidRDefault="00E96CFE" w:rsidP="00B5596D">
                    <w:pPr>
                      <w:jc w:val="right"/>
                      <w:rPr>
                        <w:rStyle w:val="slostrnky"/>
                      </w:rPr>
                    </w:pPr>
                    <w:sdt>
                      <w:sdtPr>
                        <w:rPr>
                          <w:rStyle w:val="slostrnky"/>
                        </w:rPr>
                        <w:id w:val="-1004430813"/>
                        <w:docPartObj>
                          <w:docPartGallery w:val="Page Numbers (Bottom of Page)"/>
                          <w:docPartUnique/>
                        </w:docPartObj>
                      </w:sdtPr>
                      <w:sdtEndPr>
                        <w:rPr>
                          <w:rStyle w:val="slostrnky"/>
                        </w:rPr>
                      </w:sdtEndPr>
                      <w:sdtContent>
                        <w:r w:rsidR="00874EE6" w:rsidRPr="00727BE2">
                          <w:rPr>
                            <w:rStyle w:val="slostrnky"/>
                          </w:rPr>
                          <w:fldChar w:fldCharType="begin"/>
                        </w:r>
                        <w:r w:rsidR="00874EE6" w:rsidRPr="00727BE2">
                          <w:rPr>
                            <w:rStyle w:val="slostrnky"/>
                          </w:rPr>
                          <w:instrText xml:space="preserve"> PAGE   \* MERGEFORMAT </w:instrText>
                        </w:r>
                        <w:r w:rsidR="00874EE6" w:rsidRPr="00727BE2">
                          <w:rPr>
                            <w:rStyle w:val="slostrnky"/>
                          </w:rPr>
                          <w:fldChar w:fldCharType="separate"/>
                        </w:r>
                        <w:r>
                          <w:rPr>
                            <w:rStyle w:val="slostrnky"/>
                            <w:noProof/>
                          </w:rPr>
                          <w:t>1</w:t>
                        </w:r>
                        <w:r w:rsidR="00874EE6" w:rsidRPr="00727BE2">
                          <w:rPr>
                            <w:rStyle w:val="slostrnky"/>
                          </w:rPr>
                          <w:fldChar w:fldCharType="end"/>
                        </w:r>
                        <w:r w:rsidR="00874EE6" w:rsidRPr="00727BE2">
                          <w:rPr>
                            <w:rStyle w:val="slostrnky"/>
                          </w:rPr>
                          <w:t xml:space="preserve"> / </w:t>
                        </w:r>
                        <w:r w:rsidR="00155D6A">
                          <w:rPr>
                            <w:rStyle w:val="slostrnky"/>
                            <w:noProof/>
                          </w:rPr>
                          <w:fldChar w:fldCharType="begin"/>
                        </w:r>
                        <w:r w:rsidR="00155D6A">
                          <w:rPr>
                            <w:rStyle w:val="slostrnky"/>
                            <w:noProof/>
                          </w:rPr>
                          <w:instrText xml:space="preserve"> NUMPAGES   \* MERGEFORMAT </w:instrText>
                        </w:r>
                        <w:r w:rsidR="00155D6A">
                          <w:rPr>
                            <w:rStyle w:val="slostrnky"/>
                            <w:noProof/>
                          </w:rPr>
                          <w:fldChar w:fldCharType="separate"/>
                        </w:r>
                        <w:r>
                          <w:rPr>
                            <w:rStyle w:val="slostrnky"/>
                            <w:noProof/>
                          </w:rPr>
                          <w:t>16</w:t>
                        </w:r>
                        <w:r w:rsidR="00155D6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5C8B0" w14:textId="77777777" w:rsidR="00E66F93" w:rsidRDefault="00E66F93" w:rsidP="00B25F23">
      <w:pPr>
        <w:spacing w:line="240" w:lineRule="auto"/>
      </w:pPr>
      <w:r>
        <w:separator/>
      </w:r>
    </w:p>
  </w:footnote>
  <w:footnote w:type="continuationSeparator" w:id="0">
    <w:p w14:paraId="75124C28" w14:textId="77777777" w:rsidR="00E66F93" w:rsidRDefault="00E66F93"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00D76" w14:textId="77777777" w:rsidR="00874EE6" w:rsidRDefault="00874EE6">
    <w:pPr>
      <w:pStyle w:val="Zhlav"/>
    </w:pPr>
    <w:r>
      <w:rPr>
        <w:noProof/>
        <w:lang w:eastAsia="cs-CZ"/>
      </w:rPr>
      <w:drawing>
        <wp:anchor distT="0" distB="0" distL="114300" distR="114300" simplePos="0" relativeHeight="251667456" behindDoc="0" locked="1" layoutInCell="1" allowOverlap="1" wp14:anchorId="5F9AC7FD" wp14:editId="4FF73124">
          <wp:simplePos x="0" y="0"/>
          <wp:positionH relativeFrom="page">
            <wp:posOffset>582295</wp:posOffset>
          </wp:positionH>
          <wp:positionV relativeFrom="page">
            <wp:posOffset>380365</wp:posOffset>
          </wp:positionV>
          <wp:extent cx="1842770" cy="395605"/>
          <wp:effectExtent l="0" t="0" r="5080" b="4445"/>
          <wp:wrapNone/>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D548F" w14:textId="77777777" w:rsidR="00874EE6" w:rsidRDefault="00874EE6"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B9A526B" wp14:editId="6A58BFE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33DC214" w14:textId="77777777" w:rsidR="00874EE6" w:rsidRPr="00321BCC" w:rsidRDefault="00874EE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9A526B"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033DC214" w14:textId="77777777" w:rsidR="00874EE6" w:rsidRPr="00321BCC" w:rsidRDefault="00874EE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9C672C1" wp14:editId="7D2D49A6">
          <wp:simplePos x="0" y="0"/>
          <wp:positionH relativeFrom="page">
            <wp:posOffset>629920</wp:posOffset>
          </wp:positionH>
          <wp:positionV relativeFrom="page">
            <wp:posOffset>622935</wp:posOffset>
          </wp:positionV>
          <wp:extent cx="1843200" cy="396000"/>
          <wp:effectExtent l="0" t="0" r="5080" b="4445"/>
          <wp:wrapNone/>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B35"/>
    <w:multiLevelType w:val="hybridMultilevel"/>
    <w:tmpl w:val="A942F68C"/>
    <w:lvl w:ilvl="0" w:tplc="0405000F">
      <w:start w:val="1"/>
      <w:numFmt w:val="decimal"/>
      <w:lvlText w:val="%1."/>
      <w:lvlJc w:val="left"/>
      <w:pPr>
        <w:ind w:left="1291" w:hanging="360"/>
      </w:pPr>
    </w:lvl>
    <w:lvl w:ilvl="1" w:tplc="04050019" w:tentative="1">
      <w:start w:val="1"/>
      <w:numFmt w:val="lowerLetter"/>
      <w:lvlText w:val="%2."/>
      <w:lvlJc w:val="left"/>
      <w:pPr>
        <w:ind w:left="2011" w:hanging="360"/>
      </w:pPr>
    </w:lvl>
    <w:lvl w:ilvl="2" w:tplc="0405001B" w:tentative="1">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86466B"/>
    <w:multiLevelType w:val="hybridMultilevel"/>
    <w:tmpl w:val="CF64ACBC"/>
    <w:lvl w:ilvl="0" w:tplc="FFFFFFFF">
      <w:numFmt w:val="bullet"/>
      <w:lvlText w:val="-"/>
      <w:lvlJc w:val="left"/>
      <w:pPr>
        <w:ind w:left="720" w:hanging="360"/>
      </w:pPr>
      <w:rPr>
        <w:rFonts w:ascii="Calibri" w:eastAsia="Calibri" w:hAnsi="Calibri"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827ACA"/>
    <w:multiLevelType w:val="hybridMultilevel"/>
    <w:tmpl w:val="D6AE7A1A"/>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E654326"/>
    <w:multiLevelType w:val="hybridMultilevel"/>
    <w:tmpl w:val="90302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4" w15:restartNumberingAfterBreak="0">
    <w:nsid w:val="227109E0"/>
    <w:multiLevelType w:val="multilevel"/>
    <w:tmpl w:val="B414D002"/>
    <w:numStyleLink w:val="Headings"/>
  </w:abstractNum>
  <w:abstractNum w:abstractNumId="15" w15:restartNumberingAfterBreak="0">
    <w:nsid w:val="2A1F172A"/>
    <w:multiLevelType w:val="hybridMultilevel"/>
    <w:tmpl w:val="D3BEC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244F10"/>
    <w:multiLevelType w:val="multilevel"/>
    <w:tmpl w:val="C2A02212"/>
    <w:numStyleLink w:val="List-Contract"/>
  </w:abstractNum>
  <w:abstractNum w:abstractNumId="17" w15:restartNumberingAfterBreak="0">
    <w:nsid w:val="3667537E"/>
    <w:multiLevelType w:val="hybridMultilevel"/>
    <w:tmpl w:val="08202D46"/>
    <w:lvl w:ilvl="0" w:tplc="FFFFFFFF">
      <w:start w:val="1"/>
      <w:numFmt w:val="bullet"/>
      <w:lvlText w:val=""/>
      <w:lvlJc w:val="left"/>
      <w:pPr>
        <w:ind w:left="984" w:hanging="360"/>
      </w:pPr>
      <w:rPr>
        <w:rFonts w:ascii="Symbol" w:hAnsi="Symbol" w:hint="default"/>
      </w:rPr>
    </w:lvl>
    <w:lvl w:ilvl="1" w:tplc="FFFFFFFF" w:tentative="1">
      <w:start w:val="1"/>
      <w:numFmt w:val="bullet"/>
      <w:lvlText w:val="o"/>
      <w:lvlJc w:val="left"/>
      <w:pPr>
        <w:ind w:left="1704" w:hanging="360"/>
      </w:pPr>
      <w:rPr>
        <w:rFonts w:ascii="Courier New" w:hAnsi="Courier New" w:cs="Courier New" w:hint="default"/>
      </w:rPr>
    </w:lvl>
    <w:lvl w:ilvl="2" w:tplc="FFFFFFFF" w:tentative="1">
      <w:start w:val="1"/>
      <w:numFmt w:val="bullet"/>
      <w:lvlText w:val=""/>
      <w:lvlJc w:val="left"/>
      <w:pPr>
        <w:ind w:left="2424" w:hanging="360"/>
      </w:pPr>
      <w:rPr>
        <w:rFonts w:ascii="Wingdings" w:hAnsi="Wingdings" w:hint="default"/>
      </w:rPr>
    </w:lvl>
    <w:lvl w:ilvl="3" w:tplc="FFFFFFFF" w:tentative="1">
      <w:start w:val="1"/>
      <w:numFmt w:val="bullet"/>
      <w:lvlText w:val=""/>
      <w:lvlJc w:val="left"/>
      <w:pPr>
        <w:ind w:left="3144" w:hanging="360"/>
      </w:pPr>
      <w:rPr>
        <w:rFonts w:ascii="Symbol" w:hAnsi="Symbol" w:hint="default"/>
      </w:rPr>
    </w:lvl>
    <w:lvl w:ilvl="4" w:tplc="FFFFFFFF" w:tentative="1">
      <w:start w:val="1"/>
      <w:numFmt w:val="bullet"/>
      <w:lvlText w:val="o"/>
      <w:lvlJc w:val="left"/>
      <w:pPr>
        <w:ind w:left="3864" w:hanging="360"/>
      </w:pPr>
      <w:rPr>
        <w:rFonts w:ascii="Courier New" w:hAnsi="Courier New" w:cs="Courier New" w:hint="default"/>
      </w:rPr>
    </w:lvl>
    <w:lvl w:ilvl="5" w:tplc="FFFFFFFF" w:tentative="1">
      <w:start w:val="1"/>
      <w:numFmt w:val="bullet"/>
      <w:lvlText w:val=""/>
      <w:lvlJc w:val="left"/>
      <w:pPr>
        <w:ind w:left="4584" w:hanging="360"/>
      </w:pPr>
      <w:rPr>
        <w:rFonts w:ascii="Wingdings" w:hAnsi="Wingdings" w:hint="default"/>
      </w:rPr>
    </w:lvl>
    <w:lvl w:ilvl="6" w:tplc="FFFFFFFF" w:tentative="1">
      <w:start w:val="1"/>
      <w:numFmt w:val="bullet"/>
      <w:lvlText w:val=""/>
      <w:lvlJc w:val="left"/>
      <w:pPr>
        <w:ind w:left="5304" w:hanging="360"/>
      </w:pPr>
      <w:rPr>
        <w:rFonts w:ascii="Symbol" w:hAnsi="Symbol" w:hint="default"/>
      </w:rPr>
    </w:lvl>
    <w:lvl w:ilvl="7" w:tplc="FFFFFFFF" w:tentative="1">
      <w:start w:val="1"/>
      <w:numFmt w:val="bullet"/>
      <w:lvlText w:val="o"/>
      <w:lvlJc w:val="left"/>
      <w:pPr>
        <w:ind w:left="6024" w:hanging="360"/>
      </w:pPr>
      <w:rPr>
        <w:rFonts w:ascii="Courier New" w:hAnsi="Courier New" w:cs="Courier New" w:hint="default"/>
      </w:rPr>
    </w:lvl>
    <w:lvl w:ilvl="8" w:tplc="FFFFFFFF" w:tentative="1">
      <w:start w:val="1"/>
      <w:numFmt w:val="bullet"/>
      <w:lvlText w:val=""/>
      <w:lvlJc w:val="left"/>
      <w:pPr>
        <w:ind w:left="6744" w:hanging="360"/>
      </w:pPr>
      <w:rPr>
        <w:rFonts w:ascii="Wingdings" w:hAnsi="Wingdings" w:hint="default"/>
      </w:rPr>
    </w:lvl>
  </w:abstractNum>
  <w:abstractNum w:abstractNumId="18"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9715973"/>
    <w:multiLevelType w:val="hybridMultilevel"/>
    <w:tmpl w:val="8E0CDF7C"/>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0"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1"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3"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349539E"/>
    <w:multiLevelType w:val="multilevel"/>
    <w:tmpl w:val="5456ED1A"/>
    <w:numStyleLink w:val="Section-Contract"/>
  </w:abstractNum>
  <w:abstractNum w:abstractNumId="27"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0"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1" w15:restartNumberingAfterBreak="0">
    <w:nsid w:val="623E23CB"/>
    <w:multiLevelType w:val="hybridMultilevel"/>
    <w:tmpl w:val="AB9AD0F0"/>
    <w:lvl w:ilvl="0" w:tplc="0310ED06">
      <w:start w:val="1"/>
      <w:numFmt w:val="decimal"/>
      <w:lvlText w:val="%1."/>
      <w:lvlJc w:val="left"/>
      <w:pPr>
        <w:ind w:left="1047" w:hanging="312"/>
      </w:pPr>
      <w:rPr>
        <w:rFonts w:ascii="Arial" w:eastAsia="Arial" w:hAnsi="Arial" w:cs="Arial" w:hint="default"/>
        <w:b w:val="0"/>
        <w:bCs w:val="0"/>
        <w:i w:val="0"/>
        <w:iCs w:val="0"/>
        <w:spacing w:val="-1"/>
        <w:w w:val="99"/>
        <w:sz w:val="20"/>
        <w:szCs w:val="20"/>
        <w:lang w:val="cs-CZ" w:eastAsia="en-US" w:bidi="ar-SA"/>
      </w:rPr>
    </w:lvl>
    <w:lvl w:ilvl="1" w:tplc="8718057E">
      <w:start w:val="1"/>
      <w:numFmt w:val="lowerLetter"/>
      <w:lvlText w:val="%2)"/>
      <w:lvlJc w:val="left"/>
      <w:pPr>
        <w:ind w:left="1359" w:hanging="312"/>
      </w:pPr>
      <w:rPr>
        <w:rFonts w:ascii="Arial" w:eastAsia="Arial" w:hAnsi="Arial" w:cs="Arial" w:hint="default"/>
        <w:b w:val="0"/>
        <w:bCs w:val="0"/>
        <w:i w:val="0"/>
        <w:iCs w:val="0"/>
        <w:spacing w:val="-1"/>
        <w:w w:val="99"/>
        <w:sz w:val="20"/>
        <w:szCs w:val="20"/>
        <w:lang w:val="cs-CZ" w:eastAsia="en-US" w:bidi="ar-SA"/>
      </w:rPr>
    </w:lvl>
    <w:lvl w:ilvl="2" w:tplc="09AC7FD0">
      <w:numFmt w:val="bullet"/>
      <w:lvlText w:val="•"/>
      <w:lvlJc w:val="left"/>
      <w:pPr>
        <w:ind w:left="2267" w:hanging="312"/>
      </w:pPr>
      <w:rPr>
        <w:rFonts w:hint="default"/>
        <w:lang w:val="cs-CZ" w:eastAsia="en-US" w:bidi="ar-SA"/>
      </w:rPr>
    </w:lvl>
    <w:lvl w:ilvl="3" w:tplc="ECF659D8">
      <w:numFmt w:val="bullet"/>
      <w:lvlText w:val="•"/>
      <w:lvlJc w:val="left"/>
      <w:pPr>
        <w:ind w:left="3174" w:hanging="312"/>
      </w:pPr>
      <w:rPr>
        <w:rFonts w:hint="default"/>
        <w:lang w:val="cs-CZ" w:eastAsia="en-US" w:bidi="ar-SA"/>
      </w:rPr>
    </w:lvl>
    <w:lvl w:ilvl="4" w:tplc="04A8014A">
      <w:numFmt w:val="bullet"/>
      <w:lvlText w:val="•"/>
      <w:lvlJc w:val="left"/>
      <w:pPr>
        <w:ind w:left="4082" w:hanging="312"/>
      </w:pPr>
      <w:rPr>
        <w:rFonts w:hint="default"/>
        <w:lang w:val="cs-CZ" w:eastAsia="en-US" w:bidi="ar-SA"/>
      </w:rPr>
    </w:lvl>
    <w:lvl w:ilvl="5" w:tplc="B4A0E310">
      <w:numFmt w:val="bullet"/>
      <w:lvlText w:val="•"/>
      <w:lvlJc w:val="left"/>
      <w:pPr>
        <w:ind w:left="4989" w:hanging="312"/>
      </w:pPr>
      <w:rPr>
        <w:rFonts w:hint="default"/>
        <w:lang w:val="cs-CZ" w:eastAsia="en-US" w:bidi="ar-SA"/>
      </w:rPr>
    </w:lvl>
    <w:lvl w:ilvl="6" w:tplc="7C4A7F46">
      <w:numFmt w:val="bullet"/>
      <w:lvlText w:val="•"/>
      <w:lvlJc w:val="left"/>
      <w:pPr>
        <w:ind w:left="5896" w:hanging="312"/>
      </w:pPr>
      <w:rPr>
        <w:rFonts w:hint="default"/>
        <w:lang w:val="cs-CZ" w:eastAsia="en-US" w:bidi="ar-SA"/>
      </w:rPr>
    </w:lvl>
    <w:lvl w:ilvl="7" w:tplc="FEF4612A">
      <w:numFmt w:val="bullet"/>
      <w:lvlText w:val="•"/>
      <w:lvlJc w:val="left"/>
      <w:pPr>
        <w:ind w:left="6804" w:hanging="312"/>
      </w:pPr>
      <w:rPr>
        <w:rFonts w:hint="default"/>
        <w:lang w:val="cs-CZ" w:eastAsia="en-US" w:bidi="ar-SA"/>
      </w:rPr>
    </w:lvl>
    <w:lvl w:ilvl="8" w:tplc="E7B259FC">
      <w:numFmt w:val="bullet"/>
      <w:lvlText w:val="•"/>
      <w:lvlJc w:val="left"/>
      <w:pPr>
        <w:ind w:left="7711" w:hanging="312"/>
      </w:pPr>
      <w:rPr>
        <w:rFonts w:hint="default"/>
        <w:lang w:val="cs-CZ" w:eastAsia="en-US" w:bidi="ar-SA"/>
      </w:rPr>
    </w:lvl>
  </w:abstractNum>
  <w:abstractNum w:abstractNumId="3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3"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0"/>
  </w:num>
  <w:num w:numId="2">
    <w:abstractNumId w:val="6"/>
  </w:num>
  <w:num w:numId="3">
    <w:abstractNumId w:val="10"/>
  </w:num>
  <w:num w:numId="4">
    <w:abstractNumId w:val="22"/>
  </w:num>
  <w:num w:numId="5">
    <w:abstractNumId w:val="9"/>
  </w:num>
  <w:num w:numId="6">
    <w:abstractNumId w:val="7"/>
  </w:num>
  <w:num w:numId="7">
    <w:abstractNumId w:val="32"/>
  </w:num>
  <w:num w:numId="8">
    <w:abstractNumId w:val="29"/>
  </w:num>
  <w:num w:numId="9">
    <w:abstractNumId w:val="5"/>
  </w:num>
  <w:num w:numId="10">
    <w:abstractNumId w:val="5"/>
  </w:num>
  <w:num w:numId="11">
    <w:abstractNumId w:val="2"/>
  </w:num>
  <w:num w:numId="12">
    <w:abstractNumId w:val="28"/>
  </w:num>
  <w:num w:numId="13">
    <w:abstractNumId w:val="12"/>
  </w:num>
  <w:num w:numId="14">
    <w:abstractNumId w:val="30"/>
  </w:num>
  <w:num w:numId="15">
    <w:abstractNumId w:val="4"/>
  </w:num>
  <w:num w:numId="16">
    <w:abstractNumId w:val="14"/>
  </w:num>
  <w:num w:numId="1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6"/>
  </w:num>
  <w:num w:numId="20">
    <w:abstractNumId w:val="34"/>
  </w:num>
  <w:num w:numId="21">
    <w:abstractNumId w:val="18"/>
  </w:num>
  <w:num w:numId="22">
    <w:abstractNumId w:val="24"/>
  </w:num>
  <w:num w:numId="23">
    <w:abstractNumId w:val="33"/>
  </w:num>
  <w:num w:numId="24">
    <w:abstractNumId w:val="25"/>
  </w:num>
  <w:num w:numId="25">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21"/>
  </w:num>
  <w:num w:numId="31">
    <w:abstractNumId w:val="23"/>
  </w:num>
  <w:num w:numId="32">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num>
  <w:num w:numId="34">
    <w:abstractNumId w:val="0"/>
  </w:num>
  <w:num w:numId="35">
    <w:abstractNumId w:val="15"/>
  </w:num>
  <w:num w:numId="36">
    <w:abstractNumId w:val="16"/>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7"/>
  </w:num>
  <w:num w:numId="44">
    <w:abstractNumId w:val="3"/>
  </w:num>
  <w:num w:numId="45">
    <w:abstractNumId w:val="31"/>
  </w:num>
  <w:num w:numId="46">
    <w:abstractNumId w:val="8"/>
  </w:num>
  <w:num w:numId="47">
    <w:abstractNumId w:val="19"/>
  </w:num>
  <w:num w:numId="48">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9">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6145"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73A9"/>
    <w:rsid w:val="00027476"/>
    <w:rsid w:val="000305B2"/>
    <w:rsid w:val="0003277A"/>
    <w:rsid w:val="00037AA8"/>
    <w:rsid w:val="00041103"/>
    <w:rsid w:val="00043DF0"/>
    <w:rsid w:val="00044D53"/>
    <w:rsid w:val="000524A6"/>
    <w:rsid w:val="000525B3"/>
    <w:rsid w:val="00066D16"/>
    <w:rsid w:val="00070779"/>
    <w:rsid w:val="000725EB"/>
    <w:rsid w:val="00087478"/>
    <w:rsid w:val="00092B9A"/>
    <w:rsid w:val="000A44DD"/>
    <w:rsid w:val="000A7405"/>
    <w:rsid w:val="000B37A4"/>
    <w:rsid w:val="000B6591"/>
    <w:rsid w:val="000C6C97"/>
    <w:rsid w:val="000C79CB"/>
    <w:rsid w:val="000D28AB"/>
    <w:rsid w:val="000D3CA7"/>
    <w:rsid w:val="000D6AB4"/>
    <w:rsid w:val="000E040F"/>
    <w:rsid w:val="000E259A"/>
    <w:rsid w:val="000E46B9"/>
    <w:rsid w:val="000F0134"/>
    <w:rsid w:val="000F1DC4"/>
    <w:rsid w:val="0010037A"/>
    <w:rsid w:val="00100883"/>
    <w:rsid w:val="00102AB2"/>
    <w:rsid w:val="00106A74"/>
    <w:rsid w:val="00107439"/>
    <w:rsid w:val="001168D5"/>
    <w:rsid w:val="001471B1"/>
    <w:rsid w:val="00147362"/>
    <w:rsid w:val="001558ED"/>
    <w:rsid w:val="00155D6A"/>
    <w:rsid w:val="0015605A"/>
    <w:rsid w:val="00162D8D"/>
    <w:rsid w:val="001652C1"/>
    <w:rsid w:val="00165B15"/>
    <w:rsid w:val="00166126"/>
    <w:rsid w:val="00182D39"/>
    <w:rsid w:val="0018311B"/>
    <w:rsid w:val="00186A7C"/>
    <w:rsid w:val="00192D9D"/>
    <w:rsid w:val="00193556"/>
    <w:rsid w:val="0019515D"/>
    <w:rsid w:val="001A3DAF"/>
    <w:rsid w:val="001A44F6"/>
    <w:rsid w:val="001B2C4F"/>
    <w:rsid w:val="001B37A8"/>
    <w:rsid w:val="001B621F"/>
    <w:rsid w:val="001C1A57"/>
    <w:rsid w:val="001C2B09"/>
    <w:rsid w:val="001C2C10"/>
    <w:rsid w:val="001C2D07"/>
    <w:rsid w:val="001C316E"/>
    <w:rsid w:val="001E0A94"/>
    <w:rsid w:val="001E5013"/>
    <w:rsid w:val="001F15D7"/>
    <w:rsid w:val="001F3584"/>
    <w:rsid w:val="001F475A"/>
    <w:rsid w:val="001F7BD1"/>
    <w:rsid w:val="002015E7"/>
    <w:rsid w:val="00202C70"/>
    <w:rsid w:val="00204CBF"/>
    <w:rsid w:val="0021137E"/>
    <w:rsid w:val="00211DFA"/>
    <w:rsid w:val="00214A85"/>
    <w:rsid w:val="002152C1"/>
    <w:rsid w:val="00224E73"/>
    <w:rsid w:val="00227C1D"/>
    <w:rsid w:val="0023258C"/>
    <w:rsid w:val="00235BE9"/>
    <w:rsid w:val="002505DE"/>
    <w:rsid w:val="00257C4E"/>
    <w:rsid w:val="00260CBA"/>
    <w:rsid w:val="002616F2"/>
    <w:rsid w:val="002623EC"/>
    <w:rsid w:val="00274011"/>
    <w:rsid w:val="002748B7"/>
    <w:rsid w:val="002751A7"/>
    <w:rsid w:val="0027660D"/>
    <w:rsid w:val="00276FE4"/>
    <w:rsid w:val="00283AB4"/>
    <w:rsid w:val="002932DA"/>
    <w:rsid w:val="00294342"/>
    <w:rsid w:val="00295A22"/>
    <w:rsid w:val="002A476E"/>
    <w:rsid w:val="002A4CCF"/>
    <w:rsid w:val="002B1565"/>
    <w:rsid w:val="002B5F8A"/>
    <w:rsid w:val="002C6C32"/>
    <w:rsid w:val="002D03F1"/>
    <w:rsid w:val="002D44EA"/>
    <w:rsid w:val="002D4C12"/>
    <w:rsid w:val="002D59D8"/>
    <w:rsid w:val="002E0616"/>
    <w:rsid w:val="002F0160"/>
    <w:rsid w:val="002F0971"/>
    <w:rsid w:val="002F0D46"/>
    <w:rsid w:val="002F0E90"/>
    <w:rsid w:val="002F2869"/>
    <w:rsid w:val="002F2BF0"/>
    <w:rsid w:val="002F3122"/>
    <w:rsid w:val="002F691A"/>
    <w:rsid w:val="00301ACB"/>
    <w:rsid w:val="00304C54"/>
    <w:rsid w:val="003073CB"/>
    <w:rsid w:val="0031457A"/>
    <w:rsid w:val="0032045C"/>
    <w:rsid w:val="00321BCC"/>
    <w:rsid w:val="00324B3D"/>
    <w:rsid w:val="00326E33"/>
    <w:rsid w:val="00330E46"/>
    <w:rsid w:val="00335BB2"/>
    <w:rsid w:val="00335F41"/>
    <w:rsid w:val="00342837"/>
    <w:rsid w:val="003500FA"/>
    <w:rsid w:val="00353A53"/>
    <w:rsid w:val="00356E65"/>
    <w:rsid w:val="00360CAC"/>
    <w:rsid w:val="00363B6A"/>
    <w:rsid w:val="003675A0"/>
    <w:rsid w:val="00372D0D"/>
    <w:rsid w:val="00374550"/>
    <w:rsid w:val="00374638"/>
    <w:rsid w:val="00376CD7"/>
    <w:rsid w:val="00377956"/>
    <w:rsid w:val="003804C0"/>
    <w:rsid w:val="003811C2"/>
    <w:rsid w:val="00386C7E"/>
    <w:rsid w:val="00386EE0"/>
    <w:rsid w:val="00387D2C"/>
    <w:rsid w:val="0039431B"/>
    <w:rsid w:val="003960FE"/>
    <w:rsid w:val="00396D50"/>
    <w:rsid w:val="00396EC9"/>
    <w:rsid w:val="003A1915"/>
    <w:rsid w:val="003A1E25"/>
    <w:rsid w:val="003A2496"/>
    <w:rsid w:val="003B20A3"/>
    <w:rsid w:val="003B2746"/>
    <w:rsid w:val="003C0573"/>
    <w:rsid w:val="003C2711"/>
    <w:rsid w:val="003C5F49"/>
    <w:rsid w:val="003D074E"/>
    <w:rsid w:val="003D4755"/>
    <w:rsid w:val="003E126C"/>
    <w:rsid w:val="003E3489"/>
    <w:rsid w:val="003E519F"/>
    <w:rsid w:val="003F0A33"/>
    <w:rsid w:val="004004EC"/>
    <w:rsid w:val="00400EC6"/>
    <w:rsid w:val="00401E2B"/>
    <w:rsid w:val="004020A4"/>
    <w:rsid w:val="00402DC4"/>
    <w:rsid w:val="004131AC"/>
    <w:rsid w:val="0041566C"/>
    <w:rsid w:val="00417F60"/>
    <w:rsid w:val="00420BB5"/>
    <w:rsid w:val="004216FE"/>
    <w:rsid w:val="00421F3D"/>
    <w:rsid w:val="00427653"/>
    <w:rsid w:val="00431D14"/>
    <w:rsid w:val="004351F1"/>
    <w:rsid w:val="004367E8"/>
    <w:rsid w:val="004374A1"/>
    <w:rsid w:val="0044705E"/>
    <w:rsid w:val="0045245F"/>
    <w:rsid w:val="00452B29"/>
    <w:rsid w:val="004545D6"/>
    <w:rsid w:val="0045536E"/>
    <w:rsid w:val="00455E05"/>
    <w:rsid w:val="004627E4"/>
    <w:rsid w:val="00464B7C"/>
    <w:rsid w:val="00465783"/>
    <w:rsid w:val="00470A4E"/>
    <w:rsid w:val="004729A9"/>
    <w:rsid w:val="004765CF"/>
    <w:rsid w:val="00476E8B"/>
    <w:rsid w:val="00483F6E"/>
    <w:rsid w:val="00485B5D"/>
    <w:rsid w:val="00485E78"/>
    <w:rsid w:val="00492F11"/>
    <w:rsid w:val="00495C2B"/>
    <w:rsid w:val="00496216"/>
    <w:rsid w:val="004A383D"/>
    <w:rsid w:val="004B0873"/>
    <w:rsid w:val="004B1672"/>
    <w:rsid w:val="004B34BA"/>
    <w:rsid w:val="004B55B9"/>
    <w:rsid w:val="004B6A02"/>
    <w:rsid w:val="004C02AA"/>
    <w:rsid w:val="004C0308"/>
    <w:rsid w:val="004C3C3B"/>
    <w:rsid w:val="004C7A0B"/>
    <w:rsid w:val="004D2CAA"/>
    <w:rsid w:val="004E3862"/>
    <w:rsid w:val="00503B1F"/>
    <w:rsid w:val="00507768"/>
    <w:rsid w:val="00513E43"/>
    <w:rsid w:val="00514767"/>
    <w:rsid w:val="005264A9"/>
    <w:rsid w:val="00531AB5"/>
    <w:rsid w:val="00533961"/>
    <w:rsid w:val="00535A94"/>
    <w:rsid w:val="005401A9"/>
    <w:rsid w:val="00540F2C"/>
    <w:rsid w:val="00557B5B"/>
    <w:rsid w:val="00576347"/>
    <w:rsid w:val="0059425F"/>
    <w:rsid w:val="005959FA"/>
    <w:rsid w:val="005A384C"/>
    <w:rsid w:val="005A7C11"/>
    <w:rsid w:val="005B12EC"/>
    <w:rsid w:val="005C7732"/>
    <w:rsid w:val="005C7827"/>
    <w:rsid w:val="005D4C3A"/>
    <w:rsid w:val="005D59C5"/>
    <w:rsid w:val="005E2170"/>
    <w:rsid w:val="005E3375"/>
    <w:rsid w:val="005E5533"/>
    <w:rsid w:val="005E67B4"/>
    <w:rsid w:val="005F379F"/>
    <w:rsid w:val="005F7E08"/>
    <w:rsid w:val="00602E92"/>
    <w:rsid w:val="00605AD7"/>
    <w:rsid w:val="00606C9E"/>
    <w:rsid w:val="00610D0E"/>
    <w:rsid w:val="00622CCF"/>
    <w:rsid w:val="00622E04"/>
    <w:rsid w:val="006311D4"/>
    <w:rsid w:val="00637D20"/>
    <w:rsid w:val="00643791"/>
    <w:rsid w:val="00646A22"/>
    <w:rsid w:val="0065041B"/>
    <w:rsid w:val="00670762"/>
    <w:rsid w:val="006736E0"/>
    <w:rsid w:val="006775C2"/>
    <w:rsid w:val="006803F7"/>
    <w:rsid w:val="00681E96"/>
    <w:rsid w:val="00682904"/>
    <w:rsid w:val="00696BF9"/>
    <w:rsid w:val="006A2D5B"/>
    <w:rsid w:val="006A425C"/>
    <w:rsid w:val="006B2D7E"/>
    <w:rsid w:val="006C306A"/>
    <w:rsid w:val="006D0812"/>
    <w:rsid w:val="006D645D"/>
    <w:rsid w:val="006D648C"/>
    <w:rsid w:val="006D7A3A"/>
    <w:rsid w:val="006E14A6"/>
    <w:rsid w:val="006E1628"/>
    <w:rsid w:val="006E30C3"/>
    <w:rsid w:val="006E75D2"/>
    <w:rsid w:val="006F2373"/>
    <w:rsid w:val="006F2664"/>
    <w:rsid w:val="006F3D05"/>
    <w:rsid w:val="006F4A91"/>
    <w:rsid w:val="00704F7D"/>
    <w:rsid w:val="007076B9"/>
    <w:rsid w:val="00714287"/>
    <w:rsid w:val="00716035"/>
    <w:rsid w:val="00717825"/>
    <w:rsid w:val="007220A3"/>
    <w:rsid w:val="007236C0"/>
    <w:rsid w:val="00724446"/>
    <w:rsid w:val="00726D8E"/>
    <w:rsid w:val="007277E7"/>
    <w:rsid w:val="00727951"/>
    <w:rsid w:val="00727BE2"/>
    <w:rsid w:val="007305AC"/>
    <w:rsid w:val="007317CC"/>
    <w:rsid w:val="00731E1C"/>
    <w:rsid w:val="00731FC8"/>
    <w:rsid w:val="007323C2"/>
    <w:rsid w:val="00735834"/>
    <w:rsid w:val="007445B7"/>
    <w:rsid w:val="00744A95"/>
    <w:rsid w:val="00747635"/>
    <w:rsid w:val="0075647F"/>
    <w:rsid w:val="00761F17"/>
    <w:rsid w:val="007634DE"/>
    <w:rsid w:val="00764C5E"/>
    <w:rsid w:val="00771C75"/>
    <w:rsid w:val="00772A02"/>
    <w:rsid w:val="00777305"/>
    <w:rsid w:val="007825DE"/>
    <w:rsid w:val="007841DA"/>
    <w:rsid w:val="00787D5C"/>
    <w:rsid w:val="0079034E"/>
    <w:rsid w:val="007905DD"/>
    <w:rsid w:val="00790F08"/>
    <w:rsid w:val="007A6939"/>
    <w:rsid w:val="007B1349"/>
    <w:rsid w:val="007B1E90"/>
    <w:rsid w:val="007B353E"/>
    <w:rsid w:val="007B4DB4"/>
    <w:rsid w:val="007C07AF"/>
    <w:rsid w:val="007C5A0C"/>
    <w:rsid w:val="007C7497"/>
    <w:rsid w:val="007D5CDF"/>
    <w:rsid w:val="007D65C7"/>
    <w:rsid w:val="007D65CA"/>
    <w:rsid w:val="007E55D2"/>
    <w:rsid w:val="007F10E9"/>
    <w:rsid w:val="007F4F2A"/>
    <w:rsid w:val="007F7A88"/>
    <w:rsid w:val="0080004F"/>
    <w:rsid w:val="008031E4"/>
    <w:rsid w:val="008061B4"/>
    <w:rsid w:val="00812173"/>
    <w:rsid w:val="00833BC3"/>
    <w:rsid w:val="00840CC5"/>
    <w:rsid w:val="00845735"/>
    <w:rsid w:val="0084627F"/>
    <w:rsid w:val="00846D16"/>
    <w:rsid w:val="00851BEB"/>
    <w:rsid w:val="00855526"/>
    <w:rsid w:val="00855F0E"/>
    <w:rsid w:val="008646B5"/>
    <w:rsid w:val="00864BA3"/>
    <w:rsid w:val="00864D08"/>
    <w:rsid w:val="008653F5"/>
    <w:rsid w:val="008661B0"/>
    <w:rsid w:val="00874EE6"/>
    <w:rsid w:val="008755CA"/>
    <w:rsid w:val="00876389"/>
    <w:rsid w:val="00876868"/>
    <w:rsid w:val="0088047D"/>
    <w:rsid w:val="00881C56"/>
    <w:rsid w:val="00882671"/>
    <w:rsid w:val="00884C6F"/>
    <w:rsid w:val="00886466"/>
    <w:rsid w:val="008873D8"/>
    <w:rsid w:val="00890C65"/>
    <w:rsid w:val="00891DFD"/>
    <w:rsid w:val="0089200D"/>
    <w:rsid w:val="00897D0D"/>
    <w:rsid w:val="008A1F87"/>
    <w:rsid w:val="008A255D"/>
    <w:rsid w:val="008A4986"/>
    <w:rsid w:val="008B633F"/>
    <w:rsid w:val="008B7902"/>
    <w:rsid w:val="008C04A1"/>
    <w:rsid w:val="008C1650"/>
    <w:rsid w:val="008C6FEE"/>
    <w:rsid w:val="008C7E8B"/>
    <w:rsid w:val="008D1231"/>
    <w:rsid w:val="008D14F1"/>
    <w:rsid w:val="008D1F83"/>
    <w:rsid w:val="008D23A4"/>
    <w:rsid w:val="008D2658"/>
    <w:rsid w:val="008D4999"/>
    <w:rsid w:val="008D5C72"/>
    <w:rsid w:val="008E4273"/>
    <w:rsid w:val="008E7FC3"/>
    <w:rsid w:val="008F1852"/>
    <w:rsid w:val="008F2BA6"/>
    <w:rsid w:val="008F36D1"/>
    <w:rsid w:val="008F7E57"/>
    <w:rsid w:val="00900A72"/>
    <w:rsid w:val="00907FE3"/>
    <w:rsid w:val="00911493"/>
    <w:rsid w:val="00911FD3"/>
    <w:rsid w:val="00915C63"/>
    <w:rsid w:val="00920410"/>
    <w:rsid w:val="009207DF"/>
    <w:rsid w:val="00922C57"/>
    <w:rsid w:val="00924A31"/>
    <w:rsid w:val="009403C9"/>
    <w:rsid w:val="00947F4C"/>
    <w:rsid w:val="00951CC1"/>
    <w:rsid w:val="00963186"/>
    <w:rsid w:val="009705FA"/>
    <w:rsid w:val="009720FB"/>
    <w:rsid w:val="00974D57"/>
    <w:rsid w:val="00977112"/>
    <w:rsid w:val="00984BFA"/>
    <w:rsid w:val="009869CB"/>
    <w:rsid w:val="009918E8"/>
    <w:rsid w:val="00993E12"/>
    <w:rsid w:val="00995425"/>
    <w:rsid w:val="0099718A"/>
    <w:rsid w:val="009A093A"/>
    <w:rsid w:val="009A1AF3"/>
    <w:rsid w:val="009A2A7B"/>
    <w:rsid w:val="009A6791"/>
    <w:rsid w:val="009B0D09"/>
    <w:rsid w:val="009B1AD6"/>
    <w:rsid w:val="009B6E96"/>
    <w:rsid w:val="009C5B0E"/>
    <w:rsid w:val="009D2E73"/>
    <w:rsid w:val="009D40D1"/>
    <w:rsid w:val="009E0266"/>
    <w:rsid w:val="009E3B2C"/>
    <w:rsid w:val="009F4674"/>
    <w:rsid w:val="009F560A"/>
    <w:rsid w:val="009F63FA"/>
    <w:rsid w:val="009F6969"/>
    <w:rsid w:val="009F7CCA"/>
    <w:rsid w:val="00A02339"/>
    <w:rsid w:val="00A03FA0"/>
    <w:rsid w:val="00A062A6"/>
    <w:rsid w:val="00A11BC0"/>
    <w:rsid w:val="00A12AC8"/>
    <w:rsid w:val="00A160B5"/>
    <w:rsid w:val="00A20089"/>
    <w:rsid w:val="00A23AE2"/>
    <w:rsid w:val="00A334CB"/>
    <w:rsid w:val="00A35CE0"/>
    <w:rsid w:val="00A35D92"/>
    <w:rsid w:val="00A36286"/>
    <w:rsid w:val="00A37442"/>
    <w:rsid w:val="00A3799E"/>
    <w:rsid w:val="00A41BEC"/>
    <w:rsid w:val="00A41EDF"/>
    <w:rsid w:val="00A453BC"/>
    <w:rsid w:val="00A46E2A"/>
    <w:rsid w:val="00A51E68"/>
    <w:rsid w:val="00A53EE0"/>
    <w:rsid w:val="00A57352"/>
    <w:rsid w:val="00A67E77"/>
    <w:rsid w:val="00A74492"/>
    <w:rsid w:val="00A822ED"/>
    <w:rsid w:val="00A8412E"/>
    <w:rsid w:val="00A93C16"/>
    <w:rsid w:val="00A95A40"/>
    <w:rsid w:val="00A95EDF"/>
    <w:rsid w:val="00AA18CA"/>
    <w:rsid w:val="00AA6D2F"/>
    <w:rsid w:val="00AA6ED4"/>
    <w:rsid w:val="00AB1E80"/>
    <w:rsid w:val="00AB345B"/>
    <w:rsid w:val="00AB4B44"/>
    <w:rsid w:val="00AB5003"/>
    <w:rsid w:val="00AB5D02"/>
    <w:rsid w:val="00AC17DD"/>
    <w:rsid w:val="00AD0491"/>
    <w:rsid w:val="00AD3095"/>
    <w:rsid w:val="00AE00C0"/>
    <w:rsid w:val="00AE0987"/>
    <w:rsid w:val="00AE3B25"/>
    <w:rsid w:val="00AE4715"/>
    <w:rsid w:val="00AE5C7C"/>
    <w:rsid w:val="00AF3CC3"/>
    <w:rsid w:val="00AF6E44"/>
    <w:rsid w:val="00B00802"/>
    <w:rsid w:val="00B00B4C"/>
    <w:rsid w:val="00B04A01"/>
    <w:rsid w:val="00B101D7"/>
    <w:rsid w:val="00B11BE2"/>
    <w:rsid w:val="00B13943"/>
    <w:rsid w:val="00B2112B"/>
    <w:rsid w:val="00B25F23"/>
    <w:rsid w:val="00B27C14"/>
    <w:rsid w:val="00B33AAB"/>
    <w:rsid w:val="00B34741"/>
    <w:rsid w:val="00B36031"/>
    <w:rsid w:val="00B41E7B"/>
    <w:rsid w:val="00B512CE"/>
    <w:rsid w:val="00B54E8D"/>
    <w:rsid w:val="00B5596D"/>
    <w:rsid w:val="00B62703"/>
    <w:rsid w:val="00B6387D"/>
    <w:rsid w:val="00B67C45"/>
    <w:rsid w:val="00B702EE"/>
    <w:rsid w:val="00B74BB9"/>
    <w:rsid w:val="00B826E5"/>
    <w:rsid w:val="00B8342C"/>
    <w:rsid w:val="00B950E1"/>
    <w:rsid w:val="00B97451"/>
    <w:rsid w:val="00B979C9"/>
    <w:rsid w:val="00BA16BB"/>
    <w:rsid w:val="00BA39D0"/>
    <w:rsid w:val="00BA4F7F"/>
    <w:rsid w:val="00BB745F"/>
    <w:rsid w:val="00BD0C33"/>
    <w:rsid w:val="00BD3AB0"/>
    <w:rsid w:val="00BD5324"/>
    <w:rsid w:val="00BD53CD"/>
    <w:rsid w:val="00BE6222"/>
    <w:rsid w:val="00BF05E5"/>
    <w:rsid w:val="00BF11BA"/>
    <w:rsid w:val="00BF1450"/>
    <w:rsid w:val="00BF254B"/>
    <w:rsid w:val="00BF732F"/>
    <w:rsid w:val="00C0494E"/>
    <w:rsid w:val="00C11D8C"/>
    <w:rsid w:val="00C1670E"/>
    <w:rsid w:val="00C17770"/>
    <w:rsid w:val="00C17D15"/>
    <w:rsid w:val="00C25757"/>
    <w:rsid w:val="00C270FE"/>
    <w:rsid w:val="00C31446"/>
    <w:rsid w:val="00C542A6"/>
    <w:rsid w:val="00C55596"/>
    <w:rsid w:val="00C61062"/>
    <w:rsid w:val="00C61D9E"/>
    <w:rsid w:val="00C670F0"/>
    <w:rsid w:val="00C7352C"/>
    <w:rsid w:val="00C73AFB"/>
    <w:rsid w:val="00C745F4"/>
    <w:rsid w:val="00C74B6B"/>
    <w:rsid w:val="00C7676F"/>
    <w:rsid w:val="00C804AB"/>
    <w:rsid w:val="00C847D9"/>
    <w:rsid w:val="00C87878"/>
    <w:rsid w:val="00C93817"/>
    <w:rsid w:val="00C9493F"/>
    <w:rsid w:val="00C94987"/>
    <w:rsid w:val="00C962B6"/>
    <w:rsid w:val="00CA0302"/>
    <w:rsid w:val="00CA367D"/>
    <w:rsid w:val="00CA7B7D"/>
    <w:rsid w:val="00CB12DA"/>
    <w:rsid w:val="00CB45FA"/>
    <w:rsid w:val="00CC4B2A"/>
    <w:rsid w:val="00CC4CAF"/>
    <w:rsid w:val="00CC5D3A"/>
    <w:rsid w:val="00CD17E8"/>
    <w:rsid w:val="00CD2F41"/>
    <w:rsid w:val="00CD36A1"/>
    <w:rsid w:val="00CD676D"/>
    <w:rsid w:val="00CE0A08"/>
    <w:rsid w:val="00CE2DE6"/>
    <w:rsid w:val="00CF3A61"/>
    <w:rsid w:val="00D136A8"/>
    <w:rsid w:val="00D14011"/>
    <w:rsid w:val="00D207E3"/>
    <w:rsid w:val="00D3093F"/>
    <w:rsid w:val="00D34B52"/>
    <w:rsid w:val="00D379C1"/>
    <w:rsid w:val="00D43A77"/>
    <w:rsid w:val="00D50ADA"/>
    <w:rsid w:val="00D5524A"/>
    <w:rsid w:val="00D569E2"/>
    <w:rsid w:val="00D6512D"/>
    <w:rsid w:val="00D66C2E"/>
    <w:rsid w:val="00D70342"/>
    <w:rsid w:val="00D75805"/>
    <w:rsid w:val="00D77D03"/>
    <w:rsid w:val="00D8440D"/>
    <w:rsid w:val="00D91F8C"/>
    <w:rsid w:val="00DA3832"/>
    <w:rsid w:val="00DA6D1E"/>
    <w:rsid w:val="00DA7303"/>
    <w:rsid w:val="00DB0280"/>
    <w:rsid w:val="00DB2CC5"/>
    <w:rsid w:val="00DB5E8D"/>
    <w:rsid w:val="00DC08C4"/>
    <w:rsid w:val="00DD1612"/>
    <w:rsid w:val="00DD42A0"/>
    <w:rsid w:val="00DD4D72"/>
    <w:rsid w:val="00DE000D"/>
    <w:rsid w:val="00DF5939"/>
    <w:rsid w:val="00DF7736"/>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20BE"/>
    <w:rsid w:val="00E66F93"/>
    <w:rsid w:val="00E720D0"/>
    <w:rsid w:val="00E7736A"/>
    <w:rsid w:val="00E77D6D"/>
    <w:rsid w:val="00E813CD"/>
    <w:rsid w:val="00E8423F"/>
    <w:rsid w:val="00E84D28"/>
    <w:rsid w:val="00E85C3F"/>
    <w:rsid w:val="00E954DF"/>
    <w:rsid w:val="00E96CFE"/>
    <w:rsid w:val="00EA0F47"/>
    <w:rsid w:val="00EA4E34"/>
    <w:rsid w:val="00EB1297"/>
    <w:rsid w:val="00EB277B"/>
    <w:rsid w:val="00EB72AE"/>
    <w:rsid w:val="00EB72F8"/>
    <w:rsid w:val="00EB789E"/>
    <w:rsid w:val="00EC3137"/>
    <w:rsid w:val="00EE5280"/>
    <w:rsid w:val="00EF1E86"/>
    <w:rsid w:val="00EF2026"/>
    <w:rsid w:val="00EF2676"/>
    <w:rsid w:val="00F043FF"/>
    <w:rsid w:val="00F04984"/>
    <w:rsid w:val="00F04994"/>
    <w:rsid w:val="00F144D3"/>
    <w:rsid w:val="00F16577"/>
    <w:rsid w:val="00F26062"/>
    <w:rsid w:val="00F3269F"/>
    <w:rsid w:val="00F32A75"/>
    <w:rsid w:val="00F36299"/>
    <w:rsid w:val="00F365CD"/>
    <w:rsid w:val="00F36FC8"/>
    <w:rsid w:val="00F40F01"/>
    <w:rsid w:val="00F47D8D"/>
    <w:rsid w:val="00F544E0"/>
    <w:rsid w:val="00F57902"/>
    <w:rsid w:val="00F6014B"/>
    <w:rsid w:val="00F608F0"/>
    <w:rsid w:val="00F62186"/>
    <w:rsid w:val="00F63CA7"/>
    <w:rsid w:val="00F64209"/>
    <w:rsid w:val="00F649EE"/>
    <w:rsid w:val="00F72AB3"/>
    <w:rsid w:val="00F73C0C"/>
    <w:rsid w:val="00F77E8D"/>
    <w:rsid w:val="00F805A1"/>
    <w:rsid w:val="00F94597"/>
    <w:rsid w:val="00F95548"/>
    <w:rsid w:val="00F95610"/>
    <w:rsid w:val="00FA7145"/>
    <w:rsid w:val="00FB7C4F"/>
    <w:rsid w:val="00FD0BC6"/>
    <w:rsid w:val="00FD3BAF"/>
    <w:rsid w:val="00FD6769"/>
    <w:rsid w:val="00FE2E96"/>
    <w:rsid w:val="00FE3E3D"/>
    <w:rsid w:val="00FF4212"/>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0B4324FF"/>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unhideWhenUsed/>
    <w:rsid w:val="008F36D1"/>
  </w:style>
  <w:style w:type="character" w:customStyle="1" w:styleId="ZkladntextChar">
    <w:name w:val="Základní text Char"/>
    <w:aliases w:val="Body Text (Czech Radio) Char"/>
    <w:basedOn w:val="Standardnpsmoodstavce"/>
    <w:link w:val="Zkladntext"/>
    <w:uiPriority w:val="99"/>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paragraph" w:customStyle="1" w:styleId="Default">
    <w:name w:val="Default"/>
    <w:rsid w:val="003E126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1232810082">
      <w:bodyDiv w:val="1"/>
      <w:marLeft w:val="0"/>
      <w:marRight w:val="0"/>
      <w:marTop w:val="0"/>
      <w:marBottom w:val="0"/>
      <w:divBdr>
        <w:top w:val="none" w:sz="0" w:space="0" w:color="auto"/>
        <w:left w:val="none" w:sz="0" w:space="0" w:color="auto"/>
        <w:bottom w:val="none" w:sz="0" w:space="0" w:color="auto"/>
        <w:right w:val="none" w:sz="0" w:space="0" w:color="auto"/>
      </w:divBdr>
    </w:div>
    <w:div w:id="132435650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 w:id="207377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B0A278C-2533-487E-945F-42DFAA9A9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16</Pages>
  <Words>5263</Words>
  <Characters>31054</Characters>
  <Application>Microsoft Office Word</Application>
  <DocSecurity>0</DocSecurity>
  <Lines>258</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Surovcová Klára</cp:lastModifiedBy>
  <cp:revision>156</cp:revision>
  <cp:lastPrinted>2022-11-23T11:45:00Z</cp:lastPrinted>
  <dcterms:created xsi:type="dcterms:W3CDTF">2017-04-27T06:49:00Z</dcterms:created>
  <dcterms:modified xsi:type="dcterms:W3CDTF">2022-11-23T11:46:00Z</dcterms:modified>
</cp:coreProperties>
</file>