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F5" w:rsidRPr="00397DBF" w:rsidRDefault="00972FF5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BZP.271.24.2023                                                                                                  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972FF5" w:rsidRPr="00397DBF" w:rsidRDefault="00972FF5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972FF5" w:rsidRDefault="00972FF5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972FF5" w:rsidRPr="000C0820" w:rsidRDefault="00972FF5" w:rsidP="008604FC">
      <w:pPr>
        <w:tabs>
          <w:tab w:val="center" w:pos="4535"/>
          <w:tab w:val="left" w:pos="8175"/>
        </w:tabs>
        <w:suppressAutoHyphens w:val="0"/>
        <w:spacing w:after="0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  <w:lang w:eastAsia="zh-CN"/>
        </w:rPr>
        <w:tab/>
        <w:t>Prace konserwatorskie dachu Młyna Reszki</w:t>
      </w:r>
      <w:r>
        <w:rPr>
          <w:rFonts w:ascii="Arial" w:hAnsi="Arial" w:cs="Arial"/>
          <w:b/>
          <w:i/>
          <w:sz w:val="20"/>
          <w:szCs w:val="20"/>
          <w:lang w:eastAsia="zh-CN"/>
        </w:rPr>
        <w:tab/>
      </w:r>
    </w:p>
    <w:p w:rsidR="00972FF5" w:rsidRPr="00E87D2F" w:rsidRDefault="00972FF5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roboty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robót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72FF5" w:rsidRDefault="00972FF5" w:rsidP="00C85008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72FF5" w:rsidRPr="00C85008" w:rsidRDefault="00972FF5" w:rsidP="00C85008">
      <w:pPr>
        <w:pStyle w:val="Footer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72FF5" w:rsidRPr="00C85008" w:rsidRDefault="00972FF5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72FF5" w:rsidRPr="00397DBF" w:rsidRDefault="00972FF5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72FF5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FF5" w:rsidRDefault="00972FF5" w:rsidP="001E0C77">
      <w:pPr>
        <w:spacing w:after="0" w:line="240" w:lineRule="auto"/>
      </w:pPr>
      <w:r>
        <w:separator/>
      </w:r>
    </w:p>
  </w:endnote>
  <w:endnote w:type="continuationSeparator" w:id="0">
    <w:p w:rsidR="00972FF5" w:rsidRDefault="00972FF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FF5" w:rsidRDefault="00972FF5" w:rsidP="001E0C77">
      <w:pPr>
        <w:spacing w:after="0" w:line="240" w:lineRule="auto"/>
      </w:pPr>
      <w:r>
        <w:separator/>
      </w:r>
    </w:p>
  </w:footnote>
  <w:footnote w:type="continuationSeparator" w:id="0">
    <w:p w:rsidR="00972FF5" w:rsidRDefault="00972FF5" w:rsidP="001E0C77">
      <w:pPr>
        <w:spacing w:after="0" w:line="240" w:lineRule="auto"/>
      </w:pPr>
      <w:r>
        <w:continuationSeparator/>
      </w:r>
    </w:p>
  </w:footnote>
  <w:footnote w:id="1">
    <w:p w:rsidR="00972FF5" w:rsidRDefault="00972FF5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5007D"/>
    <w:rsid w:val="00094954"/>
    <w:rsid w:val="000C0820"/>
    <w:rsid w:val="00115C77"/>
    <w:rsid w:val="001B763C"/>
    <w:rsid w:val="001C7E96"/>
    <w:rsid w:val="001E0C77"/>
    <w:rsid w:val="001F438F"/>
    <w:rsid w:val="002745E7"/>
    <w:rsid w:val="002A3213"/>
    <w:rsid w:val="002C1AEE"/>
    <w:rsid w:val="0034077A"/>
    <w:rsid w:val="00397DBF"/>
    <w:rsid w:val="003D1AFC"/>
    <w:rsid w:val="00415500"/>
    <w:rsid w:val="00415823"/>
    <w:rsid w:val="00482C4F"/>
    <w:rsid w:val="005B477A"/>
    <w:rsid w:val="006342A0"/>
    <w:rsid w:val="00711C79"/>
    <w:rsid w:val="007C7D3E"/>
    <w:rsid w:val="008604FC"/>
    <w:rsid w:val="00864861"/>
    <w:rsid w:val="00871814"/>
    <w:rsid w:val="008A4ABC"/>
    <w:rsid w:val="0090696A"/>
    <w:rsid w:val="00972FF5"/>
    <w:rsid w:val="009901DF"/>
    <w:rsid w:val="009B178E"/>
    <w:rsid w:val="00B113AD"/>
    <w:rsid w:val="00B745E4"/>
    <w:rsid w:val="00C85008"/>
    <w:rsid w:val="00D57FBA"/>
    <w:rsid w:val="00E14841"/>
    <w:rsid w:val="00E87D2F"/>
    <w:rsid w:val="00E90D6A"/>
    <w:rsid w:val="00E92F75"/>
    <w:rsid w:val="00F936BB"/>
    <w:rsid w:val="00F9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5008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43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118</Words>
  <Characters>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wjakubczyk</cp:lastModifiedBy>
  <cp:revision>12</cp:revision>
  <dcterms:created xsi:type="dcterms:W3CDTF">2022-10-10T10:26:00Z</dcterms:created>
  <dcterms:modified xsi:type="dcterms:W3CDTF">2023-05-18T07:26:00Z</dcterms:modified>
</cp:coreProperties>
</file>