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E2A" w:rsidRDefault="00076E2A" w:rsidP="009E2A8C">
      <w:pPr>
        <w:tabs>
          <w:tab w:val="left" w:pos="1758"/>
          <w:tab w:val="right" w:pos="14004"/>
        </w:tabs>
        <w:rPr>
          <w:rFonts w:cs="Arial"/>
          <w:b/>
          <w:sz w:val="20"/>
          <w:szCs w:val="20"/>
        </w:rPr>
      </w:pPr>
      <w:r w:rsidRPr="007547B3">
        <w:rPr>
          <w:rFonts w:cs="Arial"/>
          <w:b/>
          <w:sz w:val="20"/>
          <w:szCs w:val="20"/>
        </w:rPr>
        <w:t>BZP.</w:t>
      </w:r>
      <w:r>
        <w:rPr>
          <w:rFonts w:cs="Arial"/>
          <w:b/>
          <w:sz w:val="20"/>
          <w:szCs w:val="20"/>
        </w:rPr>
        <w:t>271.43</w:t>
      </w:r>
      <w:r w:rsidRPr="007547B3">
        <w:rPr>
          <w:rFonts w:cs="Arial"/>
          <w:b/>
          <w:sz w:val="20"/>
          <w:szCs w:val="20"/>
        </w:rPr>
        <w:t>.2023</w:t>
      </w:r>
      <w:r w:rsidRPr="007547B3">
        <w:rPr>
          <w:rFonts w:cs="Arial"/>
          <w:b/>
          <w:sz w:val="20"/>
          <w:szCs w:val="20"/>
        </w:rPr>
        <w:tab/>
      </w:r>
    </w:p>
    <w:p w:rsidR="00076E2A" w:rsidRPr="00B4789C" w:rsidRDefault="00076E2A" w:rsidP="00B4789C">
      <w:pPr>
        <w:tabs>
          <w:tab w:val="left" w:pos="1758"/>
          <w:tab w:val="right" w:pos="14004"/>
        </w:tabs>
        <w:jc w:val="right"/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 xml:space="preserve">załącznik nr 1 do SWZ                                                                                                                                           </w:t>
      </w:r>
      <w:r>
        <w:rPr>
          <w:rFonts w:cs="Arial"/>
          <w:sz w:val="20"/>
          <w:szCs w:val="20"/>
        </w:rPr>
        <w:t xml:space="preserve">                       </w:t>
      </w:r>
    </w:p>
    <w:p w:rsidR="00076E2A" w:rsidRDefault="00076E2A" w:rsidP="00710930">
      <w:pPr>
        <w:jc w:val="center"/>
        <w:rPr>
          <w:rFonts w:cs="Arial"/>
          <w:b/>
          <w:sz w:val="20"/>
          <w:szCs w:val="20"/>
        </w:rPr>
      </w:pPr>
    </w:p>
    <w:p w:rsidR="00076E2A" w:rsidRPr="007547B3" w:rsidRDefault="00076E2A" w:rsidP="00710930">
      <w:pPr>
        <w:jc w:val="center"/>
        <w:rPr>
          <w:rFonts w:cs="Arial"/>
          <w:b/>
          <w:sz w:val="20"/>
          <w:szCs w:val="20"/>
        </w:rPr>
      </w:pPr>
      <w:r w:rsidRPr="007547B3">
        <w:rPr>
          <w:rFonts w:cs="Arial"/>
          <w:b/>
          <w:sz w:val="20"/>
          <w:szCs w:val="20"/>
        </w:rPr>
        <w:t>OFERTA</w:t>
      </w:r>
    </w:p>
    <w:p w:rsidR="00076E2A" w:rsidRPr="007547B3" w:rsidRDefault="00076E2A" w:rsidP="00710930">
      <w:pPr>
        <w:jc w:val="center"/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dotycząca postępowania pn.:</w:t>
      </w:r>
    </w:p>
    <w:p w:rsidR="00076E2A" w:rsidRPr="007547B3" w:rsidRDefault="00076E2A" w:rsidP="0072065C">
      <w:pPr>
        <w:rPr>
          <w:rFonts w:cs="Arial"/>
          <w:sz w:val="20"/>
          <w:szCs w:val="20"/>
        </w:rPr>
      </w:pPr>
    </w:p>
    <w:p w:rsidR="00076E2A" w:rsidRPr="008E3F1D" w:rsidRDefault="00076E2A" w:rsidP="0072065C">
      <w:pPr>
        <w:keepNext/>
        <w:spacing w:after="480"/>
        <w:jc w:val="center"/>
        <w:rPr>
          <w:sz w:val="20"/>
          <w:szCs w:val="20"/>
        </w:rPr>
      </w:pPr>
      <w:r w:rsidRPr="007547B3">
        <w:rPr>
          <w:b/>
          <w:sz w:val="20"/>
          <w:szCs w:val="20"/>
        </w:rPr>
        <w:t>Wykonanie dokumentacji projektowej dla zadania pn.: Bud</w:t>
      </w:r>
      <w:r>
        <w:rPr>
          <w:b/>
          <w:sz w:val="20"/>
          <w:szCs w:val="20"/>
        </w:rPr>
        <w:t xml:space="preserve">owa ścieżki rowerowej                                    </w:t>
      </w:r>
      <w:r w:rsidRPr="007547B3">
        <w:rPr>
          <w:b/>
          <w:sz w:val="20"/>
          <w:szCs w:val="20"/>
        </w:rPr>
        <w:t xml:space="preserve">w ul. </w:t>
      </w:r>
      <w:r>
        <w:rPr>
          <w:b/>
          <w:sz w:val="20"/>
          <w:szCs w:val="20"/>
        </w:rPr>
        <w:t>Oświęcimskiej</w:t>
      </w:r>
    </w:p>
    <w:p w:rsidR="00076E2A" w:rsidRPr="007547B3" w:rsidRDefault="00076E2A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złożona przez</w:t>
      </w:r>
      <w:r w:rsidRPr="007547B3">
        <w:rPr>
          <w:rStyle w:val="FootnoteReference"/>
          <w:rFonts w:cs="Arial"/>
          <w:sz w:val="20"/>
          <w:szCs w:val="20"/>
        </w:rPr>
        <w:footnoteReference w:id="1"/>
      </w:r>
      <w:r w:rsidRPr="007547B3">
        <w:rPr>
          <w:rFonts w:cs="Arial"/>
          <w:sz w:val="20"/>
          <w:szCs w:val="20"/>
        </w:rPr>
        <w:t>:</w:t>
      </w:r>
    </w:p>
    <w:p w:rsidR="00076E2A" w:rsidRPr="007547B3" w:rsidRDefault="00076E2A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nazwa:</w:t>
      </w:r>
      <w:r w:rsidRPr="007547B3">
        <w:rPr>
          <w:rFonts w:cs="Arial"/>
          <w:sz w:val="20"/>
          <w:szCs w:val="20"/>
        </w:rPr>
        <w:tab/>
        <w:t xml:space="preserve">             …………………………………………</w:t>
      </w:r>
    </w:p>
    <w:p w:rsidR="00076E2A" w:rsidRPr="007547B3" w:rsidRDefault="00076E2A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adres:</w:t>
      </w:r>
      <w:r w:rsidRPr="007547B3">
        <w:rPr>
          <w:rFonts w:cs="Arial"/>
          <w:sz w:val="20"/>
          <w:szCs w:val="20"/>
        </w:rPr>
        <w:tab/>
      </w:r>
      <w:r w:rsidRPr="007547B3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076E2A" w:rsidRPr="007547B3" w:rsidRDefault="00076E2A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e-mail:</w:t>
      </w:r>
      <w:r w:rsidRPr="007547B3">
        <w:rPr>
          <w:rFonts w:cs="Arial"/>
          <w:sz w:val="20"/>
          <w:szCs w:val="20"/>
        </w:rPr>
        <w:tab/>
        <w:t xml:space="preserve">             …………………………………………</w:t>
      </w:r>
    </w:p>
    <w:p w:rsidR="00076E2A" w:rsidRPr="007547B3" w:rsidRDefault="00076E2A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telefon:</w:t>
      </w:r>
      <w:r w:rsidRPr="007547B3">
        <w:rPr>
          <w:rFonts w:cs="Arial"/>
          <w:sz w:val="20"/>
          <w:szCs w:val="20"/>
        </w:rPr>
        <w:tab/>
        <w:t xml:space="preserve">             …………………………………………</w:t>
      </w:r>
    </w:p>
    <w:p w:rsidR="00076E2A" w:rsidRPr="007547B3" w:rsidRDefault="00076E2A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NIP:</w:t>
      </w:r>
      <w:r w:rsidRPr="007547B3">
        <w:rPr>
          <w:rFonts w:cs="Arial"/>
          <w:sz w:val="20"/>
          <w:szCs w:val="20"/>
        </w:rPr>
        <w:tab/>
      </w:r>
      <w:r w:rsidRPr="007547B3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076E2A" w:rsidRPr="007547B3" w:rsidRDefault="00076E2A" w:rsidP="00710930">
      <w:pPr>
        <w:rPr>
          <w:rFonts w:cs="Arial"/>
          <w:sz w:val="20"/>
          <w:szCs w:val="20"/>
        </w:rPr>
      </w:pPr>
      <w:r w:rsidRPr="007547B3">
        <w:rPr>
          <w:rFonts w:cs="Arial"/>
          <w:sz w:val="20"/>
          <w:szCs w:val="20"/>
        </w:rPr>
        <w:t>REGON:</w:t>
      </w:r>
      <w:r w:rsidRPr="007547B3">
        <w:rPr>
          <w:rFonts w:cs="Arial"/>
          <w:sz w:val="20"/>
          <w:szCs w:val="20"/>
        </w:rPr>
        <w:tab/>
        <w:t xml:space="preserve"> …………………………………………</w:t>
      </w:r>
    </w:p>
    <w:p w:rsidR="00076E2A" w:rsidRPr="007547B3" w:rsidRDefault="00076E2A" w:rsidP="00710930">
      <w:pPr>
        <w:rPr>
          <w:rFonts w:cs="Arial"/>
          <w:sz w:val="20"/>
          <w:szCs w:val="20"/>
        </w:rPr>
      </w:pPr>
    </w:p>
    <w:p w:rsidR="00076E2A" w:rsidRPr="007547B3" w:rsidRDefault="00076E2A" w:rsidP="007547B3">
      <w:pPr>
        <w:pStyle w:val="Styl1"/>
        <w:numPr>
          <w:ilvl w:val="0"/>
          <w:numId w:val="7"/>
        </w:numPr>
        <w:tabs>
          <w:tab w:val="clear" w:pos="1800"/>
          <w:tab w:val="left" w:pos="284"/>
        </w:tabs>
        <w:spacing w:line="240" w:lineRule="auto"/>
        <w:rPr>
          <w:b/>
        </w:rPr>
      </w:pPr>
      <w:r w:rsidRPr="007547B3">
        <w:rPr>
          <w:b/>
        </w:rPr>
        <w:t xml:space="preserve">Oferujemy wykonanie w/w zadania za: </w:t>
      </w:r>
    </w:p>
    <w:p w:rsidR="00076E2A" w:rsidRPr="007547B3" w:rsidRDefault="00076E2A" w:rsidP="00966CD2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076E2A" w:rsidRPr="007547B3" w:rsidRDefault="00076E2A" w:rsidP="00966CD2">
      <w:pPr>
        <w:pStyle w:val="Styl1"/>
        <w:numPr>
          <w:ilvl w:val="1"/>
          <w:numId w:val="7"/>
        </w:numPr>
        <w:tabs>
          <w:tab w:val="clear" w:pos="1800"/>
          <w:tab w:val="left" w:pos="284"/>
        </w:tabs>
        <w:spacing w:line="240" w:lineRule="auto"/>
        <w:rPr>
          <w:b/>
        </w:rPr>
      </w:pPr>
      <w:r w:rsidRPr="007547B3">
        <w:rPr>
          <w:b/>
        </w:rPr>
        <w:t>Kryterium</w:t>
      </w:r>
      <w:r>
        <w:rPr>
          <w:b/>
        </w:rPr>
        <w:t xml:space="preserve"> I</w:t>
      </w:r>
      <w:r w:rsidRPr="007547B3">
        <w:rPr>
          <w:b/>
        </w:rPr>
        <w:t xml:space="preserve"> </w:t>
      </w:r>
      <w:r>
        <w:rPr>
          <w:b/>
        </w:rPr>
        <w:t>-</w:t>
      </w:r>
      <w:r w:rsidRPr="007547B3">
        <w:rPr>
          <w:b/>
        </w:rPr>
        <w:t xml:space="preserve"> cena</w:t>
      </w:r>
    </w:p>
    <w:p w:rsidR="00076E2A" w:rsidRPr="007547B3" w:rsidRDefault="00076E2A" w:rsidP="001C187E">
      <w:pPr>
        <w:rPr>
          <w:rFonts w:cs="Arial"/>
          <w:sz w:val="20"/>
          <w:szCs w:val="20"/>
        </w:rPr>
      </w:pPr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5017"/>
        <w:gridCol w:w="2835"/>
      </w:tblGrid>
      <w:tr w:rsidR="00076E2A" w:rsidRPr="007547B3" w:rsidTr="007547B3">
        <w:trPr>
          <w:trHeight w:val="562"/>
        </w:trPr>
        <w:tc>
          <w:tcPr>
            <w:tcW w:w="648" w:type="dxa"/>
            <w:vAlign w:val="center"/>
          </w:tcPr>
          <w:p w:rsidR="00076E2A" w:rsidRPr="007547B3" w:rsidRDefault="00076E2A" w:rsidP="008E3F1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47B3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5017" w:type="dxa"/>
            <w:vAlign w:val="center"/>
          </w:tcPr>
          <w:p w:rsidR="00076E2A" w:rsidRPr="007547B3" w:rsidRDefault="00076E2A" w:rsidP="008E3F1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47B3">
              <w:rPr>
                <w:rFonts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835" w:type="dxa"/>
            <w:vAlign w:val="center"/>
          </w:tcPr>
          <w:p w:rsidR="00076E2A" w:rsidRPr="007547B3" w:rsidRDefault="00076E2A" w:rsidP="008E3F1D">
            <w:pPr>
              <w:spacing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7547B3">
              <w:rPr>
                <w:rFonts w:cs="Arial"/>
                <w:b/>
                <w:sz w:val="20"/>
                <w:szCs w:val="20"/>
              </w:rPr>
              <w:t>Cena brutto</w:t>
            </w:r>
          </w:p>
        </w:tc>
      </w:tr>
      <w:tr w:rsidR="00076E2A" w:rsidRPr="007547B3" w:rsidTr="007547B3">
        <w:trPr>
          <w:trHeight w:val="581"/>
        </w:trPr>
        <w:tc>
          <w:tcPr>
            <w:tcW w:w="648" w:type="dxa"/>
            <w:vAlign w:val="center"/>
          </w:tcPr>
          <w:p w:rsidR="00076E2A" w:rsidRPr="007547B3" w:rsidRDefault="00076E2A" w:rsidP="00552DB2">
            <w:pPr>
              <w:rPr>
                <w:rFonts w:cs="Arial"/>
                <w:sz w:val="20"/>
                <w:szCs w:val="20"/>
              </w:rPr>
            </w:pPr>
            <w:r w:rsidRPr="007547B3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5017" w:type="dxa"/>
            <w:vAlign w:val="center"/>
          </w:tcPr>
          <w:p w:rsidR="00076E2A" w:rsidRPr="007547B3" w:rsidRDefault="00076E2A" w:rsidP="007547B3">
            <w:pPr>
              <w:pStyle w:val="Styl1"/>
              <w:tabs>
                <w:tab w:val="clear" w:pos="1800"/>
                <w:tab w:val="left" w:pos="284"/>
              </w:tabs>
              <w:spacing w:line="240" w:lineRule="auto"/>
              <w:rPr>
                <w:b/>
              </w:rPr>
            </w:pPr>
            <w:r w:rsidRPr="007547B3">
              <w:rPr>
                <w:b/>
              </w:rPr>
              <w:t>Wykonanie cało</w:t>
            </w:r>
            <w:r>
              <w:rPr>
                <w:b/>
              </w:rPr>
              <w:t>ściowej dokumentacji projektowej</w:t>
            </w:r>
          </w:p>
        </w:tc>
        <w:tc>
          <w:tcPr>
            <w:tcW w:w="2835" w:type="dxa"/>
            <w:vAlign w:val="center"/>
          </w:tcPr>
          <w:p w:rsidR="00076E2A" w:rsidRPr="007547B3" w:rsidRDefault="00076E2A" w:rsidP="008E3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076E2A" w:rsidTr="007547B3">
        <w:trPr>
          <w:trHeight w:val="581"/>
        </w:trPr>
        <w:tc>
          <w:tcPr>
            <w:tcW w:w="648" w:type="dxa"/>
            <w:vAlign w:val="center"/>
          </w:tcPr>
          <w:p w:rsidR="00076E2A" w:rsidRDefault="00076E2A" w:rsidP="00552DB2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5017" w:type="dxa"/>
            <w:vAlign w:val="center"/>
          </w:tcPr>
          <w:p w:rsidR="00076E2A" w:rsidRPr="007547B3" w:rsidRDefault="00076E2A" w:rsidP="007547B3">
            <w:pPr>
              <w:pStyle w:val="Standard"/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Pełnienie nadzoru autorskiego</w:t>
            </w:r>
          </w:p>
        </w:tc>
        <w:tc>
          <w:tcPr>
            <w:tcW w:w="2835" w:type="dxa"/>
            <w:vAlign w:val="center"/>
          </w:tcPr>
          <w:p w:rsidR="00076E2A" w:rsidRDefault="00076E2A" w:rsidP="008E3F1D">
            <w:pPr>
              <w:jc w:val="center"/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076E2A" w:rsidRPr="0010423D" w:rsidTr="002959E3">
        <w:trPr>
          <w:trHeight w:val="506"/>
        </w:trPr>
        <w:tc>
          <w:tcPr>
            <w:tcW w:w="5665" w:type="dxa"/>
            <w:gridSpan w:val="2"/>
            <w:vAlign w:val="center"/>
          </w:tcPr>
          <w:p w:rsidR="00076E2A" w:rsidRPr="0010423D" w:rsidRDefault="00076E2A" w:rsidP="001570D3">
            <w:pPr>
              <w:pStyle w:val="Standard"/>
              <w:spacing w:line="36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            </w:t>
            </w:r>
            <w:r w:rsidRPr="0010423D">
              <w:rPr>
                <w:rFonts w:ascii="Arial" w:hAnsi="Arial" w:cs="Arial"/>
                <w:b/>
                <w:sz w:val="20"/>
              </w:rPr>
              <w:t>Łączna cena brutto za całość zamówienia</w:t>
            </w:r>
          </w:p>
          <w:p w:rsidR="00076E2A" w:rsidRPr="0010423D" w:rsidRDefault="00076E2A" w:rsidP="007547B3">
            <w:pPr>
              <w:jc w:val="right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(suma:1+2)</w:t>
            </w:r>
          </w:p>
        </w:tc>
        <w:tc>
          <w:tcPr>
            <w:tcW w:w="2835" w:type="dxa"/>
            <w:vAlign w:val="center"/>
          </w:tcPr>
          <w:p w:rsidR="00076E2A" w:rsidRDefault="00076E2A" w:rsidP="00552DB2">
            <w:pPr>
              <w:jc w:val="right"/>
              <w:rPr>
                <w:b/>
                <w:sz w:val="20"/>
                <w:szCs w:val="20"/>
              </w:rPr>
            </w:pPr>
          </w:p>
          <w:p w:rsidR="00076E2A" w:rsidRDefault="00076E2A" w:rsidP="008E3F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  <w:p w:rsidR="00076E2A" w:rsidRDefault="00076E2A" w:rsidP="008E3F1D">
            <w:pPr>
              <w:jc w:val="center"/>
              <w:rPr>
                <w:b/>
                <w:sz w:val="20"/>
                <w:szCs w:val="20"/>
              </w:rPr>
            </w:pPr>
          </w:p>
          <w:p w:rsidR="00076E2A" w:rsidRPr="00F846CC" w:rsidRDefault="00076E2A" w:rsidP="008C0ED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 tym .….</w:t>
            </w:r>
            <w:r w:rsidRPr="00F846CC">
              <w:rPr>
                <w:b/>
                <w:sz w:val="18"/>
                <w:szCs w:val="18"/>
              </w:rPr>
              <w:t>% podatku VAT</w:t>
            </w:r>
          </w:p>
        </w:tc>
      </w:tr>
    </w:tbl>
    <w:p w:rsidR="00076E2A" w:rsidRDefault="00076E2A" w:rsidP="001C187E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076E2A" w:rsidRDefault="00076E2A" w:rsidP="001C187E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076E2A" w:rsidRPr="00884C22" w:rsidRDefault="00076E2A" w:rsidP="00B4789C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Kryterium II – </w:t>
      </w:r>
      <w:r w:rsidRPr="00884C22">
        <w:rPr>
          <w:rFonts w:ascii="Arial" w:hAnsi="Arial" w:cs="Arial"/>
          <w:b/>
          <w:sz w:val="20"/>
        </w:rPr>
        <w:t>doświadczenie osób wyznaczonych do realizacji zamówienia</w:t>
      </w:r>
      <w:r w:rsidRPr="0072065C">
        <w:rPr>
          <w:rFonts w:ascii="Arial" w:hAnsi="Arial" w:cs="Arial"/>
          <w:kern w:val="0"/>
          <w:sz w:val="20"/>
          <w:lang w:eastAsia="en-US"/>
        </w:rPr>
        <w:t>*</w:t>
      </w:r>
    </w:p>
    <w:p w:rsidR="00076E2A" w:rsidRPr="00884C22" w:rsidRDefault="00076E2A" w:rsidP="00884C22">
      <w:pPr>
        <w:pStyle w:val="Standard"/>
        <w:spacing w:line="360" w:lineRule="auto"/>
        <w:rPr>
          <w:rFonts w:ascii="Arial" w:hAnsi="Arial" w:cs="Arial"/>
          <w:sz w:val="20"/>
        </w:rPr>
      </w:pPr>
      <w:r w:rsidRPr="00884C22">
        <w:rPr>
          <w:rFonts w:ascii="Arial" w:hAnsi="Arial" w:cs="Arial"/>
          <w:sz w:val="20"/>
        </w:rPr>
        <w:t>Oświadczamy, że osoba, która zo</w:t>
      </w:r>
      <w:r>
        <w:rPr>
          <w:rFonts w:ascii="Arial" w:hAnsi="Arial" w:cs="Arial"/>
          <w:sz w:val="20"/>
        </w:rPr>
        <w:t>stanie wykazana w wykazie osób</w:t>
      </w:r>
      <w:r w:rsidRPr="003D096B">
        <w:rPr>
          <w:rStyle w:val="FootnoteReference"/>
          <w:rFonts w:cs="Arial"/>
          <w:b/>
          <w:sz w:val="20"/>
        </w:rPr>
        <w:footnoteReference w:id="2"/>
      </w:r>
      <w:r>
        <w:rPr>
          <w:rFonts w:ascii="Arial" w:hAnsi="Arial" w:cs="Arial"/>
          <w:sz w:val="20"/>
        </w:rPr>
        <w:t xml:space="preserve"> </w:t>
      </w:r>
      <w:r w:rsidRPr="00884C22">
        <w:rPr>
          <w:rFonts w:ascii="Arial" w:hAnsi="Arial" w:cs="Arial"/>
          <w:sz w:val="20"/>
        </w:rPr>
        <w:t>na potwierdzenie spełnienia</w:t>
      </w:r>
      <w:r>
        <w:rPr>
          <w:rFonts w:ascii="Arial" w:hAnsi="Arial" w:cs="Arial"/>
          <w:sz w:val="20"/>
        </w:rPr>
        <w:t xml:space="preserve"> warunku udziału w postępowaniu, </w:t>
      </w:r>
      <w:r w:rsidRPr="00884C22">
        <w:rPr>
          <w:rFonts w:ascii="Arial" w:hAnsi="Arial" w:cs="Arial"/>
          <w:sz w:val="20"/>
        </w:rPr>
        <w:t xml:space="preserve">w zakresie posiadania uprawnień budowlanych do projektowania w specjalności inżynieryjnej drogowej </w:t>
      </w:r>
    </w:p>
    <w:p w:rsidR="00076E2A" w:rsidRPr="003D096B" w:rsidRDefault="00076E2A" w:rsidP="00884C22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3D096B">
        <w:rPr>
          <w:rFonts w:ascii="Arial" w:hAnsi="Arial" w:cs="Arial"/>
          <w:b/>
          <w:sz w:val="20"/>
        </w:rPr>
        <w:t xml:space="preserve">nie brała udziału / brała udział </w:t>
      </w:r>
    </w:p>
    <w:p w:rsidR="00076E2A" w:rsidRDefault="00076E2A" w:rsidP="00884C22">
      <w:pPr>
        <w:pStyle w:val="Standard"/>
        <w:spacing w:line="360" w:lineRule="auto"/>
        <w:rPr>
          <w:rFonts w:ascii="Arial" w:hAnsi="Arial" w:cs="Arial"/>
          <w:sz w:val="20"/>
        </w:rPr>
      </w:pPr>
      <w:r w:rsidRPr="0072065C">
        <w:rPr>
          <w:rFonts w:ascii="Arial" w:hAnsi="Arial" w:cs="Arial"/>
          <w:kern w:val="0"/>
          <w:sz w:val="20"/>
          <w:lang w:eastAsia="en-US"/>
        </w:rPr>
        <w:t xml:space="preserve">* </w:t>
      </w:r>
      <w:r w:rsidRPr="00AF124D">
        <w:rPr>
          <w:rFonts w:ascii="Arial" w:hAnsi="Arial" w:cs="Arial"/>
          <w:bCs/>
          <w:sz w:val="18"/>
          <w:szCs w:val="18"/>
          <w:u w:val="single"/>
        </w:rPr>
        <w:t>Właściwe zaznaczyć</w:t>
      </w:r>
    </w:p>
    <w:p w:rsidR="00076E2A" w:rsidRDefault="00076E2A" w:rsidP="00E41E58">
      <w:pPr>
        <w:pStyle w:val="Standard"/>
        <w:spacing w:line="360" w:lineRule="auto"/>
        <w:rPr>
          <w:rFonts w:ascii="Arial" w:hAnsi="Arial" w:cs="Arial"/>
          <w:sz w:val="20"/>
        </w:rPr>
      </w:pPr>
    </w:p>
    <w:p w:rsidR="00076E2A" w:rsidRPr="008B257F" w:rsidRDefault="00076E2A" w:rsidP="008B257F">
      <w:pPr>
        <w:pStyle w:val="Standard"/>
        <w:spacing w:line="360" w:lineRule="auto"/>
        <w:jc w:val="both"/>
      </w:pPr>
      <w:r w:rsidRPr="00B12630">
        <w:rPr>
          <w:rFonts w:ascii="Arial" w:hAnsi="Arial" w:cs="Arial"/>
          <w:sz w:val="20"/>
        </w:rPr>
        <w:t>w wykonaniu co najmniej jednej dokumentacji projektowej (co najmniej projekt budowlany lub projekt budowlano-wykonawczy)</w:t>
      </w:r>
      <w:r>
        <w:rPr>
          <w:rFonts w:ascii="Arial" w:hAnsi="Arial" w:cs="Arial"/>
          <w:sz w:val="20"/>
        </w:rPr>
        <w:t xml:space="preserve"> budowy lub przebudowy lub remontu </w:t>
      </w:r>
      <w:r w:rsidRPr="00B12630">
        <w:rPr>
          <w:rFonts w:ascii="Arial" w:hAnsi="Arial" w:cs="Arial"/>
          <w:sz w:val="20"/>
        </w:rPr>
        <w:t>drogi lub dróg lub ścieżki rowerowej lub ścieżek rowerowych lub ciągu</w:t>
      </w:r>
      <w:r w:rsidRPr="00E41E58">
        <w:rPr>
          <w:rFonts w:ascii="Arial" w:hAnsi="Arial" w:cs="Arial"/>
          <w:sz w:val="20"/>
        </w:rPr>
        <w:t xml:space="preserve"> pieszo-jezdnego lub ciągów pieszo-jezdnych lub drogi rowerowej lub dróg rowerowych lub ciągu pieszo-rowerowego lub ciągów pieszo-rowerowych o łącznej długoś</w:t>
      </w:r>
      <w:r>
        <w:rPr>
          <w:rFonts w:ascii="Arial" w:hAnsi="Arial" w:cs="Arial"/>
          <w:sz w:val="20"/>
        </w:rPr>
        <w:t xml:space="preserve">ci nie mniejszej niż </w:t>
      </w:r>
      <w:r w:rsidRPr="00B12630">
        <w:rPr>
          <w:rFonts w:ascii="Arial" w:hAnsi="Arial" w:cs="Arial"/>
          <w:b/>
          <w:sz w:val="20"/>
        </w:rPr>
        <w:t>1 000 mb,</w:t>
      </w:r>
      <w:r w:rsidRPr="00B12630">
        <w:rPr>
          <w:rFonts w:ascii="Arial" w:hAnsi="Arial" w:cs="Arial"/>
          <w:sz w:val="20"/>
        </w:rPr>
        <w:t xml:space="preserve"> a usługa została zakończona w ostatnich 5 latach (licząc od dnia terminu składania ofert) i wykonana z należytą starannością.</w:t>
      </w:r>
    </w:p>
    <w:p w:rsidR="00076E2A" w:rsidRPr="00884C22" w:rsidRDefault="00076E2A" w:rsidP="006E071E">
      <w:pPr>
        <w:pStyle w:val="Standard"/>
        <w:spacing w:line="360" w:lineRule="auto"/>
        <w:rPr>
          <w:rFonts w:ascii="Arial" w:hAnsi="Arial" w:cs="Arial"/>
          <w:sz w:val="20"/>
        </w:rPr>
      </w:pPr>
    </w:p>
    <w:p w:rsidR="00076E2A" w:rsidRDefault="00076E2A" w:rsidP="00380519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Kryterium </w:t>
      </w:r>
      <w:r w:rsidRPr="00524C3A">
        <w:rPr>
          <w:rFonts w:ascii="Arial" w:hAnsi="Arial" w:cs="Arial"/>
          <w:kern w:val="0"/>
          <w:sz w:val="20"/>
          <w:lang w:eastAsia="en-US"/>
        </w:rPr>
        <w:t xml:space="preserve"> </w:t>
      </w:r>
      <w:r w:rsidRPr="00366404">
        <w:rPr>
          <w:rFonts w:ascii="Arial" w:hAnsi="Arial" w:cs="Arial"/>
          <w:b/>
          <w:kern w:val="0"/>
          <w:sz w:val="20"/>
          <w:lang w:eastAsia="en-US"/>
        </w:rPr>
        <w:t>II</w:t>
      </w:r>
      <w:r>
        <w:rPr>
          <w:rFonts w:ascii="Arial" w:hAnsi="Arial" w:cs="Arial"/>
          <w:b/>
          <w:kern w:val="0"/>
          <w:sz w:val="20"/>
          <w:lang w:eastAsia="en-US"/>
        </w:rPr>
        <w:t>I</w:t>
      </w:r>
      <w:r>
        <w:rPr>
          <w:rFonts w:ascii="Arial" w:hAnsi="Arial" w:cs="Arial"/>
          <w:kern w:val="0"/>
          <w:sz w:val="20"/>
          <w:lang w:eastAsia="en-US"/>
        </w:rPr>
        <w:t xml:space="preserve"> - </w:t>
      </w:r>
      <w:r w:rsidRPr="00524C3A">
        <w:rPr>
          <w:rFonts w:ascii="Arial" w:hAnsi="Arial" w:cs="Arial"/>
          <w:b/>
          <w:bCs/>
          <w:color w:val="00000A"/>
          <w:kern w:val="0"/>
          <w:sz w:val="20"/>
        </w:rPr>
        <w:t>wydłużenie okresu gwarancji jakości i rękojmi za wady</w:t>
      </w:r>
      <w:r>
        <w:rPr>
          <w:rFonts w:ascii="Arial" w:hAnsi="Arial" w:cs="Arial"/>
          <w:kern w:val="0"/>
          <w:sz w:val="20"/>
          <w:lang w:eastAsia="en-US"/>
        </w:rPr>
        <w:t xml:space="preserve"> (minimum 3 lata)</w:t>
      </w:r>
      <w:r w:rsidRPr="0072065C">
        <w:rPr>
          <w:rFonts w:ascii="Arial" w:hAnsi="Arial" w:cs="Arial"/>
          <w:kern w:val="0"/>
          <w:sz w:val="20"/>
          <w:lang w:eastAsia="en-US"/>
        </w:rPr>
        <w:t xml:space="preserve">*  </w:t>
      </w:r>
      <w:r w:rsidRPr="00524C3A">
        <w:rPr>
          <w:rFonts w:ascii="Arial" w:hAnsi="Arial" w:cs="Arial"/>
          <w:kern w:val="0"/>
          <w:sz w:val="20"/>
          <w:lang w:eastAsia="en-US"/>
        </w:rPr>
        <w:t xml:space="preserve">                     </w:t>
      </w:r>
    </w:p>
    <w:p w:rsidR="00076E2A" w:rsidRPr="00A61D9F" w:rsidRDefault="00076E2A" w:rsidP="00380519">
      <w:pPr>
        <w:pStyle w:val="Standard"/>
        <w:spacing w:line="360" w:lineRule="auto"/>
        <w:ind w:left="426"/>
        <w:rPr>
          <w:rFonts w:ascii="Arial" w:hAnsi="Arial" w:cs="Arial"/>
          <w:kern w:val="0"/>
          <w:sz w:val="20"/>
          <w:lang w:eastAsia="en-US"/>
        </w:rPr>
      </w:pPr>
      <w:r w:rsidRPr="00A61D9F">
        <w:rPr>
          <w:rFonts w:ascii="Arial" w:hAnsi="Arial" w:cs="Arial"/>
          <w:sz w:val="20"/>
        </w:rPr>
        <w:t xml:space="preserve">□   brak wydłużenia okresu </w:t>
      </w:r>
      <w:r w:rsidRPr="00A61D9F">
        <w:rPr>
          <w:rFonts w:ascii="Arial" w:hAnsi="Arial" w:cs="Arial"/>
          <w:bCs/>
          <w:color w:val="00000A"/>
          <w:kern w:val="0"/>
          <w:sz w:val="20"/>
        </w:rPr>
        <w:t>gwarancji jakości i rękojmi za wady</w:t>
      </w:r>
      <w:r w:rsidRPr="00A61D9F">
        <w:rPr>
          <w:rFonts w:ascii="Arial" w:hAnsi="Arial" w:cs="Arial"/>
          <w:kern w:val="0"/>
          <w:sz w:val="20"/>
          <w:lang w:eastAsia="en-US"/>
        </w:rPr>
        <w:t xml:space="preserve"> </w:t>
      </w:r>
    </w:p>
    <w:p w:rsidR="00076E2A" w:rsidRPr="00A61D9F" w:rsidRDefault="00076E2A" w:rsidP="00380519">
      <w:pPr>
        <w:pStyle w:val="Standard"/>
        <w:spacing w:line="360" w:lineRule="auto"/>
        <w:ind w:left="426"/>
        <w:rPr>
          <w:rFonts w:ascii="Arial" w:hAnsi="Arial" w:cs="Arial"/>
          <w:sz w:val="20"/>
        </w:rPr>
      </w:pPr>
      <w:r w:rsidRPr="00A61D9F">
        <w:rPr>
          <w:rFonts w:ascii="Arial" w:hAnsi="Arial" w:cs="Arial"/>
          <w:sz w:val="20"/>
        </w:rPr>
        <w:t xml:space="preserve">□   o 1 rok (łącznie 4 lata) </w:t>
      </w:r>
    </w:p>
    <w:p w:rsidR="00076E2A" w:rsidRPr="00A61D9F" w:rsidRDefault="00076E2A" w:rsidP="00380519">
      <w:pPr>
        <w:pStyle w:val="Standard"/>
        <w:spacing w:line="360" w:lineRule="auto"/>
        <w:ind w:left="426"/>
        <w:rPr>
          <w:rFonts w:ascii="Arial" w:hAnsi="Arial" w:cs="Arial"/>
          <w:sz w:val="20"/>
        </w:rPr>
      </w:pPr>
      <w:r w:rsidRPr="00A61D9F">
        <w:rPr>
          <w:rFonts w:ascii="Arial" w:hAnsi="Arial" w:cs="Arial"/>
          <w:sz w:val="20"/>
        </w:rPr>
        <w:t xml:space="preserve">□   o 2 lata (łącznie 5 lat) </w:t>
      </w:r>
    </w:p>
    <w:p w:rsidR="00076E2A" w:rsidRPr="00AF124D" w:rsidRDefault="00076E2A" w:rsidP="00380519">
      <w:pPr>
        <w:pStyle w:val="Standard"/>
        <w:spacing w:line="360" w:lineRule="auto"/>
        <w:rPr>
          <w:rFonts w:ascii="Arial" w:hAnsi="Arial" w:cs="Arial"/>
          <w:bCs/>
          <w:sz w:val="18"/>
          <w:szCs w:val="18"/>
          <w:u w:val="single"/>
        </w:rPr>
      </w:pPr>
      <w:r w:rsidRPr="00AF124D">
        <w:rPr>
          <w:rFonts w:ascii="Arial" w:hAnsi="Arial" w:cs="Arial"/>
          <w:b/>
          <w:sz w:val="18"/>
          <w:szCs w:val="18"/>
        </w:rPr>
        <w:t xml:space="preserve">        </w:t>
      </w:r>
      <w:r w:rsidRPr="0072065C">
        <w:rPr>
          <w:rFonts w:ascii="Arial" w:hAnsi="Arial" w:cs="Arial"/>
          <w:kern w:val="0"/>
          <w:sz w:val="20"/>
          <w:lang w:eastAsia="en-US"/>
        </w:rPr>
        <w:t xml:space="preserve">* </w:t>
      </w:r>
      <w:r w:rsidRPr="00AF124D">
        <w:rPr>
          <w:rFonts w:ascii="Arial" w:hAnsi="Arial" w:cs="Arial"/>
          <w:bCs/>
          <w:sz w:val="18"/>
          <w:szCs w:val="18"/>
          <w:u w:val="single"/>
        </w:rPr>
        <w:t>Właściwe zaznaczyć</w:t>
      </w:r>
    </w:p>
    <w:p w:rsidR="00076E2A" w:rsidRDefault="00076E2A" w:rsidP="008A16A2">
      <w:pPr>
        <w:pStyle w:val="Styl1"/>
        <w:tabs>
          <w:tab w:val="clear" w:pos="1800"/>
          <w:tab w:val="left" w:pos="284"/>
        </w:tabs>
        <w:spacing w:line="240" w:lineRule="auto"/>
        <w:rPr>
          <w:b/>
        </w:rPr>
      </w:pPr>
    </w:p>
    <w:p w:rsidR="00076E2A" w:rsidRPr="00524C3A" w:rsidRDefault="00076E2A" w:rsidP="002017D7">
      <w:pPr>
        <w:pStyle w:val="Standard"/>
        <w:numPr>
          <w:ilvl w:val="1"/>
          <w:numId w:val="8"/>
        </w:numPr>
        <w:spacing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Kryterium IV</w:t>
      </w:r>
      <w:r w:rsidRPr="00366404"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b/>
          <w:sz w:val="20"/>
        </w:rPr>
        <w:t xml:space="preserve">- </w:t>
      </w:r>
      <w:r w:rsidRPr="00366404">
        <w:rPr>
          <w:rFonts w:ascii="Arial" w:hAnsi="Arial" w:cs="Arial"/>
          <w:b/>
          <w:kern w:val="0"/>
          <w:sz w:val="20"/>
          <w:lang w:eastAsia="en-US"/>
        </w:rPr>
        <w:t>ilość dodatkowych pobytów na budowie w ramach nadzoru autorskiego</w:t>
      </w:r>
      <w:r>
        <w:rPr>
          <w:rFonts w:ascii="Arial" w:hAnsi="Arial" w:cs="Arial"/>
          <w:kern w:val="0"/>
          <w:sz w:val="20"/>
          <w:lang w:eastAsia="en-US"/>
        </w:rPr>
        <w:t xml:space="preserve">                     (2 obowiązkowe)</w:t>
      </w:r>
      <w:r w:rsidRPr="0072065C">
        <w:rPr>
          <w:rFonts w:ascii="Arial" w:hAnsi="Arial" w:cs="Arial"/>
          <w:kern w:val="0"/>
          <w:sz w:val="20"/>
          <w:lang w:eastAsia="en-US"/>
        </w:rPr>
        <w:t xml:space="preserve">*  </w:t>
      </w:r>
    </w:p>
    <w:p w:rsidR="00076E2A" w:rsidRPr="00A61D9F" w:rsidRDefault="00076E2A" w:rsidP="005D1387">
      <w:pPr>
        <w:pStyle w:val="Standard"/>
        <w:spacing w:line="360" w:lineRule="auto"/>
        <w:ind w:left="426"/>
        <w:rPr>
          <w:rFonts w:ascii="Arial" w:hAnsi="Arial" w:cs="Arial"/>
          <w:kern w:val="0"/>
          <w:sz w:val="20"/>
          <w:lang w:eastAsia="en-US"/>
        </w:rPr>
      </w:pPr>
      <w:r w:rsidRPr="00A61D9F">
        <w:rPr>
          <w:rFonts w:ascii="Arial" w:hAnsi="Arial" w:cs="Arial"/>
          <w:bCs/>
          <w:kern w:val="0"/>
          <w:sz w:val="20"/>
          <w:lang w:eastAsia="pl-PL"/>
        </w:rPr>
        <w:t>□   brak dodatkowych pobytów</w:t>
      </w:r>
    </w:p>
    <w:p w:rsidR="00076E2A" w:rsidRPr="00A61D9F" w:rsidRDefault="00076E2A" w:rsidP="005D1387">
      <w:pPr>
        <w:pStyle w:val="Standard"/>
        <w:spacing w:line="360" w:lineRule="auto"/>
        <w:ind w:left="426"/>
        <w:rPr>
          <w:rFonts w:ascii="Arial" w:hAnsi="Arial" w:cs="Arial"/>
          <w:kern w:val="0"/>
          <w:sz w:val="20"/>
          <w:lang w:eastAsia="en-US"/>
        </w:rPr>
      </w:pPr>
      <w:r w:rsidRPr="00A61D9F">
        <w:rPr>
          <w:rFonts w:ascii="Arial" w:hAnsi="Arial" w:cs="Arial"/>
          <w:bCs/>
          <w:kern w:val="0"/>
          <w:sz w:val="20"/>
          <w:lang w:eastAsia="pl-PL"/>
        </w:rPr>
        <w:t xml:space="preserve">□   </w:t>
      </w:r>
      <w:r w:rsidRPr="00A61D9F">
        <w:rPr>
          <w:rFonts w:ascii="Arial" w:hAnsi="Arial" w:cs="Arial"/>
          <w:kern w:val="0"/>
          <w:sz w:val="20"/>
          <w:lang w:eastAsia="en-US"/>
        </w:rPr>
        <w:t xml:space="preserve">1 dodatkowy pobyt (łącznie 3 pobyty)     </w:t>
      </w:r>
    </w:p>
    <w:p w:rsidR="00076E2A" w:rsidRPr="00A61D9F" w:rsidRDefault="00076E2A" w:rsidP="005D1387">
      <w:pPr>
        <w:pStyle w:val="Standard"/>
        <w:spacing w:line="360" w:lineRule="auto"/>
        <w:ind w:left="426"/>
        <w:rPr>
          <w:rFonts w:ascii="Arial" w:hAnsi="Arial" w:cs="Arial"/>
          <w:kern w:val="0"/>
          <w:sz w:val="20"/>
          <w:lang w:eastAsia="en-US"/>
        </w:rPr>
      </w:pPr>
      <w:r w:rsidRPr="00A61D9F">
        <w:rPr>
          <w:rFonts w:ascii="Arial" w:hAnsi="Arial" w:cs="Arial"/>
          <w:bCs/>
          <w:kern w:val="0"/>
          <w:sz w:val="20"/>
          <w:lang w:eastAsia="pl-PL"/>
        </w:rPr>
        <w:t xml:space="preserve">□   </w:t>
      </w:r>
      <w:r w:rsidRPr="00A61D9F">
        <w:rPr>
          <w:rFonts w:ascii="Arial" w:hAnsi="Arial" w:cs="Arial"/>
          <w:kern w:val="0"/>
          <w:sz w:val="20"/>
          <w:lang w:eastAsia="en-US"/>
        </w:rPr>
        <w:t xml:space="preserve">2 dodatkowe pobyty (łącznie 4 pobyty)   </w:t>
      </w:r>
    </w:p>
    <w:p w:rsidR="00076E2A" w:rsidRPr="00AF124D" w:rsidRDefault="00076E2A" w:rsidP="005D1387">
      <w:pPr>
        <w:pStyle w:val="Standard"/>
        <w:spacing w:line="360" w:lineRule="auto"/>
        <w:ind w:left="426" w:hanging="142"/>
        <w:rPr>
          <w:rFonts w:ascii="Arial" w:hAnsi="Arial" w:cs="Arial"/>
          <w:bCs/>
          <w:sz w:val="18"/>
          <w:szCs w:val="18"/>
          <w:u w:val="single"/>
        </w:rPr>
      </w:pPr>
      <w:r w:rsidRPr="00AF124D">
        <w:rPr>
          <w:rFonts w:ascii="Arial" w:hAnsi="Arial" w:cs="Arial"/>
          <w:kern w:val="0"/>
          <w:sz w:val="18"/>
          <w:szCs w:val="18"/>
          <w:lang w:eastAsia="en-US"/>
        </w:rPr>
        <w:t xml:space="preserve">    </w:t>
      </w:r>
      <w:r w:rsidRPr="0072065C">
        <w:rPr>
          <w:rFonts w:ascii="Arial" w:hAnsi="Arial" w:cs="Arial"/>
          <w:kern w:val="0"/>
          <w:sz w:val="20"/>
          <w:lang w:eastAsia="en-US"/>
        </w:rPr>
        <w:t xml:space="preserve">* </w:t>
      </w:r>
      <w:r w:rsidRPr="00AF124D">
        <w:rPr>
          <w:rFonts w:ascii="Arial" w:hAnsi="Arial" w:cs="Arial"/>
          <w:bCs/>
          <w:sz w:val="18"/>
          <w:szCs w:val="18"/>
          <w:u w:val="single"/>
        </w:rPr>
        <w:t>Właściwe zaznaczyć</w:t>
      </w:r>
    </w:p>
    <w:p w:rsidR="00076E2A" w:rsidRPr="00380519" w:rsidRDefault="00076E2A" w:rsidP="00AF124D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524C3A">
        <w:rPr>
          <w:rFonts w:ascii="Arial" w:hAnsi="Arial" w:cs="Arial"/>
          <w:kern w:val="0"/>
          <w:sz w:val="20"/>
          <w:lang w:eastAsia="en-US"/>
        </w:rPr>
        <w:t xml:space="preserve">    </w:t>
      </w:r>
    </w:p>
    <w:p w:rsidR="00076E2A" w:rsidRPr="00290226" w:rsidRDefault="00076E2A" w:rsidP="00B55395">
      <w:pPr>
        <w:pStyle w:val="ListParagraph"/>
        <w:numPr>
          <w:ilvl w:val="0"/>
          <w:numId w:val="8"/>
        </w:numPr>
        <w:spacing w:line="240" w:lineRule="auto"/>
        <w:rPr>
          <w:rFonts w:cs="Arial"/>
          <w:sz w:val="20"/>
          <w:szCs w:val="20"/>
        </w:rPr>
      </w:pPr>
      <w:r w:rsidRPr="00966CD2">
        <w:rPr>
          <w:rFonts w:cs="Arial"/>
          <w:sz w:val="20"/>
          <w:szCs w:val="20"/>
        </w:rPr>
        <w:t>Zobowiązujemy się wykonać zamówienie w terminie</w:t>
      </w:r>
      <w:r>
        <w:rPr>
          <w:rFonts w:cs="Arial"/>
          <w:sz w:val="20"/>
          <w:szCs w:val="20"/>
        </w:rPr>
        <w:t>:</w:t>
      </w:r>
      <w:bookmarkStart w:id="0" w:name="_GoBack"/>
      <w:bookmarkEnd w:id="0"/>
      <w:r>
        <w:rPr>
          <w:rFonts w:cs="Arial"/>
          <w:b/>
          <w:sz w:val="20"/>
          <w:szCs w:val="20"/>
        </w:rPr>
        <w:t xml:space="preserve"> 16</w:t>
      </w:r>
      <w:r w:rsidRPr="00290226">
        <w:rPr>
          <w:rFonts w:cs="Arial"/>
          <w:b/>
          <w:sz w:val="20"/>
          <w:szCs w:val="20"/>
        </w:rPr>
        <w:t xml:space="preserve"> miesięcy od daty zawarcia umowy</w:t>
      </w:r>
      <w:r>
        <w:rPr>
          <w:rFonts w:cs="Arial"/>
          <w:b/>
          <w:sz w:val="20"/>
          <w:szCs w:val="20"/>
        </w:rPr>
        <w:t>.</w:t>
      </w:r>
    </w:p>
    <w:p w:rsidR="00076E2A" w:rsidRPr="00710930" w:rsidRDefault="00076E2A" w:rsidP="00B55395">
      <w:pPr>
        <w:pStyle w:val="ListParagraph"/>
        <w:spacing w:line="240" w:lineRule="auto"/>
        <w:rPr>
          <w:rFonts w:cs="Arial"/>
          <w:sz w:val="20"/>
          <w:szCs w:val="20"/>
        </w:rPr>
      </w:pPr>
    </w:p>
    <w:p w:rsidR="00076E2A" w:rsidRPr="00710930" w:rsidRDefault="00076E2A" w:rsidP="00B55395">
      <w:pPr>
        <w:numPr>
          <w:ilvl w:val="0"/>
          <w:numId w:val="8"/>
        </w:numPr>
        <w:spacing w:line="240" w:lineRule="auto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Zapoznaliśmy się z projektowanymi postanowieniami umownymi i akceptujemy ich treść.</w:t>
      </w:r>
    </w:p>
    <w:p w:rsidR="00076E2A" w:rsidRPr="00710930" w:rsidRDefault="00076E2A" w:rsidP="00B55395">
      <w:pPr>
        <w:pStyle w:val="ListParagraph"/>
        <w:spacing w:line="240" w:lineRule="auto"/>
        <w:rPr>
          <w:rFonts w:cs="Arial"/>
          <w:sz w:val="20"/>
          <w:szCs w:val="20"/>
        </w:rPr>
      </w:pPr>
    </w:p>
    <w:p w:rsidR="00076E2A" w:rsidRPr="00710930" w:rsidRDefault="00076E2A" w:rsidP="00B55395">
      <w:pPr>
        <w:numPr>
          <w:ilvl w:val="0"/>
          <w:numId w:val="8"/>
        </w:numPr>
        <w:spacing w:line="240" w:lineRule="auto"/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Zamierzamy powierzyć następującym podwykonawcom do wykonania nw. części zamówienia:</w:t>
      </w:r>
    </w:p>
    <w:p w:rsidR="00076E2A" w:rsidRPr="00710930" w:rsidRDefault="00076E2A" w:rsidP="00710930">
      <w:pPr>
        <w:rPr>
          <w:rFonts w:cs="Arial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9"/>
        <w:gridCol w:w="3047"/>
        <w:gridCol w:w="2340"/>
      </w:tblGrid>
      <w:tr w:rsidR="00076E2A" w:rsidRPr="00A5555A" w:rsidTr="00A5555A">
        <w:trPr>
          <w:jc w:val="center"/>
        </w:trPr>
        <w:tc>
          <w:tcPr>
            <w:tcW w:w="639" w:type="dxa"/>
          </w:tcPr>
          <w:p w:rsidR="00076E2A" w:rsidRPr="00A5555A" w:rsidRDefault="00076E2A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3047" w:type="dxa"/>
          </w:tcPr>
          <w:p w:rsidR="00076E2A" w:rsidRPr="00A5555A" w:rsidRDefault="00076E2A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firma podwykonawcy</w:t>
            </w:r>
          </w:p>
        </w:tc>
        <w:tc>
          <w:tcPr>
            <w:tcW w:w="2340" w:type="dxa"/>
          </w:tcPr>
          <w:p w:rsidR="00076E2A" w:rsidRPr="00A5555A" w:rsidRDefault="00076E2A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zakres powierzenia</w:t>
            </w:r>
          </w:p>
        </w:tc>
      </w:tr>
      <w:tr w:rsidR="00076E2A" w:rsidRPr="00A5555A" w:rsidTr="00A5555A">
        <w:trPr>
          <w:jc w:val="center"/>
        </w:trPr>
        <w:tc>
          <w:tcPr>
            <w:tcW w:w="639" w:type="dxa"/>
          </w:tcPr>
          <w:p w:rsidR="00076E2A" w:rsidRPr="00A5555A" w:rsidRDefault="00076E2A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3047" w:type="dxa"/>
          </w:tcPr>
          <w:p w:rsidR="00076E2A" w:rsidRPr="00A5555A" w:rsidRDefault="00076E2A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76E2A" w:rsidRPr="00A5555A" w:rsidRDefault="00076E2A" w:rsidP="004E0CBA">
            <w:pPr>
              <w:rPr>
                <w:rFonts w:cs="Arial"/>
                <w:sz w:val="20"/>
                <w:szCs w:val="20"/>
              </w:rPr>
            </w:pPr>
          </w:p>
        </w:tc>
      </w:tr>
      <w:tr w:rsidR="00076E2A" w:rsidRPr="00A5555A" w:rsidTr="00A5555A">
        <w:trPr>
          <w:jc w:val="center"/>
        </w:trPr>
        <w:tc>
          <w:tcPr>
            <w:tcW w:w="639" w:type="dxa"/>
          </w:tcPr>
          <w:p w:rsidR="00076E2A" w:rsidRPr="00A5555A" w:rsidRDefault="00076E2A" w:rsidP="004E0CBA">
            <w:pPr>
              <w:rPr>
                <w:rFonts w:cs="Arial"/>
                <w:sz w:val="20"/>
                <w:szCs w:val="20"/>
              </w:rPr>
            </w:pPr>
            <w:r w:rsidRPr="00A5555A">
              <w:rPr>
                <w:rFonts w:cs="Arial"/>
                <w:sz w:val="20"/>
                <w:szCs w:val="20"/>
              </w:rPr>
              <w:t>(…)</w:t>
            </w:r>
          </w:p>
        </w:tc>
        <w:tc>
          <w:tcPr>
            <w:tcW w:w="3047" w:type="dxa"/>
          </w:tcPr>
          <w:p w:rsidR="00076E2A" w:rsidRPr="00A5555A" w:rsidRDefault="00076E2A" w:rsidP="004E0CB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40" w:type="dxa"/>
          </w:tcPr>
          <w:p w:rsidR="00076E2A" w:rsidRPr="00A5555A" w:rsidRDefault="00076E2A" w:rsidP="004E0CBA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076E2A" w:rsidRPr="00710930" w:rsidRDefault="00076E2A" w:rsidP="00710930">
      <w:pPr>
        <w:rPr>
          <w:rFonts w:cs="Arial"/>
          <w:sz w:val="20"/>
          <w:szCs w:val="20"/>
        </w:rPr>
      </w:pPr>
    </w:p>
    <w:p w:rsidR="00076E2A" w:rsidRPr="00845402" w:rsidRDefault="00076E2A" w:rsidP="002017D7">
      <w:pPr>
        <w:pStyle w:val="ListParagraph"/>
        <w:numPr>
          <w:ilvl w:val="0"/>
          <w:numId w:val="8"/>
        </w:numPr>
        <w:rPr>
          <w:rFonts w:cs="Arial"/>
          <w:sz w:val="20"/>
          <w:szCs w:val="20"/>
        </w:rPr>
      </w:pPr>
      <w:r w:rsidRPr="00845402">
        <w:rPr>
          <w:rFonts w:cs="Arial"/>
          <w:sz w:val="20"/>
          <w:szCs w:val="20"/>
        </w:rPr>
        <w:t>Oświadczamy, że wypełniliśmy obowiązki informacyjne przewidziane w art. 13 lub 14 RODO</w:t>
      </w:r>
      <w:r w:rsidRPr="00845402">
        <w:rPr>
          <w:rStyle w:val="Zakotwiczenieprzypisudolnego"/>
          <w:rFonts w:cs="Arial"/>
          <w:iCs/>
          <w:sz w:val="20"/>
          <w:szCs w:val="20"/>
        </w:rPr>
        <w:footnoteReference w:id="3"/>
      </w:r>
      <w:r w:rsidRPr="00845402">
        <w:rPr>
          <w:rFonts w:cs="Arial"/>
          <w:sz w:val="20"/>
          <w:szCs w:val="20"/>
        </w:rPr>
        <w:t xml:space="preserve">  wobec osób fizycznych, od których dane osobowe bezpośrednio lub pośrednio pozyskaliśmy w celu ubiegania się o udzielenie zamówienia publicznego w niniejszym postępowaniu, a także zobowiązujemy się dopełnić ww. obowiązków wobec osób, których dane pozyskamy. </w:t>
      </w:r>
    </w:p>
    <w:p w:rsidR="00076E2A" w:rsidRPr="00710930" w:rsidRDefault="00076E2A" w:rsidP="00710930">
      <w:pPr>
        <w:ind w:left="720"/>
        <w:rPr>
          <w:rFonts w:cs="Arial"/>
          <w:sz w:val="20"/>
          <w:szCs w:val="20"/>
        </w:rPr>
      </w:pPr>
    </w:p>
    <w:p w:rsidR="00076E2A" w:rsidRPr="00710930" w:rsidRDefault="00076E2A" w:rsidP="002017D7">
      <w:pPr>
        <w:numPr>
          <w:ilvl w:val="0"/>
          <w:numId w:val="8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Oświadczamy, że nasz status to</w:t>
      </w:r>
      <w:r w:rsidRPr="0072065C">
        <w:rPr>
          <w:rFonts w:cs="Arial"/>
          <w:sz w:val="20"/>
        </w:rPr>
        <w:t>*</w:t>
      </w:r>
      <w:r>
        <w:rPr>
          <w:rFonts w:cs="Arial"/>
          <w:sz w:val="20"/>
          <w:szCs w:val="20"/>
        </w:rPr>
        <w:t>:</w:t>
      </w:r>
    </w:p>
    <w:p w:rsidR="00076E2A" w:rsidRPr="00710930" w:rsidRDefault="00076E2A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mikroprzedsiębiorstwo</w:t>
      </w:r>
    </w:p>
    <w:p w:rsidR="00076E2A" w:rsidRPr="00710930" w:rsidRDefault="00076E2A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małe przedsiębiorstwo</w:t>
      </w:r>
    </w:p>
    <w:p w:rsidR="00076E2A" w:rsidRPr="00710930" w:rsidRDefault="00076E2A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średnie przedsiębiorstwo</w:t>
      </w:r>
    </w:p>
    <w:p w:rsidR="00076E2A" w:rsidRPr="00710930" w:rsidRDefault="00076E2A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jednoosobowa działalność gospodarcza</w:t>
      </w:r>
    </w:p>
    <w:p w:rsidR="00076E2A" w:rsidRPr="00710930" w:rsidRDefault="00076E2A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osoba fizyczna nieprowadząca działalności gospodarczej</w:t>
      </w:r>
    </w:p>
    <w:p w:rsidR="00076E2A" w:rsidRPr="00710930" w:rsidRDefault="00076E2A" w:rsidP="00710930">
      <w:pPr>
        <w:numPr>
          <w:ilvl w:val="1"/>
          <w:numId w:val="2"/>
        </w:numPr>
        <w:rPr>
          <w:rFonts w:cs="Arial"/>
          <w:sz w:val="20"/>
          <w:szCs w:val="20"/>
        </w:rPr>
      </w:pPr>
      <w:r w:rsidRPr="00710930">
        <w:rPr>
          <w:rFonts w:cs="Arial"/>
          <w:sz w:val="20"/>
          <w:szCs w:val="20"/>
        </w:rPr>
        <w:t>inny (żaden z powyższych)</w:t>
      </w:r>
    </w:p>
    <w:p w:rsidR="00076E2A" w:rsidRDefault="00076E2A" w:rsidP="00227F08">
      <w:pPr>
        <w:pStyle w:val="Standard"/>
        <w:spacing w:line="360" w:lineRule="auto"/>
        <w:rPr>
          <w:rFonts w:ascii="Arial" w:hAnsi="Arial" w:cs="Arial"/>
          <w:sz w:val="20"/>
        </w:rPr>
      </w:pPr>
      <w:r w:rsidRPr="0072065C">
        <w:rPr>
          <w:rFonts w:ascii="Arial" w:hAnsi="Arial" w:cs="Arial"/>
          <w:kern w:val="0"/>
          <w:sz w:val="20"/>
          <w:lang w:eastAsia="en-US"/>
        </w:rPr>
        <w:t xml:space="preserve">* </w:t>
      </w:r>
      <w:r w:rsidRPr="00AF124D">
        <w:rPr>
          <w:rFonts w:ascii="Arial" w:hAnsi="Arial" w:cs="Arial"/>
          <w:bCs/>
          <w:sz w:val="18"/>
          <w:szCs w:val="18"/>
          <w:u w:val="single"/>
        </w:rPr>
        <w:t>Właściwe zaznaczyć</w:t>
      </w:r>
    </w:p>
    <w:p w:rsidR="00076E2A" w:rsidRPr="00710930" w:rsidRDefault="00076E2A" w:rsidP="00710930">
      <w:pPr>
        <w:rPr>
          <w:rFonts w:cs="Arial"/>
          <w:sz w:val="20"/>
          <w:szCs w:val="20"/>
        </w:rPr>
      </w:pPr>
    </w:p>
    <w:p w:rsidR="00076E2A" w:rsidRPr="00710930" w:rsidRDefault="00076E2A" w:rsidP="00710930">
      <w:pPr>
        <w:pStyle w:val="Footer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PLIK NALEŻY PODPISAĆ</w:t>
      </w:r>
    </w:p>
    <w:p w:rsidR="00076E2A" w:rsidRPr="00710930" w:rsidRDefault="00076E2A" w:rsidP="00710930">
      <w:pPr>
        <w:pStyle w:val="Footer"/>
        <w:jc w:val="center"/>
        <w:rPr>
          <w:rFonts w:cs="Arial"/>
          <w:b/>
          <w:i/>
          <w:iCs/>
          <w:sz w:val="20"/>
          <w:szCs w:val="20"/>
        </w:rPr>
      </w:pPr>
      <w:r w:rsidRPr="00710930">
        <w:rPr>
          <w:rFonts w:cs="Arial"/>
          <w:b/>
          <w:i/>
          <w:iCs/>
          <w:sz w:val="20"/>
          <w:szCs w:val="20"/>
        </w:rPr>
        <w:t>KWALIFIKOWANYM PODPISEM ELEKTRONICZNYM</w:t>
      </w:r>
    </w:p>
    <w:sectPr w:rsidR="00076E2A" w:rsidRPr="00710930" w:rsidSect="004E083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E2A" w:rsidRDefault="00076E2A" w:rsidP="00710930">
      <w:pPr>
        <w:spacing w:line="240" w:lineRule="auto"/>
      </w:pPr>
      <w:r>
        <w:separator/>
      </w:r>
    </w:p>
  </w:endnote>
  <w:endnote w:type="continuationSeparator" w:id="0">
    <w:p w:rsidR="00076E2A" w:rsidRDefault="00076E2A" w:rsidP="00710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E2A" w:rsidRDefault="00076E2A">
    <w:pPr>
      <w:pStyle w:val="Footer"/>
      <w:jc w:val="center"/>
    </w:pPr>
    <w:fldSimple w:instr=" PAGE   \* MERGEFORMAT ">
      <w:r>
        <w:rPr>
          <w:noProof/>
        </w:rPr>
        <w:t>2</w:t>
      </w:r>
    </w:fldSimple>
  </w:p>
  <w:p w:rsidR="00076E2A" w:rsidRDefault="00076E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E2A" w:rsidRDefault="00076E2A" w:rsidP="00710930">
      <w:pPr>
        <w:spacing w:line="240" w:lineRule="auto"/>
      </w:pPr>
      <w:r>
        <w:separator/>
      </w:r>
    </w:p>
  </w:footnote>
  <w:footnote w:type="continuationSeparator" w:id="0">
    <w:p w:rsidR="00076E2A" w:rsidRDefault="00076E2A" w:rsidP="00710930">
      <w:pPr>
        <w:spacing w:line="240" w:lineRule="auto"/>
      </w:pPr>
      <w:r>
        <w:continuationSeparator/>
      </w:r>
    </w:p>
  </w:footnote>
  <w:footnote w:id="1">
    <w:p w:rsidR="00076E2A" w:rsidRDefault="00076E2A" w:rsidP="00710930">
      <w:pPr>
        <w:pStyle w:val="FootnoteText"/>
      </w:pPr>
      <w:r w:rsidRPr="00B55395">
        <w:rPr>
          <w:rStyle w:val="FootnoteReference"/>
          <w:sz w:val="16"/>
          <w:szCs w:val="16"/>
        </w:rPr>
        <w:footnoteRef/>
      </w:r>
      <w:r w:rsidRPr="00B55395">
        <w:rPr>
          <w:sz w:val="16"/>
          <w:szCs w:val="16"/>
        </w:rPr>
        <w:t xml:space="preserve"> powielić w przypadku składania oferty przez wykonawców wspólnie ubiegających się o udzielenie zamówienia</w:t>
      </w:r>
    </w:p>
  </w:footnote>
  <w:footnote w:id="2">
    <w:p w:rsidR="00076E2A" w:rsidRPr="00884C22" w:rsidRDefault="00076E2A" w:rsidP="008B257F">
      <w:pPr>
        <w:pStyle w:val="FootnoteText"/>
        <w:rPr>
          <w:sz w:val="16"/>
          <w:szCs w:val="16"/>
        </w:rPr>
      </w:pPr>
      <w:r w:rsidRPr="00B55395">
        <w:rPr>
          <w:rStyle w:val="FootnoteReference"/>
          <w:sz w:val="16"/>
          <w:szCs w:val="16"/>
        </w:rPr>
        <w:footnoteRef/>
      </w:r>
      <w:r w:rsidRPr="00B55395">
        <w:rPr>
          <w:sz w:val="16"/>
          <w:szCs w:val="16"/>
        </w:rPr>
        <w:t xml:space="preserve"> </w:t>
      </w:r>
      <w:r w:rsidRPr="00884C22">
        <w:rPr>
          <w:sz w:val="16"/>
          <w:szCs w:val="16"/>
        </w:rPr>
        <w:t>Zamawiający będzie wymagał złożenia wykazu osób zgodnie z postanowieniami rozdziału VII pkt 1 ppkt 5 SWZ na potwierdzenie spełnienia warunku, o którym mowa w rozdziale VI pkt 1 ppkt 2 SWZ</w:t>
      </w:r>
    </w:p>
    <w:p w:rsidR="00076E2A" w:rsidRDefault="00076E2A" w:rsidP="008B257F">
      <w:pPr>
        <w:pStyle w:val="FootnoteText"/>
        <w:rPr>
          <w:sz w:val="16"/>
          <w:szCs w:val="16"/>
        </w:rPr>
      </w:pPr>
    </w:p>
    <w:p w:rsidR="00076E2A" w:rsidRDefault="00076E2A" w:rsidP="008B257F">
      <w:pPr>
        <w:pStyle w:val="FootnoteText"/>
      </w:pPr>
    </w:p>
  </w:footnote>
  <w:footnote w:id="3">
    <w:p w:rsidR="00076E2A" w:rsidRDefault="00076E2A" w:rsidP="00710930">
      <w:pPr>
        <w:pStyle w:val="Tekstprzypisudolnego1"/>
        <w:jc w:val="both"/>
      </w:pPr>
      <w:r w:rsidRPr="00884C22">
        <w:rPr>
          <w:rStyle w:val="Znakiprzypiswdolnych"/>
          <w:rFonts w:ascii="Arial Narrow" w:hAnsi="Arial Narrow" w:cs="Arial"/>
          <w:sz w:val="16"/>
          <w:szCs w:val="16"/>
        </w:rPr>
        <w:footnoteRef/>
      </w:r>
      <w:r w:rsidRPr="00884C22">
        <w:rPr>
          <w:rFonts w:ascii="Arial Narrow" w:hAnsi="Arial Narrow" w:cs="Arial"/>
          <w:sz w:val="16"/>
          <w:szCs w:val="16"/>
        </w:rPr>
        <w:t xml:space="preserve"> </w:t>
      </w:r>
      <w:r w:rsidRPr="00884C22">
        <w:rPr>
          <w:rFonts w:ascii="Arial" w:hAnsi="Arial" w:cs="Arial"/>
          <w:sz w:val="16"/>
          <w:szCs w:val="16"/>
        </w:rPr>
        <w:t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późn. zm.)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E2A" w:rsidRDefault="00076E2A" w:rsidP="00EA4C5C">
    <w:pPr>
      <w:pStyle w:val="Header"/>
      <w:jc w:val="center"/>
    </w:pPr>
  </w:p>
  <w:p w:rsidR="00076E2A" w:rsidRDefault="00076E2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92B1B"/>
    <w:multiLevelType w:val="hybridMultilevel"/>
    <w:tmpl w:val="AD68E0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E2C72F6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575C4A"/>
    <w:multiLevelType w:val="multilevel"/>
    <w:tmpl w:val="BE8477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1AB37399"/>
    <w:multiLevelType w:val="hybridMultilevel"/>
    <w:tmpl w:val="75BA01C6"/>
    <w:lvl w:ilvl="0" w:tplc="57629F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901410A"/>
    <w:multiLevelType w:val="hybridMultilevel"/>
    <w:tmpl w:val="3B546496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4">
    <w:nsid w:val="2CDF2083"/>
    <w:multiLevelType w:val="hybridMultilevel"/>
    <w:tmpl w:val="7A30DE4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AC12EF3"/>
    <w:multiLevelType w:val="multilevel"/>
    <w:tmpl w:val="C708180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44095BBE"/>
    <w:multiLevelType w:val="multilevel"/>
    <w:tmpl w:val="93A80CA4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45894F9A"/>
    <w:multiLevelType w:val="multilevel"/>
    <w:tmpl w:val="3A0A22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0D24"/>
    <w:rsid w:val="00011D02"/>
    <w:rsid w:val="00012012"/>
    <w:rsid w:val="000241BE"/>
    <w:rsid w:val="00055358"/>
    <w:rsid w:val="00063A28"/>
    <w:rsid w:val="0007012A"/>
    <w:rsid w:val="000750A3"/>
    <w:rsid w:val="00076E2A"/>
    <w:rsid w:val="0008138F"/>
    <w:rsid w:val="0008787E"/>
    <w:rsid w:val="000911DA"/>
    <w:rsid w:val="000A6EE5"/>
    <w:rsid w:val="000D28DC"/>
    <w:rsid w:val="0010423D"/>
    <w:rsid w:val="001071A1"/>
    <w:rsid w:val="001076C9"/>
    <w:rsid w:val="001570D3"/>
    <w:rsid w:val="001617F9"/>
    <w:rsid w:val="001771A8"/>
    <w:rsid w:val="00197622"/>
    <w:rsid w:val="001A2A3C"/>
    <w:rsid w:val="001B23D8"/>
    <w:rsid w:val="001C187E"/>
    <w:rsid w:val="001D4022"/>
    <w:rsid w:val="001E0AE8"/>
    <w:rsid w:val="001F232B"/>
    <w:rsid w:val="002017D7"/>
    <w:rsid w:val="00225B14"/>
    <w:rsid w:val="00227F08"/>
    <w:rsid w:val="00240146"/>
    <w:rsid w:val="002764D6"/>
    <w:rsid w:val="00290226"/>
    <w:rsid w:val="002959E3"/>
    <w:rsid w:val="002A7587"/>
    <w:rsid w:val="002B21FC"/>
    <w:rsid w:val="002C359E"/>
    <w:rsid w:val="002C37CD"/>
    <w:rsid w:val="002D1B68"/>
    <w:rsid w:val="002F3A33"/>
    <w:rsid w:val="00300F70"/>
    <w:rsid w:val="003063D5"/>
    <w:rsid w:val="0030720D"/>
    <w:rsid w:val="003238AC"/>
    <w:rsid w:val="00334D1E"/>
    <w:rsid w:val="0034524C"/>
    <w:rsid w:val="00366404"/>
    <w:rsid w:val="003762A1"/>
    <w:rsid w:val="00380519"/>
    <w:rsid w:val="00386B01"/>
    <w:rsid w:val="003C2E63"/>
    <w:rsid w:val="003D096B"/>
    <w:rsid w:val="003D3F2C"/>
    <w:rsid w:val="003D576A"/>
    <w:rsid w:val="003E53AD"/>
    <w:rsid w:val="004A0C4E"/>
    <w:rsid w:val="004A15A6"/>
    <w:rsid w:val="004B21D3"/>
    <w:rsid w:val="004C4897"/>
    <w:rsid w:val="004D2BAE"/>
    <w:rsid w:val="004D5565"/>
    <w:rsid w:val="004E083D"/>
    <w:rsid w:val="004E0CBA"/>
    <w:rsid w:val="00524C3A"/>
    <w:rsid w:val="005318A7"/>
    <w:rsid w:val="00552DB2"/>
    <w:rsid w:val="00565E06"/>
    <w:rsid w:val="005837A8"/>
    <w:rsid w:val="00584D53"/>
    <w:rsid w:val="00592114"/>
    <w:rsid w:val="005956A0"/>
    <w:rsid w:val="005D1387"/>
    <w:rsid w:val="005E2D85"/>
    <w:rsid w:val="005F2160"/>
    <w:rsid w:val="0060037B"/>
    <w:rsid w:val="00612AD7"/>
    <w:rsid w:val="0064440D"/>
    <w:rsid w:val="00650D24"/>
    <w:rsid w:val="00665DBA"/>
    <w:rsid w:val="00682AEF"/>
    <w:rsid w:val="006A3964"/>
    <w:rsid w:val="006B04B7"/>
    <w:rsid w:val="006E071E"/>
    <w:rsid w:val="00710930"/>
    <w:rsid w:val="00717235"/>
    <w:rsid w:val="0072065C"/>
    <w:rsid w:val="007446F0"/>
    <w:rsid w:val="00746553"/>
    <w:rsid w:val="007524F8"/>
    <w:rsid w:val="007547B3"/>
    <w:rsid w:val="00754A8E"/>
    <w:rsid w:val="00786A47"/>
    <w:rsid w:val="00792C6D"/>
    <w:rsid w:val="00793FFD"/>
    <w:rsid w:val="007943DE"/>
    <w:rsid w:val="007D2077"/>
    <w:rsid w:val="00810D94"/>
    <w:rsid w:val="00815B43"/>
    <w:rsid w:val="00822706"/>
    <w:rsid w:val="00823F74"/>
    <w:rsid w:val="00831839"/>
    <w:rsid w:val="00845402"/>
    <w:rsid w:val="00861609"/>
    <w:rsid w:val="008634FE"/>
    <w:rsid w:val="00884C22"/>
    <w:rsid w:val="008A16A2"/>
    <w:rsid w:val="008B257F"/>
    <w:rsid w:val="008C0833"/>
    <w:rsid w:val="008C0ED0"/>
    <w:rsid w:val="008C2155"/>
    <w:rsid w:val="008E3F1D"/>
    <w:rsid w:val="008F0A26"/>
    <w:rsid w:val="008F6AE0"/>
    <w:rsid w:val="0093115B"/>
    <w:rsid w:val="00944289"/>
    <w:rsid w:val="00954823"/>
    <w:rsid w:val="00961C7D"/>
    <w:rsid w:val="00962B7D"/>
    <w:rsid w:val="00966CD2"/>
    <w:rsid w:val="009708CE"/>
    <w:rsid w:val="009767F6"/>
    <w:rsid w:val="00994A66"/>
    <w:rsid w:val="009A4ACF"/>
    <w:rsid w:val="009B279F"/>
    <w:rsid w:val="009B463E"/>
    <w:rsid w:val="009E2A8C"/>
    <w:rsid w:val="00A15A21"/>
    <w:rsid w:val="00A45AF7"/>
    <w:rsid w:val="00A5555A"/>
    <w:rsid w:val="00A6107A"/>
    <w:rsid w:val="00A61D9F"/>
    <w:rsid w:val="00A82FE7"/>
    <w:rsid w:val="00A96052"/>
    <w:rsid w:val="00AB2B74"/>
    <w:rsid w:val="00AE6E7E"/>
    <w:rsid w:val="00AF124D"/>
    <w:rsid w:val="00B12630"/>
    <w:rsid w:val="00B264C8"/>
    <w:rsid w:val="00B45DBD"/>
    <w:rsid w:val="00B4789C"/>
    <w:rsid w:val="00B5141E"/>
    <w:rsid w:val="00B55395"/>
    <w:rsid w:val="00B60146"/>
    <w:rsid w:val="00B62ACF"/>
    <w:rsid w:val="00B63320"/>
    <w:rsid w:val="00B92780"/>
    <w:rsid w:val="00C169EE"/>
    <w:rsid w:val="00C25AB7"/>
    <w:rsid w:val="00C36ECE"/>
    <w:rsid w:val="00C62BBC"/>
    <w:rsid w:val="00C7058C"/>
    <w:rsid w:val="00CA414E"/>
    <w:rsid w:val="00CB71F9"/>
    <w:rsid w:val="00CC311F"/>
    <w:rsid w:val="00CD52E9"/>
    <w:rsid w:val="00CE37CD"/>
    <w:rsid w:val="00CF6050"/>
    <w:rsid w:val="00D02E93"/>
    <w:rsid w:val="00D0396A"/>
    <w:rsid w:val="00D1322E"/>
    <w:rsid w:val="00D56F26"/>
    <w:rsid w:val="00D65C0D"/>
    <w:rsid w:val="00D72F14"/>
    <w:rsid w:val="00D73391"/>
    <w:rsid w:val="00D85E7D"/>
    <w:rsid w:val="00DC7BE3"/>
    <w:rsid w:val="00E34225"/>
    <w:rsid w:val="00E41E58"/>
    <w:rsid w:val="00E55441"/>
    <w:rsid w:val="00E6624D"/>
    <w:rsid w:val="00EA4C5C"/>
    <w:rsid w:val="00ED78AA"/>
    <w:rsid w:val="00F001F2"/>
    <w:rsid w:val="00F00DEE"/>
    <w:rsid w:val="00F05BC0"/>
    <w:rsid w:val="00F31E6C"/>
    <w:rsid w:val="00F74D03"/>
    <w:rsid w:val="00F846CC"/>
    <w:rsid w:val="00F9324F"/>
    <w:rsid w:val="00FA08B7"/>
    <w:rsid w:val="00FA7DFF"/>
    <w:rsid w:val="00FB6C6F"/>
    <w:rsid w:val="00FE17A8"/>
    <w:rsid w:val="00FE1B13"/>
    <w:rsid w:val="00FE49CD"/>
    <w:rsid w:val="00FE4FDE"/>
    <w:rsid w:val="00FF0772"/>
    <w:rsid w:val="00FF3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930"/>
    <w:pPr>
      <w:spacing w:line="276" w:lineRule="auto"/>
    </w:pPr>
    <w:rPr>
      <w:rFonts w:ascii="Arial" w:hAnsi="Arial"/>
      <w:sz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710930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10930"/>
    <w:rPr>
      <w:rFonts w:ascii="Arial" w:hAnsi="Arial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710930"/>
    <w:rPr>
      <w:rFonts w:cs="Times New Roman"/>
      <w:vertAlign w:val="superscript"/>
    </w:rPr>
  </w:style>
  <w:style w:type="paragraph" w:styleId="Footer">
    <w:name w:val="footer"/>
    <w:basedOn w:val="Normal"/>
    <w:link w:val="FooterChar"/>
    <w:uiPriority w:val="99"/>
    <w:rsid w:val="00710930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10930"/>
    <w:rPr>
      <w:rFonts w:ascii="Arial" w:hAnsi="Arial" w:cs="Times New Roman"/>
      <w:sz w:val="24"/>
    </w:rPr>
  </w:style>
  <w:style w:type="table" w:styleId="TableGrid">
    <w:name w:val="Table Grid"/>
    <w:basedOn w:val="TableNormal"/>
    <w:uiPriority w:val="99"/>
    <w:rsid w:val="00710930"/>
    <w:rPr>
      <w:rFonts w:ascii="Arial" w:hAnsi="Arial"/>
      <w:sz w:val="24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710930"/>
    <w:pPr>
      <w:ind w:left="720"/>
      <w:contextualSpacing/>
    </w:pPr>
  </w:style>
  <w:style w:type="character" w:customStyle="1" w:styleId="Znakiprzypiswdolnych">
    <w:name w:val="Znaki przypisów dolnych"/>
    <w:uiPriority w:val="99"/>
    <w:rsid w:val="00710930"/>
    <w:rPr>
      <w:vertAlign w:val="superscript"/>
    </w:rPr>
  </w:style>
  <w:style w:type="character" w:customStyle="1" w:styleId="Zakotwiczenieprzypisudolnego">
    <w:name w:val="Zakotwiczenie przypisu dolnego"/>
    <w:uiPriority w:val="99"/>
    <w:rsid w:val="00710930"/>
    <w:rPr>
      <w:vertAlign w:val="superscript"/>
    </w:rPr>
  </w:style>
  <w:style w:type="paragraph" w:customStyle="1" w:styleId="Tekstprzypisudolnego1">
    <w:name w:val="Tekst przypisu dolnego1"/>
    <w:basedOn w:val="Normal"/>
    <w:uiPriority w:val="99"/>
    <w:semiHidden/>
    <w:rsid w:val="00710930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styleId="Header">
    <w:name w:val="header"/>
    <w:basedOn w:val="Normal"/>
    <w:link w:val="HeaderChar"/>
    <w:uiPriority w:val="99"/>
    <w:rsid w:val="001D4022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D4022"/>
    <w:rPr>
      <w:rFonts w:ascii="Arial" w:hAnsi="Arial" w:cs="Times New Roman"/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34D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34D1E"/>
    <w:rPr>
      <w:rFonts w:ascii="Segoe UI" w:hAnsi="Segoe UI" w:cs="Segoe UI"/>
      <w:sz w:val="18"/>
      <w:szCs w:val="18"/>
      <w:lang w:eastAsia="en-US"/>
    </w:rPr>
  </w:style>
  <w:style w:type="paragraph" w:customStyle="1" w:styleId="Styl1">
    <w:name w:val="Styl1"/>
    <w:basedOn w:val="Normal"/>
    <w:uiPriority w:val="99"/>
    <w:rsid w:val="00A6107A"/>
    <w:pPr>
      <w:tabs>
        <w:tab w:val="left" w:pos="1800"/>
      </w:tabs>
      <w:suppressAutoHyphens/>
      <w:spacing w:line="360" w:lineRule="auto"/>
      <w:jc w:val="both"/>
    </w:pPr>
    <w:rPr>
      <w:rFonts w:eastAsia="Times New Roman" w:cs="Arial"/>
      <w:kern w:val="2"/>
      <w:sz w:val="20"/>
      <w:szCs w:val="20"/>
      <w:lang w:eastAsia="zh-CN"/>
    </w:rPr>
  </w:style>
  <w:style w:type="paragraph" w:customStyle="1" w:styleId="Standard">
    <w:name w:val="Standard"/>
    <w:uiPriority w:val="99"/>
    <w:rsid w:val="00A6107A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242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151</TotalTime>
  <Pages>2</Pages>
  <Words>466</Words>
  <Characters>2802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Strychalska</dc:creator>
  <cp:keywords/>
  <dc:description/>
  <cp:lastModifiedBy>wjakubczyk</cp:lastModifiedBy>
  <cp:revision>59</cp:revision>
  <cp:lastPrinted>2023-04-17T13:31:00Z</cp:lastPrinted>
  <dcterms:created xsi:type="dcterms:W3CDTF">2023-03-27T08:50:00Z</dcterms:created>
  <dcterms:modified xsi:type="dcterms:W3CDTF">2023-10-11T12:21:00Z</dcterms:modified>
</cp:coreProperties>
</file>