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B30" w:rsidRDefault="00DC1B30" w:rsidP="009E2A8C">
      <w:pPr>
        <w:tabs>
          <w:tab w:val="left" w:pos="1758"/>
          <w:tab w:val="right" w:pos="14004"/>
        </w:tabs>
        <w:rPr>
          <w:rFonts w:cs="Arial"/>
          <w:b/>
          <w:sz w:val="20"/>
          <w:szCs w:val="20"/>
        </w:rPr>
      </w:pPr>
      <w:r w:rsidRPr="007547B3">
        <w:rPr>
          <w:rFonts w:cs="Arial"/>
          <w:b/>
          <w:sz w:val="20"/>
          <w:szCs w:val="20"/>
        </w:rPr>
        <w:t>BZP.</w:t>
      </w:r>
      <w:r>
        <w:rPr>
          <w:rFonts w:cs="Arial"/>
          <w:b/>
          <w:sz w:val="20"/>
          <w:szCs w:val="20"/>
        </w:rPr>
        <w:t>271.47</w:t>
      </w:r>
      <w:r w:rsidRPr="007547B3">
        <w:rPr>
          <w:rFonts w:cs="Arial"/>
          <w:b/>
          <w:sz w:val="20"/>
          <w:szCs w:val="20"/>
        </w:rPr>
        <w:t>.2023</w:t>
      </w:r>
      <w:r w:rsidRPr="007547B3">
        <w:rPr>
          <w:rFonts w:cs="Arial"/>
          <w:b/>
          <w:sz w:val="20"/>
          <w:szCs w:val="20"/>
        </w:rPr>
        <w:tab/>
      </w:r>
    </w:p>
    <w:p w:rsidR="00DC1B30" w:rsidRPr="007547B3" w:rsidRDefault="00DC1B30" w:rsidP="008E3F1D">
      <w:pPr>
        <w:tabs>
          <w:tab w:val="left" w:pos="1758"/>
          <w:tab w:val="right" w:pos="14004"/>
        </w:tabs>
        <w:jc w:val="right"/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 xml:space="preserve">załącznik nr 1 do SWZ                                                                                                                                           </w:t>
      </w:r>
      <w:r>
        <w:rPr>
          <w:rFonts w:cs="Arial"/>
          <w:sz w:val="20"/>
          <w:szCs w:val="20"/>
        </w:rPr>
        <w:t xml:space="preserve">                       </w:t>
      </w:r>
    </w:p>
    <w:p w:rsidR="00DC1B30" w:rsidRPr="007547B3" w:rsidRDefault="00DC1B30" w:rsidP="00710930">
      <w:pPr>
        <w:jc w:val="center"/>
        <w:rPr>
          <w:rFonts w:cs="Arial"/>
          <w:b/>
          <w:sz w:val="20"/>
          <w:szCs w:val="20"/>
        </w:rPr>
      </w:pPr>
    </w:p>
    <w:p w:rsidR="00DC1B30" w:rsidRDefault="00DC1B30" w:rsidP="00710930">
      <w:pPr>
        <w:jc w:val="center"/>
        <w:rPr>
          <w:rFonts w:cs="Arial"/>
          <w:b/>
          <w:sz w:val="20"/>
          <w:szCs w:val="20"/>
        </w:rPr>
      </w:pPr>
    </w:p>
    <w:p w:rsidR="00DC1B30" w:rsidRPr="007547B3" w:rsidRDefault="00DC1B30" w:rsidP="00710930">
      <w:pPr>
        <w:jc w:val="center"/>
        <w:rPr>
          <w:rFonts w:cs="Arial"/>
          <w:b/>
          <w:sz w:val="20"/>
          <w:szCs w:val="20"/>
        </w:rPr>
      </w:pPr>
      <w:r w:rsidRPr="007547B3">
        <w:rPr>
          <w:rFonts w:cs="Arial"/>
          <w:b/>
          <w:sz w:val="20"/>
          <w:szCs w:val="20"/>
        </w:rPr>
        <w:t>OFERTA</w:t>
      </w:r>
    </w:p>
    <w:p w:rsidR="00DC1B30" w:rsidRPr="007547B3" w:rsidRDefault="00DC1B30" w:rsidP="00710930">
      <w:pPr>
        <w:jc w:val="center"/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dotycząca postępowania pn.:</w:t>
      </w:r>
    </w:p>
    <w:p w:rsidR="00DC1B30" w:rsidRPr="00E72E20" w:rsidRDefault="00DC1B30" w:rsidP="00E72E20">
      <w:pPr>
        <w:keepLines/>
        <w:spacing w:before="120" w:after="120"/>
        <w:ind w:firstLine="340"/>
        <w:jc w:val="center"/>
        <w:rPr>
          <w:rFonts w:cs="Arial"/>
          <w:b/>
          <w:szCs w:val="24"/>
        </w:rPr>
      </w:pPr>
      <w:r w:rsidRPr="00E72E20">
        <w:rPr>
          <w:rFonts w:cs="Arial"/>
          <w:b/>
          <w:szCs w:val="24"/>
        </w:rPr>
        <w:t>Wykonanie dokumentacji projektowej dla zadania pn.: Przebudowa ul. Gen. Jana Sadowskiego w Piekarach Śląskich, etap 1 na odcinku od rzeki Brynicy do ul. Przyjaźni</w:t>
      </w:r>
    </w:p>
    <w:p w:rsidR="00DC1B30" w:rsidRDefault="00DC1B30" w:rsidP="00710930">
      <w:pPr>
        <w:rPr>
          <w:rFonts w:cs="Arial"/>
          <w:sz w:val="20"/>
          <w:szCs w:val="20"/>
        </w:rPr>
      </w:pPr>
    </w:p>
    <w:p w:rsidR="00DC1B30" w:rsidRPr="007547B3" w:rsidRDefault="00DC1B30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złożona przez</w:t>
      </w:r>
      <w:r w:rsidRPr="007547B3">
        <w:rPr>
          <w:rStyle w:val="FootnoteReference"/>
          <w:rFonts w:cs="Arial"/>
          <w:sz w:val="20"/>
          <w:szCs w:val="20"/>
        </w:rPr>
        <w:footnoteReference w:id="1"/>
      </w:r>
      <w:r w:rsidRPr="007547B3">
        <w:rPr>
          <w:rFonts w:cs="Arial"/>
          <w:sz w:val="20"/>
          <w:szCs w:val="20"/>
        </w:rPr>
        <w:t>:</w:t>
      </w:r>
    </w:p>
    <w:p w:rsidR="00DC1B30" w:rsidRPr="007547B3" w:rsidRDefault="00DC1B30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nazwa:</w:t>
      </w:r>
      <w:r w:rsidRPr="007547B3">
        <w:rPr>
          <w:rFonts w:cs="Arial"/>
          <w:sz w:val="20"/>
          <w:szCs w:val="20"/>
        </w:rPr>
        <w:tab/>
        <w:t xml:space="preserve">             …………………………………………</w:t>
      </w:r>
    </w:p>
    <w:p w:rsidR="00DC1B30" w:rsidRPr="007547B3" w:rsidRDefault="00DC1B30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adres:</w:t>
      </w:r>
      <w:r w:rsidRPr="007547B3">
        <w:rPr>
          <w:rFonts w:cs="Arial"/>
          <w:sz w:val="20"/>
          <w:szCs w:val="20"/>
        </w:rPr>
        <w:tab/>
      </w:r>
      <w:r w:rsidRPr="007547B3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C1B30" w:rsidRPr="007547B3" w:rsidRDefault="00DC1B30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e-mail:</w:t>
      </w:r>
      <w:r w:rsidRPr="007547B3">
        <w:rPr>
          <w:rFonts w:cs="Arial"/>
          <w:sz w:val="20"/>
          <w:szCs w:val="20"/>
        </w:rPr>
        <w:tab/>
        <w:t xml:space="preserve">             …………………………………………</w:t>
      </w:r>
    </w:p>
    <w:p w:rsidR="00DC1B30" w:rsidRPr="007547B3" w:rsidRDefault="00DC1B30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telefon:</w:t>
      </w:r>
      <w:r w:rsidRPr="007547B3">
        <w:rPr>
          <w:rFonts w:cs="Arial"/>
          <w:sz w:val="20"/>
          <w:szCs w:val="20"/>
        </w:rPr>
        <w:tab/>
        <w:t xml:space="preserve">             …………………………………………</w:t>
      </w:r>
    </w:p>
    <w:p w:rsidR="00DC1B30" w:rsidRPr="007547B3" w:rsidRDefault="00DC1B30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NIP:</w:t>
      </w:r>
      <w:r w:rsidRPr="007547B3">
        <w:rPr>
          <w:rFonts w:cs="Arial"/>
          <w:sz w:val="20"/>
          <w:szCs w:val="20"/>
        </w:rPr>
        <w:tab/>
      </w:r>
      <w:r w:rsidRPr="007547B3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C1B30" w:rsidRPr="007547B3" w:rsidRDefault="00DC1B30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REGON:</w:t>
      </w:r>
      <w:r w:rsidRPr="007547B3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DC1B30" w:rsidRPr="007547B3" w:rsidRDefault="00DC1B30" w:rsidP="00710930">
      <w:pPr>
        <w:rPr>
          <w:rFonts w:cs="Arial"/>
          <w:sz w:val="20"/>
          <w:szCs w:val="20"/>
        </w:rPr>
      </w:pPr>
    </w:p>
    <w:p w:rsidR="00DC1B30" w:rsidRPr="007547B3" w:rsidRDefault="00DC1B30" w:rsidP="007547B3">
      <w:pPr>
        <w:pStyle w:val="Styl1"/>
        <w:numPr>
          <w:ilvl w:val="0"/>
          <w:numId w:val="7"/>
        </w:numPr>
        <w:tabs>
          <w:tab w:val="clear" w:pos="1800"/>
          <w:tab w:val="left" w:pos="284"/>
        </w:tabs>
        <w:spacing w:line="240" w:lineRule="auto"/>
        <w:rPr>
          <w:b/>
        </w:rPr>
      </w:pPr>
      <w:r w:rsidRPr="007547B3">
        <w:rPr>
          <w:b/>
        </w:rPr>
        <w:t>Ofe</w:t>
      </w:r>
      <w:r>
        <w:rPr>
          <w:b/>
        </w:rPr>
        <w:t>rujemy wykonanie w/w zadania na następujących warunkach:</w:t>
      </w:r>
      <w:r w:rsidRPr="007547B3">
        <w:rPr>
          <w:b/>
        </w:rPr>
        <w:t xml:space="preserve"> </w:t>
      </w:r>
    </w:p>
    <w:p w:rsidR="00DC1B30" w:rsidRPr="007547B3" w:rsidRDefault="00DC1B30" w:rsidP="00966CD2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DC1B30" w:rsidRPr="007547B3" w:rsidRDefault="00DC1B30" w:rsidP="00966CD2">
      <w:pPr>
        <w:pStyle w:val="Styl1"/>
        <w:numPr>
          <w:ilvl w:val="1"/>
          <w:numId w:val="7"/>
        </w:numPr>
        <w:tabs>
          <w:tab w:val="clear" w:pos="1800"/>
          <w:tab w:val="left" w:pos="284"/>
        </w:tabs>
        <w:spacing w:line="240" w:lineRule="auto"/>
        <w:rPr>
          <w:b/>
        </w:rPr>
      </w:pPr>
      <w:r w:rsidRPr="007547B3">
        <w:rPr>
          <w:b/>
        </w:rPr>
        <w:t>Kryterium</w:t>
      </w:r>
      <w:r>
        <w:rPr>
          <w:b/>
        </w:rPr>
        <w:t xml:space="preserve"> I</w:t>
      </w:r>
      <w:r w:rsidRPr="007547B3">
        <w:rPr>
          <w:b/>
        </w:rPr>
        <w:t xml:space="preserve"> </w:t>
      </w:r>
      <w:r>
        <w:rPr>
          <w:b/>
        </w:rPr>
        <w:t>-</w:t>
      </w:r>
      <w:r w:rsidRPr="007547B3">
        <w:rPr>
          <w:b/>
        </w:rPr>
        <w:t xml:space="preserve"> cena</w:t>
      </w:r>
    </w:p>
    <w:p w:rsidR="00DC1B30" w:rsidRPr="007547B3" w:rsidRDefault="00DC1B30" w:rsidP="001C187E">
      <w:pPr>
        <w:rPr>
          <w:rFonts w:cs="Arial"/>
          <w:sz w:val="20"/>
          <w:szCs w:val="20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017"/>
        <w:gridCol w:w="2835"/>
      </w:tblGrid>
      <w:tr w:rsidR="00DC1B30" w:rsidRPr="007547B3" w:rsidTr="007547B3">
        <w:trPr>
          <w:trHeight w:val="562"/>
        </w:trPr>
        <w:tc>
          <w:tcPr>
            <w:tcW w:w="648" w:type="dxa"/>
            <w:vAlign w:val="center"/>
          </w:tcPr>
          <w:p w:rsidR="00DC1B30" w:rsidRPr="007547B3" w:rsidRDefault="00DC1B30" w:rsidP="008E3F1D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547B3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5017" w:type="dxa"/>
            <w:vAlign w:val="center"/>
          </w:tcPr>
          <w:p w:rsidR="00DC1B30" w:rsidRPr="007547B3" w:rsidRDefault="00DC1B30" w:rsidP="008E3F1D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547B3">
              <w:rPr>
                <w:rFonts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2835" w:type="dxa"/>
            <w:vAlign w:val="center"/>
          </w:tcPr>
          <w:p w:rsidR="00DC1B30" w:rsidRPr="007547B3" w:rsidRDefault="00DC1B30" w:rsidP="008E3F1D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547B3">
              <w:rPr>
                <w:rFonts w:cs="Arial"/>
                <w:b/>
                <w:sz w:val="20"/>
                <w:szCs w:val="20"/>
              </w:rPr>
              <w:t>Cena brutto</w:t>
            </w:r>
          </w:p>
        </w:tc>
      </w:tr>
      <w:tr w:rsidR="00DC1B30" w:rsidRPr="007547B3" w:rsidTr="007547B3">
        <w:trPr>
          <w:trHeight w:val="581"/>
        </w:trPr>
        <w:tc>
          <w:tcPr>
            <w:tcW w:w="648" w:type="dxa"/>
            <w:vAlign w:val="center"/>
          </w:tcPr>
          <w:p w:rsidR="00DC1B30" w:rsidRPr="007547B3" w:rsidRDefault="00DC1B30" w:rsidP="00552DB2">
            <w:pPr>
              <w:rPr>
                <w:rFonts w:cs="Arial"/>
                <w:sz w:val="20"/>
                <w:szCs w:val="20"/>
              </w:rPr>
            </w:pPr>
            <w:r w:rsidRPr="007547B3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5017" w:type="dxa"/>
            <w:vAlign w:val="center"/>
          </w:tcPr>
          <w:p w:rsidR="00DC1B30" w:rsidRPr="007547B3" w:rsidRDefault="00DC1B30" w:rsidP="007547B3">
            <w:pPr>
              <w:pStyle w:val="Styl1"/>
              <w:tabs>
                <w:tab w:val="clear" w:pos="1800"/>
                <w:tab w:val="left" w:pos="284"/>
              </w:tabs>
              <w:spacing w:line="240" w:lineRule="auto"/>
              <w:rPr>
                <w:b/>
              </w:rPr>
            </w:pPr>
            <w:r w:rsidRPr="007547B3">
              <w:rPr>
                <w:b/>
              </w:rPr>
              <w:t>Wykonanie cało</w:t>
            </w:r>
            <w:r>
              <w:rPr>
                <w:b/>
              </w:rPr>
              <w:t>ściowej dokumentacji projektowej</w:t>
            </w:r>
          </w:p>
        </w:tc>
        <w:tc>
          <w:tcPr>
            <w:tcW w:w="2835" w:type="dxa"/>
            <w:vAlign w:val="center"/>
          </w:tcPr>
          <w:p w:rsidR="00DC1B30" w:rsidRPr="007547B3" w:rsidRDefault="00DC1B30" w:rsidP="008E3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</w:t>
            </w:r>
          </w:p>
        </w:tc>
      </w:tr>
      <w:tr w:rsidR="00DC1B30" w:rsidTr="007547B3">
        <w:trPr>
          <w:trHeight w:val="581"/>
        </w:trPr>
        <w:tc>
          <w:tcPr>
            <w:tcW w:w="648" w:type="dxa"/>
            <w:vAlign w:val="center"/>
          </w:tcPr>
          <w:p w:rsidR="00DC1B30" w:rsidRDefault="00DC1B30" w:rsidP="00552D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5017" w:type="dxa"/>
            <w:vAlign w:val="center"/>
          </w:tcPr>
          <w:p w:rsidR="00DC1B30" w:rsidRPr="007547B3" w:rsidRDefault="00DC1B30" w:rsidP="007547B3">
            <w:pPr>
              <w:pStyle w:val="Standard"/>
              <w:spacing w:line="36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Pełnienie nadzoru autorskiego</w:t>
            </w:r>
          </w:p>
        </w:tc>
        <w:tc>
          <w:tcPr>
            <w:tcW w:w="2835" w:type="dxa"/>
            <w:vAlign w:val="center"/>
          </w:tcPr>
          <w:p w:rsidR="00DC1B30" w:rsidRDefault="00DC1B30" w:rsidP="008E3F1D">
            <w:pPr>
              <w:jc w:val="center"/>
            </w:pPr>
            <w:r>
              <w:rPr>
                <w:sz w:val="20"/>
                <w:szCs w:val="20"/>
              </w:rPr>
              <w:t>………………………….</w:t>
            </w:r>
          </w:p>
        </w:tc>
      </w:tr>
      <w:tr w:rsidR="00DC1B30" w:rsidRPr="0010423D" w:rsidTr="002959E3">
        <w:trPr>
          <w:trHeight w:val="506"/>
        </w:trPr>
        <w:tc>
          <w:tcPr>
            <w:tcW w:w="5665" w:type="dxa"/>
            <w:gridSpan w:val="2"/>
            <w:vAlign w:val="center"/>
          </w:tcPr>
          <w:p w:rsidR="00DC1B30" w:rsidRPr="0010423D" w:rsidRDefault="00DC1B30" w:rsidP="00DC410C">
            <w:pPr>
              <w:pStyle w:val="Standard"/>
              <w:spacing w:line="36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          </w:t>
            </w:r>
            <w:r w:rsidRPr="0010423D">
              <w:rPr>
                <w:rFonts w:ascii="Arial" w:hAnsi="Arial" w:cs="Arial"/>
                <w:b/>
                <w:sz w:val="20"/>
              </w:rPr>
              <w:t>Łączna cena brutto za całość zamówienia</w:t>
            </w:r>
          </w:p>
          <w:p w:rsidR="00DC1B30" w:rsidRPr="0010423D" w:rsidRDefault="00DC1B30" w:rsidP="007547B3">
            <w:pPr>
              <w:jc w:val="righ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(suma 1+2)</w:t>
            </w:r>
          </w:p>
        </w:tc>
        <w:tc>
          <w:tcPr>
            <w:tcW w:w="2835" w:type="dxa"/>
            <w:vAlign w:val="center"/>
          </w:tcPr>
          <w:p w:rsidR="00DC1B30" w:rsidRDefault="00DC1B30" w:rsidP="00552DB2">
            <w:pPr>
              <w:jc w:val="right"/>
              <w:rPr>
                <w:b/>
                <w:sz w:val="20"/>
                <w:szCs w:val="20"/>
              </w:rPr>
            </w:pPr>
          </w:p>
          <w:p w:rsidR="00DC1B30" w:rsidRDefault="00DC1B30" w:rsidP="008E3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</w:t>
            </w:r>
          </w:p>
          <w:p w:rsidR="00DC1B30" w:rsidRDefault="00DC1B30" w:rsidP="008E3F1D">
            <w:pPr>
              <w:jc w:val="center"/>
              <w:rPr>
                <w:b/>
                <w:sz w:val="20"/>
                <w:szCs w:val="20"/>
              </w:rPr>
            </w:pPr>
          </w:p>
          <w:p w:rsidR="00DC1B30" w:rsidRPr="00F846CC" w:rsidRDefault="00DC1B30" w:rsidP="008C0ED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tym .….</w:t>
            </w:r>
            <w:r w:rsidRPr="00F846CC">
              <w:rPr>
                <w:b/>
                <w:sz w:val="18"/>
                <w:szCs w:val="18"/>
              </w:rPr>
              <w:t>% podatku VAT</w:t>
            </w:r>
          </w:p>
        </w:tc>
      </w:tr>
    </w:tbl>
    <w:p w:rsidR="00DC1B30" w:rsidRDefault="00DC1B30" w:rsidP="009F7ADE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524C3A">
        <w:rPr>
          <w:rFonts w:ascii="Arial" w:hAnsi="Arial" w:cs="Arial"/>
          <w:kern w:val="0"/>
          <w:sz w:val="20"/>
          <w:lang w:eastAsia="en-US"/>
        </w:rPr>
        <w:t xml:space="preserve"> </w:t>
      </w:r>
    </w:p>
    <w:p w:rsidR="00DC1B30" w:rsidRPr="009F7ADE" w:rsidRDefault="00DC1B30" w:rsidP="009F7ADE">
      <w:pPr>
        <w:pStyle w:val="Standard"/>
        <w:numPr>
          <w:ilvl w:val="1"/>
          <w:numId w:val="8"/>
        </w:numPr>
        <w:spacing w:line="360" w:lineRule="auto"/>
        <w:rPr>
          <w:rFonts w:ascii="Arial" w:hAnsi="Arial" w:cs="Arial"/>
          <w:b/>
          <w:sz w:val="20"/>
        </w:rPr>
      </w:pPr>
      <w:r w:rsidRPr="009F7ADE">
        <w:rPr>
          <w:rFonts w:ascii="Arial" w:hAnsi="Arial" w:cs="Arial"/>
          <w:b/>
          <w:sz w:val="20"/>
        </w:rPr>
        <w:t>Kryterium II – doświadczenie osób wyznaczonych do realizacji zamówienia*</w:t>
      </w:r>
    </w:p>
    <w:p w:rsidR="00DC1B30" w:rsidRPr="009F7ADE" w:rsidRDefault="00DC1B30" w:rsidP="009F7ADE">
      <w:pPr>
        <w:pStyle w:val="Standard"/>
        <w:spacing w:line="360" w:lineRule="auto"/>
        <w:rPr>
          <w:rFonts w:ascii="Arial" w:hAnsi="Arial" w:cs="Arial"/>
          <w:sz w:val="20"/>
        </w:rPr>
      </w:pPr>
      <w:r w:rsidRPr="009F7ADE">
        <w:rPr>
          <w:rFonts w:ascii="Arial" w:hAnsi="Arial" w:cs="Arial"/>
          <w:sz w:val="20"/>
        </w:rPr>
        <w:t xml:space="preserve">Oświadczamy, że osoba, która zostanie wykazana w wykazie osób  na potwierdzenie spełnienia warunku udziału w postępowaniu, w zakresie posiadania uprawnień budowlanych do projektowania w </w:t>
      </w:r>
      <w:r w:rsidRPr="00E55A83">
        <w:rPr>
          <w:rFonts w:ascii="Arial" w:hAnsi="Arial" w:cs="Arial"/>
          <w:sz w:val="20"/>
        </w:rPr>
        <w:t>specjalności inżynieryjnej drogowej</w:t>
      </w:r>
      <w:r w:rsidRPr="009F7ADE">
        <w:rPr>
          <w:rFonts w:ascii="Arial" w:hAnsi="Arial" w:cs="Arial"/>
          <w:sz w:val="20"/>
        </w:rPr>
        <w:t xml:space="preserve"> </w:t>
      </w:r>
    </w:p>
    <w:p w:rsidR="00DC1B30" w:rsidRPr="009F7ADE" w:rsidRDefault="00DC1B30" w:rsidP="009F7ADE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9F7ADE">
        <w:rPr>
          <w:rFonts w:ascii="Arial" w:hAnsi="Arial" w:cs="Arial"/>
          <w:b/>
          <w:sz w:val="20"/>
        </w:rPr>
        <w:t xml:space="preserve">nie brała udziału / brała udział </w:t>
      </w:r>
    </w:p>
    <w:p w:rsidR="00DC1B30" w:rsidRPr="009F7ADE" w:rsidRDefault="00DC1B30" w:rsidP="009F7ADE">
      <w:pPr>
        <w:pStyle w:val="Standard"/>
        <w:spacing w:line="360" w:lineRule="auto"/>
        <w:rPr>
          <w:rFonts w:ascii="Arial" w:hAnsi="Arial" w:cs="Arial"/>
          <w:sz w:val="16"/>
          <w:szCs w:val="16"/>
          <w:u w:val="single"/>
        </w:rPr>
      </w:pPr>
      <w:r w:rsidRPr="009F7ADE">
        <w:rPr>
          <w:rFonts w:ascii="Arial" w:hAnsi="Arial" w:cs="Arial"/>
          <w:sz w:val="16"/>
          <w:szCs w:val="16"/>
          <w:u w:val="single"/>
        </w:rPr>
        <w:t>* Właściwe zaznaczyć</w:t>
      </w:r>
    </w:p>
    <w:p w:rsidR="00DC1B30" w:rsidRPr="009F7ADE" w:rsidRDefault="00DC1B30" w:rsidP="009F7ADE">
      <w:pPr>
        <w:pStyle w:val="Standard"/>
        <w:spacing w:line="360" w:lineRule="auto"/>
        <w:rPr>
          <w:rFonts w:ascii="Arial" w:hAnsi="Arial" w:cs="Arial"/>
          <w:b/>
          <w:sz w:val="20"/>
        </w:rPr>
      </w:pPr>
    </w:p>
    <w:p w:rsidR="00DC1B30" w:rsidRPr="009F7ADE" w:rsidRDefault="00DC1B30" w:rsidP="009F7ADE">
      <w:pPr>
        <w:pStyle w:val="Standard"/>
        <w:spacing w:line="360" w:lineRule="auto"/>
        <w:rPr>
          <w:rFonts w:ascii="Arial" w:hAnsi="Arial" w:cs="Arial"/>
          <w:sz w:val="20"/>
        </w:rPr>
      </w:pPr>
      <w:r w:rsidRPr="009F7ADE">
        <w:rPr>
          <w:rFonts w:ascii="Arial" w:hAnsi="Arial" w:cs="Arial"/>
          <w:sz w:val="20"/>
        </w:rPr>
        <w:t xml:space="preserve">w wykonaniu co najmniej jednej dokumentacji projektowej (co najmniej projekt budowlany lub projekt budowlano-wykonawczy) budowy lub przebudowy lub remontu drogi lub dróg o łącznej długości nie mniejszej niż </w:t>
      </w:r>
      <w:r>
        <w:rPr>
          <w:rFonts w:ascii="Arial" w:hAnsi="Arial" w:cs="Arial"/>
          <w:sz w:val="20"/>
        </w:rPr>
        <w:t>1,00 km</w:t>
      </w:r>
      <w:r w:rsidRPr="009F7ADE">
        <w:rPr>
          <w:rFonts w:ascii="Arial" w:hAnsi="Arial" w:cs="Arial"/>
          <w:sz w:val="20"/>
        </w:rPr>
        <w:t>, a usługa została zakończona w ostatnich 5 latach (licząc od dnia terminu składania ofert) i wykonana z należytą starannością.</w:t>
      </w:r>
    </w:p>
    <w:p w:rsidR="00DC1B30" w:rsidRDefault="00DC1B30" w:rsidP="009F7ADE">
      <w:pPr>
        <w:pStyle w:val="Standard"/>
        <w:spacing w:line="360" w:lineRule="auto"/>
        <w:rPr>
          <w:rFonts w:ascii="Arial" w:hAnsi="Arial" w:cs="Arial"/>
          <w:b/>
          <w:sz w:val="20"/>
        </w:rPr>
      </w:pPr>
    </w:p>
    <w:p w:rsidR="00DC1B30" w:rsidRDefault="00DC1B30" w:rsidP="00826F01">
      <w:pPr>
        <w:pStyle w:val="Standard"/>
        <w:numPr>
          <w:ilvl w:val="1"/>
          <w:numId w:val="8"/>
        </w:num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Kryterium </w:t>
      </w:r>
      <w:r w:rsidRPr="00524C3A">
        <w:rPr>
          <w:rFonts w:ascii="Arial" w:hAnsi="Arial" w:cs="Arial"/>
          <w:kern w:val="0"/>
          <w:sz w:val="20"/>
          <w:lang w:eastAsia="en-US"/>
        </w:rPr>
        <w:t xml:space="preserve"> </w:t>
      </w:r>
      <w:r>
        <w:rPr>
          <w:rFonts w:ascii="Arial" w:hAnsi="Arial" w:cs="Arial"/>
          <w:b/>
          <w:kern w:val="0"/>
          <w:sz w:val="20"/>
          <w:lang w:eastAsia="en-US"/>
        </w:rPr>
        <w:t>I</w:t>
      </w:r>
      <w:r w:rsidRPr="00366404">
        <w:rPr>
          <w:rFonts w:ascii="Arial" w:hAnsi="Arial" w:cs="Arial"/>
          <w:b/>
          <w:kern w:val="0"/>
          <w:sz w:val="20"/>
          <w:lang w:eastAsia="en-US"/>
        </w:rPr>
        <w:t>I</w:t>
      </w:r>
      <w:r>
        <w:rPr>
          <w:rFonts w:ascii="Arial" w:hAnsi="Arial" w:cs="Arial"/>
          <w:kern w:val="0"/>
          <w:sz w:val="20"/>
          <w:lang w:eastAsia="en-US"/>
        </w:rPr>
        <w:t xml:space="preserve"> - </w:t>
      </w:r>
      <w:r w:rsidRPr="00524C3A">
        <w:rPr>
          <w:rFonts w:ascii="Arial" w:hAnsi="Arial" w:cs="Arial"/>
          <w:b/>
          <w:bCs/>
          <w:color w:val="00000A"/>
          <w:kern w:val="0"/>
          <w:sz w:val="20"/>
        </w:rPr>
        <w:t>wydłużenie okresu gwarancji jakości i rękojmi za wady</w:t>
      </w:r>
      <w:r>
        <w:rPr>
          <w:rFonts w:ascii="Arial" w:hAnsi="Arial" w:cs="Arial"/>
          <w:kern w:val="0"/>
          <w:sz w:val="20"/>
          <w:lang w:eastAsia="en-US"/>
        </w:rPr>
        <w:t xml:space="preserve"> (minimum 3 lata)</w:t>
      </w:r>
      <w:r w:rsidRPr="0072065C">
        <w:rPr>
          <w:rFonts w:ascii="Arial" w:hAnsi="Arial" w:cs="Arial"/>
          <w:kern w:val="0"/>
          <w:sz w:val="20"/>
          <w:lang w:eastAsia="en-US"/>
        </w:rPr>
        <w:t xml:space="preserve">*  </w:t>
      </w:r>
      <w:r w:rsidRPr="00524C3A">
        <w:rPr>
          <w:rFonts w:ascii="Arial" w:hAnsi="Arial" w:cs="Arial"/>
          <w:kern w:val="0"/>
          <w:sz w:val="20"/>
          <w:lang w:eastAsia="en-US"/>
        </w:rPr>
        <w:t xml:space="preserve">                     </w:t>
      </w:r>
    </w:p>
    <w:p w:rsidR="00DC1B30" w:rsidRPr="00A61D9F" w:rsidRDefault="00DC1B30" w:rsidP="00826F01">
      <w:pPr>
        <w:pStyle w:val="Standard"/>
        <w:spacing w:line="360" w:lineRule="auto"/>
        <w:ind w:left="426"/>
        <w:rPr>
          <w:rFonts w:ascii="Arial" w:hAnsi="Arial" w:cs="Arial"/>
          <w:kern w:val="0"/>
          <w:sz w:val="20"/>
          <w:lang w:eastAsia="en-US"/>
        </w:rPr>
      </w:pPr>
      <w:r w:rsidRPr="00A61D9F">
        <w:rPr>
          <w:rFonts w:ascii="Arial" w:hAnsi="Arial" w:cs="Arial"/>
          <w:sz w:val="20"/>
        </w:rPr>
        <w:t xml:space="preserve">□   brak wydłużenia okresu </w:t>
      </w:r>
      <w:r w:rsidRPr="00A61D9F">
        <w:rPr>
          <w:rFonts w:ascii="Arial" w:hAnsi="Arial" w:cs="Arial"/>
          <w:bCs/>
          <w:color w:val="00000A"/>
          <w:kern w:val="0"/>
          <w:sz w:val="20"/>
        </w:rPr>
        <w:t>gwarancji jakości i rękojmi za wady</w:t>
      </w:r>
      <w:r w:rsidRPr="00A61D9F">
        <w:rPr>
          <w:rFonts w:ascii="Arial" w:hAnsi="Arial" w:cs="Arial"/>
          <w:kern w:val="0"/>
          <w:sz w:val="20"/>
          <w:lang w:eastAsia="en-US"/>
        </w:rPr>
        <w:t xml:space="preserve"> </w:t>
      </w:r>
    </w:p>
    <w:p w:rsidR="00DC1B30" w:rsidRPr="00A61D9F" w:rsidRDefault="00DC1B30" w:rsidP="00826F01">
      <w:pPr>
        <w:pStyle w:val="Standard"/>
        <w:spacing w:line="360" w:lineRule="auto"/>
        <w:ind w:left="426"/>
        <w:rPr>
          <w:rFonts w:ascii="Arial" w:hAnsi="Arial" w:cs="Arial"/>
          <w:sz w:val="20"/>
        </w:rPr>
      </w:pPr>
      <w:r w:rsidRPr="00A61D9F">
        <w:rPr>
          <w:rFonts w:ascii="Arial" w:hAnsi="Arial" w:cs="Arial"/>
          <w:sz w:val="20"/>
        </w:rPr>
        <w:t xml:space="preserve">□   o 1 rok (łącznie 4 lata) </w:t>
      </w:r>
    </w:p>
    <w:p w:rsidR="00DC1B30" w:rsidRPr="00A61D9F" w:rsidRDefault="00DC1B30" w:rsidP="00826F01">
      <w:pPr>
        <w:pStyle w:val="Standard"/>
        <w:spacing w:line="360" w:lineRule="auto"/>
        <w:ind w:left="426"/>
        <w:rPr>
          <w:rFonts w:ascii="Arial" w:hAnsi="Arial" w:cs="Arial"/>
          <w:sz w:val="20"/>
        </w:rPr>
      </w:pPr>
      <w:r w:rsidRPr="00A61D9F">
        <w:rPr>
          <w:rFonts w:ascii="Arial" w:hAnsi="Arial" w:cs="Arial"/>
          <w:sz w:val="20"/>
        </w:rPr>
        <w:t xml:space="preserve">□   o 2 lata (łącznie 5 lat) </w:t>
      </w:r>
    </w:p>
    <w:p w:rsidR="00DC1B30" w:rsidRPr="00AF124D" w:rsidRDefault="00DC1B30" w:rsidP="00826F01">
      <w:pPr>
        <w:pStyle w:val="Standard"/>
        <w:spacing w:line="360" w:lineRule="auto"/>
        <w:rPr>
          <w:rFonts w:ascii="Arial" w:hAnsi="Arial" w:cs="Arial"/>
          <w:bCs/>
          <w:sz w:val="18"/>
          <w:szCs w:val="18"/>
          <w:u w:val="single"/>
        </w:rPr>
      </w:pPr>
      <w:r w:rsidRPr="00AF124D">
        <w:rPr>
          <w:rFonts w:ascii="Arial" w:hAnsi="Arial" w:cs="Arial"/>
          <w:b/>
          <w:sz w:val="18"/>
          <w:szCs w:val="18"/>
        </w:rPr>
        <w:t xml:space="preserve">        </w:t>
      </w:r>
      <w:r w:rsidRPr="0072065C">
        <w:rPr>
          <w:rFonts w:ascii="Arial" w:hAnsi="Arial" w:cs="Arial"/>
          <w:kern w:val="0"/>
          <w:sz w:val="20"/>
          <w:lang w:eastAsia="en-US"/>
        </w:rPr>
        <w:t xml:space="preserve">* </w:t>
      </w:r>
      <w:r w:rsidRPr="00AF124D">
        <w:rPr>
          <w:rFonts w:ascii="Arial" w:hAnsi="Arial" w:cs="Arial"/>
          <w:bCs/>
          <w:sz w:val="18"/>
          <w:szCs w:val="18"/>
          <w:u w:val="single"/>
        </w:rPr>
        <w:t>Właściwe zaznaczyć</w:t>
      </w:r>
    </w:p>
    <w:p w:rsidR="00DC1B30" w:rsidRDefault="00DC1B30" w:rsidP="008A16A2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DC1B30" w:rsidRPr="00524C3A" w:rsidRDefault="00DC1B30" w:rsidP="002017D7">
      <w:pPr>
        <w:pStyle w:val="Standard"/>
        <w:numPr>
          <w:ilvl w:val="1"/>
          <w:numId w:val="8"/>
        </w:num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Kryterium </w:t>
      </w:r>
      <w:r w:rsidRPr="00366404">
        <w:rPr>
          <w:rFonts w:ascii="Arial" w:hAnsi="Arial" w:cs="Arial"/>
          <w:b/>
          <w:sz w:val="20"/>
        </w:rPr>
        <w:t>I</w:t>
      </w:r>
      <w:r>
        <w:rPr>
          <w:rFonts w:ascii="Arial" w:hAnsi="Arial" w:cs="Arial"/>
          <w:b/>
          <w:sz w:val="20"/>
        </w:rPr>
        <w:t>I</w:t>
      </w:r>
      <w:r w:rsidRPr="00366404">
        <w:rPr>
          <w:rFonts w:ascii="Arial" w:hAnsi="Arial" w:cs="Arial"/>
          <w:b/>
          <w:sz w:val="20"/>
        </w:rPr>
        <w:t xml:space="preserve">I </w:t>
      </w:r>
      <w:r>
        <w:rPr>
          <w:rFonts w:ascii="Arial" w:hAnsi="Arial" w:cs="Arial"/>
          <w:b/>
          <w:sz w:val="20"/>
        </w:rPr>
        <w:t xml:space="preserve">- </w:t>
      </w:r>
      <w:r w:rsidRPr="00366404">
        <w:rPr>
          <w:rFonts w:ascii="Arial" w:hAnsi="Arial" w:cs="Arial"/>
          <w:b/>
          <w:kern w:val="0"/>
          <w:sz w:val="20"/>
          <w:lang w:eastAsia="en-US"/>
        </w:rPr>
        <w:t>ilość dodatkowych pobytów na budowie w ramach nadzoru autorskiego</w:t>
      </w:r>
      <w:r>
        <w:rPr>
          <w:rFonts w:ascii="Arial" w:hAnsi="Arial" w:cs="Arial"/>
          <w:kern w:val="0"/>
          <w:sz w:val="20"/>
          <w:lang w:eastAsia="en-US"/>
        </w:rPr>
        <w:t xml:space="preserve">                     (2 obowiązkowe)</w:t>
      </w:r>
      <w:r w:rsidRPr="0072065C">
        <w:rPr>
          <w:rFonts w:ascii="Arial" w:hAnsi="Arial" w:cs="Arial"/>
          <w:kern w:val="0"/>
          <w:sz w:val="20"/>
          <w:lang w:eastAsia="en-US"/>
        </w:rPr>
        <w:t xml:space="preserve">*  </w:t>
      </w:r>
    </w:p>
    <w:p w:rsidR="00DC1B30" w:rsidRPr="00A61D9F" w:rsidRDefault="00DC1B30" w:rsidP="005D1387">
      <w:pPr>
        <w:pStyle w:val="Standard"/>
        <w:spacing w:line="360" w:lineRule="auto"/>
        <w:ind w:left="426"/>
        <w:rPr>
          <w:rFonts w:ascii="Arial" w:hAnsi="Arial" w:cs="Arial"/>
          <w:kern w:val="0"/>
          <w:sz w:val="20"/>
          <w:lang w:eastAsia="en-US"/>
        </w:rPr>
      </w:pPr>
      <w:r w:rsidRPr="00A61D9F">
        <w:rPr>
          <w:rFonts w:ascii="Arial" w:hAnsi="Arial" w:cs="Arial"/>
          <w:bCs/>
          <w:kern w:val="0"/>
          <w:sz w:val="20"/>
          <w:lang w:eastAsia="pl-PL"/>
        </w:rPr>
        <w:t>□   brak dodatkowych pobytów</w:t>
      </w:r>
    </w:p>
    <w:p w:rsidR="00DC1B30" w:rsidRPr="00A61D9F" w:rsidRDefault="00DC1B30" w:rsidP="005D1387">
      <w:pPr>
        <w:pStyle w:val="Standard"/>
        <w:spacing w:line="360" w:lineRule="auto"/>
        <w:ind w:left="426"/>
        <w:rPr>
          <w:rFonts w:ascii="Arial" w:hAnsi="Arial" w:cs="Arial"/>
          <w:kern w:val="0"/>
          <w:sz w:val="20"/>
          <w:lang w:eastAsia="en-US"/>
        </w:rPr>
      </w:pPr>
      <w:r w:rsidRPr="00A61D9F">
        <w:rPr>
          <w:rFonts w:ascii="Arial" w:hAnsi="Arial" w:cs="Arial"/>
          <w:bCs/>
          <w:kern w:val="0"/>
          <w:sz w:val="20"/>
          <w:lang w:eastAsia="pl-PL"/>
        </w:rPr>
        <w:t xml:space="preserve">□   </w:t>
      </w:r>
      <w:r w:rsidRPr="00A61D9F">
        <w:rPr>
          <w:rFonts w:ascii="Arial" w:hAnsi="Arial" w:cs="Arial"/>
          <w:kern w:val="0"/>
          <w:sz w:val="20"/>
          <w:lang w:eastAsia="en-US"/>
        </w:rPr>
        <w:t xml:space="preserve">1 dodatkowy pobyt (łącznie 3 pobyty)     </w:t>
      </w:r>
    </w:p>
    <w:p w:rsidR="00DC1B30" w:rsidRPr="00A61D9F" w:rsidRDefault="00DC1B30" w:rsidP="005D1387">
      <w:pPr>
        <w:pStyle w:val="Standard"/>
        <w:spacing w:line="360" w:lineRule="auto"/>
        <w:ind w:left="426"/>
        <w:rPr>
          <w:rFonts w:ascii="Arial" w:hAnsi="Arial" w:cs="Arial"/>
          <w:kern w:val="0"/>
          <w:sz w:val="20"/>
          <w:lang w:eastAsia="en-US"/>
        </w:rPr>
      </w:pPr>
      <w:r w:rsidRPr="00A61D9F">
        <w:rPr>
          <w:rFonts w:ascii="Arial" w:hAnsi="Arial" w:cs="Arial"/>
          <w:bCs/>
          <w:kern w:val="0"/>
          <w:sz w:val="20"/>
          <w:lang w:eastAsia="pl-PL"/>
        </w:rPr>
        <w:t xml:space="preserve">□   </w:t>
      </w:r>
      <w:r w:rsidRPr="00A61D9F">
        <w:rPr>
          <w:rFonts w:ascii="Arial" w:hAnsi="Arial" w:cs="Arial"/>
          <w:kern w:val="0"/>
          <w:sz w:val="20"/>
          <w:lang w:eastAsia="en-US"/>
        </w:rPr>
        <w:t xml:space="preserve">2 dodatkowe pobyty (łącznie 4 pobyty)   </w:t>
      </w:r>
    </w:p>
    <w:p w:rsidR="00DC1B30" w:rsidRDefault="00DC1B30" w:rsidP="00826F01">
      <w:pPr>
        <w:pStyle w:val="Standard"/>
        <w:spacing w:line="360" w:lineRule="auto"/>
        <w:ind w:left="426" w:hanging="142"/>
        <w:rPr>
          <w:rFonts w:ascii="Arial" w:hAnsi="Arial" w:cs="Arial"/>
          <w:bCs/>
          <w:sz w:val="18"/>
          <w:szCs w:val="18"/>
          <w:u w:val="single"/>
        </w:rPr>
      </w:pPr>
      <w:r w:rsidRPr="00AF124D">
        <w:rPr>
          <w:rFonts w:ascii="Arial" w:hAnsi="Arial" w:cs="Arial"/>
          <w:kern w:val="0"/>
          <w:sz w:val="18"/>
          <w:szCs w:val="18"/>
          <w:lang w:eastAsia="en-US"/>
        </w:rPr>
        <w:t xml:space="preserve">    </w:t>
      </w:r>
      <w:r w:rsidRPr="0072065C">
        <w:rPr>
          <w:rFonts w:ascii="Arial" w:hAnsi="Arial" w:cs="Arial"/>
          <w:kern w:val="0"/>
          <w:sz w:val="20"/>
          <w:lang w:eastAsia="en-US"/>
        </w:rPr>
        <w:t xml:space="preserve">* </w:t>
      </w:r>
      <w:r w:rsidRPr="00AF124D">
        <w:rPr>
          <w:rFonts w:ascii="Arial" w:hAnsi="Arial" w:cs="Arial"/>
          <w:bCs/>
          <w:sz w:val="18"/>
          <w:szCs w:val="18"/>
          <w:u w:val="single"/>
        </w:rPr>
        <w:t>Właściwe zaznaczyć</w:t>
      </w:r>
    </w:p>
    <w:p w:rsidR="00DC1B30" w:rsidRPr="00826F01" w:rsidRDefault="00DC1B30" w:rsidP="00826F01">
      <w:pPr>
        <w:pStyle w:val="Standard"/>
        <w:spacing w:line="360" w:lineRule="auto"/>
        <w:ind w:left="426" w:hanging="142"/>
        <w:rPr>
          <w:rFonts w:ascii="Arial" w:hAnsi="Arial" w:cs="Arial"/>
          <w:bCs/>
          <w:sz w:val="18"/>
          <w:szCs w:val="18"/>
          <w:u w:val="single"/>
        </w:rPr>
      </w:pPr>
    </w:p>
    <w:p w:rsidR="00DC1B30" w:rsidRPr="00290226" w:rsidRDefault="00DC1B30" w:rsidP="00B55395">
      <w:pPr>
        <w:pStyle w:val="ListParagraph"/>
        <w:numPr>
          <w:ilvl w:val="0"/>
          <w:numId w:val="8"/>
        </w:numPr>
        <w:spacing w:line="240" w:lineRule="auto"/>
        <w:rPr>
          <w:rFonts w:cs="Arial"/>
          <w:sz w:val="20"/>
          <w:szCs w:val="20"/>
        </w:rPr>
      </w:pPr>
      <w:r w:rsidRPr="00966CD2">
        <w:rPr>
          <w:rFonts w:cs="Arial"/>
          <w:sz w:val="20"/>
          <w:szCs w:val="20"/>
        </w:rPr>
        <w:t>Zobowiązujemy się wykonać zamówienie w terminie</w:t>
      </w:r>
      <w:r>
        <w:rPr>
          <w:rFonts w:cs="Arial"/>
          <w:sz w:val="20"/>
          <w:szCs w:val="20"/>
        </w:rPr>
        <w:t>:</w:t>
      </w:r>
      <w:bookmarkStart w:id="0" w:name="_GoBack"/>
      <w:bookmarkEnd w:id="0"/>
      <w:r>
        <w:rPr>
          <w:rFonts w:cs="Arial"/>
          <w:b/>
          <w:sz w:val="20"/>
          <w:szCs w:val="20"/>
        </w:rPr>
        <w:t xml:space="preserve"> 15</w:t>
      </w:r>
      <w:r w:rsidRPr="00290226">
        <w:rPr>
          <w:rFonts w:cs="Arial"/>
          <w:b/>
          <w:sz w:val="20"/>
          <w:szCs w:val="20"/>
        </w:rPr>
        <w:t xml:space="preserve"> miesięcy od daty zawarcia umowy</w:t>
      </w:r>
      <w:r>
        <w:rPr>
          <w:rFonts w:cs="Arial"/>
          <w:b/>
          <w:sz w:val="20"/>
          <w:szCs w:val="20"/>
        </w:rPr>
        <w:t>.</w:t>
      </w:r>
    </w:p>
    <w:p w:rsidR="00DC1B30" w:rsidRPr="00710930" w:rsidRDefault="00DC1B30" w:rsidP="00B55395">
      <w:pPr>
        <w:pStyle w:val="ListParagraph"/>
        <w:spacing w:line="240" w:lineRule="auto"/>
        <w:rPr>
          <w:rFonts w:cs="Arial"/>
          <w:sz w:val="20"/>
          <w:szCs w:val="20"/>
        </w:rPr>
      </w:pPr>
    </w:p>
    <w:p w:rsidR="00DC1B30" w:rsidRPr="00710930" w:rsidRDefault="00DC1B30" w:rsidP="00B55395">
      <w:pPr>
        <w:numPr>
          <w:ilvl w:val="0"/>
          <w:numId w:val="8"/>
        </w:numPr>
        <w:spacing w:line="240" w:lineRule="auto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DC1B30" w:rsidRPr="00710930" w:rsidRDefault="00DC1B30" w:rsidP="00B55395">
      <w:pPr>
        <w:pStyle w:val="ListParagraph"/>
        <w:spacing w:line="240" w:lineRule="auto"/>
        <w:rPr>
          <w:rFonts w:cs="Arial"/>
          <w:sz w:val="20"/>
          <w:szCs w:val="20"/>
        </w:rPr>
      </w:pPr>
    </w:p>
    <w:p w:rsidR="00DC1B30" w:rsidRPr="00710930" w:rsidRDefault="00DC1B30" w:rsidP="00B55395">
      <w:pPr>
        <w:numPr>
          <w:ilvl w:val="0"/>
          <w:numId w:val="8"/>
        </w:numPr>
        <w:spacing w:line="240" w:lineRule="auto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Zamierzamy powierzyć następującym podwykonawcom do wykonania nw. części zamówienia:</w:t>
      </w:r>
    </w:p>
    <w:p w:rsidR="00DC1B30" w:rsidRPr="00710930" w:rsidRDefault="00DC1B30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9"/>
        <w:gridCol w:w="3047"/>
        <w:gridCol w:w="2340"/>
      </w:tblGrid>
      <w:tr w:rsidR="00DC1B30" w:rsidRPr="00A5555A" w:rsidTr="00A5555A">
        <w:trPr>
          <w:jc w:val="center"/>
        </w:trPr>
        <w:tc>
          <w:tcPr>
            <w:tcW w:w="639" w:type="dxa"/>
          </w:tcPr>
          <w:p w:rsidR="00DC1B30" w:rsidRPr="00A5555A" w:rsidRDefault="00DC1B30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DC1B30" w:rsidRPr="00A5555A" w:rsidRDefault="00DC1B30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DC1B30" w:rsidRPr="00A5555A" w:rsidRDefault="00DC1B30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DC1B30" w:rsidRPr="00A5555A" w:rsidTr="00A5555A">
        <w:trPr>
          <w:jc w:val="center"/>
        </w:trPr>
        <w:tc>
          <w:tcPr>
            <w:tcW w:w="639" w:type="dxa"/>
          </w:tcPr>
          <w:p w:rsidR="00DC1B30" w:rsidRPr="00A5555A" w:rsidRDefault="00DC1B30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DC1B30" w:rsidRPr="00A5555A" w:rsidRDefault="00DC1B30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DC1B30" w:rsidRPr="00A5555A" w:rsidRDefault="00DC1B30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DC1B30" w:rsidRPr="00A5555A" w:rsidTr="00A5555A">
        <w:trPr>
          <w:jc w:val="center"/>
        </w:trPr>
        <w:tc>
          <w:tcPr>
            <w:tcW w:w="639" w:type="dxa"/>
          </w:tcPr>
          <w:p w:rsidR="00DC1B30" w:rsidRPr="00A5555A" w:rsidRDefault="00DC1B30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DC1B30" w:rsidRPr="00A5555A" w:rsidRDefault="00DC1B30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DC1B30" w:rsidRPr="00A5555A" w:rsidRDefault="00DC1B30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DC1B30" w:rsidRPr="00710930" w:rsidRDefault="00DC1B30" w:rsidP="00710930">
      <w:pPr>
        <w:rPr>
          <w:rFonts w:cs="Arial"/>
          <w:sz w:val="20"/>
          <w:szCs w:val="20"/>
        </w:rPr>
      </w:pPr>
    </w:p>
    <w:p w:rsidR="00DC1B30" w:rsidRPr="00845402" w:rsidRDefault="00DC1B30" w:rsidP="002017D7">
      <w:pPr>
        <w:pStyle w:val="ListParagraph"/>
        <w:numPr>
          <w:ilvl w:val="0"/>
          <w:numId w:val="8"/>
        </w:numPr>
        <w:rPr>
          <w:rFonts w:cs="Arial"/>
          <w:sz w:val="20"/>
          <w:szCs w:val="20"/>
        </w:rPr>
      </w:pPr>
      <w:r w:rsidRPr="00845402">
        <w:rPr>
          <w:rFonts w:cs="Arial"/>
          <w:sz w:val="20"/>
          <w:szCs w:val="20"/>
        </w:rPr>
        <w:t>Oświadczamy, że wypełniliśmy obowiązki informacyjne przewidziane w art. 13 lub 14 RODO</w:t>
      </w:r>
      <w:r w:rsidRPr="00845402">
        <w:rPr>
          <w:rStyle w:val="Zakotwiczenieprzypisudolnego"/>
          <w:rFonts w:cs="Arial"/>
          <w:iCs/>
          <w:sz w:val="20"/>
          <w:szCs w:val="20"/>
        </w:rPr>
        <w:footnoteReference w:id="2"/>
      </w:r>
      <w:r w:rsidRPr="00845402">
        <w:rPr>
          <w:rFonts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DC1B30" w:rsidRPr="00710930" w:rsidRDefault="00DC1B30" w:rsidP="00710930">
      <w:pPr>
        <w:ind w:left="720"/>
        <w:rPr>
          <w:rFonts w:cs="Arial"/>
          <w:sz w:val="20"/>
          <w:szCs w:val="20"/>
        </w:rPr>
      </w:pPr>
    </w:p>
    <w:p w:rsidR="00DC1B30" w:rsidRPr="00710930" w:rsidRDefault="00DC1B30" w:rsidP="002017D7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Oświadczamy, że nasz status to</w:t>
      </w:r>
      <w:r w:rsidRPr="00710930">
        <w:rPr>
          <w:rStyle w:val="FootnoteReference"/>
          <w:rFonts w:cs="Arial"/>
          <w:sz w:val="20"/>
          <w:szCs w:val="20"/>
        </w:rPr>
        <w:footnoteReference w:id="3"/>
      </w:r>
      <w:r w:rsidRPr="00710930">
        <w:rPr>
          <w:rFonts w:cs="Arial"/>
          <w:sz w:val="20"/>
          <w:szCs w:val="20"/>
        </w:rPr>
        <w:t>:</w:t>
      </w:r>
    </w:p>
    <w:p w:rsidR="00DC1B30" w:rsidRPr="00710930" w:rsidRDefault="00DC1B30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mikroprzedsiębiorstwo</w:t>
      </w:r>
    </w:p>
    <w:p w:rsidR="00DC1B30" w:rsidRPr="00710930" w:rsidRDefault="00DC1B30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DC1B30" w:rsidRPr="00710930" w:rsidRDefault="00DC1B30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DC1B30" w:rsidRPr="00710930" w:rsidRDefault="00DC1B30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DC1B30" w:rsidRPr="00710930" w:rsidRDefault="00DC1B30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DC1B30" w:rsidRPr="00710930" w:rsidRDefault="00DC1B30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DC1B30" w:rsidRPr="00710930" w:rsidRDefault="00DC1B30" w:rsidP="00710930">
      <w:pPr>
        <w:rPr>
          <w:rFonts w:cs="Arial"/>
          <w:sz w:val="20"/>
          <w:szCs w:val="20"/>
        </w:rPr>
      </w:pPr>
    </w:p>
    <w:p w:rsidR="00DC1B30" w:rsidRPr="00710930" w:rsidRDefault="00DC1B30" w:rsidP="00710930">
      <w:pPr>
        <w:pStyle w:val="Footer"/>
        <w:jc w:val="center"/>
        <w:rPr>
          <w:rFonts w:cs="Arial"/>
          <w:b/>
          <w:i/>
          <w:iCs/>
          <w:sz w:val="20"/>
          <w:szCs w:val="20"/>
        </w:rPr>
      </w:pPr>
      <w:r w:rsidRPr="00710930">
        <w:rPr>
          <w:rFonts w:cs="Arial"/>
          <w:b/>
          <w:i/>
          <w:iCs/>
          <w:sz w:val="20"/>
          <w:szCs w:val="20"/>
        </w:rPr>
        <w:t>PLIK NALEŻY PODPISAĆ</w:t>
      </w:r>
    </w:p>
    <w:p w:rsidR="00DC1B30" w:rsidRPr="00710930" w:rsidRDefault="00DC1B30" w:rsidP="00710930">
      <w:pPr>
        <w:pStyle w:val="Footer"/>
        <w:jc w:val="center"/>
        <w:rPr>
          <w:rFonts w:cs="Arial"/>
          <w:b/>
          <w:i/>
          <w:iCs/>
          <w:sz w:val="20"/>
          <w:szCs w:val="20"/>
        </w:rPr>
      </w:pPr>
      <w:r w:rsidRPr="00710930">
        <w:rPr>
          <w:rFonts w:cs="Arial"/>
          <w:b/>
          <w:i/>
          <w:iCs/>
          <w:sz w:val="20"/>
          <w:szCs w:val="20"/>
        </w:rPr>
        <w:t>KWALIFIKOWANYM PODPISEM ELEKTRONICZNYM</w:t>
      </w:r>
    </w:p>
    <w:sectPr w:rsidR="00DC1B30" w:rsidRPr="00710930" w:rsidSect="004E083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B30" w:rsidRDefault="00DC1B30" w:rsidP="00710930">
      <w:pPr>
        <w:spacing w:line="240" w:lineRule="auto"/>
      </w:pPr>
      <w:r>
        <w:separator/>
      </w:r>
    </w:p>
  </w:endnote>
  <w:endnote w:type="continuationSeparator" w:id="0">
    <w:p w:rsidR="00DC1B30" w:rsidRDefault="00DC1B30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B30" w:rsidRDefault="00DC1B30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DC1B30" w:rsidRDefault="00DC1B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B30" w:rsidRDefault="00DC1B30" w:rsidP="00710930">
      <w:pPr>
        <w:spacing w:line="240" w:lineRule="auto"/>
      </w:pPr>
      <w:r>
        <w:separator/>
      </w:r>
    </w:p>
  </w:footnote>
  <w:footnote w:type="continuationSeparator" w:id="0">
    <w:p w:rsidR="00DC1B30" w:rsidRDefault="00DC1B30" w:rsidP="00710930">
      <w:pPr>
        <w:spacing w:line="240" w:lineRule="auto"/>
      </w:pPr>
      <w:r>
        <w:continuationSeparator/>
      </w:r>
    </w:p>
  </w:footnote>
  <w:footnote w:id="1">
    <w:p w:rsidR="00DC1B30" w:rsidRDefault="00DC1B30" w:rsidP="00710930">
      <w:pPr>
        <w:pStyle w:val="FootnoteText"/>
      </w:pPr>
      <w:r w:rsidRPr="00B55395">
        <w:rPr>
          <w:rStyle w:val="FootnoteReference"/>
          <w:sz w:val="16"/>
          <w:szCs w:val="16"/>
        </w:rPr>
        <w:footnoteRef/>
      </w:r>
      <w:r w:rsidRPr="00B55395">
        <w:rPr>
          <w:sz w:val="16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DC1B30" w:rsidRDefault="00DC1B30" w:rsidP="00710930">
      <w:pPr>
        <w:pStyle w:val="Tekstprzypisudolnego1"/>
        <w:jc w:val="both"/>
      </w:pPr>
      <w:r w:rsidRPr="009F7ADE">
        <w:rPr>
          <w:rStyle w:val="Znakiprzypiswdolnych"/>
          <w:rFonts w:ascii="Arial Narrow" w:hAnsi="Arial Narrow" w:cs="Arial"/>
          <w:sz w:val="16"/>
          <w:szCs w:val="16"/>
        </w:rPr>
        <w:footnoteRef/>
      </w:r>
      <w:r w:rsidRPr="009F7ADE">
        <w:rPr>
          <w:rFonts w:ascii="Arial Narrow" w:hAnsi="Arial Narrow" w:cs="Arial"/>
          <w:sz w:val="16"/>
          <w:szCs w:val="16"/>
        </w:rPr>
        <w:t xml:space="preserve"> </w:t>
      </w:r>
      <w:r w:rsidRPr="009F7ADE">
        <w:rPr>
          <w:rFonts w:ascii="Arial" w:hAnsi="Arial" w:cs="Arial"/>
          <w:sz w:val="16"/>
          <w:szCs w:val="16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późn. zm.)</w:t>
      </w:r>
    </w:p>
  </w:footnote>
  <w:footnote w:id="3">
    <w:p w:rsidR="00DC1B30" w:rsidRDefault="00DC1B30" w:rsidP="009A4ACF">
      <w:pPr>
        <w:pStyle w:val="FootnoteText"/>
        <w:jc w:val="both"/>
      </w:pPr>
      <w:r w:rsidRPr="009F7ADE">
        <w:rPr>
          <w:rStyle w:val="FootnoteReference"/>
          <w:sz w:val="16"/>
          <w:szCs w:val="16"/>
        </w:rPr>
        <w:footnoteRef/>
      </w:r>
      <w:r w:rsidRPr="009F7ADE">
        <w:rPr>
          <w:sz w:val="16"/>
          <w:szCs w:val="16"/>
        </w:rPr>
        <w:t xml:space="preserve"> właściwe zaznaczyć lub niepotrzebne usunąć, przekreślić; informacja służy zamawiającemu do wypełnienia obowiązku, o którym mowa w art. 81 ust. 1 ustawy Pzp; informacja nie stanowi o ważności oferty; w przypadku braku odpowiedniego wypełnienia, wykonawca zostanie poproszony o podanie nin. informacji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B30" w:rsidRDefault="00DC1B30" w:rsidP="00EA4C5C">
    <w:pPr>
      <w:pStyle w:val="Header"/>
      <w:jc w:val="center"/>
    </w:pPr>
  </w:p>
  <w:p w:rsidR="00DC1B30" w:rsidRDefault="00DC1B3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575C4A"/>
    <w:multiLevelType w:val="multilevel"/>
    <w:tmpl w:val="BE8477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1AB37399"/>
    <w:multiLevelType w:val="hybridMultilevel"/>
    <w:tmpl w:val="75BA01C6"/>
    <w:lvl w:ilvl="0" w:tplc="57629F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2CDF2083"/>
    <w:multiLevelType w:val="hybridMultilevel"/>
    <w:tmpl w:val="7A30DE4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AC12EF3"/>
    <w:multiLevelType w:val="multilevel"/>
    <w:tmpl w:val="C70818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44095BBE"/>
    <w:multiLevelType w:val="multilevel"/>
    <w:tmpl w:val="93A80CA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45894F9A"/>
    <w:multiLevelType w:val="multilevel"/>
    <w:tmpl w:val="3A0A22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D24"/>
    <w:rsid w:val="00011D02"/>
    <w:rsid w:val="00012012"/>
    <w:rsid w:val="000241BE"/>
    <w:rsid w:val="000551D9"/>
    <w:rsid w:val="00055358"/>
    <w:rsid w:val="00063A28"/>
    <w:rsid w:val="0007012A"/>
    <w:rsid w:val="000750A3"/>
    <w:rsid w:val="0008138F"/>
    <w:rsid w:val="000911DA"/>
    <w:rsid w:val="000A6EE5"/>
    <w:rsid w:val="000B1CCC"/>
    <w:rsid w:val="000B6E10"/>
    <w:rsid w:val="000C19E6"/>
    <w:rsid w:val="0010423D"/>
    <w:rsid w:val="001071A1"/>
    <w:rsid w:val="001771A8"/>
    <w:rsid w:val="001A2A3C"/>
    <w:rsid w:val="001C187E"/>
    <w:rsid w:val="001D4022"/>
    <w:rsid w:val="001F232B"/>
    <w:rsid w:val="002017D7"/>
    <w:rsid w:val="00225B14"/>
    <w:rsid w:val="00240146"/>
    <w:rsid w:val="002764D6"/>
    <w:rsid w:val="00290226"/>
    <w:rsid w:val="002959E3"/>
    <w:rsid w:val="002A7116"/>
    <w:rsid w:val="002C359E"/>
    <w:rsid w:val="002C37CD"/>
    <w:rsid w:val="002D1771"/>
    <w:rsid w:val="002D1B68"/>
    <w:rsid w:val="002F0768"/>
    <w:rsid w:val="002F3A33"/>
    <w:rsid w:val="00300F70"/>
    <w:rsid w:val="0030720D"/>
    <w:rsid w:val="003238AC"/>
    <w:rsid w:val="00334D1E"/>
    <w:rsid w:val="0034524C"/>
    <w:rsid w:val="00366404"/>
    <w:rsid w:val="00386B01"/>
    <w:rsid w:val="003D3F2C"/>
    <w:rsid w:val="003D576A"/>
    <w:rsid w:val="003E53AD"/>
    <w:rsid w:val="0043155C"/>
    <w:rsid w:val="00434759"/>
    <w:rsid w:val="004A0C4E"/>
    <w:rsid w:val="004A15A6"/>
    <w:rsid w:val="004B21D3"/>
    <w:rsid w:val="004C4897"/>
    <w:rsid w:val="004C604C"/>
    <w:rsid w:val="004D4E73"/>
    <w:rsid w:val="004D5565"/>
    <w:rsid w:val="004E083D"/>
    <w:rsid w:val="004E0CBA"/>
    <w:rsid w:val="004E7AB1"/>
    <w:rsid w:val="00524C3A"/>
    <w:rsid w:val="00552DB2"/>
    <w:rsid w:val="00565E06"/>
    <w:rsid w:val="00584D53"/>
    <w:rsid w:val="00592114"/>
    <w:rsid w:val="005D1387"/>
    <w:rsid w:val="005E2D85"/>
    <w:rsid w:val="005F4814"/>
    <w:rsid w:val="0060037B"/>
    <w:rsid w:val="00612AD7"/>
    <w:rsid w:val="00650D24"/>
    <w:rsid w:val="00665DBA"/>
    <w:rsid w:val="00682AEF"/>
    <w:rsid w:val="00710930"/>
    <w:rsid w:val="00717235"/>
    <w:rsid w:val="0072065C"/>
    <w:rsid w:val="007446F0"/>
    <w:rsid w:val="00746553"/>
    <w:rsid w:val="007524F8"/>
    <w:rsid w:val="007547B3"/>
    <w:rsid w:val="00754A8E"/>
    <w:rsid w:val="0077720D"/>
    <w:rsid w:val="00786A47"/>
    <w:rsid w:val="00793FFD"/>
    <w:rsid w:val="007D2077"/>
    <w:rsid w:val="00810D94"/>
    <w:rsid w:val="00815B43"/>
    <w:rsid w:val="00822706"/>
    <w:rsid w:val="00823F74"/>
    <w:rsid w:val="00826F01"/>
    <w:rsid w:val="00845402"/>
    <w:rsid w:val="00861609"/>
    <w:rsid w:val="008A16A2"/>
    <w:rsid w:val="008A7F6C"/>
    <w:rsid w:val="008C0833"/>
    <w:rsid w:val="008C0ED0"/>
    <w:rsid w:val="008C2155"/>
    <w:rsid w:val="008E3F1D"/>
    <w:rsid w:val="008F0A26"/>
    <w:rsid w:val="008F6AE0"/>
    <w:rsid w:val="00912D67"/>
    <w:rsid w:val="0093115B"/>
    <w:rsid w:val="00944289"/>
    <w:rsid w:val="00954823"/>
    <w:rsid w:val="00962B7D"/>
    <w:rsid w:val="00966CD2"/>
    <w:rsid w:val="009708CE"/>
    <w:rsid w:val="009A4ACF"/>
    <w:rsid w:val="009B279F"/>
    <w:rsid w:val="009B463E"/>
    <w:rsid w:val="009D3DB9"/>
    <w:rsid w:val="009E2A8C"/>
    <w:rsid w:val="009F7ADE"/>
    <w:rsid w:val="00A07804"/>
    <w:rsid w:val="00A5555A"/>
    <w:rsid w:val="00A6107A"/>
    <w:rsid w:val="00A61D9F"/>
    <w:rsid w:val="00A82FE7"/>
    <w:rsid w:val="00A876EC"/>
    <w:rsid w:val="00A96052"/>
    <w:rsid w:val="00AB2B74"/>
    <w:rsid w:val="00AC6115"/>
    <w:rsid w:val="00AF124D"/>
    <w:rsid w:val="00B45DBD"/>
    <w:rsid w:val="00B5141E"/>
    <w:rsid w:val="00B55395"/>
    <w:rsid w:val="00B62ACF"/>
    <w:rsid w:val="00B63320"/>
    <w:rsid w:val="00B92780"/>
    <w:rsid w:val="00C169EE"/>
    <w:rsid w:val="00C36ECE"/>
    <w:rsid w:val="00C448D8"/>
    <w:rsid w:val="00C62BBC"/>
    <w:rsid w:val="00CA414E"/>
    <w:rsid w:val="00CC311F"/>
    <w:rsid w:val="00CD52E9"/>
    <w:rsid w:val="00CF6050"/>
    <w:rsid w:val="00D02E93"/>
    <w:rsid w:val="00D0396A"/>
    <w:rsid w:val="00D1322E"/>
    <w:rsid w:val="00D56F26"/>
    <w:rsid w:val="00D72F14"/>
    <w:rsid w:val="00D73391"/>
    <w:rsid w:val="00D85E7D"/>
    <w:rsid w:val="00DC1B30"/>
    <w:rsid w:val="00DC410C"/>
    <w:rsid w:val="00DC7BE3"/>
    <w:rsid w:val="00DD2717"/>
    <w:rsid w:val="00E06AAD"/>
    <w:rsid w:val="00E34225"/>
    <w:rsid w:val="00E55A83"/>
    <w:rsid w:val="00E72E20"/>
    <w:rsid w:val="00EA4C5C"/>
    <w:rsid w:val="00EE5400"/>
    <w:rsid w:val="00F001F2"/>
    <w:rsid w:val="00F00DEE"/>
    <w:rsid w:val="00F74D03"/>
    <w:rsid w:val="00F846CC"/>
    <w:rsid w:val="00F9324F"/>
    <w:rsid w:val="00FA08B7"/>
    <w:rsid w:val="00FB6C6F"/>
    <w:rsid w:val="00FD1922"/>
    <w:rsid w:val="00FE1B13"/>
    <w:rsid w:val="00FE49CD"/>
    <w:rsid w:val="00FE4FDE"/>
    <w:rsid w:val="00FF0772"/>
    <w:rsid w:val="00FF3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930"/>
    <w:pPr>
      <w:spacing w:line="276" w:lineRule="auto"/>
    </w:pPr>
    <w:rPr>
      <w:rFonts w:ascii="Arial" w:hAnsi="Arial"/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710930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10930"/>
    <w:rPr>
      <w:rFonts w:ascii="Arial" w:hAnsi="Arial" w:cs="Times New Roman"/>
      <w:sz w:val="24"/>
    </w:rPr>
  </w:style>
  <w:style w:type="table" w:styleId="TableGrid">
    <w:name w:val="Table Grid"/>
    <w:basedOn w:val="TableNormal"/>
    <w:uiPriority w:val="99"/>
    <w:rsid w:val="00710930"/>
    <w:rPr>
      <w:rFonts w:ascii="Arial" w:hAnsi="Arial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styleId="Header">
    <w:name w:val="header"/>
    <w:basedOn w:val="Normal"/>
    <w:link w:val="HeaderChar"/>
    <w:uiPriority w:val="99"/>
    <w:rsid w:val="001D4022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D4022"/>
    <w:rPr>
      <w:rFonts w:ascii="Arial" w:hAnsi="Arial" w:cs="Times New Roman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34D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4D1E"/>
    <w:rPr>
      <w:rFonts w:ascii="Segoe UI" w:hAnsi="Segoe UI" w:cs="Segoe UI"/>
      <w:sz w:val="18"/>
      <w:szCs w:val="18"/>
      <w:lang w:eastAsia="en-US"/>
    </w:rPr>
  </w:style>
  <w:style w:type="paragraph" w:customStyle="1" w:styleId="Styl1">
    <w:name w:val="Styl1"/>
    <w:basedOn w:val="Normal"/>
    <w:uiPriority w:val="99"/>
    <w:rsid w:val="00A6107A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A6107A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  <w:style w:type="character" w:customStyle="1" w:styleId="WW-Mocnowyrniony">
    <w:name w:val="WW-Mocno wyróżniony"/>
    <w:uiPriority w:val="99"/>
    <w:rsid w:val="00E72E20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53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127</TotalTime>
  <Pages>2</Pages>
  <Words>443</Words>
  <Characters>2660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wjakubczyk</cp:lastModifiedBy>
  <cp:revision>48</cp:revision>
  <cp:lastPrinted>2023-04-17T13:31:00Z</cp:lastPrinted>
  <dcterms:created xsi:type="dcterms:W3CDTF">2023-03-27T08:50:00Z</dcterms:created>
  <dcterms:modified xsi:type="dcterms:W3CDTF">2023-11-24T07:32:00Z</dcterms:modified>
</cp:coreProperties>
</file>