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4723" w:rsidRPr="0025072A" w:rsidRDefault="005375DA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městských hradeb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375DA"/>
    <w:rsid w:val="005440D0"/>
    <w:rsid w:val="0055372B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6D413-9CDE-4083-987C-7F65444A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1386</Characters>
  <Application>Microsoft Office Word</Application>
  <DocSecurity>0</DocSecurity>
  <Lines>11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dcterms:created xsi:type="dcterms:W3CDTF">2019-09-18T11:02:00Z</dcterms:created>
  <dcterms:modified xsi:type="dcterms:W3CDTF">2019-09-18T11:02:00Z</dcterms:modified>
</cp:coreProperties>
</file>