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35B45" w14:textId="77777777" w:rsidR="00EC3623" w:rsidRPr="009451C3" w:rsidRDefault="00EC3623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1B7652F8" w14:textId="49470D28" w:rsidR="0072686A" w:rsidRPr="009451C3" w:rsidRDefault="00FA3E38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9451C3">
        <w:rPr>
          <w:rFonts w:asciiTheme="majorHAnsi" w:hAnsiTheme="majorHAnsi" w:cs="Arial"/>
          <w:b/>
          <w:sz w:val="20"/>
          <w:szCs w:val="20"/>
        </w:rPr>
        <w:t>Identifikácia uchádzača:</w:t>
      </w:r>
    </w:p>
    <w:p w14:paraId="6E2092C6" w14:textId="55DD6137" w:rsidR="00751C36" w:rsidRPr="009451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 xml:space="preserve">Obchodné meno: </w:t>
      </w:r>
      <w:r w:rsidRPr="009451C3">
        <w:rPr>
          <w:rFonts w:asciiTheme="majorHAnsi" w:hAnsiTheme="majorHAnsi"/>
          <w:szCs w:val="20"/>
        </w:rPr>
        <w:tab/>
      </w:r>
    </w:p>
    <w:p w14:paraId="72ABB65B" w14:textId="28E76FCC" w:rsidR="00751C36" w:rsidRPr="009451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Sídlo:</w:t>
      </w:r>
      <w:r w:rsidRPr="009451C3">
        <w:rPr>
          <w:rFonts w:asciiTheme="majorHAnsi" w:hAnsiTheme="majorHAnsi"/>
          <w:szCs w:val="20"/>
        </w:rPr>
        <w:tab/>
      </w:r>
    </w:p>
    <w:p w14:paraId="407FA7C9" w14:textId="51B89F67" w:rsidR="00751C36" w:rsidRPr="009451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Štatutárny zástupca:</w:t>
      </w:r>
      <w:r w:rsidRPr="009451C3">
        <w:rPr>
          <w:rFonts w:asciiTheme="majorHAnsi" w:hAnsiTheme="majorHAnsi"/>
          <w:szCs w:val="20"/>
        </w:rPr>
        <w:tab/>
        <w:t xml:space="preserve"> </w:t>
      </w:r>
    </w:p>
    <w:p w14:paraId="7C54A50E" w14:textId="32C81866" w:rsidR="00751C36" w:rsidRPr="009451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IČO:</w:t>
      </w:r>
      <w:r w:rsidRPr="009451C3">
        <w:rPr>
          <w:rFonts w:asciiTheme="majorHAnsi" w:hAnsiTheme="majorHAnsi"/>
          <w:szCs w:val="20"/>
        </w:rPr>
        <w:tab/>
      </w:r>
    </w:p>
    <w:p w14:paraId="564CFE86" w14:textId="392BDD23" w:rsidR="00751C36" w:rsidRPr="009451C3" w:rsidRDefault="00F90430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Zápis v</w:t>
      </w:r>
      <w:r w:rsidR="0028252B" w:rsidRPr="009451C3">
        <w:rPr>
          <w:rFonts w:asciiTheme="majorHAnsi" w:hAnsiTheme="majorHAnsi"/>
          <w:szCs w:val="20"/>
        </w:rPr>
        <w:t xml:space="preserve"> Obch. </w:t>
      </w:r>
      <w:r w:rsidRPr="009451C3">
        <w:rPr>
          <w:rFonts w:asciiTheme="majorHAnsi" w:hAnsiTheme="majorHAnsi"/>
          <w:szCs w:val="20"/>
        </w:rPr>
        <w:t>registri</w:t>
      </w:r>
      <w:r w:rsidR="00751C36" w:rsidRPr="009451C3">
        <w:rPr>
          <w:rFonts w:asciiTheme="majorHAnsi" w:hAnsiTheme="majorHAnsi"/>
          <w:szCs w:val="20"/>
        </w:rPr>
        <w:t>:</w:t>
      </w:r>
      <w:r w:rsidR="00751C36" w:rsidRPr="009451C3">
        <w:rPr>
          <w:rFonts w:asciiTheme="majorHAnsi" w:hAnsiTheme="majorHAnsi"/>
          <w:szCs w:val="20"/>
        </w:rPr>
        <w:tab/>
      </w:r>
    </w:p>
    <w:p w14:paraId="45D0963E" w14:textId="797EA857" w:rsidR="00751C36" w:rsidRPr="009451C3" w:rsidRDefault="00751C36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9451C3">
        <w:rPr>
          <w:rFonts w:asciiTheme="majorHAnsi" w:hAnsiTheme="majorHAnsi" w:cs="Arial"/>
          <w:b/>
          <w:sz w:val="20"/>
          <w:szCs w:val="20"/>
        </w:rPr>
        <w:t>Identifikácia súťaže:</w:t>
      </w:r>
    </w:p>
    <w:p w14:paraId="2AC2209F" w14:textId="15755A70" w:rsidR="00265C53" w:rsidRPr="00B40CBC" w:rsidRDefault="006C514D" w:rsidP="00B40CBC">
      <w:pPr>
        <w:widowControl w:val="0"/>
        <w:spacing w:before="120" w:line="240" w:lineRule="auto"/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 xml:space="preserve">Postup zadávania podlimitnej </w:t>
      </w:r>
      <w:r w:rsidR="0048313C" w:rsidRPr="009451C3">
        <w:rPr>
          <w:rFonts w:asciiTheme="majorHAnsi" w:hAnsiTheme="majorHAnsi"/>
          <w:bCs/>
          <w:sz w:val="20"/>
          <w:szCs w:val="20"/>
        </w:rPr>
        <w:t>z</w:t>
      </w:r>
      <w:r w:rsidR="0048313C" w:rsidRPr="009451C3">
        <w:rPr>
          <w:rFonts w:asciiTheme="majorHAnsi" w:hAnsiTheme="majorHAnsi" w:cs="Proba Pro"/>
          <w:bCs/>
          <w:sz w:val="20"/>
          <w:szCs w:val="20"/>
        </w:rPr>
        <w:t>á</w:t>
      </w:r>
      <w:r w:rsidR="0048313C" w:rsidRPr="009451C3">
        <w:rPr>
          <w:rFonts w:asciiTheme="majorHAnsi" w:hAnsiTheme="majorHAnsi"/>
          <w:bCs/>
          <w:sz w:val="20"/>
          <w:szCs w:val="20"/>
        </w:rPr>
        <w:t xml:space="preserve">kazky </w:t>
      </w:r>
      <w:r w:rsidRPr="006C514D">
        <w:rPr>
          <w:rFonts w:asciiTheme="majorHAnsi" w:hAnsiTheme="majorHAnsi"/>
          <w:bCs/>
          <w:sz w:val="20"/>
          <w:szCs w:val="20"/>
        </w:rPr>
        <w:t xml:space="preserve">podľa § 112 a </w:t>
      </w:r>
      <w:proofErr w:type="spellStart"/>
      <w:r w:rsidRPr="006C514D">
        <w:rPr>
          <w:rFonts w:asciiTheme="majorHAnsi" w:hAnsiTheme="majorHAnsi"/>
          <w:bCs/>
          <w:sz w:val="20"/>
          <w:szCs w:val="20"/>
        </w:rPr>
        <w:t>nasl</w:t>
      </w:r>
      <w:proofErr w:type="spellEnd"/>
      <w:r w:rsidRPr="006C514D">
        <w:rPr>
          <w:rFonts w:asciiTheme="majorHAnsi" w:hAnsiTheme="majorHAnsi"/>
          <w:bCs/>
          <w:sz w:val="20"/>
          <w:szCs w:val="20"/>
        </w:rPr>
        <w:t>. zákona  č. 343/2015 Z. z. o verejnom obstarávaní a o zmene a doplnení niektorých zákonov v platnom znení</w:t>
      </w:r>
      <w:r w:rsidR="0003281D">
        <w:rPr>
          <w:rFonts w:asciiTheme="majorHAnsi" w:hAnsiTheme="majorHAnsi"/>
          <w:bCs/>
          <w:sz w:val="20"/>
          <w:szCs w:val="20"/>
        </w:rPr>
        <w:t xml:space="preserve"> </w:t>
      </w:r>
      <w:r w:rsidR="009451C3" w:rsidRPr="009451C3">
        <w:rPr>
          <w:rFonts w:asciiTheme="majorHAnsi" w:hAnsiTheme="majorHAnsi"/>
          <w:bCs/>
          <w:sz w:val="20"/>
          <w:szCs w:val="20"/>
        </w:rPr>
        <w:t>„</w:t>
      </w:r>
      <w:r w:rsidR="0048331A" w:rsidRPr="0048331A">
        <w:rPr>
          <w:rFonts w:asciiTheme="majorHAnsi" w:hAnsiTheme="majorHAnsi"/>
          <w:b/>
          <w:bCs/>
          <w:sz w:val="20"/>
          <w:szCs w:val="20"/>
        </w:rPr>
        <w:t xml:space="preserve">Zvýšenie energetickej efektívnosti a rekonštrukcia </w:t>
      </w:r>
      <w:bookmarkStart w:id="0" w:name="_GoBack"/>
      <w:bookmarkEnd w:id="0"/>
      <w:r w:rsidR="00EB0172" w:rsidRPr="00EB0172">
        <w:rPr>
          <w:rFonts w:asciiTheme="majorHAnsi" w:hAnsiTheme="majorHAnsi"/>
          <w:b/>
          <w:bCs/>
          <w:sz w:val="20"/>
          <w:szCs w:val="20"/>
        </w:rPr>
        <w:t>kultúrneho domu v obci Lozorno</w:t>
      </w:r>
      <w:r w:rsidR="009451C3" w:rsidRPr="009451C3">
        <w:rPr>
          <w:rFonts w:asciiTheme="majorHAnsi" w:hAnsiTheme="majorHAnsi"/>
          <w:b/>
          <w:bCs/>
          <w:sz w:val="20"/>
          <w:szCs w:val="20"/>
        </w:rPr>
        <w:t xml:space="preserve">“ </w:t>
      </w:r>
      <w:r w:rsidR="0048313C" w:rsidRPr="009451C3">
        <w:rPr>
          <w:rFonts w:asciiTheme="majorHAnsi" w:hAnsiTheme="majorHAnsi"/>
          <w:bCs/>
          <w:sz w:val="20"/>
          <w:szCs w:val="20"/>
        </w:rPr>
        <w:t>vyhlásen</w:t>
      </w:r>
      <w:r w:rsidR="009451C3" w:rsidRPr="009451C3">
        <w:rPr>
          <w:rFonts w:asciiTheme="majorHAnsi" w:hAnsiTheme="majorHAnsi"/>
          <w:bCs/>
          <w:sz w:val="20"/>
          <w:szCs w:val="20"/>
        </w:rPr>
        <w:t>á</w:t>
      </w:r>
      <w:r w:rsidR="0048313C" w:rsidRPr="009451C3">
        <w:rPr>
          <w:rFonts w:asciiTheme="majorHAnsi" w:hAnsiTheme="majorHAnsi"/>
          <w:bCs/>
          <w:sz w:val="20"/>
          <w:szCs w:val="20"/>
        </w:rPr>
        <w:t xml:space="preserve"> verejným obstarávateľom </w:t>
      </w:r>
      <w:r w:rsidR="00EB0172" w:rsidRPr="00EB0172">
        <w:rPr>
          <w:rFonts w:asciiTheme="majorHAnsi" w:hAnsiTheme="majorHAnsi"/>
          <w:b/>
          <w:bCs/>
          <w:sz w:val="20"/>
          <w:szCs w:val="20"/>
        </w:rPr>
        <w:t>Obec Lozorno, Hlavná 1, 900 55 Lozorno</w:t>
      </w:r>
      <w:r w:rsidR="009451C3" w:rsidRPr="009451C3">
        <w:rPr>
          <w:rFonts w:asciiTheme="majorHAnsi" w:hAnsiTheme="majorHAnsi"/>
          <w:b/>
          <w:bCs/>
          <w:sz w:val="20"/>
          <w:szCs w:val="20"/>
        </w:rPr>
        <w:t xml:space="preserve">, </w:t>
      </w:r>
      <w:r w:rsidR="0048313C" w:rsidRPr="009451C3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F23719" w:rsidRPr="004059B6">
        <w:rPr>
          <w:rFonts w:asciiTheme="majorHAnsi" w:hAnsiTheme="majorHAnsi"/>
          <w:bCs/>
          <w:sz w:val="20"/>
          <w:szCs w:val="20"/>
        </w:rPr>
        <w:t xml:space="preserve">uverejnením </w:t>
      </w:r>
      <w:r>
        <w:rPr>
          <w:rFonts w:asciiTheme="majorHAnsi" w:hAnsiTheme="majorHAnsi"/>
          <w:bCs/>
          <w:sz w:val="20"/>
          <w:szCs w:val="20"/>
        </w:rPr>
        <w:t>výzvy na predkladanie ponúk</w:t>
      </w:r>
      <w:r w:rsidR="0048313C" w:rsidRPr="009451C3">
        <w:rPr>
          <w:rFonts w:asciiTheme="majorHAnsi" w:hAnsiTheme="majorHAnsi"/>
          <w:bCs/>
          <w:sz w:val="20"/>
          <w:szCs w:val="20"/>
        </w:rPr>
        <w:t xml:space="preserve"> vo Vestníku verejného obstarávania </w:t>
      </w:r>
      <w:r w:rsidR="0048313C" w:rsidRPr="009451C3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doplniť číslo Vestníka</w:t>
      </w:r>
      <w:r w:rsidR="0048313C" w:rsidRPr="009451C3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9451C3">
        <w:rPr>
          <w:rFonts w:asciiTheme="majorHAnsi" w:hAnsiTheme="majorHAnsi"/>
          <w:bCs/>
          <w:sz w:val="20"/>
          <w:szCs w:val="20"/>
        </w:rPr>
        <w:t xml:space="preserve"> zo dňa </w:t>
      </w:r>
      <w:r w:rsidR="0048313C" w:rsidRPr="009451C3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doplniť dátum zverejnenia vo Vestníku</w:t>
      </w:r>
      <w:r w:rsidR="0048313C" w:rsidRPr="009451C3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9451C3">
        <w:rPr>
          <w:rFonts w:asciiTheme="majorHAnsi" w:hAnsiTheme="majorHAnsi"/>
          <w:bCs/>
          <w:sz w:val="20"/>
          <w:szCs w:val="20"/>
        </w:rPr>
        <w:t xml:space="preserve"> pod číslom </w:t>
      </w:r>
      <w:r w:rsidR="0048313C" w:rsidRPr="009451C3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doplniť číslo značky vo Vestníku</w:t>
      </w:r>
      <w:r w:rsidR="0048313C" w:rsidRPr="009451C3">
        <w:rPr>
          <w:rFonts w:asciiTheme="majorHAnsi" w:hAnsiTheme="majorHAnsi"/>
          <w:bCs/>
          <w:i/>
          <w:sz w:val="20"/>
          <w:szCs w:val="20"/>
        </w:rPr>
        <w:t>]</w:t>
      </w:r>
      <w:r w:rsidR="007F56BB" w:rsidRPr="009451C3">
        <w:rPr>
          <w:rFonts w:asciiTheme="majorHAnsi" w:hAnsiTheme="majorHAnsi"/>
          <w:bCs/>
          <w:i/>
          <w:sz w:val="20"/>
          <w:szCs w:val="20"/>
        </w:rPr>
        <w:t>.</w:t>
      </w:r>
    </w:p>
    <w:p w14:paraId="559932AC" w14:textId="5DC6B2B1" w:rsidR="00EC3623" w:rsidRPr="009451C3" w:rsidRDefault="007F56BB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9451C3">
        <w:rPr>
          <w:rFonts w:asciiTheme="majorHAnsi" w:hAnsiTheme="majorHAnsi" w:cs="Arial"/>
          <w:b/>
          <w:bCs/>
          <w:sz w:val="20"/>
          <w:szCs w:val="20"/>
        </w:rPr>
        <w:t xml:space="preserve">Kontaktná osoba </w:t>
      </w:r>
      <w:r w:rsidR="00F90430" w:rsidRPr="009451C3">
        <w:rPr>
          <w:rFonts w:asciiTheme="majorHAnsi" w:hAnsiTheme="majorHAnsi" w:cs="Arial"/>
          <w:b/>
          <w:bCs/>
          <w:sz w:val="20"/>
          <w:szCs w:val="20"/>
        </w:rPr>
        <w:t xml:space="preserve">/ splnomocnená osoba </w:t>
      </w:r>
      <w:r w:rsidRPr="009451C3">
        <w:rPr>
          <w:rFonts w:asciiTheme="majorHAnsi" w:hAnsiTheme="majorHAnsi" w:cs="Arial"/>
          <w:b/>
          <w:bCs/>
          <w:sz w:val="20"/>
          <w:szCs w:val="20"/>
        </w:rPr>
        <w:t>uchádzača:</w:t>
      </w:r>
    </w:p>
    <w:p w14:paraId="5D30BDC5" w14:textId="5E97A47B" w:rsidR="00F90430" w:rsidRPr="009451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 xml:space="preserve">Meno a priezvisko: </w:t>
      </w:r>
      <w:r w:rsidRPr="009451C3">
        <w:rPr>
          <w:rFonts w:asciiTheme="majorHAnsi" w:hAnsiTheme="majorHAnsi"/>
          <w:szCs w:val="20"/>
        </w:rPr>
        <w:tab/>
      </w:r>
    </w:p>
    <w:p w14:paraId="31ED2627" w14:textId="036BC364" w:rsidR="00F90430" w:rsidRPr="009451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Tel. číslo:</w:t>
      </w:r>
      <w:r w:rsidRPr="009451C3">
        <w:rPr>
          <w:rFonts w:asciiTheme="majorHAnsi" w:hAnsiTheme="majorHAnsi"/>
          <w:szCs w:val="20"/>
        </w:rPr>
        <w:tab/>
      </w:r>
    </w:p>
    <w:p w14:paraId="018BE643" w14:textId="77777777" w:rsidR="00F90430" w:rsidRPr="009451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email:</w:t>
      </w:r>
    </w:p>
    <w:p w14:paraId="6DF6ED84" w14:textId="77777777" w:rsidR="00F90430" w:rsidRPr="009451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</w:p>
    <w:p w14:paraId="1A496A14" w14:textId="77777777" w:rsidR="00E85AAA" w:rsidRPr="009451C3" w:rsidRDefault="00E85AAA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9451C3">
        <w:rPr>
          <w:rFonts w:asciiTheme="majorHAnsi" w:hAnsiTheme="majorHAnsi"/>
          <w:b/>
          <w:szCs w:val="20"/>
        </w:rPr>
        <w:t>Identifikácia obchodného tajomstva:</w:t>
      </w:r>
    </w:p>
    <w:p w14:paraId="71DD7C1C" w14:textId="418B8189" w:rsidR="00F90430" w:rsidRPr="009451C3" w:rsidRDefault="00E85AAA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4059B6">
        <w:rPr>
          <w:rFonts w:asciiTheme="majorHAnsi" w:hAnsiTheme="majorHAnsi"/>
          <w:bCs/>
          <w:i/>
          <w:sz w:val="20"/>
          <w:szCs w:val="20"/>
          <w:highlight w:val="lightGray"/>
        </w:rPr>
        <w:t>[</w:t>
      </w:r>
      <w:r w:rsidR="00E864F5" w:rsidRPr="004059B6">
        <w:rPr>
          <w:rFonts w:asciiTheme="majorHAnsi" w:hAnsiTheme="majorHAnsi"/>
          <w:bCs/>
          <w:i/>
          <w:sz w:val="20"/>
          <w:szCs w:val="20"/>
          <w:highlight w:val="lightGray"/>
        </w:rPr>
        <w:t>U</w:t>
      </w:r>
      <w:r w:rsidRPr="004059B6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rčenie skutočností tvoriacich </w:t>
      </w:r>
      <w:r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obchodné tajomstvo, resp. dôverných informácií (len ak ich ponuka obsahuje) v súlade s bodom </w:t>
      </w:r>
      <w:r w:rsidR="001A4213"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25.2 Časti A. pokyny pre uchádzačov súťažných podkladov </w:t>
      </w:r>
      <w:r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(identifikácia čísla strany, čísla odseku, bodu a textu obsahujúceho obchodné tajomstvo, príp. dôverné informácie</w:t>
      </w:r>
      <w:r w:rsidR="00F23719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 uvedené v ponuke</w:t>
      </w:r>
      <w:r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)]</w:t>
      </w:r>
      <w:r w:rsidR="00F90430"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ab/>
        <w:t xml:space="preserve"> </w:t>
      </w:r>
    </w:p>
    <w:p w14:paraId="75CF6FB0" w14:textId="269B2C5B" w:rsidR="002C51F9" w:rsidRPr="009451C3" w:rsidRDefault="002C51F9" w:rsidP="002C51F9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9451C3">
        <w:rPr>
          <w:rFonts w:asciiTheme="majorHAnsi" w:hAnsiTheme="majorHAnsi"/>
          <w:b/>
          <w:szCs w:val="20"/>
        </w:rPr>
        <w:t>Zoznam dokumentov</w:t>
      </w:r>
      <w:r w:rsidR="00720889" w:rsidRPr="009451C3">
        <w:rPr>
          <w:rFonts w:asciiTheme="majorHAnsi" w:hAnsiTheme="majorHAnsi"/>
          <w:b/>
          <w:szCs w:val="20"/>
        </w:rPr>
        <w:t xml:space="preserve"> tvoriacich ponuku</w:t>
      </w:r>
      <w:r w:rsidRPr="009451C3">
        <w:rPr>
          <w:rFonts w:asciiTheme="majorHAnsi" w:hAnsiTheme="majorHAnsi"/>
          <w:b/>
          <w:szCs w:val="20"/>
        </w:rPr>
        <w:t>:</w:t>
      </w:r>
    </w:p>
    <w:p w14:paraId="6FAD513D" w14:textId="63E3B7D7" w:rsidR="002C51F9" w:rsidRPr="009451C3" w:rsidRDefault="00720889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4059B6">
        <w:rPr>
          <w:rFonts w:asciiTheme="majorHAnsi" w:hAnsiTheme="majorHAnsi"/>
          <w:bCs/>
          <w:i/>
          <w:sz w:val="20"/>
          <w:szCs w:val="20"/>
          <w:highlight w:val="lightGray"/>
        </w:rPr>
        <w:t>[uchádzač uvedie označenie všetkých dokumentov predložených v rámci ponuky</w:t>
      </w:r>
      <w:r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]</w:t>
      </w:r>
    </w:p>
    <w:p w14:paraId="4A618946" w14:textId="77777777" w:rsidR="00E001B5" w:rsidRPr="009451C3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E0E8A" w:rsidRPr="009451C3" w14:paraId="651114D7" w14:textId="77777777" w:rsidTr="00AE0E8A">
        <w:tc>
          <w:tcPr>
            <w:tcW w:w="4531" w:type="dxa"/>
            <w:hideMark/>
          </w:tcPr>
          <w:p w14:paraId="116086EA" w14:textId="77777777" w:rsidR="00AE0E8A" w:rsidRPr="004059B6" w:rsidRDefault="00AE0E8A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Miesto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: </w:t>
            </w:r>
          </w:p>
          <w:p w14:paraId="3F24897D" w14:textId="77777777" w:rsidR="00AE0E8A" w:rsidRPr="004059B6" w:rsidRDefault="00AE0E8A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Dátum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>:</w:t>
            </w:r>
            <w:r w:rsidRPr="009451C3">
              <w:rPr>
                <w:rFonts w:ascii="Cambria" w:hAnsi="Cambria"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77BB4903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6ECF8AA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C0C8646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451C3">
              <w:rPr>
                <w:rFonts w:ascii="Cambria" w:hAnsi="Cambria"/>
                <w:sz w:val="20"/>
                <w:szCs w:val="20"/>
              </w:rPr>
              <w:t>_________________________________________</w:t>
            </w:r>
          </w:p>
          <w:p w14:paraId="7787F036" w14:textId="77777777" w:rsidR="00AE0E8A" w:rsidRPr="005F20B9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451C3">
              <w:rPr>
                <w:rFonts w:ascii="Cambria" w:hAnsi="Cambria"/>
                <w:sz w:val="20"/>
                <w:szCs w:val="20"/>
              </w:rPr>
              <w:t>[</w:t>
            </w:r>
            <w:proofErr w:type="spellStart"/>
            <w:r w:rsidRPr="005F20B9">
              <w:rPr>
                <w:rFonts w:ascii="Cambria" w:hAnsi="Cambria"/>
                <w:sz w:val="20"/>
                <w:szCs w:val="20"/>
              </w:rPr>
              <w:t>meno</w:t>
            </w:r>
            <w:proofErr w:type="spellEnd"/>
            <w:r w:rsidRPr="005F20B9">
              <w:rPr>
                <w:rFonts w:ascii="Cambria" w:hAnsi="Cambria"/>
                <w:sz w:val="20"/>
                <w:szCs w:val="20"/>
              </w:rPr>
              <w:t xml:space="preserve"> a </w:t>
            </w:r>
            <w:proofErr w:type="spellStart"/>
            <w:r w:rsidRPr="005F20B9">
              <w:rPr>
                <w:rFonts w:ascii="Cambria" w:hAnsi="Cambria"/>
                <w:sz w:val="20"/>
                <w:szCs w:val="20"/>
              </w:rPr>
              <w:t>podpis</w:t>
            </w:r>
            <w:proofErr w:type="spellEnd"/>
            <w:r w:rsidRPr="005F20B9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F20B9">
              <w:rPr>
                <w:rFonts w:ascii="Cambria" w:hAnsi="Cambria"/>
                <w:sz w:val="20"/>
                <w:szCs w:val="20"/>
              </w:rPr>
              <w:t>osoby</w:t>
            </w:r>
            <w:proofErr w:type="spellEnd"/>
            <w:r w:rsidRPr="005F20B9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35173E14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proofErr w:type="spellStart"/>
            <w:r w:rsidRPr="005F20B9">
              <w:rPr>
                <w:rFonts w:ascii="Cambria" w:hAnsi="Cambria"/>
                <w:sz w:val="20"/>
                <w:szCs w:val="20"/>
              </w:rPr>
              <w:t>oprávnenej</w:t>
            </w:r>
            <w:proofErr w:type="spellEnd"/>
            <w:r w:rsidRPr="005F20B9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F20B9">
              <w:rPr>
                <w:rFonts w:ascii="Cambria" w:hAnsi="Cambria"/>
                <w:sz w:val="20"/>
                <w:szCs w:val="20"/>
              </w:rPr>
              <w:t>konať</w:t>
            </w:r>
            <w:proofErr w:type="spellEnd"/>
            <w:r w:rsidRPr="005F20B9">
              <w:rPr>
                <w:rFonts w:ascii="Cambria" w:hAnsi="Cambria"/>
                <w:sz w:val="20"/>
                <w:szCs w:val="20"/>
              </w:rPr>
              <w:t xml:space="preserve"> za </w:t>
            </w:r>
            <w:proofErr w:type="spellStart"/>
            <w:r w:rsidRPr="005F20B9">
              <w:rPr>
                <w:rFonts w:ascii="Cambria" w:hAnsi="Cambria"/>
                <w:sz w:val="20"/>
                <w:szCs w:val="20"/>
              </w:rPr>
              <w:t>uchádzača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>]</w:t>
            </w:r>
          </w:p>
          <w:p w14:paraId="57B565D9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</w:tc>
      </w:tr>
    </w:tbl>
    <w:p w14:paraId="26E18709" w14:textId="77777777" w:rsidR="00924402" w:rsidRPr="009451C3" w:rsidRDefault="00924402">
      <w:pPr>
        <w:rPr>
          <w:rFonts w:asciiTheme="majorHAnsi" w:hAnsiTheme="majorHAnsi"/>
          <w:sz w:val="20"/>
          <w:szCs w:val="20"/>
        </w:rPr>
      </w:pPr>
    </w:p>
    <w:sectPr w:rsidR="00924402" w:rsidRPr="009451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84234" w14:textId="77777777" w:rsidR="00C60260" w:rsidRDefault="00C60260" w:rsidP="008207CB">
      <w:pPr>
        <w:spacing w:after="0" w:line="240" w:lineRule="auto"/>
      </w:pPr>
      <w:r>
        <w:separator/>
      </w:r>
    </w:p>
  </w:endnote>
  <w:endnote w:type="continuationSeparator" w:id="0">
    <w:p w14:paraId="057F6E68" w14:textId="77777777" w:rsidR="00C60260" w:rsidRDefault="00C60260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B0E52" w14:textId="77777777" w:rsidR="00C60260" w:rsidRDefault="00C60260" w:rsidP="008207CB">
      <w:pPr>
        <w:spacing w:after="0" w:line="240" w:lineRule="auto"/>
      </w:pPr>
      <w:r>
        <w:separator/>
      </w:r>
    </w:p>
  </w:footnote>
  <w:footnote w:type="continuationSeparator" w:id="0">
    <w:p w14:paraId="19897CDF" w14:textId="77777777" w:rsidR="00C60260" w:rsidRDefault="00C60260" w:rsidP="00820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9EEBA" w14:textId="77777777" w:rsidR="008207CB" w:rsidRDefault="008207CB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1" w:name="_Toc517419721"/>
    <w:bookmarkStart w:id="2" w:name="_Toc514419051"/>
    <w:r w:rsidRPr="008207CB">
      <w:rPr>
        <w:rFonts w:asciiTheme="majorHAnsi" w:hAnsiTheme="majorHAnsi"/>
        <w:b/>
        <w:noProof/>
        <w:sz w:val="20"/>
        <w:szCs w:val="20"/>
      </w:rPr>
      <w:t>Príloha A.1</w:t>
    </w:r>
    <w:r>
      <w:rPr>
        <w:rFonts w:asciiTheme="majorHAnsi" w:hAnsiTheme="majorHAnsi"/>
        <w:b/>
        <w:noProof/>
        <w:sz w:val="20"/>
        <w:szCs w:val="20"/>
      </w:rPr>
      <w:t xml:space="preserve"> Súťažných podkladov</w:t>
    </w:r>
    <w:r w:rsidRPr="008207CB">
      <w:rPr>
        <w:rFonts w:asciiTheme="majorHAnsi" w:hAnsiTheme="majorHAnsi"/>
        <w:b/>
        <w:noProof/>
        <w:sz w:val="20"/>
        <w:szCs w:val="20"/>
      </w:rPr>
      <w:t>:</w:t>
    </w:r>
  </w:p>
  <w:bookmarkEnd w:id="1"/>
  <w:bookmarkEnd w:id="2"/>
  <w:p w14:paraId="1EE0BD5A" w14:textId="65277088" w:rsidR="008207CB" w:rsidRPr="008207CB" w:rsidRDefault="00380037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>Úvodný</w:t>
    </w:r>
    <w:r w:rsidR="008207CB" w:rsidRPr="008207CB">
      <w:rPr>
        <w:rFonts w:asciiTheme="majorHAnsi" w:hAnsiTheme="majorHAnsi"/>
        <w:b/>
        <w:noProof/>
        <w:sz w:val="20"/>
        <w:szCs w:val="20"/>
      </w:rPr>
      <w:t xml:space="preserve"> list ponuky (vzor)</w:t>
    </w:r>
  </w:p>
  <w:p w14:paraId="67E9644F" w14:textId="77777777" w:rsidR="008207CB" w:rsidRDefault="008207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4"/>
    <w:rsid w:val="0003281D"/>
    <w:rsid w:val="000C6460"/>
    <w:rsid w:val="00126D10"/>
    <w:rsid w:val="00140C22"/>
    <w:rsid w:val="001A4213"/>
    <w:rsid w:val="00217B22"/>
    <w:rsid w:val="00265C53"/>
    <w:rsid w:val="0028252B"/>
    <w:rsid w:val="002C51F9"/>
    <w:rsid w:val="00354620"/>
    <w:rsid w:val="00380037"/>
    <w:rsid w:val="003E54A2"/>
    <w:rsid w:val="00401FE8"/>
    <w:rsid w:val="004059B6"/>
    <w:rsid w:val="00437FF3"/>
    <w:rsid w:val="004721B7"/>
    <w:rsid w:val="0048313C"/>
    <w:rsid w:val="0048331A"/>
    <w:rsid w:val="00580845"/>
    <w:rsid w:val="005F20B9"/>
    <w:rsid w:val="005F503A"/>
    <w:rsid w:val="006C3460"/>
    <w:rsid w:val="006C514D"/>
    <w:rsid w:val="006F11A9"/>
    <w:rsid w:val="00720889"/>
    <w:rsid w:val="0072686A"/>
    <w:rsid w:val="00751C36"/>
    <w:rsid w:val="007720AC"/>
    <w:rsid w:val="00787470"/>
    <w:rsid w:val="007F56BB"/>
    <w:rsid w:val="008207CB"/>
    <w:rsid w:val="00824A14"/>
    <w:rsid w:val="00832F58"/>
    <w:rsid w:val="008C0DEA"/>
    <w:rsid w:val="00924402"/>
    <w:rsid w:val="009354D0"/>
    <w:rsid w:val="009451C3"/>
    <w:rsid w:val="009C7BB4"/>
    <w:rsid w:val="00A05EA9"/>
    <w:rsid w:val="00A36807"/>
    <w:rsid w:val="00AD2F08"/>
    <w:rsid w:val="00AE0E8A"/>
    <w:rsid w:val="00B40CBC"/>
    <w:rsid w:val="00BA15EF"/>
    <w:rsid w:val="00C27AFF"/>
    <w:rsid w:val="00C60260"/>
    <w:rsid w:val="00C875AD"/>
    <w:rsid w:val="00CC7980"/>
    <w:rsid w:val="00D466E0"/>
    <w:rsid w:val="00E001B5"/>
    <w:rsid w:val="00E4396D"/>
    <w:rsid w:val="00E85AAA"/>
    <w:rsid w:val="00E864F5"/>
    <w:rsid w:val="00E95335"/>
    <w:rsid w:val="00EB0172"/>
    <w:rsid w:val="00EC3623"/>
    <w:rsid w:val="00F05C82"/>
    <w:rsid w:val="00F23719"/>
    <w:rsid w:val="00F25DEE"/>
    <w:rsid w:val="00F90430"/>
    <w:rsid w:val="00FA3E38"/>
    <w:rsid w:val="00FB647F"/>
    <w:rsid w:val="00FD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7CB"/>
  </w:style>
  <w:style w:type="paragraph" w:styleId="Footer">
    <w:name w:val="footer"/>
    <w:basedOn w:val="Normal"/>
    <w:link w:val="Foot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20</cp:revision>
  <dcterms:created xsi:type="dcterms:W3CDTF">2019-04-12T09:15:00Z</dcterms:created>
  <dcterms:modified xsi:type="dcterms:W3CDTF">2020-08-21T09:38:00Z</dcterms:modified>
</cp:coreProperties>
</file>