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922" w:rsidRPr="00544994" w:rsidRDefault="00544994" w:rsidP="00544994">
      <w:pPr>
        <w:pStyle w:val="Zkladntext"/>
        <w:spacing w:before="11"/>
        <w:jc w:val="center"/>
        <w:rPr>
          <w:b/>
          <w:sz w:val="32"/>
          <w:szCs w:val="32"/>
        </w:rPr>
      </w:pPr>
      <w:r w:rsidRPr="00544994">
        <w:rPr>
          <w:b/>
          <w:sz w:val="32"/>
          <w:szCs w:val="32"/>
        </w:rPr>
        <w:t>Zápisnica z otvárania ponúk</w:t>
      </w:r>
    </w:p>
    <w:p w:rsidR="00E04922" w:rsidRPr="00211531" w:rsidRDefault="00E04922" w:rsidP="00E04922">
      <w:pPr>
        <w:pStyle w:val="Zkladntext"/>
        <w:spacing w:before="2"/>
        <w:rPr>
          <w:rFonts w:ascii="Arial Narrow" w:hAnsi="Arial Narrow"/>
          <w:sz w:val="11"/>
        </w:rPr>
      </w:pPr>
    </w:p>
    <w:p w:rsidR="00E04922" w:rsidRPr="00211531" w:rsidRDefault="00E04922" w:rsidP="00E04922">
      <w:pPr>
        <w:pStyle w:val="Zkladntext"/>
        <w:spacing w:before="94"/>
        <w:ind w:left="317" w:right="342"/>
        <w:jc w:val="center"/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>predloženýc</w:t>
      </w:r>
      <w:r w:rsidR="00E24195" w:rsidRPr="00211531">
        <w:rPr>
          <w:rFonts w:ascii="Arial Narrow" w:hAnsi="Arial Narrow"/>
          <w:sz w:val="24"/>
          <w:szCs w:val="24"/>
        </w:rPr>
        <w:t>h uchádzačmi v systéme JOSEPHINE</w:t>
      </w:r>
    </w:p>
    <w:p w:rsidR="00E04922" w:rsidRDefault="00E04922" w:rsidP="00E04922">
      <w:pPr>
        <w:pStyle w:val="Zkladntext"/>
        <w:spacing w:before="8"/>
        <w:rPr>
          <w:rFonts w:ascii="Arial Narrow" w:hAnsi="Arial Narrow"/>
          <w:sz w:val="24"/>
          <w:szCs w:val="24"/>
        </w:rPr>
      </w:pPr>
    </w:p>
    <w:p w:rsidR="00D11B8D" w:rsidRPr="00211531" w:rsidRDefault="00D11B8D" w:rsidP="00E04922">
      <w:pPr>
        <w:pStyle w:val="Zkladntext"/>
        <w:spacing w:before="8"/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jc w:val="center"/>
        <w:rPr>
          <w:rFonts w:ascii="Arial Narrow" w:hAnsi="Arial Narrow"/>
          <w:b/>
          <w:sz w:val="24"/>
          <w:szCs w:val="24"/>
        </w:rPr>
      </w:pPr>
      <w:r w:rsidRPr="00211531">
        <w:rPr>
          <w:rFonts w:ascii="Arial Narrow" w:eastAsia="Georgia" w:hAnsi="Arial Narrow"/>
          <w:b/>
          <w:bCs/>
          <w:sz w:val="24"/>
          <w:szCs w:val="24"/>
        </w:rPr>
        <w:t>„</w:t>
      </w:r>
      <w:r w:rsidR="003F3405" w:rsidRPr="00211531">
        <w:rPr>
          <w:rFonts w:ascii="Arial Narrow" w:hAnsi="Arial Narrow"/>
          <w:b/>
          <w:sz w:val="24"/>
          <w:szCs w:val="24"/>
        </w:rPr>
        <w:t xml:space="preserve"> Elektroinštalačné práce na Mestskej tržnici v Nitre</w:t>
      </w:r>
      <w:r w:rsidR="003F3405" w:rsidRPr="00211531">
        <w:rPr>
          <w:rFonts w:ascii="Arial Narrow" w:eastAsia="Georgia" w:hAnsi="Arial Narrow"/>
          <w:b/>
          <w:bCs/>
          <w:sz w:val="24"/>
          <w:szCs w:val="24"/>
        </w:rPr>
        <w:t xml:space="preserve"> </w:t>
      </w:r>
      <w:r w:rsidRPr="00211531">
        <w:rPr>
          <w:rFonts w:ascii="Arial Narrow" w:eastAsia="Georgia" w:hAnsi="Arial Narrow"/>
          <w:b/>
          <w:bCs/>
          <w:sz w:val="24"/>
          <w:szCs w:val="24"/>
        </w:rPr>
        <w:t>“</w:t>
      </w:r>
    </w:p>
    <w:p w:rsidR="00E04922" w:rsidRPr="00211531" w:rsidRDefault="00E04922" w:rsidP="00E04922">
      <w:pPr>
        <w:pStyle w:val="Zkladntext"/>
        <w:tabs>
          <w:tab w:val="left" w:pos="5547"/>
        </w:tabs>
        <w:spacing w:before="2"/>
        <w:rPr>
          <w:rFonts w:ascii="Arial Narrow" w:hAnsi="Arial Narrow"/>
          <w:b/>
          <w:sz w:val="24"/>
          <w:szCs w:val="24"/>
        </w:rPr>
      </w:pPr>
      <w:r w:rsidRPr="00211531">
        <w:rPr>
          <w:rFonts w:ascii="Arial Narrow" w:hAnsi="Arial Narrow"/>
          <w:b/>
          <w:sz w:val="24"/>
          <w:szCs w:val="24"/>
        </w:rPr>
        <w:tab/>
      </w:r>
    </w:p>
    <w:p w:rsidR="00E04922" w:rsidRPr="00211531" w:rsidRDefault="00E04922" w:rsidP="00544994">
      <w:pPr>
        <w:pStyle w:val="Zkladntext"/>
        <w:ind w:left="317" w:right="342"/>
        <w:jc w:val="both"/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>vyhlásenej podľa  zákona č. 343/2015 Z. z. o verejnom obstarávaní v znení neskorších zmien a doplnkov a zverejnenej výz</w:t>
      </w:r>
      <w:r w:rsidR="003F3405" w:rsidRPr="00211531">
        <w:rPr>
          <w:rFonts w:ascii="Arial Narrow" w:hAnsi="Arial Narrow"/>
          <w:sz w:val="24"/>
          <w:szCs w:val="24"/>
        </w:rPr>
        <w:t xml:space="preserve">vou </w:t>
      </w:r>
      <w:r w:rsidR="00E24195" w:rsidRPr="00211531">
        <w:rPr>
          <w:rFonts w:ascii="Arial Narrow" w:hAnsi="Arial Narrow"/>
          <w:sz w:val="24"/>
          <w:szCs w:val="24"/>
        </w:rPr>
        <w:t>v systéme JOSEPHINE</w:t>
      </w:r>
      <w:r w:rsidRPr="00211531">
        <w:rPr>
          <w:rFonts w:ascii="Arial Narrow" w:hAnsi="Arial Narrow"/>
          <w:sz w:val="24"/>
          <w:szCs w:val="24"/>
        </w:rPr>
        <w:t>.</w:t>
      </w:r>
    </w:p>
    <w:p w:rsidR="00E04922" w:rsidRPr="00211531" w:rsidRDefault="00E04922" w:rsidP="00E04922">
      <w:pPr>
        <w:spacing w:before="1"/>
        <w:ind w:left="317"/>
        <w:rPr>
          <w:rFonts w:ascii="Arial Narrow" w:hAnsi="Arial Narrow"/>
          <w:b/>
          <w:sz w:val="24"/>
          <w:szCs w:val="24"/>
        </w:rPr>
      </w:pPr>
    </w:p>
    <w:p w:rsidR="00E04922" w:rsidRPr="00211531" w:rsidRDefault="00E04922" w:rsidP="00E04922">
      <w:pPr>
        <w:spacing w:before="1"/>
        <w:ind w:left="317"/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b/>
          <w:sz w:val="24"/>
          <w:szCs w:val="24"/>
        </w:rPr>
        <w:t xml:space="preserve">Lehota na predkladanie ponúk: </w:t>
      </w:r>
      <w:r w:rsidR="003F3405" w:rsidRPr="00211531">
        <w:rPr>
          <w:rFonts w:ascii="Arial Narrow" w:hAnsi="Arial Narrow"/>
          <w:sz w:val="24"/>
          <w:szCs w:val="24"/>
        </w:rPr>
        <w:t>4.6</w:t>
      </w:r>
      <w:r w:rsidRPr="00211531">
        <w:rPr>
          <w:rFonts w:ascii="Arial Narrow" w:hAnsi="Arial Narrow"/>
          <w:sz w:val="24"/>
          <w:szCs w:val="24"/>
        </w:rPr>
        <w:t>.2021</w:t>
      </w:r>
      <w:r w:rsidR="003F3405" w:rsidRPr="00211531">
        <w:rPr>
          <w:rFonts w:ascii="Arial Narrow" w:hAnsi="Arial Narrow"/>
          <w:sz w:val="24"/>
          <w:szCs w:val="24"/>
        </w:rPr>
        <w:t xml:space="preserve"> o  10:00</w:t>
      </w:r>
      <w:r w:rsidR="0000051F" w:rsidRPr="00211531">
        <w:rPr>
          <w:rFonts w:ascii="Arial Narrow" w:hAnsi="Arial Narrow"/>
          <w:sz w:val="24"/>
          <w:szCs w:val="24"/>
        </w:rPr>
        <w:t xml:space="preserve"> </w:t>
      </w:r>
      <w:r w:rsidRPr="00211531">
        <w:rPr>
          <w:rFonts w:ascii="Arial Narrow" w:hAnsi="Arial Narrow"/>
          <w:sz w:val="24"/>
          <w:szCs w:val="24"/>
        </w:rPr>
        <w:t xml:space="preserve"> hod.</w:t>
      </w:r>
    </w:p>
    <w:p w:rsidR="00E04922" w:rsidRPr="00211531" w:rsidRDefault="00E04922" w:rsidP="00E04922">
      <w:pPr>
        <w:pStyle w:val="Zkladntext"/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ind w:left="317"/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b/>
          <w:sz w:val="24"/>
          <w:szCs w:val="24"/>
        </w:rPr>
        <w:t xml:space="preserve">Predpokladaná hodnota zákazky: </w:t>
      </w:r>
      <w:r w:rsidR="003F3405" w:rsidRPr="00211531">
        <w:rPr>
          <w:rFonts w:ascii="Arial Narrow" w:hAnsi="Arial Narrow"/>
          <w:sz w:val="24"/>
          <w:szCs w:val="24"/>
        </w:rPr>
        <w:t>20 000,- EUR bez</w:t>
      </w:r>
      <w:r w:rsidRPr="00211531">
        <w:rPr>
          <w:rFonts w:ascii="Arial Narrow" w:hAnsi="Arial Narrow"/>
          <w:sz w:val="24"/>
          <w:szCs w:val="24"/>
        </w:rPr>
        <w:t xml:space="preserve"> DPH</w:t>
      </w:r>
    </w:p>
    <w:p w:rsidR="00E04922" w:rsidRPr="00211531" w:rsidRDefault="00E04922" w:rsidP="00E04922">
      <w:pPr>
        <w:pStyle w:val="Zkladntext"/>
        <w:spacing w:before="9"/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pStyle w:val="Nadpis2"/>
        <w:keepNext w:val="0"/>
        <w:numPr>
          <w:ilvl w:val="0"/>
          <w:numId w:val="2"/>
        </w:numPr>
        <w:spacing w:before="1"/>
        <w:rPr>
          <w:rFonts w:ascii="Arial Narrow" w:hAnsi="Arial Narrow"/>
          <w:sz w:val="24"/>
          <w:szCs w:val="24"/>
          <w:u w:val="thick"/>
        </w:rPr>
      </w:pPr>
      <w:r w:rsidRPr="00211531">
        <w:rPr>
          <w:rFonts w:ascii="Arial Narrow" w:hAnsi="Arial Narrow"/>
          <w:sz w:val="24"/>
          <w:szCs w:val="24"/>
          <w:u w:val="thick"/>
        </w:rPr>
        <w:t>Zoznam členov komisie:</w:t>
      </w:r>
    </w:p>
    <w:p w:rsidR="00E04922" w:rsidRPr="00211531" w:rsidRDefault="00E04922" w:rsidP="00E04922">
      <w:pPr>
        <w:pStyle w:val="Nadpis2"/>
        <w:spacing w:before="1"/>
        <w:ind w:left="677"/>
        <w:rPr>
          <w:rFonts w:ascii="Arial Narrow" w:hAnsi="Arial Narrow"/>
          <w:sz w:val="24"/>
          <w:szCs w:val="24"/>
        </w:rPr>
      </w:pPr>
    </w:p>
    <w:tbl>
      <w:tblPr>
        <w:tblW w:w="9076" w:type="dxa"/>
        <w:tblInd w:w="457" w:type="dxa"/>
        <w:tblBorders>
          <w:top w:val="single" w:sz="8" w:space="0" w:color="000001"/>
          <w:left w:val="single" w:sz="8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4499"/>
        <w:gridCol w:w="4577"/>
      </w:tblGrid>
      <w:tr w:rsidR="00E04922" w:rsidRPr="00211531" w:rsidTr="002419A1">
        <w:trPr>
          <w:trHeight w:val="300"/>
          <w:tblHeader/>
        </w:trPr>
        <w:tc>
          <w:tcPr>
            <w:tcW w:w="4499" w:type="dxa"/>
            <w:tcBorders>
              <w:top w:val="single" w:sz="8" w:space="0" w:color="000001"/>
              <w:left w:val="single" w:sz="8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0" w:type="dxa"/>
            </w:tcMar>
            <w:vAlign w:val="center"/>
          </w:tcPr>
          <w:p w:rsidR="00E04922" w:rsidRPr="00211531" w:rsidRDefault="00E04922" w:rsidP="002419A1">
            <w:pPr>
              <w:pStyle w:val="Normlny1"/>
              <w:suppressAutoHyphens w:val="0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11531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  <w:lang w:eastAsia="cs-CZ"/>
              </w:rPr>
              <w:t>Titul, meno a priezvisko</w:t>
            </w:r>
          </w:p>
        </w:tc>
        <w:tc>
          <w:tcPr>
            <w:tcW w:w="4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E04922" w:rsidP="002419A1">
            <w:pPr>
              <w:pStyle w:val="Normlny1"/>
              <w:suppressAutoHyphens w:val="0"/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211531">
              <w:rPr>
                <w:rFonts w:ascii="Arial Narrow" w:eastAsia="Times New Roman" w:hAnsi="Arial Narrow"/>
                <w:b/>
                <w:bCs/>
                <w:color w:val="000000"/>
                <w:sz w:val="24"/>
                <w:szCs w:val="24"/>
                <w:lang w:eastAsia="cs-CZ"/>
              </w:rPr>
              <w:t>Funkcia v komisii</w:t>
            </w:r>
          </w:p>
        </w:tc>
      </w:tr>
      <w:tr w:rsidR="00E04922" w:rsidRPr="00211531" w:rsidTr="00E24195">
        <w:trPr>
          <w:trHeight w:val="699"/>
        </w:trPr>
        <w:tc>
          <w:tcPr>
            <w:tcW w:w="4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3F3405" w:rsidP="00E24195">
            <w:pPr>
              <w:rPr>
                <w:rFonts w:ascii="Arial Narrow" w:hAnsi="Arial Narrow"/>
                <w:sz w:val="24"/>
                <w:szCs w:val="24"/>
              </w:rPr>
            </w:pPr>
            <w:r w:rsidRPr="0021153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Mgr. Ján Greššo</w:t>
            </w:r>
          </w:p>
        </w:tc>
        <w:tc>
          <w:tcPr>
            <w:tcW w:w="4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E04922" w:rsidP="002419A1">
            <w:pPr>
              <w:pStyle w:val="Normlny1"/>
              <w:suppressAutoHyphens w:val="0"/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  <w:t>predseda komisie</w:t>
            </w:r>
          </w:p>
          <w:p w:rsidR="00E04922" w:rsidRPr="00211531" w:rsidRDefault="00E04922" w:rsidP="002419A1">
            <w:pPr>
              <w:pStyle w:val="Normlny1"/>
              <w:suppressAutoHyphens w:val="0"/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  <w:t>s právom vyhodnocovať ponuky</w:t>
            </w:r>
          </w:p>
        </w:tc>
      </w:tr>
      <w:tr w:rsidR="00E04922" w:rsidRPr="00211531" w:rsidTr="00E24195">
        <w:trPr>
          <w:trHeight w:val="699"/>
        </w:trPr>
        <w:tc>
          <w:tcPr>
            <w:tcW w:w="4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3F3405" w:rsidP="00E24195">
            <w:pPr>
              <w:rPr>
                <w:rFonts w:ascii="Arial Narrow" w:eastAsia="Times New Roman" w:hAnsi="Arial Narrow"/>
                <w:sz w:val="24"/>
                <w:szCs w:val="24"/>
                <w:highlight w:val="yellow"/>
                <w:lang w:eastAsia="cs-CZ"/>
              </w:rPr>
            </w:pPr>
            <w:r w:rsidRPr="0021153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Mgr. Diana Lichardusová</w:t>
            </w:r>
          </w:p>
        </w:tc>
        <w:tc>
          <w:tcPr>
            <w:tcW w:w="4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E04922" w:rsidP="002419A1">
            <w:pPr>
              <w:pStyle w:val="Normlny1"/>
              <w:suppressAutoHyphens w:val="0"/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  <w:t>člen komisie</w:t>
            </w:r>
          </w:p>
          <w:p w:rsidR="00E04922" w:rsidRPr="00211531" w:rsidRDefault="00E04922" w:rsidP="002419A1">
            <w:pPr>
              <w:pStyle w:val="Normlny1"/>
              <w:suppressAutoHyphens w:val="0"/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  <w:t>s právom vyhodnocovať ponuky</w:t>
            </w:r>
          </w:p>
        </w:tc>
      </w:tr>
      <w:tr w:rsidR="00E04922" w:rsidRPr="00211531" w:rsidTr="00E24195">
        <w:trPr>
          <w:trHeight w:val="699"/>
        </w:trPr>
        <w:tc>
          <w:tcPr>
            <w:tcW w:w="4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3F3405" w:rsidP="00E24195">
            <w:pPr>
              <w:rPr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Mgr. Michaela Jedličková</w:t>
            </w:r>
          </w:p>
        </w:tc>
        <w:tc>
          <w:tcPr>
            <w:tcW w:w="4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E04922" w:rsidP="002419A1">
            <w:pPr>
              <w:pStyle w:val="Normlny1"/>
              <w:suppressAutoHyphens w:val="0"/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  <w:t>člen komisie</w:t>
            </w:r>
          </w:p>
          <w:p w:rsidR="00E04922" w:rsidRPr="00211531" w:rsidRDefault="00E04922" w:rsidP="002419A1">
            <w:pPr>
              <w:pStyle w:val="Normlny1"/>
              <w:suppressAutoHyphens w:val="0"/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  <w:t>s právom vyhodnocovať ponuky</w:t>
            </w:r>
          </w:p>
        </w:tc>
      </w:tr>
      <w:tr w:rsidR="00E04922" w:rsidRPr="00211531" w:rsidTr="00E24195">
        <w:trPr>
          <w:trHeight w:val="699"/>
        </w:trPr>
        <w:tc>
          <w:tcPr>
            <w:tcW w:w="44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E04922" w:rsidP="00E24195">
            <w:pPr>
              <w:rPr>
                <w:rFonts w:ascii="Arial Narrow" w:eastAsia="Times New Roman" w:hAnsi="Arial Narrow"/>
                <w:sz w:val="24"/>
                <w:szCs w:val="24"/>
                <w:highlight w:val="yellow"/>
                <w:lang w:eastAsia="cs-CZ"/>
              </w:rPr>
            </w:pPr>
            <w:r w:rsidRPr="0021153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Ing. Miroslav Daniš</w:t>
            </w:r>
          </w:p>
        </w:tc>
        <w:tc>
          <w:tcPr>
            <w:tcW w:w="45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E04922" w:rsidP="002419A1">
            <w:pPr>
              <w:pStyle w:val="Normlny1"/>
              <w:suppressAutoHyphens w:val="0"/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  <w:t xml:space="preserve">administrátor komisie </w:t>
            </w:r>
          </w:p>
          <w:p w:rsidR="00E04922" w:rsidRPr="00211531" w:rsidRDefault="00E04922" w:rsidP="002419A1">
            <w:pPr>
              <w:pStyle w:val="Normlny1"/>
              <w:suppressAutoHyphens w:val="0"/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Style w:val="Predvolenpsmoodseku1"/>
                <w:rFonts w:ascii="Arial Narrow" w:eastAsia="Times New Roman" w:hAnsi="Arial Narrow"/>
                <w:sz w:val="24"/>
                <w:szCs w:val="24"/>
                <w:lang w:eastAsia="cs-CZ"/>
              </w:rPr>
              <w:t>bez práva vyhodnocovať ponuky</w:t>
            </w:r>
          </w:p>
        </w:tc>
      </w:tr>
    </w:tbl>
    <w:p w:rsidR="00E04922" w:rsidRPr="00211531" w:rsidRDefault="00E04922" w:rsidP="00E04922">
      <w:pPr>
        <w:ind w:left="317"/>
        <w:rPr>
          <w:rFonts w:ascii="Arial Narrow" w:hAnsi="Arial Narrow"/>
          <w:b/>
          <w:sz w:val="24"/>
          <w:szCs w:val="24"/>
          <w:u w:val="thick"/>
        </w:rPr>
      </w:pPr>
    </w:p>
    <w:p w:rsidR="00E04922" w:rsidRPr="00211531" w:rsidRDefault="00E04922" w:rsidP="00E04922">
      <w:pPr>
        <w:ind w:left="317"/>
        <w:rPr>
          <w:rFonts w:ascii="Arial Narrow" w:hAnsi="Arial Narrow"/>
          <w:b/>
          <w:sz w:val="24"/>
          <w:szCs w:val="24"/>
          <w:u w:val="thick"/>
        </w:rPr>
      </w:pPr>
      <w:r w:rsidRPr="00211531">
        <w:rPr>
          <w:rFonts w:ascii="Arial Narrow" w:hAnsi="Arial Narrow"/>
          <w:b/>
          <w:sz w:val="24"/>
          <w:szCs w:val="24"/>
          <w:u w:val="thick"/>
        </w:rPr>
        <w:t>B) Zoznam všetkých uchádzačov, ktorí predložili ponuku:</w:t>
      </w:r>
    </w:p>
    <w:p w:rsidR="00E04922" w:rsidRPr="00211531" w:rsidRDefault="00E04922" w:rsidP="00E04922">
      <w:pPr>
        <w:spacing w:line="292" w:lineRule="exact"/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 xml:space="preserve">uchádzač - obchodné meno: </w:t>
      </w:r>
      <w:r w:rsidR="00211531" w:rsidRPr="00211531">
        <w:rPr>
          <w:rFonts w:ascii="Arial Narrow" w:hAnsi="Arial Narrow"/>
          <w:sz w:val="24"/>
          <w:szCs w:val="24"/>
        </w:rPr>
        <w:t>Vladimír Bekényi D and B AQUA, Daša Bekényiová - právny nástupca</w:t>
      </w: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 xml:space="preserve">IČO: </w:t>
      </w:r>
      <w:r w:rsidR="00211531" w:rsidRPr="00211531">
        <w:rPr>
          <w:rFonts w:ascii="Arial Narrow" w:hAnsi="Arial Narrow"/>
          <w:sz w:val="24"/>
          <w:szCs w:val="24"/>
        </w:rPr>
        <w:t>32</w:t>
      </w:r>
      <w:r w:rsidR="00211531">
        <w:rPr>
          <w:rFonts w:ascii="Arial Narrow" w:hAnsi="Arial Narrow"/>
          <w:sz w:val="24"/>
          <w:szCs w:val="24"/>
        </w:rPr>
        <w:t> </w:t>
      </w:r>
      <w:r w:rsidR="00211531" w:rsidRPr="00211531">
        <w:rPr>
          <w:rFonts w:ascii="Arial Narrow" w:hAnsi="Arial Narrow"/>
          <w:sz w:val="24"/>
          <w:szCs w:val="24"/>
        </w:rPr>
        <w:t>738</w:t>
      </w:r>
      <w:r w:rsidR="00211531">
        <w:rPr>
          <w:rFonts w:ascii="Arial Narrow" w:hAnsi="Arial Narrow"/>
          <w:sz w:val="24"/>
          <w:szCs w:val="24"/>
        </w:rPr>
        <w:t xml:space="preserve"> </w:t>
      </w:r>
      <w:r w:rsidR="00211531" w:rsidRPr="00211531">
        <w:rPr>
          <w:rFonts w:ascii="Arial Narrow" w:hAnsi="Arial Narrow"/>
          <w:sz w:val="24"/>
          <w:szCs w:val="24"/>
        </w:rPr>
        <w:t>820</w:t>
      </w: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 xml:space="preserve">sídlo: </w:t>
      </w:r>
      <w:r w:rsidR="00211531" w:rsidRPr="00211531">
        <w:rPr>
          <w:rFonts w:ascii="Arial Narrow" w:hAnsi="Arial Narrow"/>
          <w:sz w:val="24"/>
          <w:szCs w:val="24"/>
        </w:rPr>
        <w:t>Novomeského</w:t>
      </w:r>
      <w:r w:rsidR="00211531">
        <w:rPr>
          <w:rFonts w:ascii="Arial Narrow" w:hAnsi="Arial Narrow"/>
          <w:sz w:val="24"/>
          <w:szCs w:val="24"/>
        </w:rPr>
        <w:t xml:space="preserve"> 12, 949 11 Nitra</w:t>
      </w:r>
    </w:p>
    <w:p w:rsidR="00E04922" w:rsidRPr="00211531" w:rsidRDefault="00E04922" w:rsidP="00E04922">
      <w:pPr>
        <w:adjustRightInd w:val="0"/>
        <w:rPr>
          <w:rFonts w:ascii="Arial Narrow" w:hAnsi="Arial Narrow"/>
          <w:sz w:val="24"/>
          <w:szCs w:val="24"/>
        </w:rPr>
      </w:pPr>
    </w:p>
    <w:p w:rsidR="00E04922" w:rsidRPr="00211531" w:rsidRDefault="00544994" w:rsidP="00E04922">
      <w:pPr>
        <w:adjustRightInd w:val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cena:</w:t>
      </w:r>
      <w:r w:rsidR="00E04922" w:rsidRPr="00211531"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>435,85</w:t>
      </w:r>
      <w:r w:rsidR="00E04922" w:rsidRPr="00211531">
        <w:rPr>
          <w:rFonts w:ascii="Arial Narrow" w:hAnsi="Arial Narrow"/>
          <w:sz w:val="24"/>
          <w:szCs w:val="24"/>
        </w:rPr>
        <w:t xml:space="preserve"> EUR s DPH</w:t>
      </w:r>
    </w:p>
    <w:p w:rsidR="00E04922" w:rsidRPr="00211531" w:rsidRDefault="00E04922" w:rsidP="00E04922">
      <w:pPr>
        <w:adjustRightInd w:val="0"/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adjustRightInd w:val="0"/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 xml:space="preserve">Poradie: </w:t>
      </w:r>
      <w:r w:rsidR="00544994">
        <w:rPr>
          <w:rFonts w:ascii="Arial Narrow" w:hAnsi="Arial Narrow"/>
          <w:sz w:val="24"/>
          <w:szCs w:val="24"/>
        </w:rPr>
        <w:t>2.</w:t>
      </w: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</w:p>
    <w:p w:rsidR="00E04922" w:rsidRPr="00211531" w:rsidRDefault="00544994" w:rsidP="00E0492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Pozn: uchádzač splnil všetky podmienky</w:t>
      </w:r>
    </w:p>
    <w:p w:rsidR="00D11B8D" w:rsidRPr="00211531" w:rsidRDefault="00D11B8D" w:rsidP="00E04922">
      <w:pPr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 xml:space="preserve">uchádzač - obchodné meno: </w:t>
      </w:r>
      <w:r w:rsidR="00D11B8D">
        <w:rPr>
          <w:rFonts w:ascii="Arial Narrow" w:hAnsi="Arial Narrow"/>
          <w:sz w:val="24"/>
          <w:szCs w:val="24"/>
        </w:rPr>
        <w:t>B – Stavmont s.r.o.</w:t>
      </w:r>
    </w:p>
    <w:p w:rsidR="003F3405" w:rsidRPr="00211531" w:rsidRDefault="003F3405" w:rsidP="00E04922">
      <w:pPr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 xml:space="preserve">IČO: </w:t>
      </w:r>
      <w:r w:rsidR="00D11B8D">
        <w:rPr>
          <w:rFonts w:ascii="Arial Narrow" w:hAnsi="Arial Narrow"/>
          <w:sz w:val="24"/>
          <w:szCs w:val="24"/>
        </w:rPr>
        <w:t>47 556 579</w:t>
      </w: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 xml:space="preserve">sídlo: </w:t>
      </w:r>
      <w:r w:rsidR="00D11B8D">
        <w:rPr>
          <w:rFonts w:ascii="Arial Narrow" w:hAnsi="Arial Narrow"/>
          <w:sz w:val="24"/>
          <w:szCs w:val="24"/>
        </w:rPr>
        <w:t>Kpt. Weinholda 10  9, 972 43 Zemianske Kostoľany</w:t>
      </w:r>
    </w:p>
    <w:p w:rsidR="00E04922" w:rsidRPr="00211531" w:rsidRDefault="00E04922" w:rsidP="00E04922">
      <w:pPr>
        <w:adjustRightInd w:val="0"/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adjustRightInd w:val="0"/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 xml:space="preserve">cena:  </w:t>
      </w:r>
      <w:r w:rsidR="00544994">
        <w:rPr>
          <w:rFonts w:ascii="Arial Narrow" w:hAnsi="Arial Narrow"/>
          <w:sz w:val="24"/>
          <w:szCs w:val="24"/>
        </w:rPr>
        <w:t>430,10</w:t>
      </w:r>
      <w:r w:rsidR="00E24195" w:rsidRPr="00211531">
        <w:rPr>
          <w:rFonts w:ascii="Arial Narrow" w:hAnsi="Arial Narrow"/>
          <w:sz w:val="24"/>
          <w:szCs w:val="24"/>
        </w:rPr>
        <w:t xml:space="preserve">  </w:t>
      </w:r>
      <w:r w:rsidRPr="00211531">
        <w:rPr>
          <w:rFonts w:ascii="Arial Narrow" w:hAnsi="Arial Narrow"/>
          <w:sz w:val="24"/>
          <w:szCs w:val="24"/>
        </w:rPr>
        <w:t>EUR s DPH</w:t>
      </w:r>
    </w:p>
    <w:p w:rsidR="00E04922" w:rsidRPr="00211531" w:rsidRDefault="00E04922" w:rsidP="00E04922">
      <w:pPr>
        <w:adjustRightInd w:val="0"/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adjustRightInd w:val="0"/>
        <w:rPr>
          <w:rFonts w:ascii="Arial Narrow" w:hAnsi="Arial Narrow"/>
          <w:sz w:val="24"/>
          <w:szCs w:val="24"/>
        </w:rPr>
      </w:pPr>
      <w:r w:rsidRPr="00211531">
        <w:rPr>
          <w:rFonts w:ascii="Arial Narrow" w:hAnsi="Arial Narrow"/>
          <w:sz w:val="24"/>
          <w:szCs w:val="24"/>
        </w:rPr>
        <w:t xml:space="preserve">Poradie: </w:t>
      </w:r>
      <w:r w:rsidR="00544994">
        <w:rPr>
          <w:rFonts w:ascii="Arial Narrow" w:hAnsi="Arial Narrow"/>
          <w:sz w:val="24"/>
          <w:szCs w:val="24"/>
        </w:rPr>
        <w:t>1.</w:t>
      </w: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</w:p>
    <w:p w:rsidR="00E04922" w:rsidRPr="00211531" w:rsidRDefault="00544994" w:rsidP="00E04922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Pozn: </w:t>
      </w:r>
      <w:r w:rsidR="00BA19C5">
        <w:rPr>
          <w:rFonts w:ascii="Arial Narrow" w:hAnsi="Arial Narrow"/>
          <w:sz w:val="24"/>
          <w:szCs w:val="24"/>
        </w:rPr>
        <w:t>uchádzač splnil všetky podmienky</w:t>
      </w:r>
      <w:bookmarkStart w:id="0" w:name="_GoBack"/>
      <w:bookmarkEnd w:id="0"/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</w:p>
    <w:p w:rsidR="003F3405" w:rsidRPr="00211531" w:rsidRDefault="003F3405" w:rsidP="00E04922">
      <w:pPr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rPr>
          <w:rFonts w:ascii="Arial Narrow" w:hAnsi="Arial Narrow"/>
          <w:sz w:val="24"/>
          <w:szCs w:val="24"/>
        </w:rPr>
      </w:pPr>
    </w:p>
    <w:p w:rsidR="00BA19C5" w:rsidRPr="00BA19C5" w:rsidRDefault="00BA19C5" w:rsidP="00BA19C5">
      <w:pPr>
        <w:widowControl/>
        <w:tabs>
          <w:tab w:val="left" w:pos="1740"/>
        </w:tabs>
        <w:autoSpaceDE/>
        <w:autoSpaceDN/>
        <w:spacing w:after="200" w:line="276" w:lineRule="auto"/>
        <w:jc w:val="both"/>
        <w:rPr>
          <w:rFonts w:ascii="Arial Narrow" w:eastAsiaTheme="minorHAnsi" w:hAnsi="Arial Narrow" w:cstheme="minorBidi"/>
          <w:lang w:val="sk-SK"/>
        </w:rPr>
      </w:pPr>
      <w:r w:rsidRPr="00BA19C5">
        <w:rPr>
          <w:rFonts w:ascii="Arial Narrow" w:eastAsiaTheme="minorHAnsi" w:hAnsi="Arial Narrow" w:cstheme="minorBidi"/>
          <w:lang w:val="sk-SK"/>
        </w:rPr>
        <w:t>Členovia komisie na vyhodnotenie ponúk vyhlasujú, že táto zápisnica zodpovedá skutočnosti, čo potvrdzujú svojim podpisom na prezenčnej listine, ktorá tvorí neoddeliteľnú prílohu č. 1 tejto zápisnice.</w:t>
      </w:r>
    </w:p>
    <w:p w:rsidR="00E04922" w:rsidRPr="00211531" w:rsidRDefault="00E04922" w:rsidP="00E04922">
      <w:pPr>
        <w:jc w:val="both"/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pStyle w:val="Zkladntext"/>
        <w:spacing w:before="11"/>
        <w:rPr>
          <w:rFonts w:ascii="Arial Narrow" w:hAnsi="Arial Narrow"/>
          <w:sz w:val="24"/>
          <w:szCs w:val="24"/>
        </w:rPr>
      </w:pPr>
    </w:p>
    <w:tbl>
      <w:tblPr>
        <w:tblW w:w="9497" w:type="dxa"/>
        <w:tblInd w:w="279" w:type="dxa"/>
        <w:tblBorders>
          <w:top w:val="single" w:sz="8" w:space="0" w:color="000001"/>
          <w:left w:val="single" w:sz="8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49"/>
      </w:tblGrid>
      <w:tr w:rsidR="00E04922" w:rsidRPr="00211531" w:rsidTr="002419A1">
        <w:trPr>
          <w:trHeight w:val="699"/>
        </w:trPr>
        <w:tc>
          <w:tcPr>
            <w:tcW w:w="4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3F3405" w:rsidP="002419A1">
            <w:pPr>
              <w:rPr>
                <w:rFonts w:ascii="Arial Narrow" w:hAnsi="Arial Narrow"/>
                <w:sz w:val="24"/>
                <w:szCs w:val="24"/>
              </w:rPr>
            </w:pPr>
            <w:r w:rsidRPr="0021153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Mgr. Ján Greššo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BA19C5" w:rsidP="00BA19C5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v.r.</w:t>
            </w:r>
          </w:p>
        </w:tc>
      </w:tr>
      <w:tr w:rsidR="00E04922" w:rsidRPr="00211531" w:rsidTr="002419A1">
        <w:trPr>
          <w:trHeight w:val="699"/>
        </w:trPr>
        <w:tc>
          <w:tcPr>
            <w:tcW w:w="4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3F3405" w:rsidP="002419A1">
            <w:pPr>
              <w:rPr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Mgr. Diana Lichardusová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BA19C5" w:rsidP="00BA19C5">
            <w:pPr>
              <w:jc w:val="center"/>
              <w:rPr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v.r.</w:t>
            </w:r>
          </w:p>
        </w:tc>
      </w:tr>
      <w:tr w:rsidR="00E04922" w:rsidRPr="00211531" w:rsidTr="002419A1">
        <w:trPr>
          <w:trHeight w:val="699"/>
        </w:trPr>
        <w:tc>
          <w:tcPr>
            <w:tcW w:w="4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3F3405" w:rsidP="002419A1">
            <w:pPr>
              <w:rPr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Mgr. Michaela Jedličková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BA19C5" w:rsidP="002419A1">
            <w:pPr>
              <w:jc w:val="center"/>
              <w:rPr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v.r.</w:t>
            </w:r>
          </w:p>
        </w:tc>
      </w:tr>
      <w:tr w:rsidR="00E04922" w:rsidRPr="00211531" w:rsidTr="002419A1">
        <w:trPr>
          <w:trHeight w:val="699"/>
        </w:trPr>
        <w:tc>
          <w:tcPr>
            <w:tcW w:w="47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E04922" w:rsidP="002419A1">
            <w:pPr>
              <w:rPr>
                <w:rFonts w:ascii="Arial Narrow" w:eastAsia="Times New Roman" w:hAnsi="Arial Narrow"/>
                <w:sz w:val="24"/>
                <w:szCs w:val="24"/>
                <w:lang w:eastAsia="cs-CZ"/>
              </w:rPr>
            </w:pPr>
            <w:r w:rsidRPr="00211531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Ing. Miroslav Daniš</w:t>
            </w:r>
          </w:p>
        </w:tc>
        <w:tc>
          <w:tcPr>
            <w:tcW w:w="47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04922" w:rsidRPr="00211531" w:rsidRDefault="00BA19C5" w:rsidP="002419A1">
            <w:pPr>
              <w:jc w:val="center"/>
              <w:rPr>
                <w:rFonts w:ascii="Arial Narrow" w:eastAsia="Times New Roman" w:hAnsi="Arial Narrow"/>
                <w:sz w:val="24"/>
                <w:szCs w:val="24"/>
                <w:highlight w:val="yellow"/>
                <w:lang w:eastAsia="cs-CZ"/>
              </w:rPr>
            </w:pPr>
            <w:r w:rsidRPr="00BA19C5">
              <w:rPr>
                <w:rFonts w:ascii="Arial Narrow" w:eastAsia="Times New Roman" w:hAnsi="Arial Narrow"/>
                <w:sz w:val="24"/>
                <w:szCs w:val="24"/>
                <w:lang w:eastAsia="cs-CZ"/>
              </w:rPr>
              <w:t>v.r.</w:t>
            </w:r>
          </w:p>
        </w:tc>
      </w:tr>
    </w:tbl>
    <w:p w:rsidR="00E04922" w:rsidRPr="00211531" w:rsidRDefault="00E04922" w:rsidP="00E04922">
      <w:pPr>
        <w:pStyle w:val="Zkladntext"/>
        <w:rPr>
          <w:rFonts w:ascii="Arial Narrow" w:hAnsi="Arial Narrow"/>
          <w:sz w:val="24"/>
          <w:szCs w:val="24"/>
        </w:rPr>
      </w:pPr>
    </w:p>
    <w:p w:rsidR="00E04922" w:rsidRPr="00211531" w:rsidRDefault="00E04922" w:rsidP="00E04922">
      <w:pPr>
        <w:pStyle w:val="Zkladntext"/>
        <w:rPr>
          <w:rFonts w:ascii="Arial Narrow" w:hAnsi="Arial Narrow"/>
          <w:sz w:val="24"/>
          <w:szCs w:val="24"/>
        </w:rPr>
      </w:pPr>
    </w:p>
    <w:p w:rsidR="00BA19C5" w:rsidRPr="00BA19C5" w:rsidRDefault="00BA19C5" w:rsidP="00BA19C5">
      <w:pPr>
        <w:widowControl/>
        <w:tabs>
          <w:tab w:val="left" w:pos="1740"/>
        </w:tabs>
        <w:autoSpaceDE/>
        <w:autoSpaceDN/>
        <w:spacing w:after="200" w:line="276" w:lineRule="auto"/>
        <w:rPr>
          <w:rFonts w:ascii="Arial Narrow" w:eastAsiaTheme="minorHAnsi" w:hAnsi="Arial Narrow" w:cstheme="minorBidi"/>
          <w:lang w:val="sk-SK"/>
        </w:rPr>
      </w:pPr>
      <w:r w:rsidRPr="00BA19C5">
        <w:rPr>
          <w:rFonts w:ascii="Arial Narrow" w:eastAsiaTheme="minorHAnsi" w:hAnsi="Arial Narrow" w:cstheme="minorBidi"/>
          <w:lang w:val="sk-SK"/>
        </w:rPr>
        <w:t xml:space="preserve">Miesto a dátum vypracovania zápisnice: </w:t>
      </w:r>
    </w:p>
    <w:p w:rsidR="00BA19C5" w:rsidRPr="00BA19C5" w:rsidRDefault="00BA19C5" w:rsidP="00BA19C5">
      <w:pPr>
        <w:widowControl/>
        <w:tabs>
          <w:tab w:val="left" w:pos="1740"/>
        </w:tabs>
        <w:autoSpaceDE/>
        <w:autoSpaceDN/>
        <w:spacing w:after="200" w:line="276" w:lineRule="auto"/>
        <w:rPr>
          <w:rFonts w:ascii="Arial Narrow" w:eastAsiaTheme="minorHAnsi" w:hAnsi="Arial Narrow" w:cstheme="minorBidi"/>
          <w:lang w:val="sk-SK"/>
        </w:rPr>
      </w:pPr>
      <w:r w:rsidRPr="00BA19C5">
        <w:rPr>
          <w:rFonts w:ascii="Arial Narrow" w:eastAsiaTheme="minorHAnsi" w:hAnsi="Arial Narrow" w:cstheme="minorBidi"/>
          <w:lang w:val="sk-SK"/>
        </w:rPr>
        <w:t>V Nitre  4.6.2021</w:t>
      </w:r>
    </w:p>
    <w:p w:rsidR="00BA19C5" w:rsidRPr="00BA19C5" w:rsidRDefault="00BA19C5" w:rsidP="00BA19C5">
      <w:pPr>
        <w:widowControl/>
        <w:tabs>
          <w:tab w:val="left" w:pos="1134"/>
        </w:tabs>
        <w:autoSpaceDE/>
        <w:autoSpaceDN/>
        <w:spacing w:after="200" w:line="276" w:lineRule="auto"/>
        <w:jc w:val="both"/>
        <w:rPr>
          <w:rFonts w:ascii="Arial Narrow" w:eastAsiaTheme="minorHAnsi" w:hAnsi="Arial Narrow" w:cstheme="minorBidi"/>
          <w:lang w:val="sk-SK"/>
        </w:rPr>
      </w:pPr>
      <w:r w:rsidRPr="00BA19C5">
        <w:rPr>
          <w:rFonts w:ascii="Arial Narrow" w:eastAsiaTheme="minorHAnsi" w:hAnsi="Arial Narrow" w:cstheme="minorBidi"/>
          <w:lang w:val="sk-SK"/>
        </w:rPr>
        <w:t>Prílohy: 1. Prezenčná listina</w:t>
      </w:r>
    </w:p>
    <w:p w:rsidR="00367B28" w:rsidRPr="004C1732" w:rsidRDefault="00367B28" w:rsidP="00367B28">
      <w:pPr>
        <w:rPr>
          <w:snapToGrid w:val="0"/>
          <w:color w:val="000000"/>
          <w:sz w:val="24"/>
          <w:szCs w:val="24"/>
        </w:rPr>
      </w:pPr>
    </w:p>
    <w:sectPr w:rsidR="00367B28" w:rsidRPr="004C1732">
      <w:headerReference w:type="first" r:id="rId8"/>
      <w:pgSz w:w="11906" w:h="16838"/>
      <w:pgMar w:top="1293" w:right="1418" w:bottom="425" w:left="1418" w:header="425" w:footer="32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633" w:rsidRDefault="00371633">
      <w:r>
        <w:separator/>
      </w:r>
    </w:p>
  </w:endnote>
  <w:endnote w:type="continuationSeparator" w:id="0">
    <w:p w:rsidR="00371633" w:rsidRDefault="00371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oron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633" w:rsidRDefault="00371633">
      <w:r>
        <w:separator/>
      </w:r>
    </w:p>
  </w:footnote>
  <w:footnote w:type="continuationSeparator" w:id="0">
    <w:p w:rsidR="00371633" w:rsidRDefault="003716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58FC" w:rsidRDefault="00C558FC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24E91"/>
    <w:multiLevelType w:val="multilevel"/>
    <w:tmpl w:val="73085C7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170" w:hanging="170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suff w:val="space"/>
      <w:lvlText w:val="%1.%2.%3."/>
      <w:lvlJc w:val="left"/>
      <w:pPr>
        <w:ind w:left="340" w:hanging="170"/>
      </w:pPr>
      <w:rPr>
        <w:rFonts w:ascii="Arial" w:hAnsi="Arial" w:hint="default"/>
        <w:b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510" w:hanging="170"/>
      </w:pPr>
    </w:lvl>
    <w:lvl w:ilvl="4">
      <w:start w:val="1"/>
      <w:numFmt w:val="decimal"/>
      <w:suff w:val="space"/>
      <w:lvlText w:val="%1.%2.%3.%4.%5."/>
      <w:lvlJc w:val="left"/>
      <w:pPr>
        <w:ind w:left="680" w:hanging="170"/>
      </w:pPr>
    </w:lvl>
    <w:lvl w:ilvl="5">
      <w:start w:val="1"/>
      <w:numFmt w:val="decimal"/>
      <w:suff w:val="space"/>
      <w:lvlText w:val="%1.%2.%3.%4.%5.%6."/>
      <w:lvlJc w:val="left"/>
      <w:pPr>
        <w:ind w:left="851" w:hanging="171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15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23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7683"/>
        </w:tabs>
        <w:ind w:left="6231" w:hanging="708"/>
      </w:pPr>
    </w:lvl>
  </w:abstractNum>
  <w:abstractNum w:abstractNumId="1" w15:restartNumberingAfterBreak="0">
    <w:nsid w:val="26C04A47"/>
    <w:multiLevelType w:val="hybridMultilevel"/>
    <w:tmpl w:val="635673BC"/>
    <w:lvl w:ilvl="0" w:tplc="D4FEAEB8">
      <w:start w:val="1"/>
      <w:numFmt w:val="upperLetter"/>
      <w:lvlText w:val="%1)"/>
      <w:lvlJc w:val="left"/>
      <w:pPr>
        <w:ind w:left="67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97" w:hanging="360"/>
      </w:pPr>
    </w:lvl>
    <w:lvl w:ilvl="2" w:tplc="041B001B" w:tentative="1">
      <w:start w:val="1"/>
      <w:numFmt w:val="lowerRoman"/>
      <w:lvlText w:val="%3."/>
      <w:lvlJc w:val="right"/>
      <w:pPr>
        <w:ind w:left="2117" w:hanging="180"/>
      </w:pPr>
    </w:lvl>
    <w:lvl w:ilvl="3" w:tplc="041B000F" w:tentative="1">
      <w:start w:val="1"/>
      <w:numFmt w:val="decimal"/>
      <w:lvlText w:val="%4."/>
      <w:lvlJc w:val="left"/>
      <w:pPr>
        <w:ind w:left="2837" w:hanging="360"/>
      </w:pPr>
    </w:lvl>
    <w:lvl w:ilvl="4" w:tplc="041B0019" w:tentative="1">
      <w:start w:val="1"/>
      <w:numFmt w:val="lowerLetter"/>
      <w:lvlText w:val="%5."/>
      <w:lvlJc w:val="left"/>
      <w:pPr>
        <w:ind w:left="3557" w:hanging="360"/>
      </w:pPr>
    </w:lvl>
    <w:lvl w:ilvl="5" w:tplc="041B001B" w:tentative="1">
      <w:start w:val="1"/>
      <w:numFmt w:val="lowerRoman"/>
      <w:lvlText w:val="%6."/>
      <w:lvlJc w:val="right"/>
      <w:pPr>
        <w:ind w:left="4277" w:hanging="180"/>
      </w:pPr>
    </w:lvl>
    <w:lvl w:ilvl="6" w:tplc="041B000F" w:tentative="1">
      <w:start w:val="1"/>
      <w:numFmt w:val="decimal"/>
      <w:lvlText w:val="%7."/>
      <w:lvlJc w:val="left"/>
      <w:pPr>
        <w:ind w:left="4997" w:hanging="360"/>
      </w:pPr>
    </w:lvl>
    <w:lvl w:ilvl="7" w:tplc="041B0019" w:tentative="1">
      <w:start w:val="1"/>
      <w:numFmt w:val="lowerLetter"/>
      <w:lvlText w:val="%8."/>
      <w:lvlJc w:val="left"/>
      <w:pPr>
        <w:ind w:left="5717" w:hanging="360"/>
      </w:pPr>
    </w:lvl>
    <w:lvl w:ilvl="8" w:tplc="041B001B" w:tentative="1">
      <w:start w:val="1"/>
      <w:numFmt w:val="lowerRoman"/>
      <w:lvlText w:val="%9."/>
      <w:lvlJc w:val="right"/>
      <w:pPr>
        <w:ind w:left="64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922"/>
    <w:rsid w:val="0000051F"/>
    <w:rsid w:val="00052966"/>
    <w:rsid w:val="0007007D"/>
    <w:rsid w:val="000732CF"/>
    <w:rsid w:val="000D4F8D"/>
    <w:rsid w:val="001221EC"/>
    <w:rsid w:val="00131C69"/>
    <w:rsid w:val="00154E2F"/>
    <w:rsid w:val="001B7628"/>
    <w:rsid w:val="00211531"/>
    <w:rsid w:val="002E69E8"/>
    <w:rsid w:val="002F297D"/>
    <w:rsid w:val="00367B28"/>
    <w:rsid w:val="00371633"/>
    <w:rsid w:val="00390A44"/>
    <w:rsid w:val="00392976"/>
    <w:rsid w:val="003E43ED"/>
    <w:rsid w:val="003F3405"/>
    <w:rsid w:val="00430421"/>
    <w:rsid w:val="004A36FD"/>
    <w:rsid w:val="004A5FF6"/>
    <w:rsid w:val="004B3F90"/>
    <w:rsid w:val="004C1732"/>
    <w:rsid w:val="004C28E8"/>
    <w:rsid w:val="005204E1"/>
    <w:rsid w:val="00544994"/>
    <w:rsid w:val="005A6AA8"/>
    <w:rsid w:val="005B224E"/>
    <w:rsid w:val="005C606A"/>
    <w:rsid w:val="006854F2"/>
    <w:rsid w:val="006B47E7"/>
    <w:rsid w:val="007379F7"/>
    <w:rsid w:val="007729C1"/>
    <w:rsid w:val="00794BA5"/>
    <w:rsid w:val="0081344D"/>
    <w:rsid w:val="00861EF2"/>
    <w:rsid w:val="00917B35"/>
    <w:rsid w:val="009A7414"/>
    <w:rsid w:val="009D7D1B"/>
    <w:rsid w:val="009F643E"/>
    <w:rsid w:val="00AB15FE"/>
    <w:rsid w:val="00AD12CF"/>
    <w:rsid w:val="00AF4E87"/>
    <w:rsid w:val="00B44C6C"/>
    <w:rsid w:val="00B54EED"/>
    <w:rsid w:val="00BA19C5"/>
    <w:rsid w:val="00C06C55"/>
    <w:rsid w:val="00C22E49"/>
    <w:rsid w:val="00C25D34"/>
    <w:rsid w:val="00C558FC"/>
    <w:rsid w:val="00CC5909"/>
    <w:rsid w:val="00D07A13"/>
    <w:rsid w:val="00D11B8D"/>
    <w:rsid w:val="00D12FBA"/>
    <w:rsid w:val="00D328FE"/>
    <w:rsid w:val="00D75C32"/>
    <w:rsid w:val="00DE3AB6"/>
    <w:rsid w:val="00E04922"/>
    <w:rsid w:val="00E24195"/>
    <w:rsid w:val="00E32282"/>
    <w:rsid w:val="00F34664"/>
    <w:rsid w:val="00F430DB"/>
    <w:rsid w:val="00F44E2A"/>
    <w:rsid w:val="00FA0D02"/>
    <w:rsid w:val="00FB0C52"/>
    <w:rsid w:val="00FB6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6280ECF-F6A4-4D36-9768-7BFCD9BB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qFormat="1"/>
    <w:lsdException w:name="heading 2" w:uiPriority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1" w:qFormat="1"/>
    <w:lsdException w:name="Subtitle" w:qFormat="1"/>
    <w:lsdException w:name="Strong" w:uiPriority="22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E04922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en-US" w:eastAsia="en-US"/>
    </w:rPr>
  </w:style>
  <w:style w:type="paragraph" w:styleId="Nadpis1">
    <w:name w:val="heading 1"/>
    <w:basedOn w:val="Normlny"/>
    <w:next w:val="Normlny"/>
    <w:qFormat/>
    <w:pPr>
      <w:keepNext/>
      <w:outlineLvl w:val="0"/>
    </w:pPr>
    <w:rPr>
      <w:b/>
      <w:snapToGrid w:val="0"/>
      <w:color w:val="000000"/>
    </w:rPr>
  </w:style>
  <w:style w:type="paragraph" w:styleId="Nadpis2">
    <w:name w:val="heading 2"/>
    <w:basedOn w:val="Normlny"/>
    <w:next w:val="Normlny"/>
    <w:uiPriority w:val="1"/>
    <w:qFormat/>
    <w:pPr>
      <w:keepNext/>
      <w:ind w:firstLine="708"/>
      <w:outlineLvl w:val="1"/>
    </w:pPr>
    <w:rPr>
      <w:rFonts w:ascii="Toronto" w:hAnsi="Toronto"/>
      <w:b/>
      <w:snapToGrid w:val="0"/>
      <w:color w:val="000000"/>
      <w:sz w:val="32"/>
    </w:rPr>
  </w:style>
  <w:style w:type="paragraph" w:styleId="Nadpis3">
    <w:name w:val="heading 3"/>
    <w:basedOn w:val="Normlny"/>
    <w:next w:val="Normlny"/>
    <w:qFormat/>
    <w:pPr>
      <w:keepNext/>
      <w:ind w:left="709"/>
      <w:outlineLvl w:val="2"/>
    </w:pPr>
    <w:rPr>
      <w:rFonts w:ascii="Toronto" w:hAnsi="Toronto"/>
      <w:i/>
      <w:snapToGrid w:val="0"/>
      <w:color w:val="000000"/>
    </w:rPr>
  </w:style>
  <w:style w:type="paragraph" w:styleId="Nadpis4">
    <w:name w:val="heading 4"/>
    <w:basedOn w:val="Normlny"/>
    <w:next w:val="Normlny"/>
    <w:qFormat/>
    <w:pPr>
      <w:keepNext/>
      <w:jc w:val="center"/>
      <w:outlineLvl w:val="3"/>
    </w:pPr>
    <w:rPr>
      <w:b/>
      <w:i/>
      <w:snapToGrid w:val="0"/>
      <w:color w:val="000000"/>
      <w:sz w:val="18"/>
    </w:rPr>
  </w:style>
  <w:style w:type="paragraph" w:styleId="Nadpis5">
    <w:name w:val="heading 5"/>
    <w:basedOn w:val="Normlny"/>
    <w:next w:val="Normlny"/>
    <w:qFormat/>
    <w:pPr>
      <w:keepNext/>
      <w:numPr>
        <w:ilvl w:val="12"/>
      </w:numPr>
      <w:ind w:left="5387"/>
      <w:jc w:val="both"/>
      <w:outlineLvl w:val="4"/>
    </w:pPr>
    <w:rPr>
      <w:sz w:val="24"/>
    </w:rPr>
  </w:style>
  <w:style w:type="paragraph" w:styleId="Nadpis6">
    <w:name w:val="heading 6"/>
    <w:basedOn w:val="Normlny"/>
    <w:next w:val="Normlny"/>
    <w:qFormat/>
    <w:pPr>
      <w:keepNext/>
      <w:tabs>
        <w:tab w:val="left" w:pos="1134"/>
        <w:tab w:val="left" w:pos="3261"/>
        <w:tab w:val="left" w:pos="5103"/>
        <w:tab w:val="left" w:pos="6804"/>
      </w:tabs>
      <w:outlineLvl w:val="5"/>
    </w:pPr>
    <w:rPr>
      <w:b/>
      <w:i/>
      <w:snapToGrid w:val="0"/>
      <w:color w:val="000000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link w:val="TextbublinyChar"/>
    <w:rsid w:val="00131C6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rsid w:val="00131C69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59"/>
    <w:rsid w:val="008134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Predvolenpsmoodseku"/>
    <w:uiPriority w:val="22"/>
    <w:qFormat/>
    <w:rsid w:val="009D7D1B"/>
    <w:rPr>
      <w:b/>
      <w:bCs/>
    </w:rPr>
  </w:style>
  <w:style w:type="character" w:styleId="Hypertextovprepojenie">
    <w:name w:val="Hyperlink"/>
    <w:basedOn w:val="Predvolenpsmoodseku"/>
    <w:rsid w:val="00AD12CF"/>
    <w:rPr>
      <w:color w:val="0563C1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AD12CF"/>
    <w:rPr>
      <w:color w:val="605E5C"/>
      <w:shd w:val="clear" w:color="auto" w:fill="E1DFDD"/>
    </w:rPr>
  </w:style>
  <w:style w:type="paragraph" w:styleId="Zkladntext">
    <w:name w:val="Body Text"/>
    <w:basedOn w:val="Normlny"/>
    <w:link w:val="ZkladntextChar"/>
    <w:uiPriority w:val="1"/>
    <w:qFormat/>
    <w:rsid w:val="00E04922"/>
  </w:style>
  <w:style w:type="character" w:customStyle="1" w:styleId="ZkladntextChar">
    <w:name w:val="Základný text Char"/>
    <w:basedOn w:val="Predvolenpsmoodseku"/>
    <w:link w:val="Zkladntext"/>
    <w:uiPriority w:val="1"/>
    <w:rsid w:val="00E04922"/>
    <w:rPr>
      <w:rFonts w:ascii="Arial" w:eastAsia="Arial" w:hAnsi="Arial"/>
      <w:sz w:val="22"/>
      <w:szCs w:val="22"/>
      <w:lang w:val="en-US" w:eastAsia="en-US"/>
    </w:rPr>
  </w:style>
  <w:style w:type="character" w:customStyle="1" w:styleId="Predvolenpsmoodseku1">
    <w:name w:val="Predvolené písmo odseku1"/>
    <w:qFormat/>
    <w:rsid w:val="00E04922"/>
  </w:style>
  <w:style w:type="paragraph" w:customStyle="1" w:styleId="Normlny1">
    <w:name w:val="Normálny1"/>
    <w:qFormat/>
    <w:rsid w:val="00E04922"/>
    <w:pPr>
      <w:suppressAutoHyphens/>
    </w:pPr>
    <w:rPr>
      <w:rFonts w:asciiTheme="minorHAnsi" w:eastAsiaTheme="minorHAnsi" w:hAnsiTheme="minorHAns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V9\data\Apps\Mu\sablony\OVO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901FB7-309A-4C92-AB4E-E6F2581EF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OVO</Template>
  <TotalTime>0</TotalTime>
  <Pages>2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MESTO NITRA</vt:lpstr>
    </vt:vector>
  </TitlesOfParts>
  <Company>Mestsky Urad Nitra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MESTO NITRA</dc:title>
  <dc:subject/>
  <dc:creator>Daniš Miroslav, Ing.</dc:creator>
  <cp:keywords/>
  <cp:lastModifiedBy>Daniš Miroslav, Ing.</cp:lastModifiedBy>
  <cp:revision>2</cp:revision>
  <cp:lastPrinted>2021-06-04T08:04:00Z</cp:lastPrinted>
  <dcterms:created xsi:type="dcterms:W3CDTF">2021-06-25T10:29:00Z</dcterms:created>
  <dcterms:modified xsi:type="dcterms:W3CDTF">2021-06-25T10:29:00Z</dcterms:modified>
</cp:coreProperties>
</file>