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3A65" w14:textId="77777777" w:rsidR="008F071C" w:rsidRDefault="008F071C"/>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09689F0" w14:textId="77777777" w:rsidR="008F071C" w:rsidRPr="00E67267" w:rsidRDefault="008F071C" w:rsidP="00E774BA">
      <w:pPr>
        <w:pStyle w:val="Veobecn"/>
        <w:tabs>
          <w:tab w:val="left" w:pos="1305"/>
        </w:tabs>
        <w:rPr>
          <w:b/>
          <w:sz w:val="22"/>
          <w:szCs w:val="22"/>
        </w:rPr>
      </w:pPr>
    </w:p>
    <w:p w14:paraId="145B4236" w14:textId="77777777" w:rsidR="00E774BA" w:rsidRDefault="00E774BA" w:rsidP="00E774BA">
      <w:pPr>
        <w:ind w:left="360" w:right="274"/>
        <w:jc w:val="right"/>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57C40F7" w14:textId="77777777" w:rsidR="00E34F41" w:rsidRPr="009525A8" w:rsidRDefault="00E34F41" w:rsidP="00E34F41">
      <w:pPr>
        <w:jc w:val="center"/>
        <w:rPr>
          <w:b/>
        </w:rPr>
      </w:pPr>
      <w:r w:rsidRPr="00133991">
        <w:rPr>
          <w:b/>
        </w:rPr>
        <w:t>Zmluvné strany</w:t>
      </w:r>
    </w:p>
    <w:p w14:paraId="4AD51614" w14:textId="77777777" w:rsidR="00E34F41" w:rsidRDefault="00E34F41" w:rsidP="00E34F41"/>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52311EC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Pr="00754FF7">
          <w:rPr>
            <w:rStyle w:val="Hypertextovprepojenie"/>
            <w:rFonts w:asciiTheme="minorHAnsi" w:hAnsiTheme="minorHAnsi"/>
            <w:sz w:val="22"/>
            <w:szCs w:val="22"/>
          </w:rPr>
          <w:t>riaditel@ddadssvlekykrtis.sk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p>
    <w:p w14:paraId="63CE8B44" w14:textId="5DCB4263"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4452150B"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1BFE234F"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7F9D5F2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5357F94A"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7103669E"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2A84BA54"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4AAA8E5D" w14:textId="40ECF6F7" w:rsidR="00E34F41" w:rsidRPr="00754FF7"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0C245CA1" w14:textId="77777777" w:rsidR="00E34F41" w:rsidRDefault="00E34F41"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141DCCA8"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Pr="00E34F41">
        <w:rPr>
          <w:b/>
          <w:bCs/>
        </w:rPr>
        <w:t>čerstv</w:t>
      </w:r>
      <w:r w:rsidR="004B327E">
        <w:rPr>
          <w:b/>
          <w:bCs/>
        </w:rPr>
        <w:t>ý chlieb, pečivo a pekárenské</w:t>
      </w:r>
      <w:r w:rsidRPr="00E34F41">
        <w:rPr>
          <w:b/>
          <w:bCs/>
        </w:rPr>
        <w:t xml:space="preserve"> </w:t>
      </w:r>
      <w:r w:rsidR="00754FF7">
        <w:rPr>
          <w:b/>
          <w:bCs/>
        </w:rPr>
        <w:t xml:space="preserve"> výrobky </w:t>
      </w:r>
      <w:r w:rsidRPr="00AB4060">
        <w:t xml:space="preserve">“ ponúkaný </w:t>
      </w:r>
      <w:r w:rsidRPr="00AB4060">
        <w:lastRenderedPageBreak/>
        <w:t>predávajúcim, 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07010239" w14:textId="6AEF9A68" w:rsidR="00E34F41" w:rsidRPr="004B327E" w:rsidRDefault="00E34F41" w:rsidP="0094519C">
      <w:pPr>
        <w:pStyle w:val="Odsekzoznamu"/>
        <w:numPr>
          <w:ilvl w:val="0"/>
          <w:numId w:val="19"/>
        </w:numPr>
        <w:spacing w:after="0" w:line="259" w:lineRule="auto"/>
        <w:ind w:left="0" w:right="0" w:firstLine="0"/>
      </w:pPr>
      <w:r w:rsidRPr="004B327E">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4B327E">
        <w:rPr>
          <w:b/>
          <w:bCs/>
          <w:color w:val="auto"/>
        </w:rPr>
        <w:t xml:space="preserve">: </w:t>
      </w:r>
      <w:r w:rsidR="004B327E" w:rsidRPr="004B327E">
        <w:rPr>
          <w:b/>
          <w:bCs/>
          <w:color w:val="auto"/>
        </w:rPr>
        <w:t>denne</w:t>
      </w:r>
      <w:r w:rsidR="004B327E">
        <w:rPr>
          <w:b/>
          <w:bCs/>
          <w:color w:val="auto"/>
        </w:rPr>
        <w:t xml:space="preserve">, </w:t>
      </w:r>
      <w:r w:rsidR="004B327E" w:rsidRPr="004B327E">
        <w:rPr>
          <w:b/>
          <w:bCs/>
          <w:color w:val="auto"/>
        </w:rPr>
        <w:t xml:space="preserve"> vrátane sobôt, nedelí a sviatkov </w:t>
      </w:r>
      <w:r w:rsidRPr="004B327E">
        <w:rPr>
          <w:b/>
          <w:color w:val="auto"/>
        </w:rPr>
        <w:t xml:space="preserve"> do </w:t>
      </w:r>
      <w:r w:rsidR="004B327E" w:rsidRPr="004B327E">
        <w:rPr>
          <w:b/>
          <w:color w:val="auto"/>
        </w:rPr>
        <w:t>06</w:t>
      </w:r>
      <w:r w:rsidRPr="004B327E">
        <w:rPr>
          <w:b/>
          <w:color w:val="auto"/>
        </w:rPr>
        <w:t>.</w:t>
      </w:r>
      <w:r w:rsidR="004B327E" w:rsidRPr="004B327E">
        <w:rPr>
          <w:b/>
          <w:color w:val="auto"/>
        </w:rPr>
        <w:t>30</w:t>
      </w:r>
      <w:r w:rsidRPr="004B327E">
        <w:rPr>
          <w:b/>
          <w:color w:val="auto"/>
        </w:rPr>
        <w:t xml:space="preserve"> hod., </w:t>
      </w:r>
    </w:p>
    <w:p w14:paraId="4783A6C3" w14:textId="77777777" w:rsidR="004B327E" w:rsidRPr="00BA1ED0" w:rsidRDefault="004B327E" w:rsidP="004B327E">
      <w:pPr>
        <w:pStyle w:val="Odsekzoznamu"/>
        <w:spacing w:after="0" w:line="259" w:lineRule="auto"/>
        <w:ind w:left="0" w:right="0" w:firstLine="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77777777" w:rsidR="00E34F41" w:rsidRPr="009C4B7D" w:rsidRDefault="00E34F41" w:rsidP="00E34F41">
      <w:pPr>
        <w:pStyle w:val="Odsekzoznamu"/>
        <w:numPr>
          <w:ilvl w:val="0"/>
          <w:numId w:val="19"/>
        </w:numPr>
        <w:spacing w:after="0" w:line="259" w:lineRule="auto"/>
        <w:ind w:left="0" w:right="0" w:firstLine="0"/>
        <w:rPr>
          <w:b/>
          <w:bCs/>
          <w:highlight w:val="yellow"/>
        </w:rPr>
      </w:pPr>
      <w:r w:rsidRPr="009C4B7D">
        <w:rPr>
          <w:highlight w:val="yellow"/>
        </w:rPr>
        <w:t xml:space="preserve">Kontaktnou osobou predávajúceho je: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4514255C" w:rsidR="00E34F41" w:rsidRPr="009C4B7D" w:rsidRDefault="00E34F41" w:rsidP="009C4B7D">
      <w:pPr>
        <w:pStyle w:val="Odsekzoznamu"/>
        <w:spacing w:after="0"/>
        <w:jc w:val="center"/>
        <w:rPr>
          <w:rFonts w:asciiTheme="minorHAnsi" w:hAnsiTheme="minorHAnsi"/>
          <w:b/>
        </w:rPr>
      </w:pPr>
      <w:r w:rsidRPr="009C4B7D">
        <w:rPr>
          <w:rFonts w:asciiTheme="minorHAnsi" w:hAnsiTheme="minorHAnsi"/>
          <w:b/>
          <w:color w:val="auto"/>
        </w:rPr>
        <w:t xml:space="preserve"> </w:t>
      </w:r>
      <w:r w:rsidR="009C4B7D" w:rsidRPr="009C4B7D">
        <w:rPr>
          <w:rFonts w:asciiTheme="minorHAnsi" w:hAnsiTheme="minorHAnsi"/>
          <w:b/>
          <w:color w:val="auto"/>
        </w:rPr>
        <w:t>€</w:t>
      </w:r>
      <w:r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Pr="009C4B7D">
        <w:rPr>
          <w:rFonts w:asciiTheme="minorHAnsi" w:hAnsiTheme="minorHAnsi"/>
          <w:b/>
        </w:rPr>
        <w:t>bez DPH</w:t>
      </w:r>
    </w:p>
    <w:p w14:paraId="1B60983A" w14:textId="1C543A0B"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4B327E">
        <w:rPr>
          <w:rFonts w:asciiTheme="minorHAnsi" w:hAnsiTheme="minorHAnsi"/>
          <w:b/>
        </w:rPr>
        <w:t xml:space="preserve">    </w:t>
      </w:r>
      <w:r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36EE946D" w:rsidR="00E34F41" w:rsidRPr="009C4B7D" w:rsidRDefault="004B327E" w:rsidP="009C4B7D">
      <w:pPr>
        <w:jc w:val="center"/>
        <w:rPr>
          <w:rFonts w:asciiTheme="minorHAnsi" w:hAnsiTheme="minorHAnsi"/>
          <w:b/>
          <w:sz w:val="22"/>
          <w:szCs w:val="22"/>
        </w:rPr>
      </w:pPr>
      <w:r>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527FB551"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Pr="007C33AF">
        <w:rPr>
          <w:b/>
        </w:rPr>
        <w:t>1.</w:t>
      </w:r>
      <w:r w:rsidR="004B327E">
        <w:rPr>
          <w:b/>
        </w:rPr>
        <w:t>05</w:t>
      </w:r>
      <w:r w:rsidRPr="007C33AF">
        <w:rPr>
          <w:b/>
        </w:rPr>
        <w:t>.20</w:t>
      </w:r>
      <w:r>
        <w:rPr>
          <w:b/>
        </w:rPr>
        <w:t>2</w:t>
      </w:r>
      <w:r w:rsidR="004B327E">
        <w:rPr>
          <w:b/>
        </w:rPr>
        <w:t>2</w:t>
      </w:r>
      <w:r w:rsidRPr="007C33AF">
        <w:rPr>
          <w:b/>
        </w:rPr>
        <w:t xml:space="preserve"> do 3</w:t>
      </w:r>
      <w:r w:rsidR="00CC7E56">
        <w:rPr>
          <w:b/>
        </w:rPr>
        <w:t>0</w:t>
      </w:r>
      <w:r w:rsidRPr="007C33AF">
        <w:rPr>
          <w:b/>
        </w:rPr>
        <w:t>.</w:t>
      </w:r>
      <w:r w:rsidR="004B327E">
        <w:rPr>
          <w:b/>
        </w:rPr>
        <w:t>04</w:t>
      </w:r>
      <w:r w:rsidRPr="007C33AF">
        <w:rPr>
          <w:b/>
        </w:rPr>
        <w:t>.20</w:t>
      </w:r>
      <w:r>
        <w:rPr>
          <w:b/>
        </w:rPr>
        <w:t>2</w:t>
      </w:r>
      <w:r w:rsidR="004B327E">
        <w:rPr>
          <w:b/>
        </w:rPr>
        <w:t>3</w:t>
      </w:r>
      <w:r w:rsidRPr="008C720E">
        <w:t xml:space="preserve"> </w:t>
      </w:r>
      <w:r>
        <w:t xml:space="preserve"> 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lastRenderedPageBreak/>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6629A76C"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4B327E">
        <w:rPr>
          <w:b/>
        </w:rPr>
        <w:t xml:space="preserve">chleba, pečiva a pekárenských </w:t>
      </w:r>
      <w:r w:rsidR="00CC7E56">
        <w:rPr>
          <w:b/>
        </w:rPr>
        <w:t xml:space="preserve"> výrobkov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07E86366"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 xml:space="preserve">o </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3261581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21DF4271"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036F6909" w:rsidR="00E34F41" w:rsidRDefault="00E34F41" w:rsidP="00E34F41">
      <w:pPr>
        <w:pStyle w:val="Odsekzoznamu"/>
        <w:numPr>
          <w:ilvl w:val="0"/>
          <w:numId w:val="21"/>
        </w:numPr>
        <w:spacing w:after="0" w:line="259" w:lineRule="auto"/>
        <w:ind w:left="0" w:right="0" w:firstLine="0"/>
      </w:pPr>
      <w:r>
        <w:t>Príloha č. 1 – Cenová ponuka:</w:t>
      </w:r>
    </w:p>
    <w:p w14:paraId="641D3291" w14:textId="279166DC" w:rsidR="00AE53E0" w:rsidRDefault="00AE53E0" w:rsidP="00E34F41">
      <w:pPr>
        <w:pStyle w:val="Odsekzoznamu"/>
        <w:numPr>
          <w:ilvl w:val="0"/>
          <w:numId w:val="21"/>
        </w:numPr>
        <w:spacing w:after="0" w:line="259" w:lineRule="auto"/>
        <w:ind w:left="0" w:right="0" w:firstLine="0"/>
      </w:pPr>
      <w:r>
        <w:t>Príloha č. 2 – Zoznam subdodávateľov</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5FA9A" w14:textId="77777777" w:rsidR="00C3022C" w:rsidRDefault="00C3022C">
      <w:r>
        <w:separator/>
      </w:r>
    </w:p>
  </w:endnote>
  <w:endnote w:type="continuationSeparator" w:id="0">
    <w:p w14:paraId="004A825E" w14:textId="77777777" w:rsidR="00C3022C" w:rsidRDefault="00C3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77777777"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018F1FC4" w:rsidR="005B578E" w:rsidRDefault="00AE53E0"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575F7" w14:textId="77777777" w:rsidR="00C3022C" w:rsidRDefault="00C3022C">
      <w:r>
        <w:separator/>
      </w:r>
    </w:p>
  </w:footnote>
  <w:footnote w:type="continuationSeparator" w:id="0">
    <w:p w14:paraId="49EB0764" w14:textId="77777777" w:rsidR="00C3022C" w:rsidRDefault="00C30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AE53E0"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56881276">
    <w:abstractNumId w:val="0"/>
  </w:num>
  <w:num w:numId="2" w16cid:durableId="1656300457">
    <w:abstractNumId w:val="17"/>
  </w:num>
  <w:num w:numId="3" w16cid:durableId="1363165374">
    <w:abstractNumId w:val="5"/>
  </w:num>
  <w:num w:numId="4" w16cid:durableId="132213214">
    <w:abstractNumId w:val="21"/>
  </w:num>
  <w:num w:numId="5" w16cid:durableId="1638802816">
    <w:abstractNumId w:val="15"/>
  </w:num>
  <w:num w:numId="6" w16cid:durableId="1107655931">
    <w:abstractNumId w:val="7"/>
  </w:num>
  <w:num w:numId="7" w16cid:durableId="87163957">
    <w:abstractNumId w:val="6"/>
  </w:num>
  <w:num w:numId="8" w16cid:durableId="743717958">
    <w:abstractNumId w:val="9"/>
  </w:num>
  <w:num w:numId="9" w16cid:durableId="2084990338">
    <w:abstractNumId w:val="22"/>
  </w:num>
  <w:num w:numId="10" w16cid:durableId="670177755">
    <w:abstractNumId w:val="19"/>
  </w:num>
  <w:num w:numId="11" w16cid:durableId="763695867">
    <w:abstractNumId w:val="2"/>
  </w:num>
  <w:num w:numId="12" w16cid:durableId="2116778831">
    <w:abstractNumId w:val="11"/>
  </w:num>
  <w:num w:numId="13" w16cid:durableId="1015113793">
    <w:abstractNumId w:val="20"/>
  </w:num>
  <w:num w:numId="14" w16cid:durableId="1422413170">
    <w:abstractNumId w:val="8"/>
  </w:num>
  <w:num w:numId="15" w16cid:durableId="729612960">
    <w:abstractNumId w:val="10"/>
  </w:num>
  <w:num w:numId="16" w16cid:durableId="2122189918">
    <w:abstractNumId w:val="16"/>
  </w:num>
  <w:num w:numId="17" w16cid:durableId="1091198492">
    <w:abstractNumId w:val="1"/>
  </w:num>
  <w:num w:numId="18" w16cid:durableId="705905569">
    <w:abstractNumId w:val="14"/>
  </w:num>
  <w:num w:numId="19" w16cid:durableId="1960914174">
    <w:abstractNumId w:val="3"/>
  </w:num>
  <w:num w:numId="20" w16cid:durableId="726952288">
    <w:abstractNumId w:val="13"/>
  </w:num>
  <w:num w:numId="21" w16cid:durableId="57634284">
    <w:abstractNumId w:val="4"/>
  </w:num>
  <w:num w:numId="22" w16cid:durableId="884024983">
    <w:abstractNumId w:val="18"/>
  </w:num>
  <w:num w:numId="23" w16cid:durableId="479929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35F7"/>
    <w:rsid w:val="00310BC1"/>
    <w:rsid w:val="003214E1"/>
    <w:rsid w:val="00356F48"/>
    <w:rsid w:val="00357958"/>
    <w:rsid w:val="003617A4"/>
    <w:rsid w:val="00364AD5"/>
    <w:rsid w:val="00374108"/>
    <w:rsid w:val="00390E03"/>
    <w:rsid w:val="00394EA9"/>
    <w:rsid w:val="003A2548"/>
    <w:rsid w:val="003A605B"/>
    <w:rsid w:val="003C1160"/>
    <w:rsid w:val="003C5721"/>
    <w:rsid w:val="003E7291"/>
    <w:rsid w:val="003F3343"/>
    <w:rsid w:val="003F5C1E"/>
    <w:rsid w:val="0042392F"/>
    <w:rsid w:val="00437E4F"/>
    <w:rsid w:val="00462755"/>
    <w:rsid w:val="00462907"/>
    <w:rsid w:val="00462A78"/>
    <w:rsid w:val="00466483"/>
    <w:rsid w:val="004B2ED5"/>
    <w:rsid w:val="004B327E"/>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F7DC4"/>
    <w:rsid w:val="0080282E"/>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A5189"/>
    <w:rsid w:val="009C4B7D"/>
    <w:rsid w:val="009D48A4"/>
    <w:rsid w:val="009E4329"/>
    <w:rsid w:val="009E468B"/>
    <w:rsid w:val="009E4BFC"/>
    <w:rsid w:val="009F58EA"/>
    <w:rsid w:val="00A16558"/>
    <w:rsid w:val="00A313F1"/>
    <w:rsid w:val="00A47E46"/>
    <w:rsid w:val="00A660E0"/>
    <w:rsid w:val="00A66BBF"/>
    <w:rsid w:val="00A850A6"/>
    <w:rsid w:val="00A8528E"/>
    <w:rsid w:val="00A95794"/>
    <w:rsid w:val="00AC399F"/>
    <w:rsid w:val="00AE53E0"/>
    <w:rsid w:val="00AF519D"/>
    <w:rsid w:val="00B2092B"/>
    <w:rsid w:val="00B20EF0"/>
    <w:rsid w:val="00B30212"/>
    <w:rsid w:val="00BA252A"/>
    <w:rsid w:val="00BB1127"/>
    <w:rsid w:val="00BB723C"/>
    <w:rsid w:val="00BD24CB"/>
    <w:rsid w:val="00C03F6D"/>
    <w:rsid w:val="00C15A61"/>
    <w:rsid w:val="00C3022C"/>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777F"/>
    <w:rsid w:val="00E34F41"/>
    <w:rsid w:val="00E37579"/>
    <w:rsid w:val="00E4079F"/>
    <w:rsid w:val="00E4361B"/>
    <w:rsid w:val="00E44728"/>
    <w:rsid w:val="00E44F84"/>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le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3</TotalTime>
  <Pages>7</Pages>
  <Words>2379</Words>
  <Characters>13563</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15911</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2013-11-21T08:08:00Z</cp:lastPrinted>
  <dcterms:created xsi:type="dcterms:W3CDTF">2022-04-22T09:25:00Z</dcterms:created>
  <dcterms:modified xsi:type="dcterms:W3CDTF">2022-05-03T12:09:00Z</dcterms:modified>
</cp:coreProperties>
</file>