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1FBB23EE" w:rsidR="00785BCA" w:rsidRPr="00BE5BF7" w:rsidRDefault="009C6C80" w:rsidP="00785BCA">
      <w:pPr>
        <w:jc w:val="center"/>
      </w:pPr>
      <w:r w:rsidRPr="009C6C80">
        <w:t>MAGS OVO:</w:t>
      </w:r>
      <w:r>
        <w:t xml:space="preserve"> </w:t>
      </w:r>
      <w:r w:rsidR="00F624BE" w:rsidRPr="00F624BE">
        <w:t>58891/2019</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3E1C8AC0" w14:textId="4EA61812" w:rsidR="00D37876" w:rsidRDefault="00D37876" w:rsidP="00D37876">
      <w:pPr>
        <w:jc w:val="center"/>
      </w:pPr>
      <w:r>
        <w:rPr>
          <w:sz w:val="24"/>
          <w:szCs w:val="24"/>
        </w:rPr>
        <w:t>Energeticky efektívna rekonštrukcia budov Hl. mesta SR Bratislavy s využitím garantovanej energetickej služby – balík GES 0</w:t>
      </w:r>
      <w:r w:rsidR="001364AC">
        <w:rPr>
          <w:sz w:val="24"/>
          <w:szCs w:val="24"/>
        </w:rPr>
        <w:t>5</w:t>
      </w:r>
    </w:p>
    <w:p w14:paraId="76A3D7B4" w14:textId="06971EDD" w:rsidR="00DD3FC4" w:rsidRPr="00BE5BF7" w:rsidRDefault="00DD3FC4" w:rsidP="00785BCA">
      <w:pPr>
        <w:jc w:val="center"/>
      </w:pPr>
    </w:p>
    <w:p w14:paraId="6E87AB2C" w14:textId="77777777" w:rsidR="00DD3FC4" w:rsidRPr="00BE5BF7" w:rsidRDefault="00DD3FC4"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4A26278E" w:rsidR="006A05E3" w:rsidRPr="007F32AF" w:rsidRDefault="000552AF" w:rsidP="006A05E3">
            <w:pPr>
              <w:jc w:val="right"/>
            </w:pPr>
            <w:r w:rsidRPr="007F32AF">
              <w:t>Marian Szakáll</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47FB9123" w14:textId="16A0B206" w:rsidR="00DD3FC4" w:rsidRPr="00BE5BF7" w:rsidRDefault="00BF1097" w:rsidP="00DD3FC4">
            <w:r>
              <w:t>Vedúci Oddelenia verejného obstarávania</w:t>
            </w:r>
            <w:r w:rsidR="00DD3FC4" w:rsidRPr="00BE5BF7">
              <w:t>:</w:t>
            </w:r>
          </w:p>
          <w:p w14:paraId="3FAA2BCC" w14:textId="77777777" w:rsidR="00BD69BA" w:rsidRPr="00BE5BF7" w:rsidRDefault="00BD69BA" w:rsidP="00DD3FC4"/>
        </w:tc>
        <w:tc>
          <w:tcPr>
            <w:tcW w:w="4382" w:type="dxa"/>
            <w:tcBorders>
              <w:top w:val="single" w:sz="4" w:space="0" w:color="auto"/>
            </w:tcBorders>
            <w:shd w:val="clear" w:color="auto" w:fill="auto"/>
          </w:tcPr>
          <w:p w14:paraId="61BBAA28" w14:textId="77777777" w:rsidR="00BD69BA" w:rsidRPr="009C6C80" w:rsidRDefault="00BD69BA" w:rsidP="00BD69BA">
            <w:pPr>
              <w:rPr>
                <w:szCs w:val="20"/>
              </w:rPr>
            </w:pPr>
          </w:p>
          <w:p w14:paraId="36CC582F" w14:textId="585FD711" w:rsidR="00DD3FC4" w:rsidRPr="009C6C80" w:rsidRDefault="00DD3FC4" w:rsidP="00DD3FC4">
            <w:pPr>
              <w:jc w:val="right"/>
            </w:pPr>
          </w:p>
          <w:p w14:paraId="6FCA98C4" w14:textId="77777777" w:rsidR="00DD3FC4" w:rsidRPr="009C6C80" w:rsidRDefault="00DD3FC4" w:rsidP="00DD3FC4">
            <w:pPr>
              <w:jc w:val="right"/>
            </w:pPr>
          </w:p>
          <w:p w14:paraId="396AA448" w14:textId="63080AE6" w:rsidR="00BD69BA" w:rsidRPr="009C6C80" w:rsidRDefault="00BF1097" w:rsidP="00DD3FC4">
            <w:pPr>
              <w:jc w:val="right"/>
            </w:pPr>
            <w:r w:rsidRPr="009C6C80">
              <w:t>Michal Garaj</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6153B90F"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1364AC">
        <w:t xml:space="preserve">  </w:t>
      </w:r>
      <w:r w:rsidR="00F624BE">
        <w:t>19</w:t>
      </w:r>
      <w:r w:rsidR="001364AC">
        <w:t>. 11. 2019</w:t>
      </w:r>
    </w:p>
    <w:p w14:paraId="1670C611" w14:textId="03943C2C" w:rsidR="00D91E6D" w:rsidRPr="00BE5BF7" w:rsidRDefault="00D91E6D">
      <w:pPr>
        <w:pStyle w:val="Obsah1"/>
        <w:rPr>
          <w:noProof w:val="0"/>
          <w:u w:val="single"/>
        </w:rPr>
      </w:pPr>
      <w:bookmarkStart w:id="2" w:name="_Toc444084932"/>
      <w:r w:rsidRPr="00BE5BF7">
        <w:rPr>
          <w:noProof w:val="0"/>
          <w:u w:val="single"/>
        </w:rPr>
        <w:lastRenderedPageBreak/>
        <w:t>Obsah súťažných podkladov</w:t>
      </w:r>
    </w:p>
    <w:p w14:paraId="68D5246C" w14:textId="77777777" w:rsidR="00D91E6D" w:rsidRPr="00BE5BF7" w:rsidRDefault="00D91E6D" w:rsidP="00D91E6D"/>
    <w:p w14:paraId="3C6B0A8A" w14:textId="038C5CF6" w:rsidR="00856459" w:rsidRPr="00BE5BF7" w:rsidRDefault="00485661">
      <w:pPr>
        <w:pStyle w:val="Obsah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12196213" w:history="1">
        <w:r w:rsidR="00856459" w:rsidRPr="00BE5BF7">
          <w:rPr>
            <w:rStyle w:val="Hypertextovprepojenie"/>
          </w:rPr>
          <w:t>ČASŤ A</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Pokyny pre uchádzačov</w:t>
        </w:r>
        <w:r w:rsidR="00856459" w:rsidRPr="00BE5BF7">
          <w:rPr>
            <w:webHidden/>
          </w:rPr>
          <w:tab/>
        </w:r>
        <w:r w:rsidR="00856459" w:rsidRPr="00BE5BF7">
          <w:rPr>
            <w:webHidden/>
          </w:rPr>
          <w:fldChar w:fldCharType="begin"/>
        </w:r>
        <w:r w:rsidR="00856459" w:rsidRPr="00BE5BF7">
          <w:rPr>
            <w:webHidden/>
          </w:rPr>
          <w:instrText xml:space="preserve"> PAGEREF _Toc12196213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71802DDE" w14:textId="11244E06"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14" w:history="1">
        <w:r w:rsidR="00856459" w:rsidRPr="00BE5BF7">
          <w:rPr>
            <w:rStyle w:val="Hypertextovprepojenie"/>
          </w:rPr>
          <w:t>ODDIEL 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Všeobecné informácie</w:t>
        </w:r>
        <w:r w:rsidR="00856459" w:rsidRPr="00BE5BF7">
          <w:rPr>
            <w:webHidden/>
          </w:rPr>
          <w:tab/>
        </w:r>
        <w:r w:rsidR="00856459" w:rsidRPr="00BE5BF7">
          <w:rPr>
            <w:webHidden/>
          </w:rPr>
          <w:fldChar w:fldCharType="begin"/>
        </w:r>
        <w:r w:rsidR="00856459" w:rsidRPr="00BE5BF7">
          <w:rPr>
            <w:webHidden/>
          </w:rPr>
          <w:instrText xml:space="preserve"> PAGEREF _Toc12196214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5D6C8067" w14:textId="2638CC8D" w:rsidR="00856459" w:rsidRPr="00BE5BF7" w:rsidRDefault="00002664">
      <w:pPr>
        <w:pStyle w:val="Obsah3"/>
        <w:rPr>
          <w:rFonts w:eastAsiaTheme="minorEastAsia"/>
          <w:i w:val="0"/>
          <w:iCs w:val="0"/>
          <w:noProof/>
          <w:sz w:val="22"/>
          <w:szCs w:val="22"/>
          <w:lang w:eastAsia="sk-SK"/>
        </w:rPr>
      </w:pPr>
      <w:hyperlink w:anchor="_Toc12196215"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Identifikácia verejného obstarávateľa podľa § 7 ZVO</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_Toc12196215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686D8D8" w14:textId="683BD337" w:rsidR="00856459" w:rsidRPr="00BE5BF7" w:rsidRDefault="00002664">
      <w:pPr>
        <w:pStyle w:val="Obsah3"/>
        <w:rPr>
          <w:rFonts w:eastAsiaTheme="minorEastAsia"/>
          <w:i w:val="0"/>
          <w:iCs w:val="0"/>
          <w:noProof/>
          <w:sz w:val="22"/>
          <w:szCs w:val="22"/>
          <w:lang w:eastAsia="sk-SK"/>
        </w:rPr>
      </w:pPr>
      <w:hyperlink w:anchor="_Toc12196216"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_Toc12196216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1E399FC0" w14:textId="7998DA9D" w:rsidR="00856459" w:rsidRPr="00BE5BF7" w:rsidRDefault="00002664">
      <w:pPr>
        <w:pStyle w:val="Obsah3"/>
        <w:rPr>
          <w:rFonts w:eastAsiaTheme="minorEastAsia"/>
          <w:i w:val="0"/>
          <w:iCs w:val="0"/>
          <w:noProof/>
          <w:sz w:val="22"/>
          <w:szCs w:val="22"/>
          <w:lang w:eastAsia="sk-SK"/>
        </w:rPr>
      </w:pPr>
      <w:hyperlink w:anchor="_Toc12196217"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Komplexnosť dodávky a jej nedeliteľnosť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_Toc12196217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3B254F4" w14:textId="269D9665" w:rsidR="00856459" w:rsidRPr="00BE5BF7" w:rsidRDefault="00002664">
      <w:pPr>
        <w:pStyle w:val="Obsah3"/>
        <w:rPr>
          <w:rFonts w:eastAsiaTheme="minorEastAsia"/>
          <w:i w:val="0"/>
          <w:iCs w:val="0"/>
          <w:noProof/>
          <w:sz w:val="22"/>
          <w:szCs w:val="22"/>
          <w:lang w:eastAsia="sk-SK"/>
        </w:rPr>
      </w:pPr>
      <w:hyperlink w:anchor="_Toc12196218"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Zdroj finančných prostriedkov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_Toc12196218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0B71E411" w14:textId="2324BD7B" w:rsidR="00856459" w:rsidRPr="00BE5BF7" w:rsidRDefault="00002664">
      <w:pPr>
        <w:pStyle w:val="Obsah3"/>
        <w:rPr>
          <w:rFonts w:eastAsiaTheme="minorEastAsia"/>
          <w:i w:val="0"/>
          <w:iCs w:val="0"/>
          <w:noProof/>
          <w:sz w:val="22"/>
          <w:szCs w:val="22"/>
          <w:lang w:eastAsia="sk-SK"/>
        </w:rPr>
      </w:pPr>
      <w:hyperlink w:anchor="_Toc12196219"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Zmluva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_Toc12196219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2B472855" w14:textId="544FAB29" w:rsidR="00856459" w:rsidRPr="00BE5BF7" w:rsidRDefault="00002664">
      <w:pPr>
        <w:pStyle w:val="Obsah3"/>
        <w:rPr>
          <w:rFonts w:eastAsiaTheme="minorEastAsia"/>
          <w:i w:val="0"/>
          <w:iCs w:val="0"/>
          <w:noProof/>
          <w:sz w:val="22"/>
          <w:szCs w:val="22"/>
          <w:lang w:eastAsia="sk-SK"/>
        </w:rPr>
      </w:pPr>
      <w:hyperlink w:anchor="_Toc12196220"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Miesto a 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_Toc12196220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63E31BA5" w14:textId="35DB42E9" w:rsidR="00856459" w:rsidRPr="00BE5BF7" w:rsidRDefault="00002664">
      <w:pPr>
        <w:pStyle w:val="Obsah3"/>
        <w:rPr>
          <w:rFonts w:eastAsiaTheme="minorEastAsia"/>
          <w:i w:val="0"/>
          <w:iCs w:val="0"/>
          <w:noProof/>
          <w:sz w:val="22"/>
          <w:szCs w:val="22"/>
          <w:lang w:eastAsia="sk-SK"/>
        </w:rPr>
      </w:pPr>
      <w:hyperlink w:anchor="_Toc12196221"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Oprávnení uchádzači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_Toc12196221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1AA86FD2" w14:textId="14739A4C" w:rsidR="00856459" w:rsidRPr="00BE5BF7" w:rsidRDefault="00002664">
      <w:pPr>
        <w:pStyle w:val="Obsah3"/>
        <w:rPr>
          <w:rFonts w:eastAsiaTheme="minorEastAsia"/>
          <w:i w:val="0"/>
          <w:iCs w:val="0"/>
          <w:noProof/>
          <w:sz w:val="22"/>
          <w:szCs w:val="22"/>
          <w:lang w:eastAsia="sk-SK"/>
        </w:rPr>
      </w:pPr>
      <w:hyperlink w:anchor="_Toc12196222"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Predloženie a obsah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_Toc12196222 \h </w:instrText>
        </w:r>
        <w:r w:rsidR="00856459" w:rsidRPr="00BE5BF7">
          <w:rPr>
            <w:noProof/>
            <w:webHidden/>
          </w:rPr>
        </w:r>
        <w:r w:rsidR="00856459" w:rsidRPr="00BE5BF7">
          <w:rPr>
            <w:noProof/>
            <w:webHidden/>
          </w:rPr>
          <w:fldChar w:fldCharType="separate"/>
        </w:r>
        <w:r w:rsidR="00615B49">
          <w:rPr>
            <w:noProof/>
            <w:webHidden/>
          </w:rPr>
          <w:t>6</w:t>
        </w:r>
        <w:r w:rsidR="00856459" w:rsidRPr="00BE5BF7">
          <w:rPr>
            <w:noProof/>
            <w:webHidden/>
          </w:rPr>
          <w:fldChar w:fldCharType="end"/>
        </w:r>
      </w:hyperlink>
    </w:p>
    <w:p w14:paraId="4AD68DD3" w14:textId="40B7BC4D" w:rsidR="00856459" w:rsidRPr="00BE5BF7" w:rsidRDefault="00002664">
      <w:pPr>
        <w:pStyle w:val="Obsah3"/>
        <w:rPr>
          <w:rFonts w:eastAsiaTheme="minorEastAsia"/>
          <w:i w:val="0"/>
          <w:iCs w:val="0"/>
          <w:noProof/>
          <w:sz w:val="22"/>
          <w:szCs w:val="22"/>
          <w:lang w:eastAsia="sk-SK"/>
        </w:rPr>
      </w:pPr>
      <w:hyperlink w:anchor="_Toc12196223"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Variantné riešenie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_Toc12196223 \h </w:instrText>
        </w:r>
        <w:r w:rsidR="00856459" w:rsidRPr="00BE5BF7">
          <w:rPr>
            <w:noProof/>
            <w:webHidden/>
          </w:rPr>
        </w:r>
        <w:r w:rsidR="00856459" w:rsidRPr="00BE5BF7">
          <w:rPr>
            <w:noProof/>
            <w:webHidden/>
          </w:rPr>
          <w:fldChar w:fldCharType="separate"/>
        </w:r>
        <w:r w:rsidR="00615B49">
          <w:rPr>
            <w:noProof/>
            <w:webHidden/>
          </w:rPr>
          <w:t>8</w:t>
        </w:r>
        <w:r w:rsidR="00856459" w:rsidRPr="00BE5BF7">
          <w:rPr>
            <w:noProof/>
            <w:webHidden/>
          </w:rPr>
          <w:fldChar w:fldCharType="end"/>
        </w:r>
      </w:hyperlink>
    </w:p>
    <w:p w14:paraId="240BBCE2" w14:textId="003CDDEB" w:rsidR="00856459" w:rsidRPr="00BE5BF7" w:rsidRDefault="00002664">
      <w:pPr>
        <w:pStyle w:val="Obsah3"/>
        <w:tabs>
          <w:tab w:val="left" w:pos="709"/>
        </w:tabs>
        <w:rPr>
          <w:rFonts w:eastAsiaTheme="minorEastAsia"/>
          <w:i w:val="0"/>
          <w:iCs w:val="0"/>
          <w:noProof/>
          <w:sz w:val="22"/>
          <w:szCs w:val="22"/>
          <w:lang w:eastAsia="sk-SK"/>
        </w:rPr>
      </w:pPr>
      <w:hyperlink w:anchor="_Toc12196224"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Platnosť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_Toc12196224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159ECC9" w14:textId="05308A46" w:rsidR="00856459" w:rsidRPr="00BE5BF7" w:rsidRDefault="00002664">
      <w:pPr>
        <w:pStyle w:val="Obsah3"/>
        <w:tabs>
          <w:tab w:val="left" w:pos="709"/>
        </w:tabs>
        <w:rPr>
          <w:rFonts w:eastAsiaTheme="minorEastAsia"/>
          <w:i w:val="0"/>
          <w:iCs w:val="0"/>
          <w:noProof/>
          <w:sz w:val="22"/>
          <w:szCs w:val="22"/>
          <w:lang w:eastAsia="sk-SK"/>
        </w:rPr>
      </w:pPr>
      <w:hyperlink w:anchor="_Toc12196225" w:history="1">
        <w:r w:rsidR="00856459" w:rsidRPr="00BE5BF7">
          <w:rPr>
            <w:rStyle w:val="Hypertextovprepojenie"/>
            <w:rFonts w:cs="Times New Roman"/>
            <w:noProof/>
          </w:rPr>
          <w:t>11</w:t>
        </w:r>
        <w:r w:rsidR="00856459" w:rsidRPr="00BE5BF7">
          <w:rPr>
            <w:rFonts w:eastAsiaTheme="minorEastAsia"/>
            <w:i w:val="0"/>
            <w:iCs w:val="0"/>
            <w:noProof/>
            <w:sz w:val="22"/>
            <w:szCs w:val="22"/>
            <w:lang w:eastAsia="sk-SK"/>
          </w:rPr>
          <w:tab/>
        </w:r>
        <w:r w:rsidR="00856459" w:rsidRPr="00BE5BF7">
          <w:rPr>
            <w:rStyle w:val="Hypertextovprepojenie"/>
            <w:noProof/>
          </w:rPr>
          <w:t>Náklady na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_Toc12196225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21DDCE30" w14:textId="1EF6A61A"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26" w:history="1">
        <w:r w:rsidR="00856459" w:rsidRPr="00BE5BF7">
          <w:rPr>
            <w:rStyle w:val="Hypertextovprepojenie"/>
          </w:rPr>
          <w:t>ODDIEL 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Dorozumievanie medzi Verejným obstarávateľom a</w:t>
        </w:r>
        <w:r w:rsidR="00856459" w:rsidRPr="00BE5BF7">
          <w:rPr>
            <w:rStyle w:val="Hypertextovprepojenie"/>
            <w:rFonts w:cs="Calibri"/>
          </w:rPr>
          <w:t> </w:t>
        </w:r>
        <w:r w:rsidR="00856459" w:rsidRPr="00BE5BF7">
          <w:rPr>
            <w:rStyle w:val="Hypertextovprepojenie"/>
          </w:rPr>
          <w:t>uch</w:t>
        </w:r>
        <w:r w:rsidR="00856459" w:rsidRPr="00BE5BF7">
          <w:rPr>
            <w:rStyle w:val="Hypertextovprepojenie"/>
            <w:rFonts w:cs="Proba Pro"/>
          </w:rPr>
          <w:t>á</w:t>
        </w:r>
        <w:r w:rsidR="00856459" w:rsidRPr="00BE5BF7">
          <w:rPr>
            <w:rStyle w:val="Hypertextovprepojenie"/>
          </w:rPr>
          <w:t>dza</w:t>
        </w:r>
        <w:r w:rsidR="00856459" w:rsidRPr="00BE5BF7">
          <w:rPr>
            <w:rStyle w:val="Hypertextovprepojenie"/>
            <w:rFonts w:cs="Proba Pro"/>
          </w:rPr>
          <w:t>č</w:t>
        </w:r>
        <w:r w:rsidR="00856459" w:rsidRPr="00BE5BF7">
          <w:rPr>
            <w:rStyle w:val="Hypertextovprepojenie"/>
          </w:rPr>
          <w:t>mi alebo z</w:t>
        </w:r>
        <w:r w:rsidR="00856459" w:rsidRPr="00BE5BF7">
          <w:rPr>
            <w:rStyle w:val="Hypertextovprepojenie"/>
            <w:rFonts w:cs="Proba Pro"/>
          </w:rPr>
          <w:t>á</w:t>
        </w:r>
        <w:r w:rsidR="00856459" w:rsidRPr="00BE5BF7">
          <w:rPr>
            <w:rStyle w:val="Hypertextovprepojenie"/>
          </w:rPr>
          <w:t>ujemcami</w:t>
        </w:r>
        <w:r w:rsidR="00856459" w:rsidRPr="00BE5BF7">
          <w:rPr>
            <w:webHidden/>
          </w:rPr>
          <w:tab/>
        </w:r>
        <w:r w:rsidR="00856459" w:rsidRPr="00BE5BF7">
          <w:rPr>
            <w:webHidden/>
          </w:rPr>
          <w:fldChar w:fldCharType="begin"/>
        </w:r>
        <w:r w:rsidR="00856459" w:rsidRPr="00BE5BF7">
          <w:rPr>
            <w:webHidden/>
          </w:rPr>
          <w:instrText xml:space="preserve"> PAGEREF _Toc12196226 \h </w:instrText>
        </w:r>
        <w:r w:rsidR="00856459" w:rsidRPr="00BE5BF7">
          <w:rPr>
            <w:webHidden/>
          </w:rPr>
        </w:r>
        <w:r w:rsidR="00856459" w:rsidRPr="00BE5BF7">
          <w:rPr>
            <w:webHidden/>
          </w:rPr>
          <w:fldChar w:fldCharType="separate"/>
        </w:r>
        <w:r w:rsidR="00615B49">
          <w:rPr>
            <w:webHidden/>
          </w:rPr>
          <w:t>9</w:t>
        </w:r>
        <w:r w:rsidR="00856459" w:rsidRPr="00BE5BF7">
          <w:rPr>
            <w:webHidden/>
          </w:rPr>
          <w:fldChar w:fldCharType="end"/>
        </w:r>
      </w:hyperlink>
    </w:p>
    <w:p w14:paraId="553BC1F5" w14:textId="1702F088" w:rsidR="00856459" w:rsidRPr="00BE5BF7" w:rsidRDefault="00002664">
      <w:pPr>
        <w:pStyle w:val="Obsah3"/>
        <w:tabs>
          <w:tab w:val="left" w:pos="709"/>
        </w:tabs>
        <w:rPr>
          <w:rFonts w:eastAsiaTheme="minorEastAsia"/>
          <w:i w:val="0"/>
          <w:iCs w:val="0"/>
          <w:noProof/>
          <w:sz w:val="22"/>
          <w:szCs w:val="22"/>
          <w:lang w:eastAsia="sk-SK"/>
        </w:rPr>
      </w:pPr>
      <w:hyperlink w:anchor="_Toc12196227" w:history="1">
        <w:r w:rsidR="00856459" w:rsidRPr="00BE5BF7">
          <w:rPr>
            <w:rStyle w:val="Hypertextovprepojenie"/>
            <w:rFonts w:cs="Times New Roman"/>
            <w:noProof/>
          </w:rPr>
          <w:t>12</w:t>
        </w:r>
        <w:r w:rsidR="00856459" w:rsidRPr="00BE5BF7">
          <w:rPr>
            <w:rFonts w:eastAsiaTheme="minorEastAsia"/>
            <w:i w:val="0"/>
            <w:iCs w:val="0"/>
            <w:noProof/>
            <w:sz w:val="22"/>
            <w:szCs w:val="22"/>
            <w:lang w:eastAsia="sk-SK"/>
          </w:rPr>
          <w:tab/>
        </w:r>
        <w:r w:rsidR="00856459" w:rsidRPr="00BE5BF7">
          <w:rPr>
            <w:rStyle w:val="Hypertextovprepojenie"/>
            <w:noProof/>
          </w:rPr>
          <w:t>Dorozumievanie medzi Verejným obstarávateľom a uchádzačmi alebo záujemcami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_Toc12196227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08CA885" w14:textId="559E40FD" w:rsidR="00856459" w:rsidRPr="00BE5BF7" w:rsidRDefault="00002664">
      <w:pPr>
        <w:pStyle w:val="Obsah3"/>
        <w:tabs>
          <w:tab w:val="left" w:pos="709"/>
        </w:tabs>
        <w:rPr>
          <w:rFonts w:eastAsiaTheme="minorEastAsia"/>
          <w:i w:val="0"/>
          <w:iCs w:val="0"/>
          <w:noProof/>
          <w:sz w:val="22"/>
          <w:szCs w:val="22"/>
          <w:lang w:eastAsia="sk-SK"/>
        </w:rPr>
      </w:pPr>
      <w:hyperlink w:anchor="_Toc12196228" w:history="1">
        <w:r w:rsidR="00856459" w:rsidRPr="00BE5BF7">
          <w:rPr>
            <w:rStyle w:val="Hypertextovprepojenie"/>
            <w:rFonts w:cs="Times New Roman"/>
            <w:noProof/>
          </w:rPr>
          <w:t>13</w:t>
        </w:r>
        <w:r w:rsidR="00856459" w:rsidRPr="00BE5BF7">
          <w:rPr>
            <w:rFonts w:eastAsiaTheme="minorEastAsia"/>
            <w:i w:val="0"/>
            <w:iCs w:val="0"/>
            <w:noProof/>
            <w:sz w:val="22"/>
            <w:szCs w:val="22"/>
            <w:lang w:eastAsia="sk-SK"/>
          </w:rPr>
          <w:tab/>
        </w:r>
        <w:r w:rsidR="00856459" w:rsidRPr="00BE5BF7">
          <w:rPr>
            <w:rStyle w:val="Hypertextovprepojenie"/>
            <w:noProof/>
          </w:rPr>
          <w:t>Vysvetľovanie a doplnenie súťažných podkladov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_Toc12196228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5F29F252" w14:textId="6BD9C0F0" w:rsidR="00856459" w:rsidRPr="00BE5BF7" w:rsidRDefault="00002664">
      <w:pPr>
        <w:pStyle w:val="Obsah3"/>
        <w:tabs>
          <w:tab w:val="left" w:pos="709"/>
        </w:tabs>
        <w:rPr>
          <w:rFonts w:eastAsiaTheme="minorEastAsia"/>
          <w:i w:val="0"/>
          <w:iCs w:val="0"/>
          <w:noProof/>
          <w:sz w:val="22"/>
          <w:szCs w:val="22"/>
          <w:lang w:eastAsia="sk-SK"/>
        </w:rPr>
      </w:pPr>
      <w:hyperlink w:anchor="_Toc12196229" w:history="1">
        <w:r w:rsidR="00856459" w:rsidRPr="00BE5BF7">
          <w:rPr>
            <w:rStyle w:val="Hypertextovprepojenie"/>
            <w:rFonts w:cs="Times New Roman"/>
            <w:noProof/>
          </w:rPr>
          <w:t>14</w:t>
        </w:r>
        <w:r w:rsidR="00856459" w:rsidRPr="00BE5BF7">
          <w:rPr>
            <w:rFonts w:eastAsiaTheme="minorEastAsia"/>
            <w:i w:val="0"/>
            <w:iCs w:val="0"/>
            <w:noProof/>
            <w:sz w:val="22"/>
            <w:szCs w:val="22"/>
            <w:lang w:eastAsia="sk-SK"/>
          </w:rPr>
          <w:tab/>
        </w:r>
        <w:r w:rsidR="00856459" w:rsidRPr="00BE5BF7">
          <w:rPr>
            <w:rStyle w:val="Hypertextovprepojenie"/>
            <w:noProof/>
          </w:rPr>
          <w:t>Obhliadka miesta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_Toc12196229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6742254E" w14:textId="4B17D3AB"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30" w:history="1">
        <w:r w:rsidR="00856459" w:rsidRPr="00BE5BF7">
          <w:rPr>
            <w:rStyle w:val="Hypertextovprepojenie"/>
          </w:rPr>
          <w:t>ODDIEL III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Príprava ponuky</w:t>
        </w:r>
        <w:r w:rsidR="00856459" w:rsidRPr="00BE5BF7">
          <w:rPr>
            <w:webHidden/>
          </w:rPr>
          <w:tab/>
        </w:r>
        <w:r w:rsidR="00856459" w:rsidRPr="00BE5BF7">
          <w:rPr>
            <w:webHidden/>
          </w:rPr>
          <w:fldChar w:fldCharType="begin"/>
        </w:r>
        <w:r w:rsidR="00856459" w:rsidRPr="00BE5BF7">
          <w:rPr>
            <w:webHidden/>
          </w:rPr>
          <w:instrText xml:space="preserve"> PAGEREF _Toc12196230 \h </w:instrText>
        </w:r>
        <w:r w:rsidR="00856459" w:rsidRPr="00BE5BF7">
          <w:rPr>
            <w:webHidden/>
          </w:rPr>
        </w:r>
        <w:r w:rsidR="00856459" w:rsidRPr="00BE5BF7">
          <w:rPr>
            <w:webHidden/>
          </w:rPr>
          <w:fldChar w:fldCharType="separate"/>
        </w:r>
        <w:r w:rsidR="00615B49">
          <w:rPr>
            <w:webHidden/>
          </w:rPr>
          <w:t>10</w:t>
        </w:r>
        <w:r w:rsidR="00856459" w:rsidRPr="00BE5BF7">
          <w:rPr>
            <w:webHidden/>
          </w:rPr>
          <w:fldChar w:fldCharType="end"/>
        </w:r>
      </w:hyperlink>
    </w:p>
    <w:p w14:paraId="6F9E024A" w14:textId="0F30C948" w:rsidR="00856459" w:rsidRPr="00BE5BF7" w:rsidRDefault="00002664">
      <w:pPr>
        <w:pStyle w:val="Obsah3"/>
        <w:tabs>
          <w:tab w:val="left" w:pos="709"/>
        </w:tabs>
        <w:rPr>
          <w:rFonts w:eastAsiaTheme="minorEastAsia"/>
          <w:i w:val="0"/>
          <w:iCs w:val="0"/>
          <w:noProof/>
          <w:sz w:val="22"/>
          <w:szCs w:val="22"/>
          <w:lang w:eastAsia="sk-SK"/>
        </w:rPr>
      </w:pPr>
      <w:hyperlink w:anchor="_Toc12196231" w:history="1">
        <w:r w:rsidR="00856459" w:rsidRPr="00BE5BF7">
          <w:rPr>
            <w:rStyle w:val="Hypertextovprepojenie"/>
            <w:rFonts w:cs="Times New Roman"/>
            <w:noProof/>
          </w:rPr>
          <w:t>15</w:t>
        </w:r>
        <w:r w:rsidR="00856459" w:rsidRPr="00BE5BF7">
          <w:rPr>
            <w:rFonts w:eastAsiaTheme="minorEastAsia"/>
            <w:i w:val="0"/>
            <w:iCs w:val="0"/>
            <w:noProof/>
            <w:sz w:val="22"/>
            <w:szCs w:val="22"/>
            <w:lang w:eastAsia="sk-SK"/>
          </w:rPr>
          <w:tab/>
        </w:r>
        <w:r w:rsidR="00856459" w:rsidRPr="00BE5BF7">
          <w:rPr>
            <w:rStyle w:val="Hypertextovprepojenie"/>
            <w:noProof/>
          </w:rPr>
          <w:t>Jazyk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_Toc12196231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1BCAD2BC" w14:textId="3748528E" w:rsidR="00856459" w:rsidRPr="00BE5BF7" w:rsidRDefault="00002664">
      <w:pPr>
        <w:pStyle w:val="Obsah3"/>
        <w:tabs>
          <w:tab w:val="left" w:pos="709"/>
        </w:tabs>
        <w:rPr>
          <w:rFonts w:eastAsiaTheme="minorEastAsia"/>
          <w:i w:val="0"/>
          <w:iCs w:val="0"/>
          <w:noProof/>
          <w:sz w:val="22"/>
          <w:szCs w:val="22"/>
          <w:lang w:eastAsia="sk-SK"/>
        </w:rPr>
      </w:pPr>
      <w:hyperlink w:anchor="_Toc12196232" w:history="1">
        <w:r w:rsidR="00856459" w:rsidRPr="00BE5BF7">
          <w:rPr>
            <w:rStyle w:val="Hypertextovprepojenie"/>
            <w:rFonts w:cs="Times New Roman"/>
            <w:noProof/>
          </w:rPr>
          <w:t>16</w:t>
        </w:r>
        <w:r w:rsidR="00856459" w:rsidRPr="00BE5BF7">
          <w:rPr>
            <w:rFonts w:eastAsiaTheme="minorEastAsia"/>
            <w:i w:val="0"/>
            <w:iCs w:val="0"/>
            <w:noProof/>
            <w:sz w:val="22"/>
            <w:szCs w:val="22"/>
            <w:lang w:eastAsia="sk-SK"/>
          </w:rPr>
          <w:tab/>
        </w:r>
        <w:r w:rsidR="00856459" w:rsidRPr="00BE5BF7">
          <w:rPr>
            <w:rStyle w:val="Hypertextovprepojenie"/>
            <w:noProof/>
          </w:rPr>
          <w:t>Zábezpeka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_Toc12196232 \h </w:instrText>
        </w:r>
        <w:r w:rsidR="00856459" w:rsidRPr="00BE5BF7">
          <w:rPr>
            <w:noProof/>
            <w:webHidden/>
          </w:rPr>
        </w:r>
        <w:r w:rsidR="00856459" w:rsidRPr="00BE5BF7">
          <w:rPr>
            <w:noProof/>
            <w:webHidden/>
          </w:rPr>
          <w:fldChar w:fldCharType="separate"/>
        </w:r>
        <w:r w:rsidR="00615B49">
          <w:rPr>
            <w:noProof/>
            <w:webHidden/>
          </w:rPr>
          <w:t>11</w:t>
        </w:r>
        <w:r w:rsidR="00856459" w:rsidRPr="00BE5BF7">
          <w:rPr>
            <w:noProof/>
            <w:webHidden/>
          </w:rPr>
          <w:fldChar w:fldCharType="end"/>
        </w:r>
      </w:hyperlink>
    </w:p>
    <w:p w14:paraId="4F0347E5" w14:textId="597DAB78" w:rsidR="00856459" w:rsidRPr="00BE5BF7" w:rsidRDefault="00002664">
      <w:pPr>
        <w:pStyle w:val="Obsah3"/>
        <w:tabs>
          <w:tab w:val="left" w:pos="709"/>
        </w:tabs>
        <w:rPr>
          <w:rFonts w:eastAsiaTheme="minorEastAsia"/>
          <w:i w:val="0"/>
          <w:iCs w:val="0"/>
          <w:noProof/>
          <w:sz w:val="22"/>
          <w:szCs w:val="22"/>
          <w:lang w:eastAsia="sk-SK"/>
        </w:rPr>
      </w:pPr>
      <w:hyperlink w:anchor="_Toc12196233" w:history="1">
        <w:r w:rsidR="00856459" w:rsidRPr="00BE5BF7">
          <w:rPr>
            <w:rStyle w:val="Hypertextovprepojenie"/>
            <w:rFonts w:cs="Times New Roman"/>
            <w:noProof/>
          </w:rPr>
          <w:t>17</w:t>
        </w:r>
        <w:r w:rsidR="00856459" w:rsidRPr="00BE5BF7">
          <w:rPr>
            <w:rFonts w:eastAsiaTheme="minorEastAsia"/>
            <w:i w:val="0"/>
            <w:iCs w:val="0"/>
            <w:noProof/>
            <w:sz w:val="22"/>
            <w:szCs w:val="22"/>
            <w:lang w:eastAsia="sk-SK"/>
          </w:rPr>
          <w:tab/>
        </w:r>
        <w:r w:rsidR="00856459" w:rsidRPr="00BE5BF7">
          <w:rPr>
            <w:rStyle w:val="Hypertextovprepojenie"/>
            <w:noProof/>
          </w:rPr>
          <w:t>Mena a ceny uvádzané v ponukách</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_Toc12196233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4BE9EE9D" w14:textId="5DA68A59" w:rsidR="00856459" w:rsidRPr="00BE5BF7" w:rsidRDefault="00002664">
      <w:pPr>
        <w:pStyle w:val="Obsah3"/>
        <w:tabs>
          <w:tab w:val="left" w:pos="709"/>
        </w:tabs>
        <w:rPr>
          <w:rFonts w:eastAsiaTheme="minorEastAsia"/>
          <w:i w:val="0"/>
          <w:iCs w:val="0"/>
          <w:noProof/>
          <w:sz w:val="22"/>
          <w:szCs w:val="22"/>
          <w:lang w:eastAsia="sk-SK"/>
        </w:rPr>
      </w:pPr>
      <w:hyperlink w:anchor="_Toc12196234" w:history="1">
        <w:r w:rsidR="00856459" w:rsidRPr="00BE5BF7">
          <w:rPr>
            <w:rStyle w:val="Hypertextovprepojenie"/>
            <w:rFonts w:cs="Times New Roman"/>
            <w:noProof/>
          </w:rPr>
          <w:t>18</w:t>
        </w:r>
        <w:r w:rsidR="00856459" w:rsidRPr="00BE5BF7">
          <w:rPr>
            <w:rFonts w:eastAsiaTheme="minorEastAsia"/>
            <w:i w:val="0"/>
            <w:iCs w:val="0"/>
            <w:noProof/>
            <w:sz w:val="22"/>
            <w:szCs w:val="22"/>
            <w:lang w:eastAsia="sk-SK"/>
          </w:rPr>
          <w:tab/>
        </w:r>
        <w:r w:rsidR="00856459" w:rsidRPr="00BE5BF7">
          <w:rPr>
            <w:rStyle w:val="Hypertextovprepojenie"/>
            <w:noProof/>
          </w:rPr>
          <w:t>Vyhotovenie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_Toc12196234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6873CF61" w14:textId="427C29D4" w:rsidR="00856459" w:rsidRPr="00BE5BF7" w:rsidRDefault="00002664">
      <w:pPr>
        <w:pStyle w:val="Obsah3"/>
        <w:tabs>
          <w:tab w:val="left" w:pos="709"/>
        </w:tabs>
        <w:rPr>
          <w:rFonts w:eastAsiaTheme="minorEastAsia"/>
          <w:i w:val="0"/>
          <w:iCs w:val="0"/>
          <w:noProof/>
          <w:sz w:val="22"/>
          <w:szCs w:val="22"/>
          <w:lang w:eastAsia="sk-SK"/>
        </w:rPr>
      </w:pPr>
      <w:hyperlink w:anchor="_Toc12196235" w:history="1">
        <w:r w:rsidR="00856459" w:rsidRPr="00BE5BF7">
          <w:rPr>
            <w:rStyle w:val="Hypertextovprepojenie"/>
            <w:rFonts w:cs="Times New Roman"/>
            <w:noProof/>
          </w:rPr>
          <w:t>19</w:t>
        </w:r>
        <w:r w:rsidR="00856459" w:rsidRPr="00BE5BF7">
          <w:rPr>
            <w:rFonts w:eastAsiaTheme="minorEastAsia"/>
            <w:i w:val="0"/>
            <w:iCs w:val="0"/>
            <w:noProof/>
            <w:sz w:val="22"/>
            <w:szCs w:val="22"/>
            <w:lang w:eastAsia="sk-SK"/>
          </w:rPr>
          <w:tab/>
        </w:r>
        <w:r w:rsidR="00856459" w:rsidRPr="00BE5BF7">
          <w:rPr>
            <w:rStyle w:val="Hypertextovprepojenie"/>
            <w:noProof/>
          </w:rPr>
          <w:t>Konflikt záujmov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_Toc12196235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DE7ADFB" w14:textId="10550072"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36" w:history="1">
        <w:r w:rsidR="00856459" w:rsidRPr="00BE5BF7">
          <w:rPr>
            <w:rStyle w:val="Hypertextovprepojenie"/>
          </w:rPr>
          <w:t>ODDIEL IV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Predkladanie ponúk</w:t>
        </w:r>
        <w:r w:rsidR="00856459" w:rsidRPr="00BE5BF7">
          <w:rPr>
            <w:webHidden/>
          </w:rPr>
          <w:tab/>
        </w:r>
        <w:r w:rsidR="00856459" w:rsidRPr="00BE5BF7">
          <w:rPr>
            <w:webHidden/>
          </w:rPr>
          <w:fldChar w:fldCharType="begin"/>
        </w:r>
        <w:r w:rsidR="00856459" w:rsidRPr="00BE5BF7">
          <w:rPr>
            <w:webHidden/>
          </w:rPr>
          <w:instrText xml:space="preserve"> PAGEREF _Toc12196236 \h </w:instrText>
        </w:r>
        <w:r w:rsidR="00856459" w:rsidRPr="00BE5BF7">
          <w:rPr>
            <w:webHidden/>
          </w:rPr>
        </w:r>
        <w:r w:rsidR="00856459" w:rsidRPr="00BE5BF7">
          <w:rPr>
            <w:webHidden/>
          </w:rPr>
          <w:fldChar w:fldCharType="separate"/>
        </w:r>
        <w:r w:rsidR="00615B49">
          <w:rPr>
            <w:webHidden/>
          </w:rPr>
          <w:t>13</w:t>
        </w:r>
        <w:r w:rsidR="00856459" w:rsidRPr="00BE5BF7">
          <w:rPr>
            <w:webHidden/>
          </w:rPr>
          <w:fldChar w:fldCharType="end"/>
        </w:r>
      </w:hyperlink>
    </w:p>
    <w:p w14:paraId="7C0A45AE" w14:textId="1BB222E4" w:rsidR="00856459" w:rsidRPr="00BE5BF7" w:rsidRDefault="00002664">
      <w:pPr>
        <w:pStyle w:val="Obsah3"/>
        <w:tabs>
          <w:tab w:val="left" w:pos="709"/>
        </w:tabs>
        <w:rPr>
          <w:rFonts w:eastAsiaTheme="minorEastAsia"/>
          <w:i w:val="0"/>
          <w:iCs w:val="0"/>
          <w:noProof/>
          <w:sz w:val="22"/>
          <w:szCs w:val="22"/>
          <w:lang w:eastAsia="sk-SK"/>
        </w:rPr>
      </w:pPr>
      <w:hyperlink w:anchor="_Toc12196237" w:history="1">
        <w:r w:rsidR="00856459" w:rsidRPr="00BE5BF7">
          <w:rPr>
            <w:rStyle w:val="Hypertextovprepojenie"/>
            <w:rFonts w:cs="Times New Roman"/>
            <w:noProof/>
          </w:rPr>
          <w:t>20</w:t>
        </w:r>
        <w:r w:rsidR="00856459" w:rsidRPr="00BE5BF7">
          <w:rPr>
            <w:rFonts w:eastAsiaTheme="minorEastAsia"/>
            <w:i w:val="0"/>
            <w:iCs w:val="0"/>
            <w:noProof/>
            <w:sz w:val="22"/>
            <w:szCs w:val="22"/>
            <w:lang w:eastAsia="sk-SK"/>
          </w:rPr>
          <w:tab/>
        </w:r>
        <w:r w:rsidR="00856459" w:rsidRPr="00BE5BF7">
          <w:rPr>
            <w:rStyle w:val="Hypertextovprepojenie"/>
            <w:noProof/>
          </w:rPr>
          <w:t>Spôsob predloženia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_Toc12196237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12019B3" w14:textId="43710FF6" w:rsidR="00856459" w:rsidRPr="00BE5BF7" w:rsidRDefault="00002664">
      <w:pPr>
        <w:pStyle w:val="Obsah3"/>
        <w:tabs>
          <w:tab w:val="left" w:pos="709"/>
        </w:tabs>
        <w:rPr>
          <w:rFonts w:eastAsiaTheme="minorEastAsia"/>
          <w:i w:val="0"/>
          <w:iCs w:val="0"/>
          <w:noProof/>
          <w:sz w:val="22"/>
          <w:szCs w:val="22"/>
          <w:lang w:eastAsia="sk-SK"/>
        </w:rPr>
      </w:pPr>
      <w:hyperlink w:anchor="_Toc12196238" w:history="1">
        <w:r w:rsidR="00856459" w:rsidRPr="00BE5BF7">
          <w:rPr>
            <w:rStyle w:val="Hypertextovprepojenie"/>
            <w:rFonts w:cs="Times New Roman"/>
            <w:noProof/>
          </w:rPr>
          <w:t>21</w:t>
        </w:r>
        <w:r w:rsidR="00856459" w:rsidRPr="00BE5BF7">
          <w:rPr>
            <w:rFonts w:eastAsiaTheme="minorEastAsia"/>
            <w:i w:val="0"/>
            <w:iCs w:val="0"/>
            <w:noProof/>
            <w:sz w:val="22"/>
            <w:szCs w:val="22"/>
            <w:lang w:eastAsia="sk-SK"/>
          </w:rPr>
          <w:tab/>
        </w:r>
        <w:r w:rsidR="00856459" w:rsidRPr="00BE5BF7">
          <w:rPr>
            <w:rStyle w:val="Hypertextovprepojenie"/>
            <w:noProof/>
          </w:rPr>
          <w:t>Miesto a lehota na predkladanie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_Toc12196238 \h </w:instrText>
        </w:r>
        <w:r w:rsidR="00856459" w:rsidRPr="00BE5BF7">
          <w:rPr>
            <w:noProof/>
            <w:webHidden/>
          </w:rPr>
        </w:r>
        <w:r w:rsidR="00856459" w:rsidRPr="00BE5BF7">
          <w:rPr>
            <w:noProof/>
            <w:webHidden/>
          </w:rPr>
          <w:fldChar w:fldCharType="separate"/>
        </w:r>
        <w:r w:rsidR="00615B49">
          <w:rPr>
            <w:noProof/>
            <w:webHidden/>
          </w:rPr>
          <w:t>14</w:t>
        </w:r>
        <w:r w:rsidR="00856459" w:rsidRPr="00BE5BF7">
          <w:rPr>
            <w:noProof/>
            <w:webHidden/>
          </w:rPr>
          <w:fldChar w:fldCharType="end"/>
        </w:r>
      </w:hyperlink>
    </w:p>
    <w:p w14:paraId="3786BAAD" w14:textId="33384BA9" w:rsidR="00856459" w:rsidRPr="00BE5BF7" w:rsidRDefault="00002664">
      <w:pPr>
        <w:pStyle w:val="Obsah3"/>
        <w:tabs>
          <w:tab w:val="left" w:pos="709"/>
        </w:tabs>
        <w:rPr>
          <w:rFonts w:eastAsiaTheme="minorEastAsia"/>
          <w:i w:val="0"/>
          <w:iCs w:val="0"/>
          <w:noProof/>
          <w:sz w:val="22"/>
          <w:szCs w:val="22"/>
          <w:lang w:eastAsia="sk-SK"/>
        </w:rPr>
      </w:pPr>
      <w:hyperlink w:anchor="_Toc12196239" w:history="1">
        <w:r w:rsidR="00856459" w:rsidRPr="00BE5BF7">
          <w:rPr>
            <w:rStyle w:val="Hypertextovprepojenie"/>
            <w:rFonts w:cs="Times New Roman"/>
            <w:noProof/>
          </w:rPr>
          <w:t>22</w:t>
        </w:r>
        <w:r w:rsidR="00856459" w:rsidRPr="00BE5BF7">
          <w:rPr>
            <w:rFonts w:eastAsiaTheme="minorEastAsia"/>
            <w:i w:val="0"/>
            <w:iCs w:val="0"/>
            <w:noProof/>
            <w:sz w:val="22"/>
            <w:szCs w:val="22"/>
            <w:lang w:eastAsia="sk-SK"/>
          </w:rPr>
          <w:tab/>
        </w:r>
        <w:r w:rsidR="00856459" w:rsidRPr="00BE5BF7">
          <w:rPr>
            <w:rStyle w:val="Hypertextovprepojenie"/>
            <w:noProof/>
          </w:rPr>
          <w:t>Doplnenie, zmena a odvolanie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_Toc12196239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46B43FBC" w14:textId="2B2919CC"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40" w:history="1">
        <w:r w:rsidR="00856459" w:rsidRPr="00BE5BF7">
          <w:rPr>
            <w:rStyle w:val="Hypertextovprepojenie"/>
          </w:rPr>
          <w:t>ODDIEL 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Otváranie a vyhodnotenie ponúk</w:t>
        </w:r>
        <w:r w:rsidR="00856459" w:rsidRPr="00BE5BF7">
          <w:rPr>
            <w:webHidden/>
          </w:rPr>
          <w:tab/>
        </w:r>
        <w:r w:rsidR="00856459" w:rsidRPr="00BE5BF7">
          <w:rPr>
            <w:webHidden/>
          </w:rPr>
          <w:fldChar w:fldCharType="begin"/>
        </w:r>
        <w:r w:rsidR="00856459" w:rsidRPr="00BE5BF7">
          <w:rPr>
            <w:webHidden/>
          </w:rPr>
          <w:instrText xml:space="preserve"> PAGEREF _Toc12196240 \h </w:instrText>
        </w:r>
        <w:r w:rsidR="00856459" w:rsidRPr="00BE5BF7">
          <w:rPr>
            <w:webHidden/>
          </w:rPr>
        </w:r>
        <w:r w:rsidR="00856459" w:rsidRPr="00BE5BF7">
          <w:rPr>
            <w:webHidden/>
          </w:rPr>
          <w:fldChar w:fldCharType="separate"/>
        </w:r>
        <w:r w:rsidR="00615B49">
          <w:rPr>
            <w:webHidden/>
          </w:rPr>
          <w:t>15</w:t>
        </w:r>
        <w:r w:rsidR="00856459" w:rsidRPr="00BE5BF7">
          <w:rPr>
            <w:webHidden/>
          </w:rPr>
          <w:fldChar w:fldCharType="end"/>
        </w:r>
      </w:hyperlink>
    </w:p>
    <w:p w14:paraId="0BFDF4AE" w14:textId="602072AE" w:rsidR="00856459" w:rsidRPr="00BE5BF7" w:rsidRDefault="00002664">
      <w:pPr>
        <w:pStyle w:val="Obsah3"/>
        <w:tabs>
          <w:tab w:val="left" w:pos="709"/>
        </w:tabs>
        <w:rPr>
          <w:rFonts w:eastAsiaTheme="minorEastAsia"/>
          <w:i w:val="0"/>
          <w:iCs w:val="0"/>
          <w:noProof/>
          <w:sz w:val="22"/>
          <w:szCs w:val="22"/>
          <w:lang w:eastAsia="sk-SK"/>
        </w:rPr>
      </w:pPr>
      <w:hyperlink w:anchor="_Toc12196241" w:history="1">
        <w:r w:rsidR="00856459" w:rsidRPr="00BE5BF7">
          <w:rPr>
            <w:rStyle w:val="Hypertextovprepojenie"/>
            <w:rFonts w:cs="Times New Roman"/>
            <w:noProof/>
          </w:rPr>
          <w:t>23</w:t>
        </w:r>
        <w:r w:rsidR="00856459" w:rsidRPr="00BE5BF7">
          <w:rPr>
            <w:rFonts w:eastAsiaTheme="minorEastAsia"/>
            <w:i w:val="0"/>
            <w:iCs w:val="0"/>
            <w:noProof/>
            <w:sz w:val="22"/>
            <w:szCs w:val="22"/>
            <w:lang w:eastAsia="sk-SK"/>
          </w:rPr>
          <w:tab/>
        </w:r>
        <w:r w:rsidR="00856459" w:rsidRPr="00BE5BF7">
          <w:rPr>
            <w:rStyle w:val="Hypertextovprepojenie"/>
            <w:noProof/>
          </w:rPr>
          <w:t>Otváranie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_Toc12196241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8A06179" w14:textId="045A6A1F" w:rsidR="00856459" w:rsidRPr="00BE5BF7" w:rsidRDefault="00002664">
      <w:pPr>
        <w:pStyle w:val="Obsah3"/>
        <w:tabs>
          <w:tab w:val="left" w:pos="709"/>
        </w:tabs>
        <w:rPr>
          <w:rFonts w:eastAsiaTheme="minorEastAsia"/>
          <w:i w:val="0"/>
          <w:iCs w:val="0"/>
          <w:noProof/>
          <w:sz w:val="22"/>
          <w:szCs w:val="22"/>
          <w:lang w:eastAsia="sk-SK"/>
        </w:rPr>
      </w:pPr>
      <w:hyperlink w:anchor="_Toc12196242" w:history="1">
        <w:r w:rsidR="00856459" w:rsidRPr="00BE5BF7">
          <w:rPr>
            <w:rStyle w:val="Hypertextovprepojenie"/>
            <w:rFonts w:cs="Times New Roman"/>
            <w:noProof/>
          </w:rPr>
          <w:t>24</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vysvetľovanie a vyhodnocovanie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_Toc12196242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BC82385" w14:textId="2CDD865F" w:rsidR="00856459" w:rsidRPr="00BE5BF7" w:rsidRDefault="00002664">
      <w:pPr>
        <w:pStyle w:val="Obsah3"/>
        <w:tabs>
          <w:tab w:val="left" w:pos="709"/>
        </w:tabs>
        <w:rPr>
          <w:rFonts w:eastAsiaTheme="minorEastAsia"/>
          <w:i w:val="0"/>
          <w:iCs w:val="0"/>
          <w:noProof/>
          <w:sz w:val="22"/>
          <w:szCs w:val="22"/>
          <w:lang w:eastAsia="sk-SK"/>
        </w:rPr>
      </w:pPr>
      <w:hyperlink w:anchor="_Toc12196243" w:history="1">
        <w:r w:rsidR="00856459" w:rsidRPr="00BE5BF7">
          <w:rPr>
            <w:rStyle w:val="Hypertextovprepojenie"/>
            <w:rFonts w:cs="Times New Roman"/>
            <w:noProof/>
          </w:rPr>
          <w:t>25</w:t>
        </w:r>
        <w:r w:rsidR="00856459" w:rsidRPr="00BE5BF7">
          <w:rPr>
            <w:rFonts w:eastAsiaTheme="minorEastAsia"/>
            <w:i w:val="0"/>
            <w:iCs w:val="0"/>
            <w:noProof/>
            <w:sz w:val="22"/>
            <w:szCs w:val="22"/>
            <w:lang w:eastAsia="sk-SK"/>
          </w:rPr>
          <w:tab/>
        </w:r>
        <w:r w:rsidR="00856459" w:rsidRPr="00BE5BF7">
          <w:rPr>
            <w:rStyle w:val="Hypertextovprepojenie"/>
            <w:noProof/>
          </w:rPr>
          <w:t>Dôvernosť procesu Verejného obstarávania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_Toc12196243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38076083" w14:textId="3D571706" w:rsidR="00856459" w:rsidRPr="00BE5BF7" w:rsidRDefault="00002664">
      <w:pPr>
        <w:pStyle w:val="Obsah2"/>
        <w:rPr>
          <w:rFonts w:asciiTheme="minorHAnsi" w:eastAsiaTheme="minorEastAsia" w:hAnsiTheme="minorHAnsi" w:cstheme="minorBidi"/>
          <w:b w:val="0"/>
          <w:smallCaps w:val="0"/>
          <w:sz w:val="22"/>
          <w:szCs w:val="22"/>
          <w:lang w:eastAsia="sk-SK"/>
        </w:rPr>
      </w:pPr>
      <w:hyperlink w:anchor="_Toc12196244" w:history="1">
        <w:r w:rsidR="00856459" w:rsidRPr="00BE5BF7">
          <w:rPr>
            <w:rStyle w:val="Hypertextovprepojenie"/>
          </w:rPr>
          <w:t>ODDIEL VI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Prijatie ponuky a</w:t>
        </w:r>
        <w:r w:rsidR="00856459" w:rsidRPr="00BE5BF7">
          <w:rPr>
            <w:rStyle w:val="Hypertextovprepojenie"/>
            <w:rFonts w:cs="Calibri"/>
          </w:rPr>
          <w:t> </w:t>
        </w:r>
        <w:r w:rsidR="00856459" w:rsidRPr="00BE5BF7">
          <w:rPr>
            <w:rStyle w:val="Hypertextovprepojenie"/>
          </w:rPr>
          <w:t>uzavretie zmluvy</w:t>
        </w:r>
        <w:r w:rsidR="00856459" w:rsidRPr="00BE5BF7">
          <w:rPr>
            <w:webHidden/>
          </w:rPr>
          <w:tab/>
        </w:r>
        <w:r w:rsidR="00856459" w:rsidRPr="00BE5BF7">
          <w:rPr>
            <w:webHidden/>
          </w:rPr>
          <w:fldChar w:fldCharType="begin"/>
        </w:r>
        <w:r w:rsidR="00856459" w:rsidRPr="00BE5BF7">
          <w:rPr>
            <w:webHidden/>
          </w:rPr>
          <w:instrText xml:space="preserve"> PAGEREF _Toc12196244 \h </w:instrText>
        </w:r>
        <w:r w:rsidR="00856459" w:rsidRPr="00BE5BF7">
          <w:rPr>
            <w:webHidden/>
          </w:rPr>
        </w:r>
        <w:r w:rsidR="00856459" w:rsidRPr="00BE5BF7">
          <w:rPr>
            <w:webHidden/>
          </w:rPr>
          <w:fldChar w:fldCharType="separate"/>
        </w:r>
        <w:r w:rsidR="00615B49">
          <w:rPr>
            <w:webHidden/>
          </w:rPr>
          <w:t>16</w:t>
        </w:r>
        <w:r w:rsidR="00856459" w:rsidRPr="00BE5BF7">
          <w:rPr>
            <w:webHidden/>
          </w:rPr>
          <w:fldChar w:fldCharType="end"/>
        </w:r>
      </w:hyperlink>
    </w:p>
    <w:p w14:paraId="0E0E481A" w14:textId="3B5B1B3F" w:rsidR="00856459" w:rsidRPr="00BE5BF7" w:rsidRDefault="00002664">
      <w:pPr>
        <w:pStyle w:val="Obsah3"/>
        <w:tabs>
          <w:tab w:val="left" w:pos="709"/>
        </w:tabs>
        <w:rPr>
          <w:rFonts w:eastAsiaTheme="minorEastAsia"/>
          <w:i w:val="0"/>
          <w:iCs w:val="0"/>
          <w:noProof/>
          <w:sz w:val="22"/>
          <w:szCs w:val="22"/>
          <w:lang w:eastAsia="sk-SK"/>
        </w:rPr>
      </w:pPr>
      <w:hyperlink w:anchor="_Toc12196245" w:history="1">
        <w:r w:rsidR="00856459" w:rsidRPr="00BE5BF7">
          <w:rPr>
            <w:rStyle w:val="Hypertextovprepojenie"/>
            <w:rFonts w:cs="Times New Roman"/>
            <w:noProof/>
          </w:rPr>
          <w:t>26</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úspešného uchádzača a informácia o výsledku 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_Toc12196245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54F0BDFF" w14:textId="1AFEC522" w:rsidR="00856459" w:rsidRPr="00BE5BF7" w:rsidRDefault="00002664">
      <w:pPr>
        <w:pStyle w:val="Obsah3"/>
        <w:tabs>
          <w:tab w:val="left" w:pos="709"/>
        </w:tabs>
        <w:rPr>
          <w:rFonts w:eastAsiaTheme="minorEastAsia"/>
          <w:i w:val="0"/>
          <w:iCs w:val="0"/>
          <w:noProof/>
          <w:sz w:val="22"/>
          <w:szCs w:val="22"/>
          <w:lang w:eastAsia="sk-SK"/>
        </w:rPr>
      </w:pPr>
      <w:hyperlink w:anchor="_Toc12196246" w:history="1">
        <w:r w:rsidR="00856459" w:rsidRPr="00BE5BF7">
          <w:rPr>
            <w:rStyle w:val="Hypertextovprepojenie"/>
            <w:rFonts w:cs="Times New Roman"/>
            <w:noProof/>
          </w:rPr>
          <w:t>27</w:t>
        </w:r>
        <w:r w:rsidR="00856459" w:rsidRPr="00BE5BF7">
          <w:rPr>
            <w:rFonts w:eastAsiaTheme="minorEastAsia"/>
            <w:i w:val="0"/>
            <w:iCs w:val="0"/>
            <w:noProof/>
            <w:sz w:val="22"/>
            <w:szCs w:val="22"/>
            <w:lang w:eastAsia="sk-SK"/>
          </w:rPr>
          <w:tab/>
        </w:r>
        <w:r w:rsidR="00856459" w:rsidRPr="00BE5BF7">
          <w:rPr>
            <w:rStyle w:val="Hypertextovprepojenie"/>
            <w:noProof/>
          </w:rPr>
          <w:t>Uzavretie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_Toc12196246 \h </w:instrText>
        </w:r>
        <w:r w:rsidR="00856459" w:rsidRPr="00BE5BF7">
          <w:rPr>
            <w:noProof/>
            <w:webHidden/>
          </w:rPr>
        </w:r>
        <w:r w:rsidR="00856459" w:rsidRPr="00BE5BF7">
          <w:rPr>
            <w:noProof/>
            <w:webHidden/>
          </w:rPr>
          <w:fldChar w:fldCharType="separate"/>
        </w:r>
        <w:r w:rsidR="00615B49">
          <w:rPr>
            <w:noProof/>
            <w:webHidden/>
          </w:rPr>
          <w:t>17</w:t>
        </w:r>
        <w:r w:rsidR="00856459" w:rsidRPr="00BE5BF7">
          <w:rPr>
            <w:noProof/>
            <w:webHidden/>
          </w:rPr>
          <w:fldChar w:fldCharType="end"/>
        </w:r>
      </w:hyperlink>
    </w:p>
    <w:p w14:paraId="32B5D473" w14:textId="02C41E61"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47" w:history="1">
        <w:r w:rsidR="00856459" w:rsidRPr="00BE5BF7">
          <w:rPr>
            <w:rStyle w:val="Hypertextovprepojenie"/>
          </w:rPr>
          <w:t>ČASŤ B</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Opis predmetu zákazky</w:t>
        </w:r>
        <w:r w:rsidR="00856459" w:rsidRPr="00BE5BF7">
          <w:rPr>
            <w:webHidden/>
          </w:rPr>
          <w:tab/>
        </w:r>
        <w:r w:rsidR="00856459" w:rsidRPr="00BE5BF7">
          <w:rPr>
            <w:webHidden/>
          </w:rPr>
          <w:fldChar w:fldCharType="begin"/>
        </w:r>
        <w:r w:rsidR="00856459" w:rsidRPr="00BE5BF7">
          <w:rPr>
            <w:webHidden/>
          </w:rPr>
          <w:instrText xml:space="preserve"> PAGEREF _Toc12196247 \h </w:instrText>
        </w:r>
        <w:r w:rsidR="00856459" w:rsidRPr="00BE5BF7">
          <w:rPr>
            <w:webHidden/>
          </w:rPr>
        </w:r>
        <w:r w:rsidR="00856459" w:rsidRPr="00BE5BF7">
          <w:rPr>
            <w:webHidden/>
          </w:rPr>
          <w:fldChar w:fldCharType="separate"/>
        </w:r>
        <w:r w:rsidR="00615B49">
          <w:rPr>
            <w:webHidden/>
          </w:rPr>
          <w:t>18</w:t>
        </w:r>
        <w:r w:rsidR="00856459" w:rsidRPr="00BE5BF7">
          <w:rPr>
            <w:webHidden/>
          </w:rPr>
          <w:fldChar w:fldCharType="end"/>
        </w:r>
      </w:hyperlink>
    </w:p>
    <w:p w14:paraId="04A42070" w14:textId="7B57BABE" w:rsidR="00856459" w:rsidRPr="00BE5BF7" w:rsidRDefault="00002664">
      <w:pPr>
        <w:pStyle w:val="Obsah3"/>
        <w:rPr>
          <w:rFonts w:eastAsiaTheme="minorEastAsia"/>
          <w:i w:val="0"/>
          <w:iCs w:val="0"/>
          <w:noProof/>
          <w:sz w:val="22"/>
          <w:szCs w:val="22"/>
          <w:lang w:eastAsia="sk-SK"/>
        </w:rPr>
      </w:pPr>
      <w:hyperlink w:anchor="_Toc1219624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Základný účel obstarania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_Toc12196248 \h </w:instrText>
        </w:r>
        <w:r w:rsidR="00856459" w:rsidRPr="00BE5BF7">
          <w:rPr>
            <w:noProof/>
            <w:webHidden/>
          </w:rPr>
        </w:r>
        <w:r w:rsidR="00856459" w:rsidRPr="00BE5BF7">
          <w:rPr>
            <w:noProof/>
            <w:webHidden/>
          </w:rPr>
          <w:fldChar w:fldCharType="separate"/>
        </w:r>
        <w:r w:rsidR="00615B49">
          <w:rPr>
            <w:noProof/>
            <w:webHidden/>
          </w:rPr>
          <w:t>18</w:t>
        </w:r>
        <w:r w:rsidR="00856459" w:rsidRPr="00BE5BF7">
          <w:rPr>
            <w:noProof/>
            <w:webHidden/>
          </w:rPr>
          <w:fldChar w:fldCharType="end"/>
        </w:r>
      </w:hyperlink>
    </w:p>
    <w:p w14:paraId="277D284E" w14:textId="319C507D" w:rsidR="00856459" w:rsidRPr="00BE5BF7" w:rsidRDefault="00002664">
      <w:pPr>
        <w:pStyle w:val="Obsah3"/>
        <w:rPr>
          <w:rFonts w:eastAsiaTheme="minorEastAsia"/>
          <w:i w:val="0"/>
          <w:iCs w:val="0"/>
          <w:noProof/>
          <w:sz w:val="22"/>
          <w:szCs w:val="22"/>
          <w:lang w:eastAsia="sk-SK"/>
        </w:rPr>
      </w:pPr>
      <w:hyperlink w:anchor="_Toc1219624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Základný opis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_Toc12196249 \h </w:instrText>
        </w:r>
        <w:r w:rsidR="00856459" w:rsidRPr="00BE5BF7">
          <w:rPr>
            <w:noProof/>
            <w:webHidden/>
          </w:rPr>
        </w:r>
        <w:r w:rsidR="00856459" w:rsidRPr="00BE5BF7">
          <w:rPr>
            <w:noProof/>
            <w:webHidden/>
          </w:rPr>
          <w:fldChar w:fldCharType="separate"/>
        </w:r>
        <w:r w:rsidR="00615B49">
          <w:rPr>
            <w:noProof/>
            <w:webHidden/>
          </w:rPr>
          <w:t>19</w:t>
        </w:r>
        <w:r w:rsidR="00856459" w:rsidRPr="00BE5BF7">
          <w:rPr>
            <w:noProof/>
            <w:webHidden/>
          </w:rPr>
          <w:fldChar w:fldCharType="end"/>
        </w:r>
      </w:hyperlink>
    </w:p>
    <w:p w14:paraId="077FF3FC" w14:textId="0C25A48D" w:rsidR="00856459" w:rsidRPr="00BE5BF7" w:rsidRDefault="00002664">
      <w:pPr>
        <w:pStyle w:val="Obsah3"/>
        <w:rPr>
          <w:rFonts w:eastAsiaTheme="minorEastAsia"/>
          <w:i w:val="0"/>
          <w:iCs w:val="0"/>
          <w:noProof/>
          <w:sz w:val="22"/>
          <w:szCs w:val="22"/>
          <w:lang w:eastAsia="sk-SK"/>
        </w:rPr>
      </w:pPr>
      <w:hyperlink w:anchor="_Toc1219625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Charakteristika súčasného stavu energetického hospodárstva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_Toc12196250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52BFAE23" w14:textId="3257457C" w:rsidR="00856459" w:rsidRPr="00BE5BF7" w:rsidRDefault="00002664">
      <w:pPr>
        <w:pStyle w:val="Obsah3"/>
        <w:rPr>
          <w:rFonts w:eastAsiaTheme="minorEastAsia"/>
          <w:i w:val="0"/>
          <w:iCs w:val="0"/>
          <w:noProof/>
          <w:sz w:val="22"/>
          <w:szCs w:val="22"/>
          <w:lang w:eastAsia="sk-SK"/>
        </w:rPr>
      </w:pPr>
      <w:hyperlink w:anchor="_Toc12196251"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Požiadavky na minimálny rozsah realizácie predmetu zákazky a rozsah minimálnych opatrení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_Toc12196251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1E885945" w14:textId="196A795E" w:rsidR="00856459" w:rsidRPr="00BE5BF7" w:rsidRDefault="00002664">
      <w:pPr>
        <w:pStyle w:val="Obsah3"/>
        <w:rPr>
          <w:rFonts w:eastAsiaTheme="minorEastAsia"/>
          <w:i w:val="0"/>
          <w:iCs w:val="0"/>
          <w:noProof/>
          <w:sz w:val="22"/>
          <w:szCs w:val="22"/>
          <w:lang w:eastAsia="sk-SK"/>
        </w:rPr>
      </w:pPr>
      <w:hyperlink w:anchor="_Toc12196252"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Požiadavky na garanciu a výšku úspor pre zmluvu o energetickej efektívnosti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_Toc12196252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FD57CC3" w14:textId="010E68C9" w:rsidR="00856459" w:rsidRPr="00BE5BF7" w:rsidRDefault="00002664">
      <w:pPr>
        <w:pStyle w:val="Obsah3"/>
        <w:rPr>
          <w:rFonts w:eastAsiaTheme="minorEastAsia"/>
          <w:i w:val="0"/>
          <w:iCs w:val="0"/>
          <w:noProof/>
          <w:sz w:val="22"/>
          <w:szCs w:val="22"/>
          <w:lang w:eastAsia="sk-SK"/>
        </w:rPr>
      </w:pPr>
      <w:hyperlink w:anchor="_Toc12196253"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Súvisiace plnenia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_Toc12196253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C2036BA" w14:textId="4444DD73" w:rsidR="00856459" w:rsidRPr="00BE5BF7" w:rsidRDefault="00002664">
      <w:pPr>
        <w:pStyle w:val="Obsah3"/>
        <w:rPr>
          <w:rFonts w:eastAsiaTheme="minorEastAsia"/>
          <w:i w:val="0"/>
          <w:iCs w:val="0"/>
          <w:noProof/>
          <w:sz w:val="22"/>
          <w:szCs w:val="22"/>
          <w:lang w:eastAsia="sk-SK"/>
        </w:rPr>
      </w:pPr>
      <w:hyperlink w:anchor="_Toc12196254"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Záruka za zariadenia a garancia úspory energie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_Toc12196254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2AE0815F" w14:textId="5FED0E5A" w:rsidR="00856459" w:rsidRPr="00BE5BF7" w:rsidRDefault="00002664">
      <w:pPr>
        <w:pStyle w:val="Obsah3"/>
        <w:rPr>
          <w:rFonts w:eastAsiaTheme="minorEastAsia"/>
          <w:i w:val="0"/>
          <w:iCs w:val="0"/>
          <w:noProof/>
          <w:sz w:val="22"/>
          <w:szCs w:val="22"/>
          <w:lang w:eastAsia="sk-SK"/>
        </w:rPr>
      </w:pPr>
      <w:hyperlink w:anchor="_Toc12196255"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Miesto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_Toc12196255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01CFE079" w14:textId="54B3A385" w:rsidR="00856459" w:rsidRPr="00BE5BF7" w:rsidRDefault="00002664">
      <w:pPr>
        <w:pStyle w:val="Obsah3"/>
        <w:rPr>
          <w:rFonts w:eastAsiaTheme="minorEastAsia"/>
          <w:i w:val="0"/>
          <w:iCs w:val="0"/>
          <w:noProof/>
          <w:sz w:val="22"/>
          <w:szCs w:val="22"/>
          <w:lang w:eastAsia="sk-SK"/>
        </w:rPr>
      </w:pPr>
      <w:hyperlink w:anchor="_Toc12196256"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_Toc12196256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1EE335F6" w14:textId="6DB4D08A" w:rsidR="00856459" w:rsidRPr="00BE5BF7" w:rsidRDefault="00002664">
      <w:pPr>
        <w:pStyle w:val="Obsah3"/>
        <w:tabs>
          <w:tab w:val="left" w:pos="709"/>
        </w:tabs>
        <w:rPr>
          <w:rFonts w:eastAsiaTheme="minorEastAsia"/>
          <w:i w:val="0"/>
          <w:iCs w:val="0"/>
          <w:noProof/>
          <w:sz w:val="22"/>
          <w:szCs w:val="22"/>
          <w:lang w:eastAsia="sk-SK"/>
        </w:rPr>
      </w:pPr>
      <w:hyperlink w:anchor="_Toc12196257"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Ďalšie požiadavky na realizáciu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_Toc12196257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0D99D419" w14:textId="540C7F8E"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58" w:history="1">
        <w:r w:rsidR="00856459" w:rsidRPr="00BE5BF7">
          <w:rPr>
            <w:rStyle w:val="Hypertextovprepojenie"/>
          </w:rPr>
          <w:t>ČASŤ C</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Spôsob určenia ceny</w:t>
        </w:r>
        <w:r w:rsidR="00856459" w:rsidRPr="00BE5BF7">
          <w:rPr>
            <w:webHidden/>
          </w:rPr>
          <w:tab/>
        </w:r>
        <w:r w:rsidR="00856459" w:rsidRPr="00BE5BF7">
          <w:rPr>
            <w:webHidden/>
          </w:rPr>
          <w:fldChar w:fldCharType="begin"/>
        </w:r>
        <w:r w:rsidR="00856459" w:rsidRPr="00BE5BF7">
          <w:rPr>
            <w:webHidden/>
          </w:rPr>
          <w:instrText xml:space="preserve"> PAGEREF _Toc12196258 \h </w:instrText>
        </w:r>
        <w:r w:rsidR="00856459" w:rsidRPr="00BE5BF7">
          <w:rPr>
            <w:webHidden/>
          </w:rPr>
        </w:r>
        <w:r w:rsidR="00856459" w:rsidRPr="00BE5BF7">
          <w:rPr>
            <w:webHidden/>
          </w:rPr>
          <w:fldChar w:fldCharType="separate"/>
        </w:r>
        <w:r w:rsidR="00615B49">
          <w:rPr>
            <w:webHidden/>
          </w:rPr>
          <w:t>24</w:t>
        </w:r>
        <w:r w:rsidR="00856459" w:rsidRPr="00BE5BF7">
          <w:rPr>
            <w:webHidden/>
          </w:rPr>
          <w:fldChar w:fldCharType="end"/>
        </w:r>
      </w:hyperlink>
    </w:p>
    <w:p w14:paraId="616A7043" w14:textId="7E864432" w:rsidR="00856459" w:rsidRPr="00BE5BF7" w:rsidRDefault="00002664">
      <w:pPr>
        <w:pStyle w:val="Obsah3"/>
        <w:rPr>
          <w:rFonts w:eastAsiaTheme="minorEastAsia"/>
          <w:i w:val="0"/>
          <w:iCs w:val="0"/>
          <w:noProof/>
          <w:sz w:val="22"/>
          <w:szCs w:val="22"/>
          <w:lang w:eastAsia="sk-SK"/>
        </w:rPr>
      </w:pPr>
      <w:hyperlink w:anchor="_Toc12196259"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Stanovenie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_Toc12196259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4B61A87C" w14:textId="7FF33BA7" w:rsidR="00856459" w:rsidRPr="00BE5BF7" w:rsidRDefault="00002664">
      <w:pPr>
        <w:pStyle w:val="Obsah3"/>
        <w:rPr>
          <w:rFonts w:eastAsiaTheme="minorEastAsia"/>
          <w:i w:val="0"/>
          <w:iCs w:val="0"/>
          <w:noProof/>
          <w:sz w:val="22"/>
          <w:szCs w:val="22"/>
          <w:lang w:eastAsia="sk-SK"/>
        </w:rPr>
      </w:pPr>
      <w:hyperlink w:anchor="_Toc12196260"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Predloženie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_Toc12196260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7C897755" w14:textId="314481DC"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61" w:history="1">
        <w:r w:rsidR="00856459" w:rsidRPr="00BE5BF7">
          <w:rPr>
            <w:rStyle w:val="Hypertextovprepojenie"/>
          </w:rPr>
          <w:t>ČASŤ D</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Obchodné podmienky</w:t>
        </w:r>
        <w:r w:rsidR="00856459" w:rsidRPr="00BE5BF7">
          <w:rPr>
            <w:webHidden/>
          </w:rPr>
          <w:tab/>
        </w:r>
        <w:r w:rsidR="00856459" w:rsidRPr="00BE5BF7">
          <w:rPr>
            <w:webHidden/>
          </w:rPr>
          <w:fldChar w:fldCharType="begin"/>
        </w:r>
        <w:r w:rsidR="00856459" w:rsidRPr="00BE5BF7">
          <w:rPr>
            <w:webHidden/>
          </w:rPr>
          <w:instrText xml:space="preserve"> PAGEREF _Toc12196261 \h </w:instrText>
        </w:r>
        <w:r w:rsidR="00856459" w:rsidRPr="00BE5BF7">
          <w:rPr>
            <w:webHidden/>
          </w:rPr>
        </w:r>
        <w:r w:rsidR="00856459" w:rsidRPr="00BE5BF7">
          <w:rPr>
            <w:webHidden/>
          </w:rPr>
          <w:fldChar w:fldCharType="separate"/>
        </w:r>
        <w:r w:rsidR="00615B49">
          <w:rPr>
            <w:webHidden/>
          </w:rPr>
          <w:t>25</w:t>
        </w:r>
        <w:r w:rsidR="00856459" w:rsidRPr="00BE5BF7">
          <w:rPr>
            <w:webHidden/>
          </w:rPr>
          <w:fldChar w:fldCharType="end"/>
        </w:r>
      </w:hyperlink>
    </w:p>
    <w:p w14:paraId="40B3F35C" w14:textId="2C36A911" w:rsidR="00856459" w:rsidRPr="00BE5BF7" w:rsidRDefault="00002664">
      <w:pPr>
        <w:pStyle w:val="Obsah3"/>
        <w:rPr>
          <w:rFonts w:eastAsiaTheme="minorEastAsia"/>
          <w:i w:val="0"/>
          <w:iCs w:val="0"/>
          <w:noProof/>
          <w:sz w:val="22"/>
          <w:szCs w:val="22"/>
          <w:lang w:eastAsia="sk-SK"/>
        </w:rPr>
      </w:pPr>
      <w:hyperlink w:anchor="_Toc12196262"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Podmienky uzatvorenia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_Toc12196262 \h </w:instrText>
        </w:r>
        <w:r w:rsidR="00856459" w:rsidRPr="00BE5BF7">
          <w:rPr>
            <w:noProof/>
            <w:webHidden/>
          </w:rPr>
        </w:r>
        <w:r w:rsidR="00856459" w:rsidRPr="00BE5BF7">
          <w:rPr>
            <w:noProof/>
            <w:webHidden/>
          </w:rPr>
          <w:fldChar w:fldCharType="separate"/>
        </w:r>
        <w:r w:rsidR="00615B49">
          <w:rPr>
            <w:noProof/>
            <w:webHidden/>
          </w:rPr>
          <w:t>25</w:t>
        </w:r>
        <w:r w:rsidR="00856459" w:rsidRPr="00BE5BF7">
          <w:rPr>
            <w:noProof/>
            <w:webHidden/>
          </w:rPr>
          <w:fldChar w:fldCharType="end"/>
        </w:r>
      </w:hyperlink>
    </w:p>
    <w:p w14:paraId="528BF773" w14:textId="4800CA57"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63" w:history="1">
        <w:r w:rsidR="00856459" w:rsidRPr="00BE5BF7">
          <w:rPr>
            <w:rStyle w:val="Hypertextovprepojenie"/>
          </w:rPr>
          <w:t>ČASŤ E</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Kritériá hodnotenia ponúk</w:t>
        </w:r>
        <w:r w:rsidR="00856459" w:rsidRPr="00BE5BF7">
          <w:rPr>
            <w:webHidden/>
          </w:rPr>
          <w:tab/>
        </w:r>
        <w:r w:rsidR="00856459" w:rsidRPr="00BE5BF7">
          <w:rPr>
            <w:webHidden/>
          </w:rPr>
          <w:fldChar w:fldCharType="begin"/>
        </w:r>
        <w:r w:rsidR="00856459" w:rsidRPr="00BE5BF7">
          <w:rPr>
            <w:webHidden/>
          </w:rPr>
          <w:instrText xml:space="preserve"> PAGEREF _Toc12196263 \h </w:instrText>
        </w:r>
        <w:r w:rsidR="00856459" w:rsidRPr="00BE5BF7">
          <w:rPr>
            <w:webHidden/>
          </w:rPr>
        </w:r>
        <w:r w:rsidR="00856459" w:rsidRPr="00BE5BF7">
          <w:rPr>
            <w:webHidden/>
          </w:rPr>
          <w:fldChar w:fldCharType="separate"/>
        </w:r>
        <w:r w:rsidR="00615B49">
          <w:rPr>
            <w:webHidden/>
          </w:rPr>
          <w:t>26</w:t>
        </w:r>
        <w:r w:rsidR="00856459" w:rsidRPr="00BE5BF7">
          <w:rPr>
            <w:webHidden/>
          </w:rPr>
          <w:fldChar w:fldCharType="end"/>
        </w:r>
      </w:hyperlink>
    </w:p>
    <w:p w14:paraId="5EA0C740" w14:textId="615F4B4A" w:rsidR="00856459" w:rsidRPr="00BE5BF7" w:rsidRDefault="00002664">
      <w:pPr>
        <w:pStyle w:val="Obsah3"/>
        <w:rPr>
          <w:rFonts w:eastAsiaTheme="minorEastAsia"/>
          <w:i w:val="0"/>
          <w:iCs w:val="0"/>
          <w:noProof/>
          <w:sz w:val="22"/>
          <w:szCs w:val="22"/>
          <w:lang w:eastAsia="sk-SK"/>
        </w:rPr>
      </w:pPr>
      <w:hyperlink w:anchor="_Toc12196264"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Kritérium na hodnotenie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_Toc12196264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5908BF3C" w14:textId="1FD82E00" w:rsidR="00856459" w:rsidRPr="00BE5BF7" w:rsidRDefault="00002664">
      <w:pPr>
        <w:pStyle w:val="Obsah3"/>
        <w:rPr>
          <w:rFonts w:eastAsiaTheme="minorEastAsia"/>
          <w:i w:val="0"/>
          <w:iCs w:val="0"/>
          <w:noProof/>
          <w:sz w:val="22"/>
          <w:szCs w:val="22"/>
          <w:lang w:eastAsia="sk-SK"/>
        </w:rPr>
      </w:pPr>
      <w:hyperlink w:anchor="_Toc12196265"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Spôsob výpočtu jednotlivých podkritérií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_Toc12196265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3F9D4A99" w14:textId="436980DA" w:rsidR="00856459" w:rsidRPr="00BE5BF7" w:rsidRDefault="00002664">
      <w:pPr>
        <w:pStyle w:val="Obsah3"/>
        <w:rPr>
          <w:rFonts w:eastAsiaTheme="minorEastAsia"/>
          <w:i w:val="0"/>
          <w:iCs w:val="0"/>
          <w:noProof/>
          <w:sz w:val="22"/>
          <w:szCs w:val="22"/>
          <w:lang w:eastAsia="sk-SK"/>
        </w:rPr>
      </w:pPr>
      <w:hyperlink w:anchor="_Toc12196266"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Spôsob vyhodnotenia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_Toc12196266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10439558" w14:textId="418116A5"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67" w:history="1">
        <w:r w:rsidR="00856459" w:rsidRPr="00BE5BF7">
          <w:rPr>
            <w:rStyle w:val="Hypertextovprepojenie"/>
          </w:rPr>
          <w:t>ČASŤ F</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Fonts w:cs="Arial"/>
          </w:rPr>
          <w:t>Podmienky účasti</w:t>
        </w:r>
        <w:r w:rsidR="00856459" w:rsidRPr="00BE5BF7">
          <w:rPr>
            <w:webHidden/>
          </w:rPr>
          <w:tab/>
        </w:r>
        <w:r w:rsidR="00856459" w:rsidRPr="00BE5BF7">
          <w:rPr>
            <w:webHidden/>
          </w:rPr>
          <w:fldChar w:fldCharType="begin"/>
        </w:r>
        <w:r w:rsidR="00856459" w:rsidRPr="00BE5BF7">
          <w:rPr>
            <w:webHidden/>
          </w:rPr>
          <w:instrText xml:space="preserve"> PAGEREF _Toc12196267 \h </w:instrText>
        </w:r>
        <w:r w:rsidR="00856459" w:rsidRPr="00BE5BF7">
          <w:rPr>
            <w:webHidden/>
          </w:rPr>
        </w:r>
        <w:r w:rsidR="00856459" w:rsidRPr="00BE5BF7">
          <w:rPr>
            <w:webHidden/>
          </w:rPr>
          <w:fldChar w:fldCharType="separate"/>
        </w:r>
        <w:r w:rsidR="00615B49">
          <w:rPr>
            <w:webHidden/>
          </w:rPr>
          <w:t>27</w:t>
        </w:r>
        <w:r w:rsidR="00856459" w:rsidRPr="00BE5BF7">
          <w:rPr>
            <w:webHidden/>
          </w:rPr>
          <w:fldChar w:fldCharType="end"/>
        </w:r>
      </w:hyperlink>
    </w:p>
    <w:p w14:paraId="0BC50892" w14:textId="104E7D8E" w:rsidR="00856459" w:rsidRPr="00BE5BF7" w:rsidRDefault="00002664">
      <w:pPr>
        <w:pStyle w:val="Obsah3"/>
        <w:rPr>
          <w:rFonts w:eastAsiaTheme="minorEastAsia"/>
          <w:i w:val="0"/>
          <w:iCs w:val="0"/>
          <w:noProof/>
          <w:sz w:val="22"/>
          <w:szCs w:val="22"/>
          <w:lang w:eastAsia="sk-SK"/>
        </w:rPr>
      </w:pPr>
      <w:hyperlink w:anchor="_Toc1219626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Osobné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_Toc12196268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20E673FA" w14:textId="2E335A3F" w:rsidR="00856459" w:rsidRPr="00BE5BF7" w:rsidRDefault="00002664">
      <w:pPr>
        <w:pStyle w:val="Obsah3"/>
        <w:rPr>
          <w:rFonts w:eastAsiaTheme="minorEastAsia"/>
          <w:i w:val="0"/>
          <w:iCs w:val="0"/>
          <w:noProof/>
          <w:sz w:val="22"/>
          <w:szCs w:val="22"/>
          <w:lang w:eastAsia="sk-SK"/>
        </w:rPr>
      </w:pPr>
      <w:hyperlink w:anchor="_Toc1219626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Ekonomické a finančné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_Toc12196269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43FBF45E" w14:textId="0319FC6E" w:rsidR="00856459" w:rsidRPr="00BE5BF7" w:rsidRDefault="00002664">
      <w:pPr>
        <w:pStyle w:val="Obsah3"/>
        <w:rPr>
          <w:rFonts w:eastAsiaTheme="minorEastAsia"/>
          <w:i w:val="0"/>
          <w:iCs w:val="0"/>
          <w:noProof/>
          <w:sz w:val="22"/>
          <w:szCs w:val="22"/>
          <w:lang w:eastAsia="sk-SK"/>
        </w:rPr>
      </w:pPr>
      <w:hyperlink w:anchor="_Toc1219627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Technická alebo odborná spôsobilosť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_Toc12196270 \h </w:instrText>
        </w:r>
        <w:r w:rsidR="00856459" w:rsidRPr="00BE5BF7">
          <w:rPr>
            <w:noProof/>
            <w:webHidden/>
          </w:rPr>
        </w:r>
        <w:r w:rsidR="00856459" w:rsidRPr="00BE5BF7">
          <w:rPr>
            <w:noProof/>
            <w:webHidden/>
          </w:rPr>
          <w:fldChar w:fldCharType="separate"/>
        </w:r>
        <w:r w:rsidR="00615B49">
          <w:rPr>
            <w:noProof/>
            <w:webHidden/>
          </w:rPr>
          <w:t>28</w:t>
        </w:r>
        <w:r w:rsidR="00856459" w:rsidRPr="00BE5BF7">
          <w:rPr>
            <w:noProof/>
            <w:webHidden/>
          </w:rPr>
          <w:fldChar w:fldCharType="end"/>
        </w:r>
      </w:hyperlink>
    </w:p>
    <w:p w14:paraId="33DA9CFB" w14:textId="16F5BDC3" w:rsidR="00856459" w:rsidRPr="00BE5BF7" w:rsidRDefault="00002664">
      <w:pPr>
        <w:pStyle w:val="Obsah1"/>
        <w:rPr>
          <w:rFonts w:asciiTheme="minorHAnsi" w:eastAsiaTheme="minorEastAsia" w:hAnsiTheme="minorHAnsi" w:cstheme="minorBidi"/>
          <w:b w:val="0"/>
          <w:bCs w:val="0"/>
          <w:caps w:val="0"/>
          <w:sz w:val="22"/>
          <w:szCs w:val="22"/>
          <w:lang w:eastAsia="sk-SK"/>
        </w:rPr>
      </w:pPr>
      <w:hyperlink w:anchor="_Toc12196271" w:history="1">
        <w:r w:rsidR="00856459" w:rsidRPr="00BE5BF7">
          <w:rPr>
            <w:rStyle w:val="Hypertextovprepojenie"/>
          </w:rPr>
          <w:t>SUMARIZÁCIA PRÍLOH SÚŤAŽNÝCH PODKLADOV</w:t>
        </w:r>
        <w:r w:rsidR="00856459" w:rsidRPr="00BE5BF7">
          <w:rPr>
            <w:webHidden/>
          </w:rPr>
          <w:tab/>
        </w:r>
        <w:r w:rsidR="00856459" w:rsidRPr="00BE5BF7">
          <w:rPr>
            <w:webHidden/>
          </w:rPr>
          <w:fldChar w:fldCharType="begin"/>
        </w:r>
        <w:r w:rsidR="00856459" w:rsidRPr="00BE5BF7">
          <w:rPr>
            <w:webHidden/>
          </w:rPr>
          <w:instrText xml:space="preserve"> PAGEREF _Toc12196271 \h </w:instrText>
        </w:r>
        <w:r w:rsidR="00856459" w:rsidRPr="00BE5BF7">
          <w:rPr>
            <w:webHidden/>
          </w:rPr>
        </w:r>
        <w:r w:rsidR="00856459" w:rsidRPr="00BE5BF7">
          <w:rPr>
            <w:webHidden/>
          </w:rPr>
          <w:fldChar w:fldCharType="separate"/>
        </w:r>
        <w:r w:rsidR="00615B49">
          <w:rPr>
            <w:webHidden/>
          </w:rPr>
          <w:t>31</w:t>
        </w:r>
        <w:r w:rsidR="00856459" w:rsidRPr="00BE5BF7">
          <w:rPr>
            <w:webHidden/>
          </w:rPr>
          <w:fldChar w:fldCharType="end"/>
        </w:r>
      </w:hyperlink>
    </w:p>
    <w:p w14:paraId="18D8CA69" w14:textId="6C8EC6BC" w:rsidR="001B3C96" w:rsidRPr="00BE5BF7" w:rsidRDefault="00485661" w:rsidP="001B3C96">
      <w:pPr>
        <w:pStyle w:val="Nadpis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Nadpis1"/>
      </w:pPr>
      <w:bookmarkStart w:id="7" w:name="_Toc12196213"/>
      <w:r w:rsidRPr="00BE5BF7">
        <w:lastRenderedPageBreak/>
        <w:t>Pokyny pre uchádzačov</w:t>
      </w:r>
      <w:bookmarkEnd w:id="2"/>
      <w:bookmarkEnd w:id="3"/>
      <w:bookmarkEnd w:id="4"/>
      <w:bookmarkEnd w:id="5"/>
      <w:bookmarkEnd w:id="6"/>
      <w:bookmarkEnd w:id="7"/>
    </w:p>
    <w:p w14:paraId="100C0FE1" w14:textId="0E8858B0" w:rsidR="0099084C" w:rsidRPr="00BE5BF7" w:rsidRDefault="0099084C" w:rsidP="00EA68B5">
      <w:pPr>
        <w:pStyle w:val="Nadpis2"/>
      </w:pPr>
      <w:bookmarkStart w:id="8" w:name="_Toc4416496"/>
      <w:bookmarkStart w:id="9" w:name="_Toc4416603"/>
      <w:bookmarkStart w:id="10" w:name="_Toc4416897"/>
      <w:bookmarkStart w:id="11" w:name="_Toc4416946"/>
      <w:bookmarkStart w:id="12" w:name="_Toc12196214"/>
      <w:r w:rsidRPr="00BE5BF7">
        <w:t>Všeobecné informácie</w:t>
      </w:r>
      <w:bookmarkEnd w:id="8"/>
      <w:bookmarkEnd w:id="9"/>
      <w:bookmarkEnd w:id="10"/>
      <w:bookmarkEnd w:id="11"/>
      <w:bookmarkEnd w:id="12"/>
    </w:p>
    <w:p w14:paraId="39C9E0EA" w14:textId="603B4EA5" w:rsidR="007D1496" w:rsidRPr="00BE5BF7" w:rsidRDefault="001B7673" w:rsidP="00D54716">
      <w:pPr>
        <w:pStyle w:val="Nadpis3"/>
      </w:pPr>
      <w:bookmarkStart w:id="13" w:name="_Toc4416604"/>
      <w:bookmarkStart w:id="14" w:name="_Toc4416898"/>
      <w:bookmarkStart w:id="15" w:name="_Toc4416947"/>
      <w:bookmarkStart w:id="16" w:name="_Ref4423258"/>
      <w:bookmarkStart w:id="17" w:name="_Toc12196215"/>
      <w:bookmarkStart w:id="18"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3"/>
      <w:bookmarkEnd w:id="14"/>
      <w:bookmarkEnd w:id="15"/>
      <w:bookmarkEnd w:id="16"/>
      <w:bookmarkEnd w:id="17"/>
      <w:r w:rsidRPr="00BE5BF7">
        <w:t xml:space="preserve"> </w:t>
      </w:r>
      <w:bookmarkEnd w:id="18"/>
    </w:p>
    <w:p w14:paraId="04C11B7E" w14:textId="4DDC7A1E" w:rsidR="00BF09B9" w:rsidRPr="00BE5BF7" w:rsidRDefault="00785BCA" w:rsidP="00473971">
      <w:pPr>
        <w:ind w:left="3261" w:hanging="2552"/>
      </w:pPr>
      <w:bookmarkStart w:id="19" w:name="_Hlk5992564"/>
      <w:bookmarkStart w:id="20" w:name="_Toc447725746"/>
      <w:r w:rsidRPr="00BE5BF7">
        <w:t>Názov:</w:t>
      </w:r>
      <w:r w:rsidRPr="00BE5BF7">
        <w:tab/>
      </w:r>
      <w:r w:rsidR="00DD3FC4" w:rsidRPr="00BE5BF7">
        <w:t>Hlavné mesto Slovenskej republiky Bratislava</w:t>
      </w:r>
    </w:p>
    <w:p w14:paraId="4D6F0284" w14:textId="08699E9A" w:rsidR="00785BCA" w:rsidRPr="00BE5BF7" w:rsidRDefault="00785BCA" w:rsidP="00473971">
      <w:pPr>
        <w:ind w:left="3261" w:hanging="2552"/>
      </w:pPr>
      <w:r w:rsidRPr="00BE5BF7">
        <w:t>Sídlo:</w:t>
      </w:r>
      <w:r w:rsidRPr="00BE5BF7">
        <w:tab/>
      </w:r>
      <w:r w:rsidR="00DD3FC4" w:rsidRPr="00BE5BF7">
        <w:t xml:space="preserve">Primaciálne námestie 1, 81499 Bratislava </w:t>
      </w:r>
    </w:p>
    <w:p w14:paraId="36C058B9" w14:textId="3F91B848" w:rsidR="00785BCA" w:rsidRPr="00BE5BF7" w:rsidRDefault="00785BCA" w:rsidP="00473971">
      <w:pPr>
        <w:ind w:left="3261" w:hanging="2552"/>
      </w:pPr>
      <w:r w:rsidRPr="00BE5BF7">
        <w:t>Štatutárny orgán/štatutár:</w:t>
      </w:r>
      <w:r w:rsidRPr="00BE5BF7">
        <w:tab/>
      </w:r>
      <w:r w:rsidR="00DD3FC4" w:rsidRPr="00BE5BF7">
        <w:t>Ing. arch. Matúš Vallo</w:t>
      </w:r>
      <w:r w:rsidR="00C303F5" w:rsidRPr="00BE5BF7">
        <w:t>,</w:t>
      </w:r>
      <w:r w:rsidR="00DD3FC4" w:rsidRPr="00BE5BF7">
        <w:t xml:space="preserve"> primátor </w:t>
      </w:r>
      <w:r w:rsidR="00DC30BD" w:rsidRPr="00BE5BF7">
        <w:tab/>
      </w:r>
    </w:p>
    <w:p w14:paraId="0C1871B9" w14:textId="7441CCA7" w:rsidR="00785BCA" w:rsidRPr="00BE5BF7" w:rsidRDefault="00785BCA" w:rsidP="00473971">
      <w:pPr>
        <w:ind w:left="3261" w:hanging="2552"/>
      </w:pPr>
      <w:r w:rsidRPr="00BE5BF7">
        <w:t>IČO:</w:t>
      </w:r>
      <w:r w:rsidRPr="00BE5BF7">
        <w:tab/>
      </w:r>
      <w:r w:rsidR="00DD3FC4" w:rsidRPr="00BE5BF7">
        <w:t>00603481</w:t>
      </w:r>
    </w:p>
    <w:bookmarkEnd w:id="19"/>
    <w:p w14:paraId="20CF88BF" w14:textId="3EE00E41" w:rsidR="00785BCA" w:rsidRPr="00BE5BF7" w:rsidRDefault="00785BCA" w:rsidP="00473971">
      <w:pPr>
        <w:ind w:left="3261" w:hanging="2552"/>
      </w:pPr>
      <w:r w:rsidRPr="00BE5BF7">
        <w:t>DIČ:</w:t>
      </w:r>
      <w:r w:rsidRPr="00BE5BF7">
        <w:tab/>
      </w:r>
      <w:r w:rsidR="00DD3FC4" w:rsidRPr="00BE5BF7">
        <w:t>2020372596</w:t>
      </w:r>
      <w:r w:rsidR="00BF09B9" w:rsidRPr="00BE5BF7">
        <w:tab/>
      </w:r>
    </w:p>
    <w:p w14:paraId="437A96FE" w14:textId="46851EB8" w:rsidR="00BF09B9" w:rsidRPr="00BE5BF7" w:rsidRDefault="00785BCA" w:rsidP="00473971">
      <w:pPr>
        <w:ind w:left="3261" w:hanging="2552"/>
      </w:pPr>
      <w:r w:rsidRPr="00BE5BF7">
        <w:t xml:space="preserve">IČ DPH: </w:t>
      </w:r>
      <w:r w:rsidRPr="00BE5BF7">
        <w:tab/>
      </w:r>
      <w:r w:rsidR="00DD3FC4" w:rsidRPr="00BE5BF7">
        <w:t>SK2020372596</w:t>
      </w:r>
      <w:r w:rsidR="00BF09B9" w:rsidRPr="00BE5BF7">
        <w:tab/>
      </w:r>
    </w:p>
    <w:p w14:paraId="14BFDDFA" w14:textId="3441B307" w:rsidR="0005348C" w:rsidRPr="00BE5BF7" w:rsidRDefault="00A259F5" w:rsidP="00473971">
      <w:pPr>
        <w:ind w:left="709"/>
      </w:pPr>
      <w:r w:rsidRPr="00BE5BF7">
        <w:t xml:space="preserve">URL: </w:t>
      </w:r>
      <w:r w:rsidRPr="00BE5BF7">
        <w:tab/>
      </w:r>
      <w:r w:rsidRPr="00BE5BF7">
        <w:tab/>
      </w:r>
      <w:r w:rsidRPr="00BE5BF7">
        <w:tab/>
        <w:t xml:space="preserve">         </w:t>
      </w:r>
      <w:hyperlink r:id="rId12" w:history="1">
        <w:r w:rsidRPr="00BE5BF7">
          <w:rPr>
            <w:rStyle w:val="Hypertextovprepojenie"/>
          </w:rPr>
          <w:t>www.bratislava.sk</w:t>
        </w:r>
      </w:hyperlink>
      <w:r w:rsidRPr="00BE5BF7">
        <w:t xml:space="preserve"> </w:t>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3E71455C" w14:textId="77777777" w:rsidR="00785BCA" w:rsidRPr="00BE5BF7" w:rsidRDefault="00785BCA" w:rsidP="00D54716">
      <w:pPr>
        <w:pStyle w:val="Nadpis3"/>
      </w:pPr>
      <w:bookmarkStart w:id="22" w:name="_Toc447725743"/>
      <w:bookmarkStart w:id="23" w:name="_Toc487700723"/>
      <w:bookmarkStart w:id="24" w:name="_Toc4416605"/>
      <w:bookmarkStart w:id="25" w:name="_Toc4416899"/>
      <w:bookmarkStart w:id="26" w:name="_Toc4416948"/>
      <w:bookmarkStart w:id="27" w:name="_Toc12196216"/>
      <w:r w:rsidRPr="00BE5BF7">
        <w:t>Predmet zákazky</w:t>
      </w:r>
      <w:bookmarkEnd w:id="22"/>
      <w:bookmarkEnd w:id="23"/>
      <w:bookmarkEnd w:id="24"/>
      <w:bookmarkEnd w:id="25"/>
      <w:bookmarkEnd w:id="26"/>
      <w:bookmarkEnd w:id="27"/>
    </w:p>
    <w:p w14:paraId="5C937767" w14:textId="17FD9EC1" w:rsidR="00A259F5" w:rsidRPr="00BE5BF7" w:rsidRDefault="00BE1895" w:rsidP="0021692E">
      <w:pPr>
        <w:pStyle w:val="Nadpis4"/>
      </w:pPr>
      <w:bookmarkStart w:id="28" w:name="_Hlk5992583"/>
      <w:r w:rsidRPr="00BE5BF7">
        <w:t xml:space="preserve">Predmetom zákazky </w:t>
      </w:r>
      <w:r w:rsidR="00681923" w:rsidRPr="00BE5BF7">
        <w:t xml:space="preserve">je </w:t>
      </w:r>
      <w:bookmarkStart w:id="29"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28"/>
      <w:r w:rsidR="00AB0C77" w:rsidRPr="00BE5BF7">
        <w:t xml:space="preserve">vybraného súboru </w:t>
      </w:r>
      <w:r w:rsidR="00681923" w:rsidRPr="00BE5BF7">
        <w:t>budov vo vlastníctve Hlavného mesta Slovenskej republiky Bratislava</w:t>
      </w:r>
      <w:r w:rsidR="00AB0C77" w:rsidRPr="00BE5BF7">
        <w:t xml:space="preserve">, </w:t>
      </w:r>
      <w:r w:rsidR="00565C4C" w:rsidRPr="00BE5BF7">
        <w:t xml:space="preserve">ktorej cieľom je zvýšenie energetickej efektívnosti </w:t>
      </w:r>
      <w:r w:rsidR="00A20B2E" w:rsidRPr="00BE5BF7">
        <w:t>a tiež zlepšenie faktického stavu týchto budov</w:t>
      </w:r>
      <w:bookmarkEnd w:id="29"/>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w:t>
      </w:r>
      <w:r w:rsidR="003D043C">
        <w:br/>
      </w:r>
      <w:r w:rsidR="00827902">
        <w:t xml:space="preserve">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vybraných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21692E">
      <w:pPr>
        <w:pStyle w:val="Nadpis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0" w:name="_Toc487700724"/>
      <w:bookmarkStart w:id="31" w:name="_Toc4416606"/>
      <w:bookmarkStart w:id="32" w:name="_Toc4416900"/>
      <w:bookmarkStart w:id="33"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21692E">
      <w:pPr>
        <w:pStyle w:val="Nadpis4"/>
      </w:pPr>
      <w:r w:rsidRPr="00BE5BF7">
        <w:t>Podrobné vymedzenie predmetu zákazky tvorí Časť B. Opis predmetu zákazky.</w:t>
      </w:r>
    </w:p>
    <w:p w14:paraId="1134F88B" w14:textId="4D9E95C9" w:rsidR="00785BCA" w:rsidRPr="00BE5BF7" w:rsidRDefault="00785BCA" w:rsidP="00D54716">
      <w:pPr>
        <w:pStyle w:val="Nadpis3"/>
      </w:pPr>
      <w:bookmarkStart w:id="34" w:name="_Toc12196217"/>
      <w:r w:rsidRPr="00BE5BF7">
        <w:t>Komplexnosť dodávky</w:t>
      </w:r>
      <w:bookmarkEnd w:id="30"/>
      <w:r w:rsidR="0021085A" w:rsidRPr="00BE5BF7">
        <w:t xml:space="preserve"> a jej nedeliteľnosť</w:t>
      </w:r>
      <w:bookmarkEnd w:id="31"/>
      <w:bookmarkEnd w:id="32"/>
      <w:bookmarkEnd w:id="33"/>
      <w:bookmarkEnd w:id="34"/>
    </w:p>
    <w:p w14:paraId="382FABF6" w14:textId="46F73B0B" w:rsidR="00785BCA" w:rsidRPr="00BE5BF7" w:rsidRDefault="00785BCA" w:rsidP="0021692E">
      <w:pPr>
        <w:pStyle w:val="Nadpis4"/>
      </w:pPr>
      <w:r w:rsidRPr="00BE5BF7">
        <w:t xml:space="preserve">Uchádzač predloží ponuku na celý </w:t>
      </w:r>
      <w:r w:rsidR="00A259F5" w:rsidRPr="00BE5BF7">
        <w:t>p</w:t>
      </w:r>
      <w:r w:rsidR="007D674D" w:rsidRPr="00BE5BF7">
        <w:t>redmet</w:t>
      </w:r>
      <w:r w:rsidRPr="00BE5BF7">
        <w:t xml:space="preserve"> zákazky.</w:t>
      </w:r>
    </w:p>
    <w:p w14:paraId="558BBC9A" w14:textId="66471ECC" w:rsidR="00AC20ED" w:rsidRPr="00BE5BF7" w:rsidRDefault="0028684C" w:rsidP="0021692E">
      <w:pPr>
        <w:pStyle w:val="Nadpis4"/>
      </w:pPr>
      <w:bookmarkStart w:id="35" w:name="_Hlk5992643"/>
      <w:bookmarkStart w:id="36" w:name="_Toc487700725"/>
      <w:bookmarkStart w:id="37" w:name="_Toc4416607"/>
      <w:bookmarkStart w:id="38" w:name="_Toc4416901"/>
      <w:bookmarkStart w:id="39" w:name="_Toc4416950"/>
      <w:r w:rsidRPr="00BE5BF7">
        <w:t>Odôvodnenie nerozdelenia zákazky podľa ustanovenia § 28 ods. 2 ZVO tvorí samostatnú Prílohu č. A.7 týchto súťažných podkladov</w:t>
      </w:r>
      <w:r w:rsidR="00AC20ED" w:rsidRPr="00BE5BF7">
        <w:t>.</w:t>
      </w:r>
    </w:p>
    <w:p w14:paraId="17E4D071" w14:textId="576EB868" w:rsidR="00785BCA" w:rsidRPr="00BE5BF7" w:rsidRDefault="00785BCA" w:rsidP="00D54716">
      <w:pPr>
        <w:pStyle w:val="Nadpis3"/>
      </w:pPr>
      <w:bookmarkStart w:id="40" w:name="_Toc12196218"/>
      <w:bookmarkEnd w:id="35"/>
      <w:r w:rsidRPr="00BE5BF7">
        <w:t>Zdroj fina</w:t>
      </w:r>
      <w:r w:rsidR="00C5338A" w:rsidRPr="00BE5BF7">
        <w:t>n</w:t>
      </w:r>
      <w:r w:rsidRPr="00BE5BF7">
        <w:t>čných prostriedkov</w:t>
      </w:r>
      <w:bookmarkEnd w:id="36"/>
      <w:bookmarkEnd w:id="37"/>
      <w:bookmarkEnd w:id="38"/>
      <w:bookmarkEnd w:id="39"/>
      <w:bookmarkEnd w:id="40"/>
    </w:p>
    <w:p w14:paraId="7DACE315" w14:textId="51E1D343" w:rsidR="005C7431" w:rsidRPr="00BE5BF7" w:rsidRDefault="005C7431" w:rsidP="0021692E">
      <w:pPr>
        <w:pStyle w:val="Nadpis4"/>
      </w:pPr>
      <w:bookmarkStart w:id="41" w:name="_Hlk5983088"/>
      <w:r w:rsidRPr="00BE5BF7">
        <w:t>Investičná časť predmetu zákazky</w:t>
      </w:r>
      <w:r w:rsidR="004239BF" w:rsidRPr="00BE5BF7">
        <w:t xml:space="preserve">, na ktorú bude uzatvorená zmluva o energetickej efektívnosti 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bCs/>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 xml:space="preserve">erejného obstarávateľa z budúcich úspor </w:t>
      </w:r>
      <w:r w:rsidRPr="00BE5BF7">
        <w:lastRenderedPageBreak/>
        <w:t>prevádzkových nákladov</w:t>
      </w:r>
      <w:r w:rsidR="00BE4C42" w:rsidRPr="00BE5BF7">
        <w:t xml:space="preserve"> energetického hospodárstva</w:t>
      </w:r>
      <w:r w:rsidRPr="00BE5BF7">
        <w:t>.</w:t>
      </w:r>
    </w:p>
    <w:p w14:paraId="30D7BF28" w14:textId="1C260C05" w:rsidR="00C27D65" w:rsidRPr="00BE5BF7" w:rsidRDefault="00C27D65" w:rsidP="0021692E">
      <w:pPr>
        <w:pStyle w:val="Nadpis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 a na základe grantovej dohody</w:t>
      </w:r>
      <w:r w:rsidR="00827902">
        <w:t xml:space="preserve"> uzatvorenej medzi Verejným obstarávateľom a Európskou Investičnou Bankou </w:t>
      </w:r>
      <w:r w:rsidR="00196707">
        <w:br/>
      </w:r>
      <w:r w:rsidR="00827902">
        <w:t>č. ELENA-2014-046.</w:t>
      </w:r>
    </w:p>
    <w:p w14:paraId="285A71C1" w14:textId="416B37B8" w:rsidR="00267B50" w:rsidRPr="00BE5BF7" w:rsidRDefault="00267B50" w:rsidP="00D54716">
      <w:pPr>
        <w:pStyle w:val="Nadpis3"/>
      </w:pPr>
      <w:bookmarkStart w:id="42" w:name="_Toc522635378"/>
      <w:bookmarkStart w:id="43" w:name="_Toc525293192"/>
      <w:bookmarkStart w:id="44" w:name="_Toc4416608"/>
      <w:bookmarkStart w:id="45" w:name="_Toc4416902"/>
      <w:bookmarkStart w:id="46" w:name="_Toc4416951"/>
      <w:bookmarkStart w:id="47" w:name="_Toc12196219"/>
      <w:bookmarkEnd w:id="41"/>
      <w:bookmarkEnd w:id="42"/>
      <w:bookmarkEnd w:id="43"/>
      <w:r w:rsidRPr="00BE5BF7">
        <w:t>Zmluva</w:t>
      </w:r>
      <w:bookmarkEnd w:id="20"/>
      <w:bookmarkEnd w:id="44"/>
      <w:bookmarkEnd w:id="45"/>
      <w:bookmarkEnd w:id="46"/>
      <w:bookmarkEnd w:id="47"/>
    </w:p>
    <w:p w14:paraId="379C92D6" w14:textId="335C0BA6" w:rsidR="00AC20ED" w:rsidRPr="00BE5BF7" w:rsidRDefault="00AC20ED" w:rsidP="0021692E">
      <w:pPr>
        <w:pStyle w:val="Nadpis4"/>
      </w:pPr>
      <w:bookmarkStart w:id="48" w:name="_Toc447725747"/>
      <w:bookmarkStart w:id="49" w:name="_Toc4416609"/>
      <w:bookmarkStart w:id="50" w:name="_Toc4416903"/>
      <w:bookmarkStart w:id="51"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bCs/>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bCs/>
        </w:rPr>
        <w:t>zmluvy</w:t>
      </w:r>
      <w:r w:rsidR="00245C94" w:rsidRPr="00BE5BF7">
        <w:t>“</w:t>
      </w:r>
      <w:r w:rsidRPr="00BE5BF7">
        <w:t xml:space="preserve">). </w:t>
      </w:r>
    </w:p>
    <w:p w14:paraId="0CB9FD61" w14:textId="13BD662E" w:rsidR="00AC20ED" w:rsidRPr="00BE5BF7" w:rsidRDefault="00AC20ED" w:rsidP="0021692E">
      <w:pPr>
        <w:pStyle w:val="Nadpis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12055995" w:rsidR="00BA17BB" w:rsidRPr="00BE5BF7" w:rsidRDefault="00AE3791" w:rsidP="00D54716">
      <w:pPr>
        <w:pStyle w:val="Nadpis3"/>
      </w:pPr>
      <w:bookmarkStart w:id="52" w:name="_Toc12196220"/>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8"/>
      <w:bookmarkEnd w:id="49"/>
      <w:bookmarkEnd w:id="50"/>
      <w:bookmarkEnd w:id="51"/>
      <w:bookmarkEnd w:id="52"/>
    </w:p>
    <w:p w14:paraId="5ACBDF22" w14:textId="2A21120C" w:rsidR="00D22E34" w:rsidRPr="00BE5BF7" w:rsidRDefault="004B1DD1" w:rsidP="0021692E">
      <w:pPr>
        <w:pStyle w:val="Nadpis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B21BE6" w:rsidRPr="00BE5BF7">
        <w:t>sú b</w:t>
      </w:r>
      <w:r w:rsidR="007D1823" w:rsidRPr="00BE5BF7">
        <w:t>u</w:t>
      </w:r>
      <w:r w:rsidR="00B21BE6" w:rsidRPr="00BE5BF7">
        <w:t xml:space="preserve">dovy na </w:t>
      </w:r>
      <w:r w:rsidR="00EC5331" w:rsidRPr="00BE5BF7">
        <w:t xml:space="preserve">adresách </w:t>
      </w:r>
      <w:r w:rsidR="0047557C" w:rsidRPr="00BE5BF7">
        <w:t>v rámci územia hlavného mesta Bratislava</w:t>
      </w:r>
      <w:r w:rsidR="00485920" w:rsidRPr="00BE5BF7">
        <w:t>.</w:t>
      </w:r>
      <w:r w:rsidR="00FF399B" w:rsidRPr="00BE5BF7">
        <w:t xml:space="preserve"> </w:t>
      </w:r>
    </w:p>
    <w:p w14:paraId="61DE1C66" w14:textId="77777777" w:rsidR="00F912BE" w:rsidRPr="00BE5BF7" w:rsidRDefault="005C7431" w:rsidP="0021692E">
      <w:pPr>
        <w:pStyle w:val="Nadpis4"/>
      </w:pPr>
      <w:bookmarkStart w:id="53" w:name="_Toc447725748"/>
      <w:bookmarkStart w:id="54" w:name="_Toc4416610"/>
      <w:bookmarkStart w:id="55" w:name="_Toc4416904"/>
      <w:bookmarkStart w:id="56" w:name="_Toc4416953"/>
      <w:r w:rsidRPr="00BE5BF7">
        <w:t xml:space="preserve">Doba realizácie predmetu zákazky bude </w:t>
      </w:r>
      <w:r w:rsidR="00F912BE" w:rsidRPr="00BE5BF7">
        <w:t>nasledovná:</w:t>
      </w:r>
    </w:p>
    <w:p w14:paraId="18418AEF" w14:textId="1CDA51E4" w:rsidR="005C7431" w:rsidRPr="00BE5BF7" w:rsidRDefault="00F912BE" w:rsidP="00D964E1">
      <w:pPr>
        <w:pStyle w:val="Nadpis6"/>
      </w:pPr>
      <w:r w:rsidRPr="00BE5BF7">
        <w:t xml:space="preserve">Pre zmluvu o energetickej efektívnosti </w:t>
      </w:r>
      <w:r w:rsidR="005C7431" w:rsidRPr="00BE5BF7">
        <w:t xml:space="preserve">max. </w:t>
      </w:r>
      <w:r w:rsidR="00F4442E" w:rsidRPr="00BE5BF7">
        <w:t>198</w:t>
      </w:r>
      <w:r w:rsidR="00873465" w:rsidRPr="00BE5BF7">
        <w:t xml:space="preserve"> </w:t>
      </w:r>
      <w:r w:rsidR="005C7431" w:rsidRPr="00BE5BF7">
        <w:t>mesiacov od nadobudnutia účinnosti zmluvy v nasledujúcich etapách:</w:t>
      </w:r>
    </w:p>
    <w:p w14:paraId="6613C061" w14:textId="1E1523B5" w:rsidR="005C7431" w:rsidRPr="00BE5BF7" w:rsidRDefault="005C7431" w:rsidP="00F912BE">
      <w:pPr>
        <w:pStyle w:val="Nadpis7"/>
      </w:pPr>
      <w:r w:rsidRPr="00BE5BF7">
        <w:t xml:space="preserve">Obdobie príprav: maximálne </w:t>
      </w:r>
      <w:r w:rsidR="00F4442E" w:rsidRPr="00BE5BF7">
        <w:rPr>
          <w:rFonts w:eastAsiaTheme="minorHAnsi" w:cs="Arial"/>
          <w:szCs w:val="20"/>
        </w:rPr>
        <w:t xml:space="preserve">6 </w:t>
      </w:r>
      <w:r w:rsidRPr="00BE5BF7">
        <w:t>mesiacov odo dňa nadobudnutia účinnosti zmluvy;</w:t>
      </w:r>
    </w:p>
    <w:p w14:paraId="1EC8415A" w14:textId="220E2301" w:rsidR="005C7431" w:rsidRPr="00BE5BF7" w:rsidRDefault="005C7431" w:rsidP="00F912BE">
      <w:pPr>
        <w:pStyle w:val="Nadpis7"/>
      </w:pPr>
      <w:r w:rsidRPr="00BE5BF7">
        <w:t xml:space="preserve">Obdobie </w:t>
      </w:r>
      <w:r w:rsidR="001E1F49" w:rsidRPr="00BE5BF7">
        <w:t>obnovy</w:t>
      </w:r>
      <w:r w:rsidRPr="00BE5BF7">
        <w:t xml:space="preserve">: maximálne </w:t>
      </w:r>
      <w:r w:rsidR="00F4442E" w:rsidRPr="00BE5BF7">
        <w:rPr>
          <w:rFonts w:eastAsiaTheme="minorHAnsi" w:cs="Arial"/>
          <w:szCs w:val="20"/>
        </w:rPr>
        <w:t>12</w:t>
      </w:r>
      <w:r w:rsidR="00873465" w:rsidRPr="00BE5BF7">
        <w:rPr>
          <w:rFonts w:eastAsiaTheme="minorHAnsi" w:cs="Arial"/>
          <w:szCs w:val="20"/>
        </w:rPr>
        <w:t xml:space="preserve"> </w:t>
      </w:r>
      <w:r w:rsidRPr="00BE5BF7">
        <w:t xml:space="preserve">mesiacov odo dňa </w:t>
      </w:r>
      <w:r w:rsidR="006E1D88" w:rsidRPr="00BE5BF7">
        <w:t>začatia obnovy (</w:t>
      </w:r>
      <w:r w:rsidR="00D82407" w:rsidRPr="00BE5BF7">
        <w:t>odovzdanie budov a</w:t>
      </w:r>
      <w:r w:rsidR="00FC48EA" w:rsidRPr="00BE5BF7">
        <w:t xml:space="preserve"> ich </w:t>
      </w:r>
      <w:r w:rsidR="00D82407" w:rsidRPr="00BE5BF7">
        <w:t>areál</w:t>
      </w:r>
      <w:r w:rsidR="00FC48EA" w:rsidRPr="00BE5BF7">
        <w:t>ov</w:t>
      </w:r>
      <w:r w:rsidR="00D82407" w:rsidRPr="00BE5BF7">
        <w:t xml:space="preserve"> na vykonanie obnovy)</w:t>
      </w:r>
      <w:r w:rsidRPr="00BE5BF7">
        <w:t>;</w:t>
      </w:r>
    </w:p>
    <w:p w14:paraId="037FD3B2" w14:textId="41CACD7A" w:rsidR="005C7431" w:rsidRPr="00BE5BF7" w:rsidRDefault="005C7431" w:rsidP="00F912BE">
      <w:pPr>
        <w:pStyle w:val="Nadpis7"/>
      </w:pPr>
      <w:r w:rsidRPr="00BE5BF7">
        <w:t>Obdobie garancie</w:t>
      </w:r>
      <w:r w:rsidR="00D82407" w:rsidRPr="00BE5BF7">
        <w:t xml:space="preserve">: </w:t>
      </w:r>
      <w:r w:rsidR="00CF174E" w:rsidRPr="00BE5BF7">
        <w:t>maximálne</w:t>
      </w:r>
      <w:r w:rsidRPr="00BE5BF7">
        <w:t xml:space="preserve"> </w:t>
      </w:r>
      <w:r w:rsidR="00F4442E" w:rsidRPr="00BE5BF7">
        <w:rPr>
          <w:rFonts w:eastAsiaTheme="minorHAnsi" w:cs="Arial"/>
          <w:szCs w:val="20"/>
        </w:rPr>
        <w:t>180</w:t>
      </w:r>
      <w:r w:rsidR="00873465" w:rsidRPr="00BE5BF7">
        <w:t xml:space="preserve"> </w:t>
      </w:r>
      <w:r w:rsidRPr="00BE5BF7">
        <w:t xml:space="preserve">mesiacov odo dňa ukončenia </w:t>
      </w:r>
      <w:r w:rsidR="00D82407" w:rsidRPr="00BE5BF7">
        <w:t>obnovy</w:t>
      </w:r>
      <w:r w:rsidR="00F912BE" w:rsidRPr="00BE5BF7">
        <w:t>; a</w:t>
      </w:r>
    </w:p>
    <w:p w14:paraId="7A0AAAC8" w14:textId="6D6829B8" w:rsidR="00F912BE" w:rsidRPr="00BE5BF7" w:rsidRDefault="00F912BE" w:rsidP="00D964E1">
      <w:pPr>
        <w:pStyle w:val="Nadpis6"/>
      </w:pPr>
      <w:r w:rsidRPr="00BE5BF7">
        <w:t>Pre zmluvu o dielo:</w:t>
      </w:r>
    </w:p>
    <w:p w14:paraId="501569A9" w14:textId="716F71AF" w:rsidR="00F912BE" w:rsidRPr="00BE5BF7" w:rsidRDefault="00EF7C45" w:rsidP="00EF7C45">
      <w:pPr>
        <w:pStyle w:val="Nadpis7"/>
      </w:pPr>
      <w:r w:rsidRPr="00BE5BF7">
        <w:t xml:space="preserve">Vyprojektovanie a dokončenie projektovej a ostatnej dokumentácie do </w:t>
      </w:r>
      <w:r w:rsidR="00FF7E46" w:rsidRPr="00BE5BF7">
        <w:t>6</w:t>
      </w:r>
      <w:r w:rsidRPr="00BE5BF7">
        <w:t xml:space="preserve"> mesiacov od nadobudnutia účinnosti zmluvy; a</w:t>
      </w:r>
    </w:p>
    <w:p w14:paraId="3C3FD891" w14:textId="43EA3B39" w:rsidR="00EF7C45" w:rsidRPr="00BE5BF7" w:rsidRDefault="00EF7C45" w:rsidP="00EF7C45">
      <w:pPr>
        <w:pStyle w:val="Nadpis7"/>
      </w:pPr>
      <w:r w:rsidRPr="00BE5BF7">
        <w:t xml:space="preserve">Vykonanie diela (všetkých opatrení) max do </w:t>
      </w:r>
      <w:r w:rsidR="00FF7E46" w:rsidRPr="00BE5BF7">
        <w:t>1</w:t>
      </w:r>
      <w:r w:rsidR="00BF4DC1" w:rsidRPr="00BE5BF7">
        <w:t>8</w:t>
      </w:r>
      <w:r w:rsidRPr="00BE5BF7">
        <w:t xml:space="preserve"> mesiacov od nadobudnutia účinnosti zmluvy.</w:t>
      </w:r>
    </w:p>
    <w:p w14:paraId="5833C29B" w14:textId="332C175A" w:rsidR="00C230F3" w:rsidRPr="00BE5BF7" w:rsidRDefault="00083EE0" w:rsidP="0021692E">
      <w:pPr>
        <w:pStyle w:val="Nadpis4"/>
      </w:pPr>
      <w:r w:rsidRPr="00BE5BF7">
        <w:t>Pod</w:t>
      </w:r>
      <w:r w:rsidR="0071430F" w:rsidRPr="00BE5BF7">
        <w:t>ro</w:t>
      </w:r>
      <w:r w:rsidRPr="00BE5BF7">
        <w:t xml:space="preserve">bná identifikácia </w:t>
      </w:r>
      <w:r w:rsidR="00C230F3" w:rsidRPr="00BE5BF7">
        <w:t>povinností a plnení zahrnutých do jednotlivých období</w:t>
      </w:r>
      <w:r w:rsidRPr="00BE5BF7">
        <w:t xml:space="preserve"> je uvedená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02A70A29" w:rsidR="00AE3791" w:rsidRPr="00BE5BF7" w:rsidRDefault="00AE3791" w:rsidP="00D54716">
      <w:pPr>
        <w:pStyle w:val="Nadpis3"/>
      </w:pPr>
      <w:bookmarkStart w:id="57" w:name="_Toc12196221"/>
      <w:r w:rsidRPr="00BE5BF7">
        <w:t>Oprávnení uchádzači</w:t>
      </w:r>
      <w:bookmarkEnd w:id="53"/>
      <w:bookmarkEnd w:id="54"/>
      <w:bookmarkEnd w:id="55"/>
      <w:bookmarkEnd w:id="56"/>
      <w:bookmarkEnd w:id="57"/>
    </w:p>
    <w:p w14:paraId="67FD5939" w14:textId="07107CAA" w:rsidR="00414230" w:rsidRPr="00BE5BF7" w:rsidRDefault="00D74F88" w:rsidP="0021692E">
      <w:pPr>
        <w:pStyle w:val="Nadpis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58" w:name="_Hlk519072534"/>
      <w:r w:rsidR="00ED40DA" w:rsidRPr="00BE5BF7">
        <w:rPr>
          <w:b/>
        </w:rPr>
        <w:t>Skupina dodávateľov</w:t>
      </w:r>
      <w:bookmarkEnd w:id="58"/>
      <w:r w:rsidR="00ED40DA" w:rsidRPr="00BE5BF7">
        <w:t>“)</w:t>
      </w:r>
      <w:r w:rsidR="00023E6E" w:rsidRPr="00BE5BF7">
        <w:t>.</w:t>
      </w:r>
      <w:r w:rsidR="00414230" w:rsidRPr="00BE5BF7">
        <w:t xml:space="preserve"> </w:t>
      </w:r>
    </w:p>
    <w:p w14:paraId="0C66575C" w14:textId="59692DEC" w:rsidR="00C660B1" w:rsidRPr="00BE5BF7" w:rsidRDefault="00414230" w:rsidP="0021692E">
      <w:pPr>
        <w:pStyle w:val="Nadpis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4F512496" w:rsidR="002A54EE" w:rsidRPr="00BE5BF7" w:rsidRDefault="003E19B3" w:rsidP="0021692E">
      <w:pPr>
        <w:pStyle w:val="Nadpis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243A78">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6C5EE255" w:rsidR="00DD0D61" w:rsidRPr="00BE5BF7" w:rsidRDefault="00414230" w:rsidP="0021692E">
      <w:pPr>
        <w:pStyle w:val="Nadpis4"/>
      </w:pPr>
      <w:bookmarkStart w:id="59" w:name="_Ref4422270"/>
      <w:r w:rsidRPr="00BE5BF7">
        <w:lastRenderedPageBreak/>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9"/>
    </w:p>
    <w:p w14:paraId="72EB4C6A" w14:textId="5E84F70F" w:rsidR="00DD0D61" w:rsidRPr="00BE5BF7" w:rsidRDefault="00FC48EA" w:rsidP="00D964E1">
      <w:pPr>
        <w:pStyle w:val="Nadpis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Nadpis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Nadpis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Nadpis3"/>
      </w:pPr>
      <w:bookmarkStart w:id="60" w:name="_Toc447725749"/>
      <w:bookmarkStart w:id="61" w:name="_Toc4416611"/>
      <w:bookmarkStart w:id="62" w:name="_Toc4416905"/>
      <w:bookmarkStart w:id="63" w:name="_Toc4416954"/>
      <w:bookmarkStart w:id="64" w:name="_Ref4422946"/>
      <w:bookmarkStart w:id="65" w:name="_Toc12196222"/>
      <w:r w:rsidRPr="00BE5BF7">
        <w:t>Predloženie a obsah ponúk</w:t>
      </w:r>
      <w:bookmarkEnd w:id="60"/>
      <w:bookmarkEnd w:id="61"/>
      <w:bookmarkEnd w:id="62"/>
      <w:bookmarkEnd w:id="63"/>
      <w:bookmarkEnd w:id="64"/>
      <w:bookmarkEnd w:id="65"/>
    </w:p>
    <w:p w14:paraId="581F8A36" w14:textId="57A9CEC3" w:rsidR="00D54716" w:rsidRPr="00BE5BF7" w:rsidRDefault="00FD77F0" w:rsidP="0021692E">
      <w:pPr>
        <w:pStyle w:val="Nadpis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243A78">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3"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243A78">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243A78">
        <w:t>21</w:t>
      </w:r>
      <w:r w:rsidR="00947B6F" w:rsidRPr="00BE5BF7">
        <w:fldChar w:fldCharType="end"/>
      </w:r>
      <w:r w:rsidRPr="00BE5BF7">
        <w:t xml:space="preserve"> tejto časti súťažných podkladov. </w:t>
      </w:r>
    </w:p>
    <w:p w14:paraId="3D16158B" w14:textId="27883A52" w:rsidR="00A56198" w:rsidRPr="00BE5BF7" w:rsidRDefault="00A56198" w:rsidP="0021692E">
      <w:pPr>
        <w:pStyle w:val="Nadpis4"/>
      </w:pPr>
      <w:bookmarkStart w:id="66" w:name="_Ref6235445"/>
      <w:r w:rsidRPr="00BE5BF7">
        <w:t>Súčasťou ponuky musia byť nasledujúce doklady / dokumenty:</w:t>
      </w:r>
      <w:bookmarkEnd w:id="66"/>
      <w:r w:rsidRPr="00BE5BF7">
        <w:t xml:space="preserve"> </w:t>
      </w:r>
    </w:p>
    <w:p w14:paraId="13453BEF" w14:textId="70DA1EF3" w:rsidR="00A56198" w:rsidRPr="00BE5BF7" w:rsidRDefault="00FC48EA" w:rsidP="00D964E1">
      <w:pPr>
        <w:pStyle w:val="Nadpis6"/>
      </w:pPr>
      <w:bookmarkStart w:id="67"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7"/>
    </w:p>
    <w:p w14:paraId="6218E968" w14:textId="1E351242" w:rsidR="00A56198" w:rsidRPr="00BE5BF7" w:rsidRDefault="00A56198" w:rsidP="007524ED">
      <w:pPr>
        <w:pStyle w:val="Nadpis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7524ED">
      <w:pPr>
        <w:pStyle w:val="Nadpis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7524ED">
      <w:pPr>
        <w:pStyle w:val="Nadpis7"/>
      </w:pPr>
      <w:r w:rsidRPr="00BE5BF7">
        <w:t>zoznam dokumentov predložených v ponuke;</w:t>
      </w:r>
    </w:p>
    <w:p w14:paraId="1DCABECD" w14:textId="1CDD1D5E" w:rsidR="00A56198" w:rsidRPr="00BE5BF7" w:rsidRDefault="00A56198" w:rsidP="007524ED">
      <w:pPr>
        <w:pStyle w:val="Nadpis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243A78">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Nadpis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46906CB" w14:textId="4B013679" w:rsidR="00831255" w:rsidRPr="00BE5BF7" w:rsidRDefault="00672CF4" w:rsidP="00D964E1">
      <w:pPr>
        <w:pStyle w:val="Nadpis6"/>
      </w:pPr>
      <w:r w:rsidRPr="00BE5BF7">
        <w:t xml:space="preserve">Podrobný opis ponúkaného predmetu </w:t>
      </w:r>
      <w:r w:rsidR="0068594A" w:rsidRPr="00BE5BF7">
        <w:t>zákazky</w:t>
      </w:r>
      <w:r w:rsidRPr="00BE5BF7">
        <w:t xml:space="preserve">, z ktorého musí vyplývať splnenie všetkých podmienok stanovených v Časti B. Opis predmetu zákazky. </w:t>
      </w:r>
      <w:bookmarkStart w:id="68" w:name="_Ref4422667"/>
      <w:bookmarkStart w:id="69" w:name="_Ref524523915"/>
      <w:r w:rsidR="00831255" w:rsidRPr="00BE5BF7">
        <w:rPr>
          <w:b/>
        </w:rPr>
        <w:t xml:space="preserve">Opis musí obsahovať prehľadnú a jednoznačnú informáciu, </w:t>
      </w:r>
      <w:r w:rsidR="000F4C8F" w:rsidRPr="00BE5BF7">
        <w:rPr>
          <w:b/>
        </w:rPr>
        <w:t>akým spôsobom uchádzač navrhuje vykonať jednotlivé opatrenia, ako sú uvedené v časti B. Opis predmetu zák</w:t>
      </w:r>
      <w:r w:rsidR="00BE5BF7">
        <w:rPr>
          <w:b/>
        </w:rPr>
        <w:t>a</w:t>
      </w:r>
      <w:r w:rsidR="000F4C8F" w:rsidRPr="00BE5BF7">
        <w:rPr>
          <w:b/>
        </w:rPr>
        <w:t>zky a príslušných prílohách.</w:t>
      </w:r>
      <w:r w:rsidR="00332C90" w:rsidRPr="00BE5BF7">
        <w:t xml:space="preserve"> </w:t>
      </w:r>
      <w:r w:rsidR="00831255" w:rsidRPr="00BE5BF7">
        <w:t xml:space="preserve">Uchádzač predloží opis v štruktúre rozdelenej na jednotlivé navrhované opatrenia, pričom </w:t>
      </w:r>
      <w:r w:rsidR="00F64B40" w:rsidRPr="00BE5BF7">
        <w:t xml:space="preserve">pri každom opatrení </w:t>
      </w:r>
      <w:r w:rsidR="00831255" w:rsidRPr="00BE5BF7">
        <w:t xml:space="preserve">uvedie najmä </w:t>
      </w:r>
      <w:r w:rsidR="00F64B40" w:rsidRPr="00BE5BF7">
        <w:t>jeho</w:t>
      </w:r>
      <w:r w:rsidR="00831255" w:rsidRPr="00BE5BF7">
        <w:t xml:space="preserve"> základný opis, dodávané technológie a práce, ktoré plánuje v rámci opatrenia realizovať, časovú náročnosť výkonu jednotlivých opatrení, spôsob ich realizácie a akékoľvek iné podstatné okolnosti tak, aby bol Verejný obstarávateľ schopný posúdiť ich súlad s týmito súťažnými podkladmi. Ako súčasť podrobného opisu uchádzač predloží aj </w:t>
      </w:r>
      <w:r w:rsidR="003725B9" w:rsidRPr="00BE5BF7">
        <w:t>sumarizáciu návrhu</w:t>
      </w:r>
      <w:r w:rsidR="00831255" w:rsidRPr="00BE5BF7">
        <w:t xml:space="preserve"> opatrení </w:t>
      </w:r>
      <w:r w:rsidR="007E5BFA" w:rsidRPr="00BE5BF7">
        <w:br/>
      </w:r>
      <w:r w:rsidR="00831255" w:rsidRPr="00BE5BF7">
        <w:t xml:space="preserve">s uvedením investičných nákladov za jednotlivé opatrenia formou vyplnenej tabuľky podľa vzoru v Prílohe č. </w:t>
      </w:r>
      <w:r w:rsidR="00CF6246" w:rsidRPr="00BE5BF7">
        <w:t>B.2</w:t>
      </w:r>
      <w:r w:rsidR="00831255" w:rsidRPr="00BE5BF7">
        <w:t xml:space="preserve"> Návrh opatrení</w:t>
      </w:r>
      <w:r w:rsidR="00F64B40" w:rsidRPr="00BE5BF7">
        <w:t xml:space="preserve"> (vzorový formulár)</w:t>
      </w:r>
      <w:r w:rsidR="00831255" w:rsidRPr="00BE5BF7">
        <w:t xml:space="preserve"> týchto súťažných podkladov</w:t>
      </w:r>
      <w:r w:rsidR="00F64B40" w:rsidRPr="00BE5BF7">
        <w:t xml:space="preserve">, </w:t>
      </w:r>
      <w:r w:rsidR="00F64B40" w:rsidRPr="00BE5BF7">
        <w:rPr>
          <w:b/>
          <w:bCs/>
        </w:rPr>
        <w:t>a to za každú budovu samostatne</w:t>
      </w:r>
      <w:r w:rsidR="00831255" w:rsidRPr="00BE5BF7">
        <w:t>.</w:t>
      </w:r>
    </w:p>
    <w:p w14:paraId="4811E380" w14:textId="0893A5DD" w:rsidR="00630236" w:rsidRPr="00BE5BF7" w:rsidRDefault="00922426" w:rsidP="00D964E1">
      <w:pPr>
        <w:pStyle w:val="Nadpis6"/>
      </w:pPr>
      <w:bookmarkStart w:id="70" w:name="_Ref6235423"/>
      <w:r w:rsidRPr="00BE5BF7">
        <w:t>Doklady a dokumenty</w:t>
      </w:r>
      <w:r w:rsidR="00665159" w:rsidRPr="00BE5BF7">
        <w:t>, ktorými uchádzač preukazuje splnenie podmienok účasti</w:t>
      </w:r>
      <w:r w:rsidR="00A718D2" w:rsidRPr="00BE5BF7">
        <w:t xml:space="preserve"> v zmysle </w:t>
      </w:r>
      <w:r w:rsidR="00A718D2" w:rsidRPr="00BE5BF7">
        <w:lastRenderedPageBreak/>
        <w:t>Časti F. Podmienky účasti týchto súťažných podkladov</w:t>
      </w:r>
      <w:r w:rsidR="0045452C" w:rsidRPr="00BE5BF7">
        <w:rPr>
          <w:szCs w:val="20"/>
        </w:rPr>
        <w:t>; t. j. všetky doklady, ktorými preukazuje splnenie podmienok účasti týkajúcich sa osobného postavenia</w:t>
      </w:r>
      <w:r w:rsidR="00FC3250" w:rsidRPr="00BE5BF7">
        <w:rPr>
          <w:szCs w:val="20"/>
        </w:rPr>
        <w:t xml:space="preserve">, finančného </w:t>
      </w:r>
      <w:r w:rsidR="007E5BFA" w:rsidRPr="00BE5BF7">
        <w:rPr>
          <w:szCs w:val="20"/>
        </w:rPr>
        <w:br/>
      </w:r>
      <w:r w:rsidR="00FC3250" w:rsidRPr="00BE5BF7">
        <w:rPr>
          <w:szCs w:val="20"/>
        </w:rPr>
        <w:t>a ekonomického postavenia a</w:t>
      </w:r>
      <w:r w:rsidR="0045452C" w:rsidRPr="00BE5BF7">
        <w:rPr>
          <w:szCs w:val="20"/>
        </w:rPr>
        <w:t xml:space="preserve"> technickej </w:t>
      </w:r>
      <w:r w:rsidR="00FC3250" w:rsidRPr="00BE5BF7">
        <w:rPr>
          <w:szCs w:val="20"/>
        </w:rPr>
        <w:t xml:space="preserve">alebo odbornej </w:t>
      </w:r>
      <w:r w:rsidR="0045452C" w:rsidRPr="00BE5BF7">
        <w:rPr>
          <w:szCs w:val="20"/>
        </w:rPr>
        <w:t>spôsobilosti (</w:t>
      </w:r>
      <w:r w:rsidR="00FC3250" w:rsidRPr="00BE5BF7">
        <w:rPr>
          <w:szCs w:val="20"/>
        </w:rPr>
        <w:t xml:space="preserve">Verejný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0"/>
      <w:r w:rsidR="005B20B5" w:rsidRPr="00BE5BF7">
        <w:t xml:space="preserve"> </w:t>
      </w:r>
      <w:bookmarkEnd w:id="68"/>
      <w:bookmarkEnd w:id="69"/>
    </w:p>
    <w:p w14:paraId="5465F939" w14:textId="06467DDD" w:rsidR="00672CF4" w:rsidRPr="00BE5BF7" w:rsidRDefault="00672CF4" w:rsidP="00D964E1">
      <w:pPr>
        <w:pStyle w:val="Nadpis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s prílohami</w:t>
      </w:r>
      <w:r w:rsidRPr="00BE5BF7">
        <w:t xml:space="preserve"> </w:t>
      </w:r>
      <w:r w:rsidR="009C56FD" w:rsidRPr="00BE5BF7">
        <w:t>a návrh zmluvy o dielo vypracovaný podľa vzoru zmluvy uvedenom v Prílohe D.2 súťažných podkladov</w:t>
      </w:r>
      <w:r w:rsidR="00B54987">
        <w:t xml:space="preserve"> s prílohami</w:t>
      </w:r>
      <w:r w:rsidR="009C56FD" w:rsidRPr="00BE5BF7">
        <w:t>.</w:t>
      </w:r>
      <w:r w:rsidR="00B54987">
        <w:t xml:space="preserve"> </w:t>
      </w:r>
      <w:r w:rsidR="00B54987" w:rsidRPr="00B54987">
        <w:t>V návrhu zmluvy o energetickej efektívnosti uchádzač v prílohe č. 3 Metodika vyhodnocovania úspor uchádzač vyplní aj údaje, ktoré sú v prílohe označené že ich „doplní uchádzač“ (vo vzorci bode 1 Garantované úspory danej prílohy a tabuľky v bode 5 Zdroje údajov a bode 6 Hodnoty parametrov v základnej perióde, danej prílohy)  a takto vyplnenú prílohu priloží ako súčasť zmluvy</w:t>
      </w:r>
      <w:r w:rsidR="00B54987">
        <w:t>.</w:t>
      </w:r>
    </w:p>
    <w:p w14:paraId="4EE6574B" w14:textId="77777777" w:rsidR="009E22BB" w:rsidRPr="00BE5BF7" w:rsidRDefault="009E22BB" w:rsidP="00D964E1">
      <w:pPr>
        <w:pStyle w:val="Nadpis6"/>
        <w:rPr>
          <w:szCs w:val="20"/>
        </w:rPr>
      </w:pPr>
      <w:bookmarkStart w:id="71" w:name="_Ref4422691"/>
      <w:bookmarkStart w:id="72" w:name="_Ref524522702"/>
      <w:bookmarkStart w:id="73"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1"/>
      <w:r w:rsidRPr="00BE5BF7">
        <w:rPr>
          <w:szCs w:val="20"/>
        </w:rPr>
        <w:t xml:space="preserve"> </w:t>
      </w:r>
      <w:bookmarkEnd w:id="72"/>
    </w:p>
    <w:bookmarkEnd w:id="73"/>
    <w:p w14:paraId="1B877890" w14:textId="547A9AFA" w:rsidR="00EA4817" w:rsidRPr="00BE5BF7" w:rsidRDefault="00F202AA" w:rsidP="00D964E1">
      <w:pPr>
        <w:pStyle w:val="Nadpis6"/>
      </w:pPr>
      <w:r w:rsidRPr="00BE5BF7">
        <w:t>Grafick</w:t>
      </w:r>
      <w:r w:rsidR="00E0524C" w:rsidRPr="00BE5BF7">
        <w:t>é</w:t>
      </w:r>
      <w:r w:rsidRPr="00BE5BF7">
        <w:t xml:space="preserve"> h</w:t>
      </w:r>
      <w:r w:rsidR="00EA4817" w:rsidRPr="00BE5BF7">
        <w:t>armonogram</w:t>
      </w:r>
      <w:r w:rsidR="00E0524C" w:rsidRPr="00BE5BF7">
        <w:t>y</w:t>
      </w:r>
      <w:r w:rsidR="00EA4817" w:rsidRPr="00BE5BF7">
        <w:t xml:space="preserve"> </w:t>
      </w:r>
      <w:r w:rsidR="00FC48EA" w:rsidRPr="00BE5BF7">
        <w:t>plnenia</w:t>
      </w:r>
      <w:r w:rsidR="00E0524C" w:rsidRPr="00BE5BF7">
        <w:t>, samostatne pre zmluvu o dielo a samostatne pre zmluvu o energetickej efektívnosti</w:t>
      </w:r>
      <w:r w:rsidR="00EA4817" w:rsidRPr="00BE5BF7">
        <w:t xml:space="preserve">. Harmonogram </w:t>
      </w:r>
      <w:r w:rsidR="00933DAE" w:rsidRPr="00BE5BF7">
        <w:t>p</w:t>
      </w:r>
      <w:r w:rsidR="007E5BFA" w:rsidRPr="00BE5BF7">
        <w:t>lnenia</w:t>
      </w:r>
      <w:r w:rsidR="00EA4817" w:rsidRPr="00BE5BF7">
        <w:t xml:space="preserve"> bude obsahovať vyjadrenie časovej náročnosti a nadväznosti jednotlivých úkonov, činností a prác vyjadrenú v dňoch.</w:t>
      </w:r>
      <w:r w:rsidR="004962FD" w:rsidRPr="00BE5BF7">
        <w:t xml:space="preserve"> Z harmonogramu p</w:t>
      </w:r>
      <w:r w:rsidR="007E5BFA" w:rsidRPr="00BE5BF7">
        <w:t>lnenia</w:t>
      </w:r>
      <w:r w:rsidR="004962FD" w:rsidRPr="00BE5BF7">
        <w:t xml:space="preserve"> </w:t>
      </w:r>
      <w:r w:rsidR="00613E10" w:rsidRPr="00BE5BF7">
        <w:t>pre zmluvu o energetickej efektívnosti</w:t>
      </w:r>
      <w:r w:rsidR="00370E6C">
        <w:t xml:space="preserve"> a</w:t>
      </w:r>
      <w:r w:rsidR="00613E10" w:rsidRPr="00BE5BF7">
        <w:t> harmonogramu prác pre zmluvu o dielo musí vyplývať minimálne plnenie všetkých časových a vecných míľnikov plnenia</w:t>
      </w:r>
      <w:r w:rsidR="00370E6C">
        <w:t xml:space="preserve"> stanovených v</w:t>
      </w:r>
      <w:r w:rsidR="00613E10" w:rsidRPr="00BE5BF7">
        <w:t xml:space="preserve"> </w:t>
      </w:r>
      <w:r w:rsidR="00370E6C" w:rsidRPr="00370E6C">
        <w:t xml:space="preserve">bode </w:t>
      </w:r>
      <w:r w:rsidR="00370E6C" w:rsidRPr="00370E6C">
        <w:fldChar w:fldCharType="begin"/>
      </w:r>
      <w:r w:rsidR="00370E6C" w:rsidRPr="00370E6C">
        <w:instrText xml:space="preserve"> REF _Ref13729773 \n \h </w:instrText>
      </w:r>
      <w:r w:rsidR="00370E6C" w:rsidRPr="00370E6C">
        <w:fldChar w:fldCharType="separate"/>
      </w:r>
      <w:r w:rsidR="000A1E0C">
        <w:rPr>
          <w:b/>
          <w:bCs/>
        </w:rPr>
        <w:fldChar w:fldCharType="begin"/>
      </w:r>
      <w:r w:rsidR="000A1E0C">
        <w:instrText xml:space="preserve"> REF _Ref14346950 \r \h </w:instrText>
      </w:r>
      <w:r w:rsidR="000A1E0C">
        <w:rPr>
          <w:b/>
          <w:bCs/>
        </w:rPr>
      </w:r>
      <w:r w:rsidR="000A1E0C">
        <w:rPr>
          <w:b/>
          <w:bCs/>
        </w:rPr>
        <w:fldChar w:fldCharType="separate"/>
      </w:r>
      <w:r w:rsidR="000A1E0C">
        <w:t xml:space="preserve"> 9</w:t>
      </w:r>
      <w:r w:rsidR="000A1E0C">
        <w:rPr>
          <w:b/>
          <w:bCs/>
        </w:rPr>
        <w:fldChar w:fldCharType="end"/>
      </w:r>
      <w:r w:rsidR="00243A78">
        <w:rPr>
          <w:b/>
          <w:bCs/>
        </w:rPr>
        <w:t>.</w:t>
      </w:r>
      <w:r w:rsidR="00370E6C" w:rsidRPr="00370E6C">
        <w:fldChar w:fldCharType="end"/>
      </w:r>
      <w:r w:rsidR="00370E6C" w:rsidRPr="00370E6C">
        <w:t xml:space="preserve"> časti B. Opis predmetu zákazky týchto súťažných podkladov</w:t>
      </w:r>
      <w:r w:rsidR="00613E10" w:rsidRPr="00BE5BF7">
        <w:t xml:space="preserve">. </w:t>
      </w:r>
      <w:r w:rsidR="00EA4817" w:rsidRPr="00BE5BF7">
        <w:t>Harmonogram plnenia bude obsahovať tiež uvedenie kritickej cesty jednotlivých plnení.</w:t>
      </w:r>
      <w:r w:rsidRPr="00BE5BF7">
        <w:t xml:space="preserve"> </w:t>
      </w:r>
      <w:r w:rsidR="004962FD" w:rsidRPr="00BE5BF7">
        <w:t xml:space="preserve">Harmonogram plnenia predložený uchádzačom v rámci ponuky sa v prípade jeho úspechu </w:t>
      </w:r>
      <w:r w:rsidR="006D4DD5" w:rsidRPr="00BE5BF7">
        <w:t xml:space="preserve">doplní ako súčasť </w:t>
      </w:r>
      <w:r w:rsidR="00226EE3" w:rsidRPr="00BE5BF7">
        <w:t>príslušnej</w:t>
      </w:r>
      <w:r w:rsidR="006D4DD5" w:rsidRPr="00BE5BF7">
        <w:t xml:space="preserve"> </w:t>
      </w:r>
      <w:r w:rsidR="00437C48" w:rsidRPr="00BE5BF7">
        <w:t>z</w:t>
      </w:r>
      <w:r w:rsidR="006D4DD5" w:rsidRPr="00BE5BF7">
        <w:t>mluvy.</w:t>
      </w:r>
    </w:p>
    <w:p w14:paraId="17DC7686" w14:textId="4B588AC1" w:rsidR="00915293" w:rsidRPr="00BE5BF7" w:rsidRDefault="00672CF4" w:rsidP="00D964E1">
      <w:pPr>
        <w:pStyle w:val="Nadpis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27BF13A5" w:rsidR="00915293" w:rsidRPr="00BE5BF7" w:rsidRDefault="00915293" w:rsidP="00D964E1">
      <w:pPr>
        <w:pStyle w:val="Nadpis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243A78">
        <w:t>19</w:t>
      </w:r>
      <w:r w:rsidR="00696E11" w:rsidRPr="00BE5BF7">
        <w:fldChar w:fldCharType="end"/>
      </w:r>
      <w:r w:rsidRPr="00BE5BF7">
        <w:t xml:space="preserve"> tejto časti súťažných podkladov.</w:t>
      </w:r>
    </w:p>
    <w:p w14:paraId="3CDD144B" w14:textId="7CD2F1CB" w:rsidR="00915293" w:rsidRPr="00BE5BF7" w:rsidRDefault="00915293" w:rsidP="00D964E1">
      <w:pPr>
        <w:pStyle w:val="Nadpis6"/>
      </w:pPr>
      <w:bookmarkStart w:id="74" w:name="_Hlk519775982"/>
      <w:r w:rsidRPr="00BE5BF7">
        <w:t>Ak ponuku predkladá Skupina dodávateľov</w:t>
      </w:r>
      <w:r w:rsidR="007E5BFA" w:rsidRPr="00BE5BF7">
        <w:t>,</w:t>
      </w:r>
      <w:bookmarkEnd w:id="74"/>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243A78">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Nadpis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4DAC87BB" w:rsidR="00672CF4" w:rsidRPr="00BE5BF7" w:rsidRDefault="00672CF4" w:rsidP="00D964E1">
      <w:pPr>
        <w:pStyle w:val="Nadpis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243A78">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243A78">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233865E7" w:rsidR="003D02B1" w:rsidRPr="00BE5BF7" w:rsidRDefault="00B35C6A" w:rsidP="0021692E">
      <w:pPr>
        <w:pStyle w:val="Nadpis4"/>
      </w:pPr>
      <w:bookmarkStart w:id="75" w:name="_Ref4422785"/>
      <w:bookmarkStart w:id="76"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243A78">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243A78">
        <w:t>8.5</w:t>
      </w:r>
      <w:r w:rsidR="00696E11" w:rsidRPr="00BE5BF7">
        <w:fldChar w:fldCharType="end"/>
      </w:r>
      <w:r w:rsidR="00696E11" w:rsidRPr="00BE5BF7">
        <w:t xml:space="preserve"> </w:t>
      </w:r>
      <w:r w:rsidR="003D02B1" w:rsidRPr="00BE5BF7">
        <w:t>tejto časti súťažných podkladov nevyplýva inak) musí byť:</w:t>
      </w:r>
      <w:bookmarkEnd w:id="75"/>
    </w:p>
    <w:p w14:paraId="3E9A5182" w14:textId="42240DA0" w:rsidR="003D02B1" w:rsidRPr="00BE5BF7" w:rsidRDefault="00B35C6A" w:rsidP="00D964E1">
      <w:pPr>
        <w:pStyle w:val="Nadpis6"/>
      </w:pPr>
      <w:r w:rsidRPr="00BE5BF7">
        <w:t>podpísaný</w:t>
      </w:r>
      <w:r w:rsidR="003D02B1" w:rsidRPr="00BE5BF7">
        <w:t>, pričom</w:t>
      </w:r>
    </w:p>
    <w:p w14:paraId="4135C9C9" w14:textId="62F3DF4A" w:rsidR="003D02B1" w:rsidRPr="00BE5BF7" w:rsidRDefault="003D02B1" w:rsidP="007524ED">
      <w:pPr>
        <w:pStyle w:val="Nadpis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2D95681" w:rsidR="003D02B1" w:rsidRPr="00BE5BF7" w:rsidRDefault="003D02B1" w:rsidP="007524ED">
      <w:pPr>
        <w:pStyle w:val="Nadpis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581FEC" w:rsidRPr="00BE5BF7">
        <w:t xml:space="preserve"> </w:t>
      </w:r>
      <w:r w:rsidRPr="00BE5BF7">
        <w:t xml:space="preserve">tejto časti súťažných podkladov, určený na preukázanie splnenia podmienok účasti </w:t>
      </w:r>
      <w:r w:rsidRPr="00BE5BF7">
        <w:lastRenderedPageBreak/>
        <w:t xml:space="preserve">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Nadpis6"/>
      </w:pPr>
      <w:r w:rsidRPr="00BE5BF7">
        <w:rPr>
          <w:b/>
          <w:u w:val="single"/>
        </w:rPr>
        <w:t>naskenovaný</w:t>
      </w:r>
      <w:r w:rsidRPr="00BE5BF7">
        <w:rPr>
          <w:b/>
        </w:rPr>
        <w:t xml:space="preserve"> </w:t>
      </w:r>
      <w:r w:rsidR="003D02B1" w:rsidRPr="00BE5BF7">
        <w:t xml:space="preserve">(odporúčaný formát je „PDF“), </w:t>
      </w:r>
    </w:p>
    <w:p w14:paraId="2F8E92D2" w14:textId="47DA9D8C" w:rsidR="003D02B1" w:rsidRPr="00BE5BF7" w:rsidRDefault="00B35C6A" w:rsidP="00D964E1">
      <w:pPr>
        <w:pStyle w:val="Nadpis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243A78">
        <w:t>20</w:t>
      </w:r>
      <w:r w:rsidR="006149E7" w:rsidRPr="00BE5BF7">
        <w:fldChar w:fldCharType="end"/>
      </w:r>
      <w:r w:rsidR="006149E7" w:rsidRPr="00BE5BF7">
        <w:t xml:space="preserve"> </w:t>
      </w:r>
      <w:r w:rsidR="003D02B1" w:rsidRPr="00BE5BF7">
        <w:t>tejto časti súťažných podkladov.</w:t>
      </w:r>
    </w:p>
    <w:p w14:paraId="0BA33C96" w14:textId="21D681BB" w:rsidR="003D02B1" w:rsidRPr="00BE5BF7" w:rsidRDefault="003D02B1" w:rsidP="0021692E">
      <w:pPr>
        <w:pStyle w:val="Nadpis4"/>
      </w:pPr>
      <w:bookmarkStart w:id="77"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77"/>
    </w:p>
    <w:p w14:paraId="1058061C" w14:textId="34B630D7" w:rsidR="003D02B1" w:rsidRPr="00BE5BF7" w:rsidRDefault="003D02B1" w:rsidP="00D964E1">
      <w:pPr>
        <w:pStyle w:val="Nadpis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D964E1">
      <w:pPr>
        <w:pStyle w:val="Nadpis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F0AEAE1" w14:textId="3F7C98E1" w:rsidR="003D02B1" w:rsidRPr="00BE5BF7" w:rsidRDefault="003D02B1" w:rsidP="0021692E">
      <w:pPr>
        <w:pStyle w:val="Nadpis4"/>
      </w:pPr>
      <w:bookmarkStart w:id="78"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8"/>
      <w:r w:rsidRPr="00BE5BF7">
        <w:t xml:space="preserve"> </w:t>
      </w:r>
    </w:p>
    <w:p w14:paraId="20E19E4B" w14:textId="2E0F573B" w:rsidR="003D02B1" w:rsidRPr="00BE5BF7" w:rsidRDefault="003D02B1" w:rsidP="00D964E1">
      <w:pPr>
        <w:pStyle w:val="Nadpis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7152385C" w:rsidR="007E65F6" w:rsidRPr="00BE5BF7" w:rsidRDefault="003D02B1" w:rsidP="00D964E1">
      <w:pPr>
        <w:pStyle w:val="Nadpis6"/>
      </w:pPr>
      <w:bookmarkStart w:id="79"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JOSEPHINE tiež zároveň samostatne doručí </w:t>
      </w:r>
      <w:r w:rsidRPr="00BE5BF7">
        <w:rPr>
          <w:b/>
          <w:u w:val="single"/>
        </w:rPr>
        <w:t>originál záručnej listiny resp. poistenia záruky</w:t>
      </w:r>
      <w:r w:rsidRPr="00BE5BF7">
        <w:t xml:space="preserve"> (notársky overená kópia nie je postačujúca) na adresu </w:t>
      </w:r>
      <w:r w:rsidR="00672CF4" w:rsidRPr="00BE5BF7">
        <w:rPr>
          <w:b/>
        </w:rPr>
        <w:t xml:space="preserve">Hlavné mesto Slovenskej republiky Bratislava, Primaciálne námestie 1, 814 99 Bratislava </w:t>
      </w:r>
      <w:r w:rsidRPr="00BE5BF7">
        <w:rPr>
          <w:b/>
        </w:rPr>
        <w:t xml:space="preserve">v súlade s bodom </w:t>
      </w:r>
      <w:r w:rsidR="006149E7" w:rsidRPr="00BE5BF7">
        <w:rPr>
          <w:b/>
        </w:rPr>
        <w:fldChar w:fldCharType="begin"/>
      </w:r>
      <w:r w:rsidR="006149E7" w:rsidRPr="00BE5BF7">
        <w:rPr>
          <w:b/>
        </w:rPr>
        <w:instrText xml:space="preserve"> REF _Ref4422770 \n \h </w:instrText>
      </w:r>
      <w:r w:rsidR="008501A8" w:rsidRPr="00BE5BF7">
        <w:rPr>
          <w:b/>
        </w:rPr>
        <w:instrText xml:space="preserve"> \* MERGEFORMAT </w:instrText>
      </w:r>
      <w:r w:rsidR="006149E7" w:rsidRPr="00BE5BF7">
        <w:rPr>
          <w:b/>
        </w:rPr>
      </w:r>
      <w:r w:rsidR="006149E7" w:rsidRPr="00BE5BF7">
        <w:rPr>
          <w:b/>
        </w:rPr>
        <w:fldChar w:fldCharType="separate"/>
      </w:r>
      <w:r w:rsidR="00243A78">
        <w:rPr>
          <w:b/>
        </w:rPr>
        <w:t>21</w:t>
      </w:r>
      <w:r w:rsidR="006149E7" w:rsidRPr="00BE5BF7">
        <w:rPr>
          <w:b/>
        </w:rPr>
        <w:fldChar w:fldCharType="end"/>
      </w:r>
      <w:r w:rsidRPr="00BE5BF7">
        <w:rPr>
          <w:b/>
        </w:rPr>
        <w:t xml:space="preserve"> tejto časti súťažných podkladov</w:t>
      </w:r>
      <w:r w:rsidRPr="00BE5BF7">
        <w:t>.</w:t>
      </w:r>
      <w:bookmarkEnd w:id="79"/>
      <w:r w:rsidRPr="00BE5BF7">
        <w:t xml:space="preserve"> </w:t>
      </w:r>
    </w:p>
    <w:p w14:paraId="49A6D671" w14:textId="73155E84" w:rsidR="003D02B1" w:rsidRPr="00BE5BF7" w:rsidRDefault="003D02B1" w:rsidP="0021692E">
      <w:pPr>
        <w:pStyle w:val="Nadpis4"/>
      </w:pPr>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p>
    <w:p w14:paraId="0B36A44C" w14:textId="77777777" w:rsidR="003D02B1" w:rsidRPr="00BE5BF7" w:rsidRDefault="003D02B1" w:rsidP="0021692E">
      <w:pPr>
        <w:pStyle w:val="Nadpis4"/>
      </w:pPr>
      <w:r w:rsidRPr="00BE5BF7">
        <w:t>Všetky doklady a dokumenty tvoriace obsah ponuky, požadované v týchto súťažných podkladoch, musia byť k termínu predloženia ponuky platné a aktuálne.</w:t>
      </w:r>
    </w:p>
    <w:p w14:paraId="4A49A4A4" w14:textId="34770D58" w:rsidR="003D02B1" w:rsidRPr="00BE5BF7" w:rsidRDefault="003D02B1" w:rsidP="0021692E">
      <w:pPr>
        <w:pStyle w:val="Nadpis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243A78">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243A78">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243A78">
        <w:t>8.5b)</w:t>
      </w:r>
      <w:r w:rsidR="008F39CB" w:rsidRPr="00BE5BF7">
        <w:fldChar w:fldCharType="end"/>
      </w:r>
      <w:r w:rsidR="008F39CB" w:rsidRPr="00BE5BF7">
        <w:t xml:space="preserve"> vyššie</w:t>
      </w:r>
      <w:r w:rsidRPr="00BE5BF7">
        <w:t>.</w:t>
      </w:r>
    </w:p>
    <w:p w14:paraId="1AF667DA" w14:textId="46DD48B3" w:rsidR="00414230" w:rsidRPr="00BE5BF7" w:rsidRDefault="00414230" w:rsidP="00D54716">
      <w:pPr>
        <w:pStyle w:val="Nadpis3"/>
      </w:pPr>
      <w:bookmarkStart w:id="80" w:name="_Toc522635383"/>
      <w:bookmarkStart w:id="81" w:name="_Toc525293197"/>
      <w:bookmarkStart w:id="82" w:name="_Toc522635384"/>
      <w:bookmarkStart w:id="83" w:name="_Toc525293198"/>
      <w:bookmarkStart w:id="84" w:name="_Toc522635385"/>
      <w:bookmarkStart w:id="85" w:name="_Toc525293199"/>
      <w:bookmarkStart w:id="86" w:name="_Toc447725750"/>
      <w:bookmarkStart w:id="87" w:name="_Toc4416612"/>
      <w:bookmarkStart w:id="88" w:name="_Toc4416906"/>
      <w:bookmarkStart w:id="89" w:name="_Toc4416955"/>
      <w:bookmarkStart w:id="90" w:name="_Toc12196223"/>
      <w:bookmarkEnd w:id="76"/>
      <w:bookmarkEnd w:id="80"/>
      <w:bookmarkEnd w:id="81"/>
      <w:bookmarkEnd w:id="82"/>
      <w:bookmarkEnd w:id="83"/>
      <w:bookmarkEnd w:id="84"/>
      <w:bookmarkEnd w:id="85"/>
      <w:r w:rsidRPr="00BE5BF7">
        <w:t>Variantné riešenie</w:t>
      </w:r>
      <w:bookmarkEnd w:id="86"/>
      <w:bookmarkEnd w:id="87"/>
      <w:bookmarkEnd w:id="88"/>
      <w:bookmarkEnd w:id="89"/>
      <w:bookmarkEnd w:id="90"/>
    </w:p>
    <w:p w14:paraId="79FAE4A4" w14:textId="77777777" w:rsidR="00414230" w:rsidRPr="00BE5BF7" w:rsidRDefault="00414230" w:rsidP="0021692E">
      <w:pPr>
        <w:pStyle w:val="Nadpis4"/>
      </w:pPr>
      <w:r w:rsidRPr="00BE5BF7">
        <w:t>Neumožňuje sa predložiť variantné riešenie.</w:t>
      </w:r>
    </w:p>
    <w:p w14:paraId="29226E9A" w14:textId="65BB5E77" w:rsidR="00414230" w:rsidRPr="00BE5BF7" w:rsidRDefault="00414230" w:rsidP="00D54716">
      <w:pPr>
        <w:pStyle w:val="Nadpis3"/>
      </w:pPr>
      <w:bookmarkStart w:id="91" w:name="_Toc447725751"/>
      <w:bookmarkStart w:id="92" w:name="_Toc4416613"/>
      <w:bookmarkStart w:id="93" w:name="_Toc4416907"/>
      <w:bookmarkStart w:id="94" w:name="_Toc4416956"/>
      <w:bookmarkStart w:id="95" w:name="_Toc12196224"/>
      <w:r w:rsidRPr="00BE5BF7">
        <w:lastRenderedPageBreak/>
        <w:t>Platnosť ponúk</w:t>
      </w:r>
      <w:bookmarkEnd w:id="91"/>
      <w:bookmarkEnd w:id="92"/>
      <w:bookmarkEnd w:id="93"/>
      <w:bookmarkEnd w:id="94"/>
      <w:bookmarkEnd w:id="95"/>
    </w:p>
    <w:p w14:paraId="28F9C9B6" w14:textId="1E23D644" w:rsidR="00414230" w:rsidRPr="00BE5BF7" w:rsidRDefault="00414230" w:rsidP="0021692E">
      <w:pPr>
        <w:pStyle w:val="Nadpis4"/>
      </w:pPr>
      <w:r w:rsidRPr="00BE5BF7">
        <w:t xml:space="preserve">Ponuky zostávajú platné počas lehoty viazanosti ponúk stanovenej </w:t>
      </w:r>
      <w:r w:rsidR="00AE3AA9" w:rsidRPr="00BD4CE3">
        <w:t xml:space="preserve"> do</w:t>
      </w:r>
      <w:r w:rsidR="00A06934">
        <w:t xml:space="preserve"> 04. 02. 2021.</w:t>
      </w:r>
    </w:p>
    <w:p w14:paraId="7772D8BD" w14:textId="0CA6EED1" w:rsidR="00414230" w:rsidRPr="00BE5BF7" w:rsidRDefault="00414230" w:rsidP="00D54716">
      <w:pPr>
        <w:pStyle w:val="Nadpis3"/>
      </w:pPr>
      <w:bookmarkStart w:id="96" w:name="_Toc447725752"/>
      <w:bookmarkStart w:id="97" w:name="_Toc4416614"/>
      <w:bookmarkStart w:id="98" w:name="_Toc4416908"/>
      <w:bookmarkStart w:id="99" w:name="_Toc4416957"/>
      <w:bookmarkStart w:id="100" w:name="_Toc12196225"/>
      <w:r w:rsidRPr="00BE5BF7">
        <w:t>Náklady na ponuky</w:t>
      </w:r>
      <w:bookmarkEnd w:id="96"/>
      <w:bookmarkEnd w:id="97"/>
      <w:bookmarkEnd w:id="98"/>
      <w:bookmarkEnd w:id="99"/>
      <w:bookmarkEnd w:id="100"/>
    </w:p>
    <w:p w14:paraId="552948B9" w14:textId="77777777" w:rsidR="0055100E" w:rsidRPr="00BE5BF7" w:rsidRDefault="00414230" w:rsidP="0021692E">
      <w:pPr>
        <w:pStyle w:val="Nadpis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771F7F56" w:rsidR="00414230" w:rsidRPr="00BE5BF7" w:rsidRDefault="00414230" w:rsidP="00370DE5">
      <w:pPr>
        <w:pStyle w:val="Nadpis2"/>
      </w:pPr>
      <w:bookmarkStart w:id="101" w:name="_Toc4416497"/>
      <w:bookmarkStart w:id="102" w:name="_Toc4416615"/>
      <w:bookmarkStart w:id="103" w:name="_Toc4416909"/>
      <w:bookmarkStart w:id="104" w:name="_Toc4416958"/>
      <w:bookmarkStart w:id="105" w:name="_Toc12196226"/>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1"/>
      <w:bookmarkEnd w:id="102"/>
      <w:bookmarkEnd w:id="103"/>
      <w:bookmarkEnd w:id="104"/>
      <w:bookmarkEnd w:id="105"/>
    </w:p>
    <w:p w14:paraId="6885611F" w14:textId="32D71BD8" w:rsidR="00414230" w:rsidRPr="00BE5BF7" w:rsidRDefault="00414230" w:rsidP="00D54716">
      <w:pPr>
        <w:pStyle w:val="Nadpis3"/>
      </w:pPr>
      <w:bookmarkStart w:id="106" w:name="_Toc444084946"/>
      <w:bookmarkStart w:id="107" w:name="_Toc4416616"/>
      <w:bookmarkStart w:id="108" w:name="_Toc4416910"/>
      <w:bookmarkStart w:id="109" w:name="_Toc4416959"/>
      <w:bookmarkStart w:id="110" w:name="_Toc12196227"/>
      <w:r w:rsidRPr="00BE5BF7">
        <w:t xml:space="preserve">Dorozumievanie medzi </w:t>
      </w:r>
      <w:r w:rsidR="00A04C69" w:rsidRPr="00BE5BF7">
        <w:t>Verejn</w:t>
      </w:r>
      <w:r w:rsidRPr="00BE5BF7">
        <w:t>ým obstarávateľom a uchádzačmi alebo záujemcami</w:t>
      </w:r>
      <w:bookmarkEnd w:id="106"/>
      <w:bookmarkEnd w:id="107"/>
      <w:bookmarkEnd w:id="108"/>
      <w:bookmarkEnd w:id="109"/>
      <w:bookmarkEnd w:id="110"/>
    </w:p>
    <w:p w14:paraId="0597632B" w14:textId="0DA50C36" w:rsidR="00672CF4" w:rsidRPr="00BE5BF7" w:rsidRDefault="00672CF4" w:rsidP="0021692E">
      <w:pPr>
        <w:pStyle w:val="Nadpis4"/>
      </w:pPr>
      <w:bookmarkStart w:id="111" w:name="_Toc522635391"/>
      <w:bookmarkStart w:id="112" w:name="_Toc525293205"/>
      <w:bookmarkStart w:id="113" w:name="_Toc522635392"/>
      <w:bookmarkStart w:id="114" w:name="_Toc525293206"/>
      <w:bookmarkStart w:id="115" w:name="_Toc522635393"/>
      <w:bookmarkStart w:id="116" w:name="_Toc525293207"/>
      <w:bookmarkStart w:id="117" w:name="_Toc522635394"/>
      <w:bookmarkStart w:id="118" w:name="_Toc525293208"/>
      <w:bookmarkStart w:id="119" w:name="_Toc522635395"/>
      <w:bookmarkStart w:id="120" w:name="_Toc525293209"/>
      <w:bookmarkStart w:id="121" w:name="_Toc522635396"/>
      <w:bookmarkStart w:id="122" w:name="_Toc525293210"/>
      <w:bookmarkStart w:id="123" w:name="_Toc522635397"/>
      <w:bookmarkStart w:id="124" w:name="_Toc525293211"/>
      <w:bookmarkStart w:id="125" w:name="_Toc522635398"/>
      <w:bookmarkStart w:id="126" w:name="_Toc525293212"/>
      <w:bookmarkStart w:id="127" w:name="_Toc522635399"/>
      <w:bookmarkStart w:id="128" w:name="_Toc525293213"/>
      <w:bookmarkStart w:id="129" w:name="_Toc522635400"/>
      <w:bookmarkStart w:id="130" w:name="_Toc525293214"/>
      <w:bookmarkStart w:id="131" w:name="_Toc522635401"/>
      <w:bookmarkStart w:id="132" w:name="_Toc525293215"/>
      <w:bookmarkStart w:id="133" w:name="_Toc522635402"/>
      <w:bookmarkStart w:id="134" w:name="_Toc525293216"/>
      <w:bookmarkStart w:id="135" w:name="_Toc522635403"/>
      <w:bookmarkStart w:id="136" w:name="_Toc525293217"/>
      <w:bookmarkStart w:id="137" w:name="_Toc522635404"/>
      <w:bookmarkStart w:id="138" w:name="_Toc525293218"/>
      <w:bookmarkStart w:id="139" w:name="_Toc444084947"/>
      <w:bookmarkStart w:id="140" w:name="_Toc4416617"/>
      <w:bookmarkStart w:id="141" w:name="_Toc4416911"/>
      <w:bookmarkStart w:id="142" w:name="_Toc441696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rsidP="0021692E">
      <w:pPr>
        <w:pStyle w:val="Nadpis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rsidP="0021692E">
      <w:pPr>
        <w:pStyle w:val="Nadpis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rsidP="0021692E">
      <w:pPr>
        <w:pStyle w:val="Nadpis4"/>
      </w:pPr>
      <w:r w:rsidRPr="00BE5BF7">
        <w:t xml:space="preserve">Návod na používanie systému je dostupný na webovom sídle portálu JOSEPHINE (http://files.nar.cz/docs/josephine/sk/Skrateny_navod_ucastnik.pdf). </w:t>
      </w:r>
    </w:p>
    <w:p w14:paraId="305DE51A" w14:textId="77777777" w:rsidR="00672CF4" w:rsidRPr="00BE5BF7" w:rsidRDefault="00672CF4" w:rsidP="0021692E">
      <w:pPr>
        <w:pStyle w:val="Nadpis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rsidP="0021692E">
      <w:pPr>
        <w:pStyle w:val="Nadpis4"/>
      </w:pPr>
      <w:r w:rsidRPr="00BE5BF7">
        <w:t xml:space="preserve">Na bezproblémové používanie systému JOSEPHINE je nutné používať jeden z podporovaných internetových prehliadačov: </w:t>
      </w:r>
    </w:p>
    <w:p w14:paraId="13DAEBFD" w14:textId="77777777" w:rsidR="00672CF4" w:rsidRPr="00BE5BF7" w:rsidRDefault="00672CF4" w:rsidP="0021692E">
      <w:pPr>
        <w:pStyle w:val="Nadpis4"/>
        <w:numPr>
          <w:ilvl w:val="3"/>
          <w:numId w:val="18"/>
        </w:numPr>
      </w:pPr>
      <w:r w:rsidRPr="00BE5BF7">
        <w:t xml:space="preserve">Microsoft Internet Explorer verzia 11.0 a vyššia, </w:t>
      </w:r>
    </w:p>
    <w:p w14:paraId="509BF5F1" w14:textId="77777777" w:rsidR="00672CF4" w:rsidRPr="00BE5BF7" w:rsidRDefault="00672CF4" w:rsidP="0021692E">
      <w:pPr>
        <w:pStyle w:val="Nadpis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rsidP="0021692E">
      <w:pPr>
        <w:pStyle w:val="Nadpis4"/>
        <w:numPr>
          <w:ilvl w:val="3"/>
          <w:numId w:val="18"/>
        </w:numPr>
      </w:pPr>
      <w:r w:rsidRPr="00BE5BF7">
        <w:t xml:space="preserve">Google Chrome, alebo </w:t>
      </w:r>
    </w:p>
    <w:p w14:paraId="7AD83B01" w14:textId="77777777" w:rsidR="00672CF4" w:rsidRPr="00BE5BF7" w:rsidRDefault="00672CF4" w:rsidP="0021692E">
      <w:pPr>
        <w:pStyle w:val="Nadpis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rsidP="0021692E">
      <w:pPr>
        <w:pStyle w:val="Nadpis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rsidP="0021692E">
      <w:pPr>
        <w:pStyle w:val="Nadpis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rsidP="0021692E">
      <w:pPr>
        <w:pStyle w:val="Nadpis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rsidP="0021692E">
      <w:pPr>
        <w:pStyle w:val="Nadpis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w:t>
      </w:r>
      <w:r w:rsidRPr="00BE5BF7">
        <w:lastRenderedPageBreak/>
        <w:t xml:space="preserve">JOSEPHINE).  </w:t>
      </w:r>
    </w:p>
    <w:p w14:paraId="7578B749" w14:textId="77AAFAAC" w:rsidR="00672CF4" w:rsidRPr="00BE5BF7" w:rsidRDefault="00672CF4" w:rsidP="0021692E">
      <w:pPr>
        <w:pStyle w:val="Nadpis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rsidP="0021692E">
      <w:pPr>
        <w:pStyle w:val="Nadpis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22394487" w:rsidR="003E395A" w:rsidRPr="00BE5BF7" w:rsidRDefault="003E395A" w:rsidP="00D54716">
      <w:pPr>
        <w:pStyle w:val="Nadpis3"/>
      </w:pPr>
      <w:bookmarkStart w:id="143" w:name="_Toc12196228"/>
      <w:r w:rsidRPr="00BE5BF7">
        <w:t>Vysvetľovanie a doplnenie súťažných podkladov</w:t>
      </w:r>
      <w:bookmarkEnd w:id="139"/>
      <w:bookmarkEnd w:id="140"/>
      <w:bookmarkEnd w:id="141"/>
      <w:bookmarkEnd w:id="142"/>
      <w:bookmarkEnd w:id="143"/>
    </w:p>
    <w:p w14:paraId="509936A0" w14:textId="455A65B6" w:rsidR="00AA4123" w:rsidRPr="00BE5BF7" w:rsidRDefault="00AA4123" w:rsidP="0021692E">
      <w:pPr>
        <w:pStyle w:val="Nadpis4"/>
      </w:pPr>
      <w:bookmarkStart w:id="144"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rsidP="0021692E">
      <w:pPr>
        <w:pStyle w:val="Nadpis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060E7C68" w:rsidR="00AA4123" w:rsidRPr="00BE5BF7" w:rsidRDefault="00AA4123" w:rsidP="0021692E">
      <w:pPr>
        <w:pStyle w:val="Nadpis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27C5D779" w:rsidR="003E395A" w:rsidRPr="00BE5BF7" w:rsidRDefault="003E395A" w:rsidP="00D54716">
      <w:pPr>
        <w:pStyle w:val="Nadpis3"/>
      </w:pPr>
      <w:bookmarkStart w:id="145" w:name="_Toc534377202"/>
      <w:bookmarkStart w:id="146" w:name="_Toc522635406"/>
      <w:bookmarkStart w:id="147" w:name="_Toc525293220"/>
      <w:bookmarkStart w:id="148" w:name="_Toc522635407"/>
      <w:bookmarkStart w:id="149" w:name="_Toc525293221"/>
      <w:bookmarkStart w:id="150" w:name="_Toc444084948"/>
      <w:bookmarkStart w:id="151" w:name="_Toc4416618"/>
      <w:bookmarkStart w:id="152" w:name="_Toc4416912"/>
      <w:bookmarkStart w:id="153" w:name="_Toc4416961"/>
      <w:bookmarkStart w:id="154" w:name="_Toc12196229"/>
      <w:bookmarkEnd w:id="144"/>
      <w:bookmarkEnd w:id="145"/>
      <w:bookmarkEnd w:id="146"/>
      <w:bookmarkEnd w:id="147"/>
      <w:bookmarkEnd w:id="148"/>
      <w:bookmarkEnd w:id="149"/>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0"/>
      <w:bookmarkEnd w:id="151"/>
      <w:bookmarkEnd w:id="152"/>
      <w:bookmarkEnd w:id="153"/>
      <w:bookmarkEnd w:id="154"/>
    </w:p>
    <w:p w14:paraId="04B154E5" w14:textId="5229FFCA" w:rsidR="00156F6D" w:rsidRDefault="008C453A" w:rsidP="00A406BB">
      <w:pPr>
        <w:pStyle w:val="Nadpis4"/>
      </w:pPr>
      <w:bookmarkStart w:id="155" w:name="_Toc4416498"/>
      <w:bookmarkStart w:id="156" w:name="_Toc4416619"/>
      <w:bookmarkStart w:id="157" w:name="_Toc4416913"/>
      <w:bookmarkStart w:id="158" w:name="_Toc4416962"/>
      <w:r w:rsidRPr="008C453A">
        <w:t>Organizovan</w:t>
      </w:r>
      <w:r>
        <w:t>é</w:t>
      </w:r>
      <w:r w:rsidRPr="008C453A">
        <w:t xml:space="preserve"> obhliadk</w:t>
      </w:r>
      <w:r>
        <w:t>y</w:t>
      </w:r>
      <w:r w:rsidRPr="008C453A">
        <w:t xml:space="preserve"> miesta realizácie predmetu zákazky nie </w:t>
      </w:r>
      <w:r>
        <w:t>sú</w:t>
      </w:r>
      <w:r w:rsidRPr="008C453A">
        <w:t xml:space="preserve"> povinn</w:t>
      </w:r>
      <w:r>
        <w:t>é</w:t>
      </w:r>
      <w:r w:rsidRPr="008C453A">
        <w:t>. Záujemcom sa však dôrazne odporúča vykonať obhliadku miesta budúcej stavby a jej okolia z dôvodu získania údajov, ktoré môžu byť potrebné pre prípravu ponuky na predmet zákazky. Obhliadk</w:t>
      </w:r>
      <w:r>
        <w:t>y</w:t>
      </w:r>
      <w:r w:rsidRPr="008C453A">
        <w:t xml:space="preserve"> bud</w:t>
      </w:r>
      <w:r>
        <w:t>ú</w:t>
      </w:r>
      <w:r w:rsidRPr="008C453A">
        <w:t xml:space="preserve"> organizovan</w:t>
      </w:r>
      <w:r>
        <w:t>é</w:t>
      </w:r>
      <w:r w:rsidRPr="008C453A">
        <w:t xml:space="preserve"> pre záujemcov spoločne. Účasť na obhliadke záujemca potvrdí spolu s uvedením svojich identifikačných údajov</w:t>
      </w:r>
      <w:r>
        <w:t xml:space="preserve"> kontaktnej osobe uvedenej v bode </w:t>
      </w:r>
      <w:r>
        <w:fldChar w:fldCharType="begin"/>
      </w:r>
      <w:r>
        <w:instrText xml:space="preserve"> REF _Ref17286362 \r \h </w:instrText>
      </w:r>
      <w:r>
        <w:fldChar w:fldCharType="separate"/>
      </w:r>
      <w:r w:rsidR="00A06934">
        <w:t>14.3</w:t>
      </w:r>
      <w:r>
        <w:fldChar w:fldCharType="end"/>
      </w:r>
      <w:r>
        <w:t xml:space="preserve"> tejto časti súťažných podkladov</w:t>
      </w:r>
      <w:r w:rsidR="002163C8" w:rsidRPr="002163C8">
        <w:t xml:space="preserve"> najneskôr 24 hodín pred určeným časom obhliadky</w:t>
      </w:r>
      <w:r>
        <w:t>.</w:t>
      </w:r>
      <w:r w:rsidR="002163C8" w:rsidRPr="002163C8">
        <w:t xml:space="preserve"> V rovnakej lehote a rovnakým spôsobom môže záujemca z dôvodov hodných osobitného zreteľa ospravedlniť svoju neúčasť na obhliadke a požiadať verejného obstarávateľa o stanovenie ďalšieho termínu obhliadky. </w:t>
      </w:r>
      <w:r w:rsidR="00156F6D" w:rsidRPr="00BE5BF7">
        <w:t xml:space="preserve">Verejný obstarávateľ však nie je povinný vyhlásiť nový termín obhliadky. Ak Verejný obstarávateľ vyhlási nový termín obhliadky, v takom prípade bude náhradný termín obhliadky oznámený </w:t>
      </w:r>
      <w:r w:rsidR="0059759F">
        <w:t> prostredníctvom komunikačného rozhrania systému JOSEPHINE</w:t>
      </w:r>
      <w:r w:rsidR="00156F6D" w:rsidRPr="00BE5BF7">
        <w:t xml:space="preserve">.     </w:t>
      </w:r>
    </w:p>
    <w:p w14:paraId="557A3F5B" w14:textId="6FCFF3A0" w:rsidR="0082061F" w:rsidRPr="00EA6975" w:rsidRDefault="008C453A" w:rsidP="00EA6975">
      <w:pPr>
        <w:pStyle w:val="Nadpis4"/>
      </w:pPr>
      <w:r w:rsidRPr="008C453A">
        <w:t xml:space="preserve">Obhliadka sa uskutoční </w:t>
      </w:r>
      <w:r w:rsidR="00156F6D">
        <w:t>v nasledovných dňoch</w:t>
      </w:r>
      <w:r w:rsidR="0082061F">
        <w:t xml:space="preserve"> uvedených v Prílohe č. A.8 </w:t>
      </w:r>
      <w:r w:rsidR="00ED2831">
        <w:t>Termíny obhliadok súťažných podkladov.</w:t>
      </w:r>
    </w:p>
    <w:p w14:paraId="6F1F931F" w14:textId="6A8737B7" w:rsidR="006216D6" w:rsidRPr="00BE5BF7" w:rsidRDefault="006216D6" w:rsidP="0021692E">
      <w:pPr>
        <w:pStyle w:val="Nadpis4"/>
      </w:pPr>
      <w:bookmarkStart w:id="159" w:name="_Ref17286362"/>
      <w:r w:rsidRPr="00BE5BF7">
        <w:t xml:space="preserve">Kontaktnou osobou </w:t>
      </w:r>
      <w:r w:rsidRPr="004E7710">
        <w:t xml:space="preserve">na účely obhliadky je </w:t>
      </w:r>
      <w:r w:rsidR="00B27DB0" w:rsidRPr="004E7710">
        <w:t xml:space="preserve">Ing. Alfred Sokol, e-mail: </w:t>
      </w:r>
      <w:hyperlink r:id="rId14" w:history="1">
        <w:r w:rsidR="00B27DB0" w:rsidRPr="004E7710">
          <w:rPr>
            <w:rStyle w:val="Hypertextovprepojenie"/>
          </w:rPr>
          <w:t>alfred.sokol@bratislava.sk</w:t>
        </w:r>
      </w:hyperlink>
      <w:r w:rsidR="00B27DB0" w:rsidRPr="004E7710">
        <w:t xml:space="preserve">, </w:t>
      </w:r>
      <w:r w:rsidR="002D78E1" w:rsidRPr="004E7710">
        <w:br/>
      </w:r>
      <w:r w:rsidR="00B27DB0" w:rsidRPr="004E7710">
        <w:t xml:space="preserve">tel. č.: </w:t>
      </w:r>
      <w:bookmarkStart w:id="160" w:name="_GoBack"/>
      <w:bookmarkEnd w:id="159"/>
      <w:r w:rsidR="00B335B2" w:rsidRPr="00B335B2">
        <w:rPr>
          <w:color w:val="FF0000"/>
        </w:rPr>
        <w:t>02 593 56 861 a 02 593 56</w:t>
      </w:r>
      <w:r w:rsidR="00B335B2" w:rsidRPr="00B335B2">
        <w:rPr>
          <w:color w:val="FF0000"/>
        </w:rPr>
        <w:t> </w:t>
      </w:r>
      <w:r w:rsidR="00B335B2" w:rsidRPr="00B335B2">
        <w:rPr>
          <w:color w:val="FF0000"/>
        </w:rPr>
        <w:t>862</w:t>
      </w:r>
      <w:bookmarkEnd w:id="160"/>
      <w:r w:rsidR="00B335B2">
        <w:t>.</w:t>
      </w:r>
    </w:p>
    <w:p w14:paraId="55B71B6B" w14:textId="5EAD1A23" w:rsidR="00F62831" w:rsidRDefault="00391A69" w:rsidP="0021692E">
      <w:pPr>
        <w:pStyle w:val="Nadpis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4FF2C56C" w:rsidR="00F46482" w:rsidRPr="00BE5BF7" w:rsidRDefault="00F46482" w:rsidP="00370DE5">
      <w:pPr>
        <w:pStyle w:val="Nadpis2"/>
      </w:pPr>
      <w:bookmarkStart w:id="161" w:name="_Toc12196230"/>
      <w:r w:rsidRPr="00BE5BF7">
        <w:t>Príprava ponuky</w:t>
      </w:r>
      <w:bookmarkEnd w:id="155"/>
      <w:bookmarkEnd w:id="156"/>
      <w:bookmarkEnd w:id="157"/>
      <w:bookmarkEnd w:id="158"/>
      <w:bookmarkEnd w:id="161"/>
    </w:p>
    <w:p w14:paraId="41235DAC" w14:textId="1D35FF10" w:rsidR="00B25D70" w:rsidRPr="00BE5BF7" w:rsidRDefault="00B25D70" w:rsidP="00D54716">
      <w:pPr>
        <w:pStyle w:val="Nadpis3"/>
      </w:pPr>
      <w:bookmarkStart w:id="162" w:name="_Toc444084950"/>
      <w:bookmarkStart w:id="163" w:name="_Toc4416620"/>
      <w:bookmarkStart w:id="164" w:name="_Toc4416914"/>
      <w:bookmarkStart w:id="165" w:name="_Toc4416963"/>
      <w:bookmarkStart w:id="166" w:name="_Toc12196231"/>
      <w:r w:rsidRPr="00BE5BF7">
        <w:t>Jazyk ponúk</w:t>
      </w:r>
      <w:bookmarkEnd w:id="162"/>
      <w:bookmarkEnd w:id="163"/>
      <w:bookmarkEnd w:id="164"/>
      <w:bookmarkEnd w:id="165"/>
      <w:bookmarkEnd w:id="166"/>
    </w:p>
    <w:p w14:paraId="2AC2FF94" w14:textId="3B410FF0" w:rsidR="0033293A" w:rsidRPr="00BE5BF7" w:rsidRDefault="00B25D70" w:rsidP="0021692E">
      <w:pPr>
        <w:pStyle w:val="Nadpis4"/>
      </w:pPr>
      <w:r w:rsidRPr="00BE5BF7">
        <w:t xml:space="preserve">Ponuky, doklady a dokumenty v nich predložené sa predkladajú v štátnom jazyku Slovenskej republiky. </w:t>
      </w:r>
      <w:bookmarkStart w:id="167" w:name="jazyky"/>
      <w:bookmarkEnd w:id="167"/>
    </w:p>
    <w:p w14:paraId="7301851D" w14:textId="0315416E" w:rsidR="0033293A" w:rsidRPr="00BE5BF7" w:rsidRDefault="00B25D70" w:rsidP="0021692E">
      <w:pPr>
        <w:pStyle w:val="Nadpis4"/>
      </w:pPr>
      <w:r w:rsidRPr="00BE5BF7">
        <w:t xml:space="preserve">Ak je doklad alebo dokument vyhotovený v cudzom jazyku, predkladá sa spolu s jeho </w:t>
      </w:r>
      <w:r w:rsidR="00826B07" w:rsidRPr="00BE5BF7">
        <w:t xml:space="preserve">úradným </w:t>
      </w:r>
      <w:r w:rsidRPr="00BE5BF7">
        <w:lastRenderedPageBreak/>
        <w:t xml:space="preserve">prekladom do štátneho jazyka; to neplatí pre ponuky, návrhy, doklady a dokumenty vyhotovené v českom jazyku. Ak sa zistí rozdiel v ich obsahu, rozhodujúci je úradný preklad do štátneho jazyka. </w:t>
      </w:r>
    </w:p>
    <w:p w14:paraId="4897AB4A" w14:textId="55667D23" w:rsidR="00F46482" w:rsidRPr="00BE5BF7" w:rsidRDefault="00F46482" w:rsidP="00D54716">
      <w:pPr>
        <w:pStyle w:val="Nadpis3"/>
      </w:pPr>
      <w:bookmarkStart w:id="168" w:name="_Toc400006275"/>
      <w:bookmarkStart w:id="169" w:name="_Toc444084951"/>
      <w:bookmarkStart w:id="170" w:name="_Toc4416621"/>
      <w:bookmarkStart w:id="171" w:name="_Toc4416915"/>
      <w:bookmarkStart w:id="172" w:name="_Toc4416964"/>
      <w:bookmarkStart w:id="173" w:name="_Toc12196232"/>
      <w:r w:rsidRPr="00BE5BF7">
        <w:t>Zábezpeka</w:t>
      </w:r>
      <w:bookmarkEnd w:id="168"/>
      <w:bookmarkEnd w:id="169"/>
      <w:bookmarkEnd w:id="170"/>
      <w:bookmarkEnd w:id="171"/>
      <w:bookmarkEnd w:id="172"/>
      <w:bookmarkEnd w:id="173"/>
    </w:p>
    <w:p w14:paraId="3813543C" w14:textId="52D7CEFE" w:rsidR="00AB238B" w:rsidRPr="00B27DB0" w:rsidRDefault="00A04C69" w:rsidP="0021692E">
      <w:pPr>
        <w:pStyle w:val="Nadpis4"/>
      </w:pPr>
      <w:r w:rsidRPr="00BE5BF7">
        <w:t>Verejn</w:t>
      </w:r>
      <w:r w:rsidR="00AB238B" w:rsidRPr="00BE5BF7">
        <w:t>ý obstarávat</w:t>
      </w:r>
      <w:r w:rsidR="00AB238B" w:rsidRPr="004E7710">
        <w:t xml:space="preserve">eľ vyžaduje na zabezpečenie ponuky zloženie zábezpeky vo výške </w:t>
      </w:r>
      <w:hyperlink r:id="rId15" w:history="1">
        <w:r w:rsidR="000D754E" w:rsidRPr="004E7710">
          <w:rPr>
            <w:rStyle w:val="Hypertextovprepojenie"/>
          </w:rPr>
          <w:t>30.000</w:t>
        </w:r>
      </w:hyperlink>
      <w:r w:rsidR="00B27DB0" w:rsidRPr="004E7710">
        <w:t xml:space="preserve"> EUR (slovom </w:t>
      </w:r>
      <w:hyperlink r:id="rId16" w:history="1">
        <w:r w:rsidR="000D754E" w:rsidRPr="004E7710">
          <w:rPr>
            <w:rStyle w:val="Hypertextovprepojenie"/>
          </w:rPr>
          <w:t>tridsať</w:t>
        </w:r>
      </w:hyperlink>
      <w:r w:rsidR="00B27DB0" w:rsidRPr="004E7710">
        <w:t>tisíc EUR).</w:t>
      </w:r>
    </w:p>
    <w:p w14:paraId="136AEE0A" w14:textId="34F9372B" w:rsidR="00DB3EC1" w:rsidRPr="00BE5BF7" w:rsidRDefault="00AB238B" w:rsidP="0021692E">
      <w:pPr>
        <w:pStyle w:val="Nadpis4"/>
      </w:pPr>
      <w:r w:rsidRPr="00BE5BF7">
        <w:t>Zábezpeku je možné zložiť:</w:t>
      </w:r>
    </w:p>
    <w:p w14:paraId="25359029" w14:textId="77777777" w:rsidR="00AB238B" w:rsidRPr="00BE5BF7" w:rsidRDefault="00AB238B" w:rsidP="00D964E1">
      <w:pPr>
        <w:pStyle w:val="Nadpis5"/>
      </w:pPr>
      <w:r w:rsidRPr="00BE5BF7">
        <w:t>Poskytnutím bankovej záruky za uchádzača</w:t>
      </w:r>
    </w:p>
    <w:p w14:paraId="5A228EB7" w14:textId="133DA7B7" w:rsidR="00425530" w:rsidRPr="00BE5BF7" w:rsidRDefault="00AB238B" w:rsidP="00D964E1">
      <w:pPr>
        <w:pStyle w:val="Nadpis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4E7710">
        <w:t>04. 02. 2021</w:t>
      </w:r>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szCs w:val="20"/>
        </w:rPr>
        <w:t xml:space="preserve"> 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do 7 </w:t>
      </w:r>
      <w:r w:rsidR="00A55585" w:rsidRPr="00BE5BF7">
        <w:t xml:space="preserve">(siedmich) kalendárnych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12E839D5" w14:textId="68721FB7" w:rsidR="00AB238B" w:rsidRPr="00BE5BF7" w:rsidRDefault="00425530" w:rsidP="00D964E1">
      <w:pPr>
        <w:pStyle w:val="Nadpis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243A78">
        <w:t>8.5</w:t>
      </w:r>
      <w:r w:rsidR="006149E7" w:rsidRPr="00BE5BF7">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7375043C" w14:textId="77777777" w:rsidR="00AA4DCA" w:rsidRPr="00BE5BF7" w:rsidRDefault="00AA4DCA" w:rsidP="00D964E1">
      <w:pPr>
        <w:pStyle w:val="Nadpis5"/>
      </w:pPr>
      <w:r w:rsidRPr="00BE5BF7">
        <w:t>Poskytnutím poistenia záruky za uchádzača</w:t>
      </w:r>
    </w:p>
    <w:p w14:paraId="3B440B24" w14:textId="7CCFAA32" w:rsidR="002D0834" w:rsidRPr="00BE5BF7" w:rsidRDefault="00AA4DCA" w:rsidP="00D964E1">
      <w:pPr>
        <w:pStyle w:val="Nadpis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547B00">
        <w:rPr>
          <w:rFonts w:eastAsia="Times New Roman"/>
          <w:lang w:eastAsia="sk-SK"/>
        </w:rPr>
        <w:t xml:space="preserve"> 04. 02. 2021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t xml:space="preserve"> </w:t>
      </w:r>
      <w:r w:rsidR="00851C8C" w:rsidRPr="00BE5BF7">
        <w:rPr>
          <w:szCs w:val="20"/>
        </w:rPr>
        <w:t xml:space="preserve">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do 7 (siedmich) </w:t>
      </w:r>
      <w:r w:rsidR="00A55585" w:rsidRPr="00BE5BF7">
        <w:t xml:space="preserve">kalendárnych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2F745947" w:rsidR="00AA4DCA" w:rsidRPr="00BE5BF7" w:rsidRDefault="00AA4DCA" w:rsidP="00D964E1">
      <w:pPr>
        <w:pStyle w:val="Nadpis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D964E1">
      <w:pPr>
        <w:pStyle w:val="Nadpis5"/>
      </w:pPr>
      <w:bookmarkStart w:id="175" w:name="_Ref4422903"/>
      <w:r w:rsidRPr="00BE5BF7">
        <w:lastRenderedPageBreak/>
        <w:t xml:space="preserve">Zložením finančných prostriedkov na bankový účet </w:t>
      </w:r>
      <w:r w:rsidR="00A04C69" w:rsidRPr="00BE5BF7">
        <w:t>Verejn</w:t>
      </w:r>
      <w:r w:rsidRPr="00BE5BF7">
        <w:t>ého obstarávateľa</w:t>
      </w:r>
      <w:bookmarkEnd w:id="175"/>
    </w:p>
    <w:p w14:paraId="4D6917CF" w14:textId="6E373A7B" w:rsidR="00AB238B" w:rsidRPr="00E20B74" w:rsidRDefault="00AB238B" w:rsidP="00D964E1">
      <w:pPr>
        <w:pStyle w:val="Nadpis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48865D91" w14:textId="66E3894A" w:rsidR="003B1650" w:rsidRPr="00E20B74" w:rsidRDefault="00D22E34" w:rsidP="00A27E8E">
      <w:pPr>
        <w:ind w:left="1134"/>
      </w:pPr>
      <w:bookmarkStart w:id="176" w:name="_Hlk13560011"/>
      <w:r w:rsidRPr="00E20B74">
        <w:rPr>
          <w:rFonts w:eastAsiaTheme="majorEastAsia" w:cstheme="majorBidi"/>
        </w:rPr>
        <w:t>Názov</w:t>
      </w:r>
      <w:r w:rsidRPr="00E20B74">
        <w:rPr>
          <w:rFonts w:eastAsia="Times New Roman"/>
          <w:lang w:eastAsia="sk-SK"/>
        </w:rPr>
        <w:t xml:space="preserve"> b</w:t>
      </w:r>
      <w:r w:rsidR="00AB238B" w:rsidRPr="00E20B74">
        <w:rPr>
          <w:rFonts w:eastAsia="Times New Roman"/>
          <w:lang w:eastAsia="sk-SK"/>
        </w:rPr>
        <w:t>ank</w:t>
      </w:r>
      <w:r w:rsidRPr="00E20B74">
        <w:rPr>
          <w:rFonts w:eastAsia="Times New Roman"/>
          <w:lang w:eastAsia="sk-SK"/>
        </w:rPr>
        <w:t>y</w:t>
      </w:r>
      <w:r w:rsidR="00AB238B" w:rsidRPr="00E20B74">
        <w:rPr>
          <w:rFonts w:eastAsia="Times New Roman"/>
          <w:lang w:eastAsia="sk-SK"/>
        </w:rPr>
        <w:t xml:space="preserve">: </w:t>
      </w:r>
      <w:r w:rsidR="00E81904" w:rsidRPr="00E20B74">
        <w:t xml:space="preserve">Československá obchodná banka, </w:t>
      </w:r>
      <w:proofErr w:type="spellStart"/>
      <w:r w:rsidR="00E81904" w:rsidRPr="00E20B74">
        <w:t>a.s</w:t>
      </w:r>
      <w:proofErr w:type="spellEnd"/>
      <w:r w:rsidR="00E81904" w:rsidRPr="00E20B74">
        <w:t>.</w:t>
      </w:r>
    </w:p>
    <w:p w14:paraId="4BC4D890" w14:textId="3B60D8A3" w:rsidR="00D22E34" w:rsidRPr="00E20B74" w:rsidRDefault="00AB238B" w:rsidP="00A27E8E">
      <w:pPr>
        <w:ind w:left="1134"/>
        <w:rPr>
          <w:rFonts w:eastAsiaTheme="majorEastAsia" w:cstheme="majorBidi"/>
        </w:rPr>
      </w:pPr>
      <w:r w:rsidRPr="00E20B74">
        <w:rPr>
          <w:rFonts w:eastAsiaTheme="majorEastAsia" w:cstheme="majorBidi"/>
        </w:rPr>
        <w:t>IBAN kód:</w:t>
      </w:r>
      <w:r w:rsidR="00E64446" w:rsidRPr="00E20B74">
        <w:rPr>
          <w:rFonts w:eastAsiaTheme="majorEastAsia" w:cstheme="majorBidi"/>
        </w:rPr>
        <w:t xml:space="preserve"> </w:t>
      </w:r>
      <w:r w:rsidR="00E81904" w:rsidRPr="00E20B74">
        <w:t>SK72 7500 0000 0000 2582 4903</w:t>
      </w:r>
    </w:p>
    <w:p w14:paraId="74C3ABC3" w14:textId="4695D124" w:rsidR="00D22E34" w:rsidRPr="00BE5BF7" w:rsidRDefault="00AB238B" w:rsidP="00A27E8E">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00672CF4" w:rsidRPr="00E20B74">
        <w:rPr>
          <w:rFonts w:eastAsia="Times New Roman"/>
          <w:lang w:eastAsia="sk-SK"/>
        </w:rPr>
        <w:t xml:space="preserve"> </w:t>
      </w:r>
      <w:r w:rsidR="00E20B74" w:rsidRPr="00E20B74">
        <w:t>CEKOSKBX </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76"/>
    <w:p w14:paraId="4BBF0E12" w14:textId="4CF7E61D"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ponuky GES 0</w:t>
      </w:r>
      <w:r w:rsidR="00C21C86">
        <w:rPr>
          <w:rFonts w:eastAsia="Times New Roman" w:cs="Arial"/>
          <w:szCs w:val="20"/>
          <w:lang w:eastAsia="sk-SK"/>
        </w:rPr>
        <w:t>5</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21692E">
      <w:pPr>
        <w:pStyle w:val="Nadpis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B3D5688" w:rsidR="00BD1089" w:rsidRPr="00BE5BF7" w:rsidRDefault="00BD1089" w:rsidP="00D964E1">
      <w:pPr>
        <w:pStyle w:val="Nadpis6"/>
      </w:pPr>
      <w:bookmarkStart w:id="177" w:name="_Hlk534372822"/>
      <w:r w:rsidRPr="00BE5BF7">
        <w:t>uplynutia lehoty viazanosti ponúk</w:t>
      </w:r>
      <w:bookmarkEnd w:id="177"/>
      <w:r w:rsidRPr="00BE5BF7">
        <w:t xml:space="preserve">, </w:t>
      </w:r>
    </w:p>
    <w:p w14:paraId="339D637B" w14:textId="069337CB" w:rsidR="00AB238B" w:rsidRPr="00BE5BF7" w:rsidRDefault="00AD13D0" w:rsidP="00D964E1">
      <w:pPr>
        <w:pStyle w:val="Nadpis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Nadpis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21692E">
      <w:pPr>
        <w:pStyle w:val="Nadpis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Nadpis6"/>
      </w:pPr>
      <w:r w:rsidRPr="00BE5BF7">
        <w:t>odstúpi od svojej ponuky alebo</w:t>
      </w:r>
    </w:p>
    <w:p w14:paraId="41E6F5C0" w14:textId="403A2BB2" w:rsidR="00AE5CE5" w:rsidRPr="00BE5BF7" w:rsidRDefault="00AB238B" w:rsidP="00CA41C3">
      <w:pPr>
        <w:pStyle w:val="Nadpis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Nadpis3"/>
      </w:pPr>
      <w:bookmarkStart w:id="178" w:name="_Toc462050409"/>
      <w:bookmarkStart w:id="179" w:name="_Toc4416622"/>
      <w:bookmarkStart w:id="180" w:name="_Toc4416916"/>
      <w:bookmarkStart w:id="181" w:name="_Toc4416965"/>
      <w:bookmarkStart w:id="182" w:name="_Toc12196233"/>
      <w:r w:rsidRPr="00BE5BF7">
        <w:t>Mena a ceny uvádzané v ponukách</w:t>
      </w:r>
      <w:bookmarkEnd w:id="178"/>
      <w:bookmarkEnd w:id="179"/>
      <w:bookmarkEnd w:id="180"/>
      <w:bookmarkEnd w:id="181"/>
      <w:bookmarkEnd w:id="182"/>
    </w:p>
    <w:p w14:paraId="7474B54D" w14:textId="457642C5" w:rsidR="003064EE" w:rsidRPr="00BE5BF7" w:rsidRDefault="00AB238B" w:rsidP="0021692E">
      <w:pPr>
        <w:pStyle w:val="Nadpis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21692E">
      <w:pPr>
        <w:pStyle w:val="Nadpis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21692E">
      <w:pPr>
        <w:pStyle w:val="Nadpis4"/>
      </w:pPr>
      <w:r w:rsidRPr="00BE5BF7">
        <w:t xml:space="preserve">Uchádzačom navrhovaná zmluvná cena bude vyjadrená v mene EUR. </w:t>
      </w:r>
    </w:p>
    <w:p w14:paraId="7D93187C" w14:textId="0D39179C" w:rsidR="000F453A" w:rsidRPr="00BE5BF7" w:rsidRDefault="00AB238B" w:rsidP="0021692E">
      <w:pPr>
        <w:pStyle w:val="Nadpis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6DDDFE8F" w:rsidR="00BD4CE3" w:rsidRPr="00BD4CE3" w:rsidRDefault="00DD37D9" w:rsidP="00BD4CE3">
      <w:pPr>
        <w:pStyle w:val="Nadpis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44AEC68E" w:rsidR="00C2485B" w:rsidRPr="00BE5BF7" w:rsidRDefault="00C2485B" w:rsidP="00D54716">
      <w:pPr>
        <w:pStyle w:val="Nadpis3"/>
      </w:pPr>
      <w:bookmarkStart w:id="183" w:name="_Toc444084953"/>
      <w:bookmarkStart w:id="184" w:name="_Toc4416623"/>
      <w:bookmarkStart w:id="185" w:name="_Toc4416917"/>
      <w:bookmarkStart w:id="186" w:name="_Toc4416966"/>
      <w:bookmarkStart w:id="187" w:name="_Toc12196234"/>
      <w:r w:rsidRPr="00BE5BF7">
        <w:t>Vyhotovenie ponúk</w:t>
      </w:r>
      <w:bookmarkEnd w:id="183"/>
      <w:bookmarkEnd w:id="184"/>
      <w:bookmarkEnd w:id="185"/>
      <w:bookmarkEnd w:id="186"/>
      <w:bookmarkEnd w:id="187"/>
    </w:p>
    <w:p w14:paraId="1B7A6E70" w14:textId="787BA610" w:rsidR="00D64850" w:rsidRPr="00BE5BF7" w:rsidRDefault="00D64850" w:rsidP="0021692E">
      <w:pPr>
        <w:pStyle w:val="Nadpis4"/>
      </w:pPr>
      <w:bookmarkStart w:id="188" w:name="_Hlk534372852"/>
      <w:bookmarkStart w:id="189"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BE5BF7">
          <w:t>https://josephine.proebiz.com/</w:t>
        </w:r>
      </w:hyperlink>
      <w:r w:rsidRPr="00BE5BF7">
        <w:t>.</w:t>
      </w:r>
    </w:p>
    <w:p w14:paraId="42EB7130" w14:textId="77777777" w:rsidR="00D64850" w:rsidRPr="00BE5BF7" w:rsidRDefault="00D64850" w:rsidP="0021692E">
      <w:pPr>
        <w:pStyle w:val="Nadpis4"/>
      </w:pPr>
      <w:r w:rsidRPr="00BE5BF7">
        <w:t xml:space="preserve">Uzavretosť ponuky sa zabezpečí elektronickými prostriedkami komunikačného rozhrania </w:t>
      </w:r>
      <w:r w:rsidRPr="00BE5BF7">
        <w:lastRenderedPageBreak/>
        <w:t>systému JOSEPHINE tak, aby bola zabezpečená neporušiteľnosť a integrita ponuky.</w:t>
      </w:r>
    </w:p>
    <w:p w14:paraId="268124AC" w14:textId="2AF9C79E" w:rsidR="00033E4E" w:rsidRPr="00BE5BF7" w:rsidRDefault="00D64850" w:rsidP="0021692E">
      <w:pPr>
        <w:pStyle w:val="Nadpis4"/>
      </w:pPr>
      <w:r w:rsidRPr="00BE5BF7">
        <w:t>Ponuka je do systému JOSEPHINE vložená vo chvíli dokončenia spracovania obálky (priebeh spracovávania systému znázorňuje percentami vedľa príslušného tlačidla). Vloženie ponuky systém potvrdí hlá</w:t>
      </w:r>
      <w:r w:rsidR="00BC0CB4" w:rsidRPr="00BE5BF7">
        <w:t>sením</w:t>
      </w:r>
      <w:r w:rsidRPr="00BE5BF7">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BE5BF7" w:rsidRDefault="00865F5A" w:rsidP="00D54716">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12196235"/>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D8DEC3C" w14:textId="2C1F2089" w:rsidR="00865F5A" w:rsidRPr="00BE5BF7" w:rsidRDefault="003B6043" w:rsidP="0021692E">
      <w:pPr>
        <w:pStyle w:val="Nadpis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21692E">
      <w:pPr>
        <w:pStyle w:val="Nadpis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21692E">
      <w:pPr>
        <w:pStyle w:val="Nadpis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21692E">
      <w:pPr>
        <w:pStyle w:val="Nadpis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21692E">
      <w:pPr>
        <w:pStyle w:val="Nadpis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6DB663DE" w:rsidR="00C2485B" w:rsidRPr="00BE5BF7" w:rsidRDefault="00C2485B" w:rsidP="00370DE5">
      <w:pPr>
        <w:pStyle w:val="Nadpis2"/>
      </w:pPr>
      <w:bookmarkStart w:id="204" w:name="_Toc4416499"/>
      <w:bookmarkStart w:id="205" w:name="_Toc4416625"/>
      <w:bookmarkStart w:id="206" w:name="_Toc4416919"/>
      <w:bookmarkStart w:id="207" w:name="_Toc4416968"/>
      <w:bookmarkStart w:id="208" w:name="_Toc12196236"/>
      <w:r w:rsidRPr="00BE5BF7">
        <w:t>Predkladanie ponúk</w:t>
      </w:r>
      <w:bookmarkEnd w:id="203"/>
      <w:bookmarkEnd w:id="204"/>
      <w:bookmarkEnd w:id="205"/>
      <w:bookmarkEnd w:id="206"/>
      <w:bookmarkEnd w:id="207"/>
      <w:bookmarkEnd w:id="208"/>
    </w:p>
    <w:p w14:paraId="00516612" w14:textId="3FBA4B14" w:rsidR="00C2485B" w:rsidRPr="00BE5BF7" w:rsidRDefault="008D1C77" w:rsidP="00D54716">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12196237"/>
      <w:r w:rsidRPr="00BE5BF7">
        <w:t>Spôsob predloženia ponuky</w:t>
      </w:r>
      <w:bookmarkEnd w:id="209"/>
      <w:bookmarkEnd w:id="210"/>
      <w:bookmarkEnd w:id="211"/>
      <w:bookmarkEnd w:id="212"/>
      <w:bookmarkEnd w:id="213"/>
      <w:bookmarkEnd w:id="214"/>
      <w:bookmarkEnd w:id="215"/>
      <w:bookmarkEnd w:id="216"/>
    </w:p>
    <w:p w14:paraId="0AF3E671" w14:textId="56300596" w:rsidR="00D64850" w:rsidRPr="00BE5BF7" w:rsidRDefault="00D64850" w:rsidP="0021692E">
      <w:pPr>
        <w:pStyle w:val="Nadpis4"/>
      </w:pPr>
      <w:bookmarkStart w:id="217" w:name="_Hlk534372883"/>
      <w:bookmarkStart w:id="218"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Verejný obstarávateľ na ňu nebude prihliadať.</w:t>
      </w:r>
    </w:p>
    <w:p w14:paraId="56AE194C" w14:textId="334B132A" w:rsidR="00D64850" w:rsidRPr="00BE5BF7" w:rsidRDefault="00D64850" w:rsidP="000B1D7E">
      <w:pPr>
        <w:pStyle w:val="Nadpis4"/>
      </w:pPr>
      <w:r w:rsidRPr="00BE5BF7">
        <w:t xml:space="preserve">Elektronická ponuka musí byť predložená v určených komunikačných formátoch a určeným spôsobom tak, aby bola zabezpečená pred zmenou jej obsahu. </w:t>
      </w:r>
    </w:p>
    <w:p w14:paraId="700D5298" w14:textId="3A9EA63B" w:rsidR="00D64850" w:rsidRPr="00BE5BF7" w:rsidRDefault="00D64850" w:rsidP="0021692E">
      <w:pPr>
        <w:pStyle w:val="Nadpis4"/>
      </w:pPr>
      <w:r w:rsidRPr="00BE5BF7">
        <w:t>Uchádzač má možnosť registrovať sa do systému JOSEPHINE pomocou hesla i registráciou a prihlásením pomocou občianskeho preukazu s elektronickým čipom a bezpečnostným osobným kódom (</w:t>
      </w:r>
      <w:proofErr w:type="spellStart"/>
      <w:r w:rsidRPr="00BE5BF7">
        <w:t>eID</w:t>
      </w:r>
      <w:proofErr w:type="spellEnd"/>
      <w:r w:rsidRPr="00BE5BF7">
        <w:t>).</w:t>
      </w:r>
    </w:p>
    <w:p w14:paraId="4A269731" w14:textId="58C73A87" w:rsidR="00D64850" w:rsidRPr="00BE5BF7" w:rsidRDefault="00D64850" w:rsidP="0021692E">
      <w:pPr>
        <w:pStyle w:val="Nadpis4"/>
      </w:pPr>
      <w:r w:rsidRPr="00BE5BF7">
        <w:t xml:space="preserve">Predkladanie ponúk je umožnené iba autentifikovaným uchádzačom. Autentifikáciu je možné </w:t>
      </w:r>
      <w:r w:rsidR="00BC0CB4" w:rsidRPr="00BE5BF7">
        <w:t xml:space="preserve">vykonať </w:t>
      </w:r>
      <w:r w:rsidRPr="00BE5BF7">
        <w:t xml:space="preserve">nasledovnými spôsobmi: </w:t>
      </w:r>
    </w:p>
    <w:p w14:paraId="458303F3" w14:textId="6E1D2156" w:rsidR="00D64850" w:rsidRPr="00BE5BF7" w:rsidRDefault="00D64850" w:rsidP="00D964E1">
      <w:pPr>
        <w:pStyle w:val="Nadpis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D964E1">
      <w:pPr>
        <w:pStyle w:val="Nadpis6"/>
      </w:pPr>
      <w:r w:rsidRPr="00BE5BF7">
        <w:t xml:space="preserve">nahraním kvalifikovaného elektronického podpisu (napríklad podpisu </w:t>
      </w:r>
      <w:proofErr w:type="spellStart"/>
      <w:r w:rsidRPr="00BE5BF7">
        <w:t>eID</w:t>
      </w:r>
      <w:proofErr w:type="spellEnd"/>
      <w:r w:rsidRPr="00BE5BF7">
        <w:t xml:space="preserve">) štatutára danej </w:t>
      </w:r>
      <w:r w:rsidRPr="00BE5BF7">
        <w:lastRenderedPageBreak/>
        <w:t>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D964E1">
      <w:pPr>
        <w:pStyle w:val="Nadpis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D964E1">
      <w:pPr>
        <w:pStyle w:val="Nadpis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7777777" w:rsidR="00D64850" w:rsidRPr="00BE5BF7" w:rsidRDefault="00D64850" w:rsidP="0021692E">
      <w:pPr>
        <w:pStyle w:val="Nadpis4"/>
      </w:pPr>
      <w:r w:rsidRPr="00BE5BF7">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E2E2BFA" w:rsidR="00D64850" w:rsidRPr="00BE5BF7" w:rsidRDefault="00D64850" w:rsidP="0021692E">
      <w:pPr>
        <w:pStyle w:val="Nadpis4"/>
      </w:pPr>
      <w:bookmarkStart w:id="219"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243A78">
        <w:t>8</w:t>
      </w:r>
      <w:r w:rsidR="00473CD7" w:rsidRPr="00BE5BF7">
        <w:fldChar w:fldCharType="end"/>
      </w:r>
      <w:r w:rsidRPr="00BE5BF7">
        <w:t xml:space="preserve"> tejto časti súťažných podkladov. </w:t>
      </w:r>
      <w:r w:rsidR="00816579">
        <w:t>C</w:t>
      </w:r>
      <w:r w:rsidR="00816579" w:rsidRPr="00BE5BF7">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w:t>
      </w:r>
      <w:r w:rsidR="00816579">
        <w:t xml:space="preserve"> Hodnoty uvedené v týchto prílohách musia byť súladné</w:t>
      </w:r>
      <w:r w:rsidR="007B3EC2">
        <w:t>.</w:t>
      </w:r>
      <w:r w:rsidR="004966A6">
        <w:t xml:space="preserve"> Uchádzač zároveň pri vkladaní ponuky do systému JOSEPHINE samostatne vyplní elektronický formulár</w:t>
      </w:r>
      <w:r w:rsidR="009C43F2">
        <w:t xml:space="preserve"> s finálnou hodnotou kritéria</w:t>
      </w:r>
      <w:r w:rsidR="00EB368D">
        <w:t xml:space="preserve"> vypočítanou podľa vzorca uvedeného v bode </w:t>
      </w:r>
      <w:r w:rsidR="00EB368D">
        <w:fldChar w:fldCharType="begin"/>
      </w:r>
      <w:r w:rsidR="00EB368D">
        <w:instrText xml:space="preserve"> REF _Ref14354291 \n \h </w:instrText>
      </w:r>
      <w:r w:rsidR="00EB368D">
        <w:fldChar w:fldCharType="separate"/>
      </w:r>
      <w:r w:rsidR="00EB368D">
        <w:t>2</w:t>
      </w:r>
      <w:r w:rsidR="00EB368D">
        <w:fldChar w:fldCharType="end"/>
      </w:r>
      <w:r w:rsidR="00EB368D">
        <w:t xml:space="preserve"> časti E. Kritériá hodnotenia ponúk.</w:t>
      </w:r>
    </w:p>
    <w:bookmarkEnd w:id="219"/>
    <w:p w14:paraId="6BB17258" w14:textId="6CE0F24A" w:rsidR="00D64850" w:rsidRPr="00BE5BF7" w:rsidRDefault="00D64850" w:rsidP="0021692E">
      <w:pPr>
        <w:pStyle w:val="Nadpis4"/>
      </w:pPr>
      <w:r w:rsidRPr="00BE5BF7">
        <w:t xml:space="preserve">Po úspešnom nahraní ponuky do systému JOSEPHINE je uchádzačovi odoslaný notifikačný informatívny e-mail (a to na emailovú adresu užívateľa uchádzača, ktorý ponuku nahral). </w:t>
      </w:r>
    </w:p>
    <w:p w14:paraId="22D9AD70" w14:textId="6F9CB916" w:rsidR="008D1C77" w:rsidRPr="00BE5BF7" w:rsidRDefault="00D64850" w:rsidP="0021692E">
      <w:pPr>
        <w:pStyle w:val="Nadpis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615B6045" w14:textId="735BE6FE" w:rsidR="00AA405E" w:rsidRPr="00BE5BF7" w:rsidRDefault="00AA405E" w:rsidP="0021692E">
      <w:pPr>
        <w:pStyle w:val="Nadpis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0160555A" w:rsidR="00C2485B" w:rsidRPr="00BE5BF7" w:rsidRDefault="00C2485B" w:rsidP="00D54716">
      <w:pPr>
        <w:pStyle w:val="Nadpis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12196238"/>
      <w:bookmarkEnd w:id="21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BE5BF7">
        <w:t>Miesto a lehota na predkladanie ponúk</w:t>
      </w:r>
      <w:bookmarkEnd w:id="234"/>
      <w:bookmarkEnd w:id="235"/>
      <w:bookmarkEnd w:id="236"/>
      <w:bookmarkEnd w:id="237"/>
      <w:bookmarkEnd w:id="238"/>
      <w:bookmarkEnd w:id="239"/>
      <w:bookmarkEnd w:id="240"/>
    </w:p>
    <w:p w14:paraId="0EB4F462" w14:textId="18AA5887" w:rsidR="00133B55" w:rsidRPr="00BE5BF7" w:rsidRDefault="00133B55" w:rsidP="0021692E">
      <w:pPr>
        <w:pStyle w:val="Nadpis4"/>
      </w:pPr>
      <w:bookmarkStart w:id="241" w:name="_Ref528145558"/>
      <w:bookmarkStart w:id="242" w:name="_Hlk534372908"/>
      <w:bookmarkStart w:id="243"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xml:space="preserve"> tejto časti súťažných podkladov uvedené, že doklady, dokumenty, iné písomnosti je uchádzač povinný doručiť na adresu: </w:t>
      </w:r>
      <w:r w:rsidR="003020EC" w:rsidRPr="00BE5BF7">
        <w:t>Hlavné mesto Slovenskej republiky Bratislava, Primaciálne námestie 1, 814 99 Bratislava</w:t>
      </w:r>
      <w:r w:rsidRPr="00BE5BF7">
        <w:t>, tieto musia byť vložené do samostatného uzatvoreného obalu.</w:t>
      </w:r>
      <w:bookmarkEnd w:id="241"/>
      <w:r w:rsidRPr="00BE5BF7">
        <w:t xml:space="preserve"> </w:t>
      </w:r>
    </w:p>
    <w:p w14:paraId="4F0FFBEA" w14:textId="3BCA15ED" w:rsidR="00133B55" w:rsidRPr="00BE5BF7" w:rsidRDefault="00133B55" w:rsidP="0021692E">
      <w:pPr>
        <w:pStyle w:val="Nadpis4"/>
      </w:pPr>
      <w:r w:rsidRPr="00BE5BF7">
        <w:t xml:space="preserve">Obal časti ponuky </w:t>
      </w:r>
      <w:r w:rsidR="007615E6" w:rsidRPr="00BE5BF7">
        <w:t xml:space="preserve">predkladanej podľa bodu 21.1 vyššie, </w:t>
      </w:r>
      <w:r w:rsidRPr="00BE5BF7">
        <w:t xml:space="preserve">musí obsahovať nasledovné údaje:  </w:t>
      </w:r>
    </w:p>
    <w:p w14:paraId="33400F35" w14:textId="7F41E2A2" w:rsidR="00133B55" w:rsidRPr="00BE5BF7" w:rsidRDefault="00133B55" w:rsidP="00D964E1">
      <w:pPr>
        <w:pStyle w:val="Nadpis6"/>
      </w:pPr>
      <w:bookmarkStart w:id="244" w:name="_Ref6402090"/>
      <w:r w:rsidRPr="00BE5BF7">
        <w:t xml:space="preserve">adresu: </w:t>
      </w:r>
      <w:r w:rsidR="00672CF4" w:rsidRPr="00BE5BF7">
        <w:t xml:space="preserve">Hlavné mesto Slovenskej republiky Bratislava, Primaciálne námestie 1, </w:t>
      </w:r>
      <w:r w:rsidR="000574FB">
        <w:br/>
      </w:r>
      <w:r w:rsidR="00672CF4" w:rsidRPr="00BE5BF7">
        <w:t>814 99 Bratislava</w:t>
      </w:r>
      <w:r w:rsidRPr="00BE5BF7">
        <w:t>,</w:t>
      </w:r>
      <w:bookmarkEnd w:id="244"/>
    </w:p>
    <w:p w14:paraId="3B943DDE" w14:textId="77777777" w:rsidR="00133B55" w:rsidRPr="00BE5BF7" w:rsidRDefault="00133B55" w:rsidP="00D964E1">
      <w:pPr>
        <w:pStyle w:val="Nadpis6"/>
      </w:pPr>
      <w:r w:rsidRPr="00BE5BF7">
        <w:t>adresu uchádzača (názov alebo obchodné meno a adresu sídla alebo miesta podnikania),</w:t>
      </w:r>
    </w:p>
    <w:p w14:paraId="411650C7" w14:textId="329610A8" w:rsidR="00133B55" w:rsidRPr="00BE5BF7" w:rsidRDefault="00133B55" w:rsidP="00D964E1">
      <w:pPr>
        <w:pStyle w:val="Nadpis6"/>
      </w:pPr>
      <w:r w:rsidRPr="00BE5BF7">
        <w:rPr>
          <w:rFonts w:cs="Arial"/>
          <w:color w:val="000000"/>
          <w:szCs w:val="20"/>
        </w:rPr>
        <w:t>označenie</w:t>
      </w:r>
      <w:r w:rsidRPr="00BE5BF7">
        <w:t xml:space="preserve"> „</w:t>
      </w:r>
      <w:r w:rsidR="00EB75CE" w:rsidRPr="00EB75CE">
        <w:t>Energeticky efektívna rekonštrukcia budov Hl. mesta SR Bratislavy s využitím garantovanej energetickej služby – balík GES 0</w:t>
      </w:r>
      <w:r w:rsidR="00C21C86">
        <w:t>5</w:t>
      </w:r>
      <w:r w:rsidRPr="00BE5BF7">
        <w:t>“.</w:t>
      </w:r>
    </w:p>
    <w:p w14:paraId="1025C80D" w14:textId="12B8332A" w:rsidR="00133B55" w:rsidRPr="00BE5BF7" w:rsidRDefault="00133B55" w:rsidP="0021692E">
      <w:pPr>
        <w:pStyle w:val="Nadpis4"/>
      </w:pPr>
      <w:bookmarkStart w:id="245" w:name="_Ref4423000"/>
      <w:r w:rsidRPr="00BE5BF7">
        <w:t xml:space="preserve">Lehota na predkladanie ponúk uplynie: </w:t>
      </w:r>
      <w:r w:rsidR="00153967">
        <w:t>05. 02. 2020</w:t>
      </w:r>
      <w:r w:rsidR="00176331" w:rsidRPr="00153967">
        <w:t xml:space="preserve"> </w:t>
      </w:r>
      <w:r w:rsidRPr="00BE5BF7">
        <w:t>o</w:t>
      </w:r>
      <w:r w:rsidR="007464FD">
        <w:t xml:space="preserve"> 09: 00 </w:t>
      </w:r>
      <w:r w:rsidRPr="00BE5BF7">
        <w:t>od. miestneho času.</w:t>
      </w:r>
      <w:bookmarkEnd w:id="245"/>
    </w:p>
    <w:p w14:paraId="14784177" w14:textId="257247D7" w:rsidR="00133B55" w:rsidRPr="00BE5BF7" w:rsidRDefault="00BC0CB4" w:rsidP="0021692E">
      <w:pPr>
        <w:pStyle w:val="Nadpis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243A78">
        <w:t>21.1</w:t>
      </w:r>
      <w:r w:rsidRPr="00BE5BF7">
        <w:fldChar w:fldCharType="end"/>
      </w:r>
      <w:r w:rsidRPr="00BE5BF7">
        <w:t xml:space="preserve"> tejto časti súťažných podkladov doručená po uplynutí </w:t>
      </w:r>
      <w:r w:rsidRPr="00BE5BF7">
        <w:lastRenderedPageBreak/>
        <w:t>lehoty na predkladanie ponúk sa vráti uchádzačom neotvorená</w:t>
      </w:r>
      <w:r w:rsidR="00133B55" w:rsidRPr="00BE5BF7">
        <w:t xml:space="preserve">. </w:t>
      </w:r>
    </w:p>
    <w:p w14:paraId="1B75DFD5" w14:textId="24A0454F" w:rsidR="008D1C77" w:rsidRPr="00BE5BF7" w:rsidRDefault="00133B55" w:rsidP="0021692E">
      <w:pPr>
        <w:pStyle w:val="Nadpis4"/>
      </w:pPr>
      <w:r w:rsidRPr="00BE5BF7">
        <w:t>Prípadné predĺženie lehoty na predkladanie ponúk bude uchádzačom dostatočne vopred oznámené formou elektronickej komunikácie v systéme JOSEPHINE.</w:t>
      </w:r>
      <w:bookmarkEnd w:id="242"/>
    </w:p>
    <w:p w14:paraId="1D6972BB" w14:textId="59DF3102" w:rsidR="00C2485B" w:rsidRPr="00BE5BF7" w:rsidRDefault="00C2485B" w:rsidP="00D54716">
      <w:pPr>
        <w:pStyle w:val="Nadpis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444084957"/>
      <w:bookmarkStart w:id="253" w:name="_Toc4416628"/>
      <w:bookmarkStart w:id="254" w:name="_Toc4416922"/>
      <w:bookmarkStart w:id="255" w:name="_Toc4416971"/>
      <w:bookmarkStart w:id="256" w:name="_Toc12196239"/>
      <w:bookmarkEnd w:id="243"/>
      <w:bookmarkEnd w:id="246"/>
      <w:bookmarkEnd w:id="247"/>
      <w:bookmarkEnd w:id="248"/>
      <w:bookmarkEnd w:id="249"/>
      <w:bookmarkEnd w:id="250"/>
      <w:bookmarkEnd w:id="251"/>
      <w:r w:rsidRPr="00BE5BF7">
        <w:t>Doplnenie, zmena a odvolanie ponúk</w:t>
      </w:r>
      <w:bookmarkEnd w:id="252"/>
      <w:bookmarkEnd w:id="253"/>
      <w:bookmarkEnd w:id="254"/>
      <w:bookmarkEnd w:id="255"/>
      <w:bookmarkEnd w:id="256"/>
    </w:p>
    <w:p w14:paraId="2B201F99" w14:textId="63F87E91" w:rsidR="007D783D" w:rsidRPr="00BE5BF7" w:rsidRDefault="007D783D" w:rsidP="0021692E">
      <w:pPr>
        <w:pStyle w:val="Nadpis4"/>
      </w:pPr>
      <w:bookmarkStart w:id="257"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243A78">
        <w:t>21.3</w:t>
      </w:r>
      <w:r w:rsidRPr="00BE5BF7">
        <w:fldChar w:fldCharType="end"/>
      </w:r>
      <w:r w:rsidRPr="00BE5BF7">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BE5BF7">
        <w:fldChar w:fldCharType="begin"/>
      </w:r>
      <w:r w:rsidR="00E4585F" w:rsidRPr="00BE5BF7">
        <w:instrText xml:space="preserve"> REF _Ref534358796 \n \h </w:instrText>
      </w:r>
      <w:r w:rsidR="00D46D28" w:rsidRPr="00BE5BF7">
        <w:instrText xml:space="preserve"> \* MERGEFORMAT </w:instrText>
      </w:r>
      <w:r w:rsidR="00E4585F" w:rsidRPr="00BE5BF7">
        <w:fldChar w:fldCharType="separate"/>
      </w:r>
      <w:r w:rsidR="00243A78">
        <w:t>8.5</w:t>
      </w:r>
      <w:r w:rsidR="00E4585F" w:rsidRPr="00BE5BF7">
        <w:fldChar w:fldCharType="end"/>
      </w:r>
      <w:r w:rsidR="00E4585F" w:rsidRPr="00BE5BF7">
        <w:t xml:space="preserve"> </w:t>
      </w:r>
      <w:r w:rsidRPr="00BE5BF7">
        <w:t>tejto časti súťažných podkladov, je možné vykonať tak, že uchádzač do uplynutia lehoty na predkladanie ponúk:</w:t>
      </w:r>
    </w:p>
    <w:p w14:paraId="0A68FED0" w14:textId="724FA20D" w:rsidR="007D783D" w:rsidRPr="00BE5BF7" w:rsidRDefault="007D783D" w:rsidP="00D964E1">
      <w:pPr>
        <w:pStyle w:val="Nadpis6"/>
      </w:pPr>
      <w:r w:rsidRPr="00BE5BF7">
        <w:t>predloží novú (kompletnú) ponuku prostredníctvom funkcionality webovej aplikácie JOSEPHINE</w:t>
      </w:r>
      <w:r w:rsidR="00E4585F" w:rsidRPr="00BE5BF7">
        <w:t>;</w:t>
      </w:r>
      <w:r w:rsidRPr="00BE5BF7">
        <w:t xml:space="preserve"> a</w:t>
      </w:r>
      <w:r w:rsidRPr="00BE5BF7">
        <w:rPr>
          <w:rFonts w:cs="Arial"/>
        </w:rPr>
        <w:t> </w:t>
      </w:r>
    </w:p>
    <w:p w14:paraId="4699EEF5" w14:textId="10448F0C" w:rsidR="00454A07" w:rsidRPr="00BE5BF7" w:rsidRDefault="007D783D" w:rsidP="00D964E1">
      <w:pPr>
        <w:pStyle w:val="Nadpis6"/>
      </w:pPr>
      <w:r w:rsidRPr="00BE5BF7">
        <w:t xml:space="preserve">doručí novú časť ponuky podľa bodu </w:t>
      </w:r>
      <w:r w:rsidR="00793365" w:rsidRPr="00BE5BF7">
        <w:t xml:space="preserve">8.5 </w:t>
      </w:r>
      <w:r w:rsidRPr="00BE5BF7">
        <w:t>tejto časti súťažných podkladov na adresu uvedenú v</w:t>
      </w:r>
      <w:r w:rsidRPr="00BE5BF7">
        <w:rPr>
          <w:rFonts w:cs="Arial"/>
        </w:rPr>
        <w:t> </w:t>
      </w:r>
      <w:r w:rsidRPr="00BE5BF7">
        <w:t xml:space="preserve">bode </w:t>
      </w:r>
      <w:r w:rsidR="00793365" w:rsidRPr="00BE5BF7">
        <w:fldChar w:fldCharType="begin"/>
      </w:r>
      <w:r w:rsidR="00793365" w:rsidRPr="00BE5BF7">
        <w:instrText xml:space="preserve"> REF _Ref6402090 \r \h </w:instrText>
      </w:r>
      <w:r w:rsidR="00D46D28" w:rsidRPr="00BE5BF7">
        <w:instrText xml:space="preserve"> \* MERGEFORMAT </w:instrText>
      </w:r>
      <w:r w:rsidR="00793365" w:rsidRPr="00BE5BF7">
        <w:fldChar w:fldCharType="separate"/>
      </w:r>
      <w:r w:rsidR="00243A78">
        <w:t>21.2a)</w:t>
      </w:r>
      <w:r w:rsidR="00793365" w:rsidRPr="00BE5BF7">
        <w:fldChar w:fldCharType="end"/>
      </w:r>
      <w:r w:rsidR="00766049" w:rsidRPr="00BE5BF7">
        <w:t xml:space="preserve"> </w:t>
      </w:r>
      <w:r w:rsidRPr="00BE5BF7">
        <w:t>tejto časti súťažných podkladov.</w:t>
      </w:r>
    </w:p>
    <w:p w14:paraId="082CE091" w14:textId="19224281" w:rsidR="007600E6" w:rsidRPr="00BE5BF7" w:rsidRDefault="00EF2D37" w:rsidP="00370DE5">
      <w:pPr>
        <w:pStyle w:val="Nadpis2"/>
      </w:pPr>
      <w:bookmarkStart w:id="258" w:name="_Toc444084958"/>
      <w:bookmarkStart w:id="259" w:name="_Toc4416500"/>
      <w:bookmarkStart w:id="260" w:name="_Toc4416629"/>
      <w:bookmarkStart w:id="261" w:name="_Toc4416923"/>
      <w:bookmarkStart w:id="262" w:name="_Toc4416972"/>
      <w:bookmarkStart w:id="263" w:name="_Toc12196240"/>
      <w:bookmarkEnd w:id="257"/>
      <w:r w:rsidRPr="00BE5BF7">
        <w:t>Otváranie a vyhodnotenie ponúk</w:t>
      </w:r>
      <w:bookmarkEnd w:id="258"/>
      <w:bookmarkEnd w:id="259"/>
      <w:bookmarkEnd w:id="260"/>
      <w:bookmarkEnd w:id="261"/>
      <w:bookmarkEnd w:id="262"/>
      <w:bookmarkEnd w:id="263"/>
    </w:p>
    <w:p w14:paraId="3CAFBEA5" w14:textId="78853DAF" w:rsidR="00EF2D37" w:rsidRPr="00BE5BF7" w:rsidRDefault="00EF2D37" w:rsidP="00D54716">
      <w:pPr>
        <w:pStyle w:val="Nadpis3"/>
      </w:pPr>
      <w:bookmarkStart w:id="264" w:name="_Toc4416630"/>
      <w:bookmarkStart w:id="265" w:name="_Toc4416924"/>
      <w:bookmarkStart w:id="266" w:name="_Toc4416973"/>
      <w:bookmarkStart w:id="267" w:name="_Toc12196241"/>
      <w:bookmarkStart w:id="268" w:name="_Toc444084959"/>
      <w:r w:rsidRPr="00BE5BF7">
        <w:t>Otváranie ponúk</w:t>
      </w:r>
      <w:bookmarkEnd w:id="264"/>
      <w:bookmarkEnd w:id="265"/>
      <w:bookmarkEnd w:id="266"/>
      <w:bookmarkEnd w:id="267"/>
      <w:r w:rsidRPr="00BE5BF7">
        <w:t xml:space="preserve"> </w:t>
      </w:r>
      <w:bookmarkEnd w:id="268"/>
    </w:p>
    <w:p w14:paraId="002EA768" w14:textId="00C38473" w:rsidR="00454A07" w:rsidRPr="00BE5BF7" w:rsidRDefault="00454A07" w:rsidP="0021692E">
      <w:pPr>
        <w:pStyle w:val="Nadpis4"/>
      </w:pPr>
      <w:r w:rsidRPr="00BE5BF7">
        <w:t>Otváranie ponúk vykoná komisia sprístupnením jej obsahu</w:t>
      </w:r>
      <w:r w:rsidR="006740D2" w:rsidRPr="00BE5BF7">
        <w:t xml:space="preserve"> v systéme JOSEPHINE</w:t>
      </w:r>
      <w:r w:rsidRPr="00BE5BF7">
        <w:t xml:space="preserve">. </w:t>
      </w:r>
    </w:p>
    <w:p w14:paraId="18D8E367" w14:textId="1FCC471A" w:rsidR="00454A07" w:rsidRPr="00BE5BF7" w:rsidRDefault="00454A07" w:rsidP="0021692E">
      <w:pPr>
        <w:pStyle w:val="Nadpis4"/>
      </w:pPr>
      <w:r w:rsidRPr="00BE5BF7">
        <w:t>Otváranie ponúk sa uskutoční dňa</w:t>
      </w:r>
      <w:r w:rsidR="007464FD">
        <w:t xml:space="preserve"> </w:t>
      </w:r>
      <w:r w:rsidR="00153967">
        <w:t xml:space="preserve">05. 02. 2020 </w:t>
      </w:r>
      <w:r w:rsidRPr="00D11AEE">
        <w:t>o</w:t>
      </w:r>
      <w:r w:rsidR="00153967">
        <w:t> 09:30</w:t>
      </w:r>
      <w:r w:rsidR="00487ADD" w:rsidRPr="00BE5BF7">
        <w:t xml:space="preserve"> </w:t>
      </w:r>
      <w:r w:rsidRPr="00BE5BF7">
        <w:t xml:space="preserve">hod. miestneho času </w:t>
      </w:r>
      <w:r w:rsidR="00FE5917" w:rsidRPr="00FE5917">
        <w:t xml:space="preserve">v zasadacej miestnosti na 4. poschodí oddelenia verejného obstarávania magistrátu Hlavného mesta Slovenskej republiky Bratislavy, </w:t>
      </w:r>
      <w:proofErr w:type="spellStart"/>
      <w:r w:rsidR="00FE5917" w:rsidRPr="00FE5917">
        <w:t>Laurinská</w:t>
      </w:r>
      <w:proofErr w:type="spellEnd"/>
      <w:r w:rsidR="00FE5917" w:rsidRPr="00FE5917">
        <w:t xml:space="preserve"> 5, 811 01 Bratislava</w:t>
      </w:r>
      <w:r w:rsidRPr="00BE5BF7">
        <w:t>.</w:t>
      </w:r>
    </w:p>
    <w:p w14:paraId="539896BF" w14:textId="3B620E91" w:rsidR="00454A07" w:rsidRPr="00BE5BF7" w:rsidRDefault="00454A07" w:rsidP="0021692E">
      <w:pPr>
        <w:pStyle w:val="Nadpis4"/>
      </w:pPr>
      <w:r w:rsidRPr="00BE5BF7">
        <w:t xml:space="preserve">Otváranie ponúk komisiou bude v zmysle § 52 ods. 2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BE5BF7">
        <w:rPr>
          <w:b/>
        </w:rPr>
        <w:t>Uchádzač (fyzická osoba), štatutárny orgán alebo člen štatutárneho orgánu uchádzača (právnická osoba) sa preukáže na otváraní ponúk preukazom totožnosti. Poverený zástupca uchádzača sa preukáže preukazom totožnosti</w:t>
      </w:r>
      <w:r w:rsidR="00512AF5" w:rsidRPr="00BE5BF7">
        <w:rPr>
          <w:b/>
        </w:rPr>
        <w:t xml:space="preserve"> </w:t>
      </w:r>
      <w:r w:rsidRPr="00BE5BF7">
        <w:rPr>
          <w:b/>
        </w:rPr>
        <w:t>a splnomocnením na zastupovanie.</w:t>
      </w:r>
    </w:p>
    <w:p w14:paraId="1FDC0BAA" w14:textId="52E6081D" w:rsidR="00454A07" w:rsidRPr="00BE5BF7" w:rsidRDefault="00454A07" w:rsidP="0021692E">
      <w:pPr>
        <w:pStyle w:val="Nadpis4"/>
      </w:pPr>
      <w:bookmarkStart w:id="269"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69"/>
    </w:p>
    <w:p w14:paraId="4325E6C3" w14:textId="67E247B2" w:rsidR="00EF2D37" w:rsidRPr="00BE5BF7" w:rsidRDefault="00EF2D37" w:rsidP="00D54716">
      <w:pPr>
        <w:pStyle w:val="Nadpis3"/>
      </w:pPr>
      <w:bookmarkStart w:id="270" w:name="_Toc4416631"/>
      <w:bookmarkStart w:id="271" w:name="_Toc4416925"/>
      <w:bookmarkStart w:id="272" w:name="_Toc4416974"/>
      <w:bookmarkStart w:id="273" w:name="_Ref4423141"/>
      <w:bookmarkStart w:id="274" w:name="_Ref4423334"/>
      <w:bookmarkStart w:id="275" w:name="_Ref4423373"/>
      <w:bookmarkStart w:id="276" w:name="_Toc12196242"/>
      <w:bookmarkStart w:id="277" w:name="_Toc444084960"/>
      <w:r w:rsidRPr="00BE5BF7">
        <w:t>Vyhodnotenie splnenia podmienok účasti, vysvetľovanie a vyhodnocovanie ponúk</w:t>
      </w:r>
      <w:bookmarkEnd w:id="270"/>
      <w:bookmarkEnd w:id="271"/>
      <w:bookmarkEnd w:id="272"/>
      <w:bookmarkEnd w:id="273"/>
      <w:bookmarkEnd w:id="274"/>
      <w:bookmarkEnd w:id="275"/>
      <w:bookmarkEnd w:id="276"/>
      <w:r w:rsidRPr="00BE5BF7">
        <w:t xml:space="preserve"> </w:t>
      </w:r>
      <w:bookmarkEnd w:id="277"/>
    </w:p>
    <w:p w14:paraId="02A61845" w14:textId="77777777" w:rsidR="00006095" w:rsidRDefault="00330269" w:rsidP="00006095">
      <w:pPr>
        <w:pStyle w:val="Nadpis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278" w:name="page15"/>
      <w:bookmarkEnd w:id="278"/>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006095">
      <w:pPr>
        <w:pStyle w:val="Nadpis4"/>
      </w:pPr>
      <w:r>
        <w:t>Po</w:t>
      </w:r>
      <w:r w:rsidR="00EF2D37" w:rsidRPr="00BE5BF7">
        <w:t>súdenie splnenia podmienok účasti a vyhodnotenie ponúk komisiou je neverejné.</w:t>
      </w:r>
    </w:p>
    <w:p w14:paraId="2D5F881B" w14:textId="00ADA4FD" w:rsidR="00D70FE6" w:rsidRPr="00BE5BF7" w:rsidRDefault="00D70FE6" w:rsidP="0021692E">
      <w:pPr>
        <w:pStyle w:val="Nadpis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BE5BF7" w:rsidRDefault="00EF2D37" w:rsidP="00D964E1">
      <w:pPr>
        <w:pStyle w:val="Nadpis6"/>
      </w:pPr>
      <w:r w:rsidRPr="00BE5BF7">
        <w:t>podmienok týkajúcich sa osobného post</w:t>
      </w:r>
      <w:r w:rsidR="003B6043" w:rsidRPr="00BE5BF7">
        <w:t>avenia uchádzača podľa § 32 ZVO,</w:t>
      </w:r>
      <w:r w:rsidR="00B22103" w:rsidRPr="00BE5BF7">
        <w:t xml:space="preserve"> </w:t>
      </w:r>
    </w:p>
    <w:p w14:paraId="03C5E5AD" w14:textId="55031E30" w:rsidR="00EF2D37" w:rsidRPr="00BE5BF7" w:rsidRDefault="00672CF4" w:rsidP="00D964E1">
      <w:pPr>
        <w:pStyle w:val="Nadpis6"/>
      </w:pPr>
      <w:r w:rsidRPr="00BE5BF7">
        <w:t xml:space="preserve">podmienok účasti týkajúcich sa finančného a ekonomického postavenia podľa § 33 ZVO </w:t>
      </w:r>
      <w:r w:rsidR="00B22103" w:rsidRPr="00BE5BF7">
        <w:t>a</w:t>
      </w:r>
    </w:p>
    <w:p w14:paraId="1E7E7866" w14:textId="34FE7E7D" w:rsidR="003B6043" w:rsidRPr="00BE5BF7" w:rsidRDefault="003B6043" w:rsidP="00D964E1">
      <w:pPr>
        <w:pStyle w:val="Nadpis6"/>
      </w:pPr>
      <w:r w:rsidRPr="00BE5BF7">
        <w:rPr>
          <w:rFonts w:cs="Arial"/>
          <w:color w:val="000000"/>
          <w:szCs w:val="20"/>
        </w:rPr>
        <w:lastRenderedPageBreak/>
        <w:t>podm</w:t>
      </w:r>
      <w:r w:rsidRPr="00BE5BF7">
        <w:t>ienok technickej a</w:t>
      </w:r>
      <w:r w:rsidR="00793365" w:rsidRPr="00BE5BF7">
        <w:t>lebo</w:t>
      </w:r>
      <w:r w:rsidRPr="00BE5BF7">
        <w:t xml:space="preserve"> odbornej spôsobilosti podľa § 34 až § 36 ZVO.</w:t>
      </w:r>
    </w:p>
    <w:p w14:paraId="1F31F056" w14:textId="7AD06F15" w:rsidR="00793365" w:rsidRPr="00BE5BF7" w:rsidRDefault="00EF2D37" w:rsidP="0021692E">
      <w:pPr>
        <w:pStyle w:val="Nadpis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8" w:history="1">
        <w:r w:rsidR="00793365" w:rsidRPr="00BE5BF7">
          <w:rPr>
            <w:rStyle w:val="Hypertextovprepojenie"/>
          </w:rPr>
          <w:t>https://www.uvo.gov.sk/jednotny-europsky-dokument-pre-verejne-obstaravanie-602.html</w:t>
        </w:r>
      </w:hyperlink>
      <w:r w:rsidR="003F6DF0" w:rsidRPr="00BE5BF7">
        <w:t>).</w:t>
      </w:r>
      <w:r w:rsidR="00793365" w:rsidRPr="00BE5BF7">
        <w:t xml:space="preserve"> </w:t>
      </w:r>
      <w:r w:rsidR="00D11AEE">
        <w:rPr>
          <w:rFonts w:eastAsia="Times New Roman"/>
          <w:lang w:eastAsia="sk-SK"/>
        </w:rPr>
        <w:t>V</w:t>
      </w:r>
      <w:r w:rsidR="00793365" w:rsidRPr="006043E8">
        <w:rPr>
          <w:rFonts w:eastAsia="Times New Roman"/>
          <w:lang w:eastAsia="sk-SK"/>
        </w:rPr>
        <w:t xml:space="preserve">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153ED6A1" w14:textId="127D4E0E" w:rsidR="00E13DC3" w:rsidRPr="00BE5BF7" w:rsidRDefault="00E13DC3" w:rsidP="0021692E">
      <w:pPr>
        <w:pStyle w:val="Nadpis4"/>
      </w:pPr>
      <w:bookmarkStart w:id="279"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0BB83F9C" w:rsidR="00EF2D37" w:rsidRPr="00BE5BF7" w:rsidRDefault="00EF2D37" w:rsidP="00D54716">
      <w:pPr>
        <w:pStyle w:val="Nadpis3"/>
      </w:pPr>
      <w:bookmarkStart w:id="280" w:name="_Toc534377217"/>
      <w:bookmarkStart w:id="281" w:name="_Toc534377218"/>
      <w:bookmarkStart w:id="282" w:name="_Toc534377219"/>
      <w:bookmarkStart w:id="283" w:name="_Toc534377220"/>
      <w:bookmarkStart w:id="284" w:name="_Toc534377221"/>
      <w:bookmarkStart w:id="285" w:name="_Toc534377222"/>
      <w:bookmarkStart w:id="286" w:name="_Toc534377223"/>
      <w:bookmarkStart w:id="287" w:name="_Toc534377224"/>
      <w:bookmarkStart w:id="288" w:name="_Toc534377225"/>
      <w:bookmarkStart w:id="289" w:name="_Toc534377226"/>
      <w:bookmarkStart w:id="290" w:name="_Toc534377227"/>
      <w:bookmarkStart w:id="291" w:name="_Toc534377228"/>
      <w:bookmarkStart w:id="292" w:name="_Toc534377229"/>
      <w:bookmarkStart w:id="293" w:name="_Toc534377230"/>
      <w:bookmarkStart w:id="294" w:name="_Toc534377231"/>
      <w:bookmarkStart w:id="295" w:name="_Toc534377232"/>
      <w:bookmarkStart w:id="296" w:name="_Toc534377233"/>
      <w:bookmarkStart w:id="297" w:name="_Toc534377234"/>
      <w:bookmarkStart w:id="298" w:name="_Toc534377235"/>
      <w:bookmarkStart w:id="299" w:name="_Toc534377236"/>
      <w:bookmarkStart w:id="300" w:name="_Toc534377237"/>
      <w:bookmarkStart w:id="301" w:name="_Toc534377238"/>
      <w:bookmarkStart w:id="302" w:name="_Toc534377239"/>
      <w:bookmarkStart w:id="303" w:name="_Toc534377240"/>
      <w:bookmarkStart w:id="304" w:name="_Toc534377241"/>
      <w:bookmarkStart w:id="305" w:name="_Toc534377242"/>
      <w:bookmarkStart w:id="306" w:name="_Toc534377243"/>
      <w:bookmarkStart w:id="307" w:name="_Toc444084961"/>
      <w:bookmarkStart w:id="308" w:name="_Toc4416632"/>
      <w:bookmarkStart w:id="309" w:name="_Toc4416926"/>
      <w:bookmarkStart w:id="310" w:name="_Toc4416975"/>
      <w:bookmarkStart w:id="311" w:name="_Toc1219624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BE5BF7">
        <w:t xml:space="preserve">Dôvernosť procesu </w:t>
      </w:r>
      <w:r w:rsidR="0035086C" w:rsidRPr="00BE5BF7">
        <w:t>Verejn</w:t>
      </w:r>
      <w:r w:rsidRPr="00BE5BF7">
        <w:t>ého obstarávania</w:t>
      </w:r>
      <w:bookmarkEnd w:id="307"/>
      <w:bookmarkEnd w:id="308"/>
      <w:bookmarkEnd w:id="309"/>
      <w:bookmarkEnd w:id="310"/>
      <w:bookmarkEnd w:id="311"/>
    </w:p>
    <w:p w14:paraId="3C5B8E49" w14:textId="1DBB4AC9" w:rsidR="00EF2D37" w:rsidRPr="00BE5BF7" w:rsidRDefault="00EF2D37" w:rsidP="0021692E">
      <w:pPr>
        <w:pStyle w:val="Nadpis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1C936BED" w:rsidR="00EF2D37" w:rsidRPr="00BE5BF7" w:rsidRDefault="00EF2D37" w:rsidP="0021692E">
      <w:pPr>
        <w:pStyle w:val="Nadpis4"/>
      </w:pPr>
      <w:bookmarkStart w:id="312" w:name="_Ref4422446"/>
      <w:r w:rsidRPr="00BE5BF7">
        <w:t>Obchodné tajomstvo a informácie, ktoré uchádzač v ponuke označí za dôverné, nebudú zverejnené alebo inak použité bez predchádzajúceho súhlasu uchádzača, pokiaľ:</w:t>
      </w:r>
      <w:bookmarkEnd w:id="312"/>
    </w:p>
    <w:p w14:paraId="658DDC75" w14:textId="77777777" w:rsidR="00EF2D37" w:rsidRPr="00BE5BF7" w:rsidRDefault="00EF2D37" w:rsidP="00D964E1">
      <w:pPr>
        <w:pStyle w:val="Nadpis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Nadpis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21692E">
      <w:pPr>
        <w:pStyle w:val="Nadpis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21692E">
      <w:pPr>
        <w:pStyle w:val="Nadpis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08B7A4E4" w:rsidR="00253181" w:rsidRPr="00BE5BF7" w:rsidRDefault="00253181" w:rsidP="00370DE5">
      <w:pPr>
        <w:pStyle w:val="Nadpis2"/>
        <w:rPr>
          <w:rFonts w:cs="Arial"/>
        </w:rPr>
      </w:pPr>
      <w:bookmarkStart w:id="313" w:name="_Toc444084963"/>
      <w:bookmarkStart w:id="314" w:name="_Toc444084964"/>
      <w:bookmarkStart w:id="315" w:name="_Toc444084965"/>
      <w:bookmarkStart w:id="316" w:name="_Toc444084969"/>
      <w:bookmarkStart w:id="317" w:name="_Toc4416501"/>
      <w:bookmarkStart w:id="318" w:name="_Toc4416633"/>
      <w:bookmarkStart w:id="319" w:name="_Toc4416927"/>
      <w:bookmarkStart w:id="320" w:name="_Toc4416976"/>
      <w:bookmarkStart w:id="321" w:name="_Toc12196244"/>
      <w:bookmarkEnd w:id="313"/>
      <w:bookmarkEnd w:id="314"/>
      <w:bookmarkEnd w:id="315"/>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6"/>
      <w:bookmarkEnd w:id="317"/>
      <w:bookmarkEnd w:id="318"/>
      <w:bookmarkEnd w:id="319"/>
      <w:bookmarkEnd w:id="320"/>
      <w:bookmarkEnd w:id="321"/>
    </w:p>
    <w:p w14:paraId="2E70C48D" w14:textId="2B4C53A1" w:rsidR="00253181" w:rsidRPr="00BE5BF7" w:rsidRDefault="00253181" w:rsidP="00D54716">
      <w:pPr>
        <w:pStyle w:val="Nadpis3"/>
      </w:pPr>
      <w:bookmarkStart w:id="322" w:name="_Toc444084970"/>
      <w:bookmarkStart w:id="323" w:name="_Toc4416634"/>
      <w:bookmarkStart w:id="324" w:name="_Toc4416928"/>
      <w:bookmarkStart w:id="325" w:name="_Toc4416977"/>
      <w:bookmarkStart w:id="326" w:name="_Toc12196245"/>
      <w:r w:rsidRPr="00BE5BF7">
        <w:t>Vyhodnotenie splnenia podmienok účasti úspešného uchádzača a informácia o výsledku hodnotenia ponúk</w:t>
      </w:r>
      <w:bookmarkEnd w:id="322"/>
      <w:bookmarkEnd w:id="323"/>
      <w:bookmarkEnd w:id="324"/>
      <w:bookmarkEnd w:id="325"/>
      <w:bookmarkEnd w:id="326"/>
    </w:p>
    <w:p w14:paraId="63E6CA8D" w14:textId="4A48B10D" w:rsidR="00851C8C" w:rsidRPr="00BE5BF7" w:rsidRDefault="00851C8C" w:rsidP="0021692E">
      <w:pPr>
        <w:pStyle w:val="Nadpis4"/>
      </w:pPr>
      <w:bookmarkStart w:id="327" w:name="_Toc444084971"/>
      <w:bookmarkStart w:id="328" w:name="_Toc4416635"/>
      <w:bookmarkStart w:id="329" w:name="_Toc4416929"/>
      <w:bookmarkStart w:id="330" w:name="_Toc4416978"/>
      <w:bookmarkStart w:id="331"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153967">
      <w:pPr>
        <w:pStyle w:val="Nadpis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3096FE25" w:rsidR="00EF2D37" w:rsidRPr="00BE5BF7" w:rsidRDefault="00EF2D37" w:rsidP="00D54716">
      <w:pPr>
        <w:pStyle w:val="Nadpis3"/>
      </w:pPr>
      <w:bookmarkStart w:id="332" w:name="_Toc12196246"/>
      <w:r w:rsidRPr="00BE5BF7">
        <w:t xml:space="preserve">Uzavretie </w:t>
      </w:r>
      <w:r w:rsidR="00437C48" w:rsidRPr="00BE5BF7">
        <w:t>z</w:t>
      </w:r>
      <w:r w:rsidR="00876192" w:rsidRPr="00BE5BF7">
        <w:t>mluv</w:t>
      </w:r>
      <w:r w:rsidRPr="00BE5BF7">
        <w:t>y</w:t>
      </w:r>
      <w:bookmarkEnd w:id="327"/>
      <w:bookmarkEnd w:id="328"/>
      <w:bookmarkEnd w:id="329"/>
      <w:bookmarkEnd w:id="330"/>
      <w:bookmarkEnd w:id="331"/>
      <w:bookmarkEnd w:id="332"/>
    </w:p>
    <w:p w14:paraId="3B87E945" w14:textId="72DBFD74" w:rsidR="00385E44" w:rsidRPr="00BE5BF7" w:rsidRDefault="00385E44" w:rsidP="0021692E">
      <w:pPr>
        <w:pStyle w:val="Nadpis4"/>
      </w:pPr>
      <w:bookmarkStart w:id="333" w:name="_Ref4423303"/>
      <w:r w:rsidRPr="00BE5BF7">
        <w:t xml:space="preserve">Úspešný uchádzač je povinný poskytnúť </w:t>
      </w:r>
      <w:r w:rsidR="0035086C" w:rsidRPr="00BE5BF7">
        <w:t>Verejn</w:t>
      </w:r>
      <w:r w:rsidRPr="00BE5BF7">
        <w:t xml:space="preserve">ému obstarávateľovi riadnu súčinnosť potrebnú </w:t>
      </w:r>
      <w:r w:rsidRPr="00BE5BF7">
        <w:lastRenderedPageBreak/>
        <w:t xml:space="preserve">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bookmarkEnd w:id="333"/>
      <w:r w:rsidRPr="00BE5BF7">
        <w:t xml:space="preserve"> </w:t>
      </w:r>
    </w:p>
    <w:p w14:paraId="680CC711" w14:textId="175B3281" w:rsidR="00385E44" w:rsidRPr="00BE5BF7" w:rsidRDefault="00385E44" w:rsidP="0021692E">
      <w:pPr>
        <w:pStyle w:val="Nadpis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243A78">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0DE0CC8B" w:rsidR="00385E44" w:rsidRPr="00BE5BF7" w:rsidRDefault="00385E44" w:rsidP="0021692E">
      <w:pPr>
        <w:pStyle w:val="Nadpis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 xml:space="preserve">ému obstarávateľovi riadnu súčinnosť potrebnú na jej uzavretie tak, aby mohla byť uzavretá do 10 pracovných dní odo dňa, keď bol na jej uzavretie písomne vyzvaný,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021BA6E6" w:rsidR="00385E44" w:rsidRPr="00BE5BF7" w:rsidRDefault="00385E44" w:rsidP="0021692E">
      <w:pPr>
        <w:pStyle w:val="Nadpis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aby mohla byť uzavretá do 10 pracovných dní odo dňa, keď bol na jej uzavretie písomne vyzvaný. </w:t>
      </w:r>
    </w:p>
    <w:p w14:paraId="53837D67" w14:textId="39A39C1A" w:rsidR="00C02D1E" w:rsidRPr="00BE5BF7" w:rsidRDefault="00C02D1E" w:rsidP="0021692E">
      <w:pPr>
        <w:pStyle w:val="Nadpis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E24381">
      <w:pPr>
        <w:pStyle w:val="Nadpis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494447D1" w14:textId="118D8E0F" w:rsidR="00AE7C14" w:rsidRDefault="00AE7C14" w:rsidP="000A6937">
      <w:pPr>
        <w:ind w:left="1985" w:hanging="1276"/>
        <w:rPr>
          <w:rFonts w:cs="Arial"/>
          <w:szCs w:val="20"/>
        </w:rPr>
      </w:pPr>
      <w:r w:rsidRPr="00BE5BF7">
        <w:rPr>
          <w:rFonts w:cs="Arial"/>
          <w:szCs w:val="20"/>
        </w:rPr>
        <w:t>Príloha č. A.</w:t>
      </w:r>
      <w:r w:rsidR="00856459" w:rsidRPr="00BE5BF7">
        <w:rPr>
          <w:rFonts w:cs="Arial"/>
          <w:szCs w:val="20"/>
        </w:rPr>
        <w:t>7</w:t>
      </w:r>
      <w:r w:rsidRPr="00BE5BF7">
        <w:rPr>
          <w:rFonts w:cs="Arial"/>
          <w:szCs w:val="20"/>
        </w:rPr>
        <w:tab/>
        <w:t>Odôvodnenie nerozdelenia zákazky</w:t>
      </w:r>
    </w:p>
    <w:p w14:paraId="7E8F9B21" w14:textId="38AD4BBE" w:rsidR="00ED2831" w:rsidRPr="00BE5BF7" w:rsidRDefault="00ED2831" w:rsidP="000A6937">
      <w:pPr>
        <w:ind w:left="1985" w:hanging="1276"/>
        <w:rPr>
          <w:rFonts w:cs="Arial"/>
          <w:szCs w:val="20"/>
        </w:rPr>
      </w:pPr>
      <w:r>
        <w:t xml:space="preserve">Príloha č. A.8 </w:t>
      </w:r>
      <w:r>
        <w:tab/>
        <w:t>Termíny obhliadok</w:t>
      </w:r>
    </w:p>
    <w:p w14:paraId="66E092BC" w14:textId="195AD75D" w:rsidR="00F0716F" w:rsidRPr="00BE5BF7" w:rsidRDefault="00CB6416" w:rsidP="001B3C96">
      <w:pPr>
        <w:pStyle w:val="Nadpis1"/>
      </w:pPr>
      <w:r w:rsidRPr="00BE5BF7">
        <w:br w:type="page"/>
      </w:r>
      <w:bookmarkStart w:id="334" w:name="_Toc444084972"/>
      <w:bookmarkStart w:id="335" w:name="_Toc4416502"/>
      <w:bookmarkStart w:id="336" w:name="_Toc4416636"/>
      <w:bookmarkStart w:id="337" w:name="_Toc4416930"/>
      <w:bookmarkStart w:id="338" w:name="_Toc4416979"/>
      <w:bookmarkStart w:id="339" w:name="_Toc12196247"/>
      <w:r w:rsidR="00F0716F" w:rsidRPr="00BE5BF7">
        <w:lastRenderedPageBreak/>
        <w:t xml:space="preserve">Opis </w:t>
      </w:r>
      <w:r w:rsidR="0068594A" w:rsidRPr="00BE5BF7">
        <w:t>p</w:t>
      </w:r>
      <w:r w:rsidR="007D674D" w:rsidRPr="00BE5BF7">
        <w:t>redmet</w:t>
      </w:r>
      <w:r w:rsidR="00F0716F" w:rsidRPr="00BE5BF7">
        <w:t>u zákazky</w:t>
      </w:r>
      <w:bookmarkEnd w:id="334"/>
      <w:bookmarkEnd w:id="335"/>
      <w:bookmarkEnd w:id="336"/>
      <w:bookmarkEnd w:id="337"/>
      <w:bookmarkEnd w:id="338"/>
      <w:bookmarkEnd w:id="339"/>
    </w:p>
    <w:p w14:paraId="7F5392C6" w14:textId="6BD013C9" w:rsidR="000B4CA9" w:rsidRPr="00BE5BF7" w:rsidRDefault="000B4CA9" w:rsidP="000B4CA9">
      <w:pPr>
        <w:rPr>
          <w:rFonts w:cs="Arial"/>
          <w:b/>
          <w:szCs w:val="20"/>
        </w:rPr>
      </w:pPr>
      <w:bookmarkStart w:id="340"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Nadpis3"/>
      </w:pPr>
      <w:bookmarkStart w:id="341" w:name="_Toc12196248"/>
      <w:r w:rsidRPr="00BE5BF7">
        <w:t>Základný</w:t>
      </w:r>
      <w:r w:rsidR="00EA4817" w:rsidRPr="00BE5BF7">
        <w:t> účel obstarania predmetu zákazky</w:t>
      </w:r>
      <w:bookmarkEnd w:id="341"/>
    </w:p>
    <w:p w14:paraId="10288EAA" w14:textId="4D3BD365" w:rsidR="000B4CA9" w:rsidRPr="00BE5BF7" w:rsidRDefault="000B4CA9" w:rsidP="0021692E">
      <w:pPr>
        <w:pStyle w:val="Nadpis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370BFF">
      <w:pPr>
        <w:pStyle w:val="Nadpis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06F8C08" w14:textId="03C19A38" w:rsidR="00B76035" w:rsidRPr="00BE5BF7" w:rsidRDefault="00B76035" w:rsidP="00B76035">
      <w:pPr>
        <w:pStyle w:val="Nadpis4"/>
      </w:pPr>
      <w:r w:rsidRPr="00BE5BF7">
        <w:t xml:space="preserve">Parametre projektu, resp. 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 </w:t>
      </w:r>
      <w:r w:rsidR="00CD293F">
        <w:t>Niektoré</w:t>
      </w:r>
      <w:r w:rsidRPr="00BE5BF7">
        <w:t xml:space="preserve"> budovy v rámci vybraného súboru budov, ktorých rekonštrukcia je predmetom zákazky však nemajú tento potenciál sami o sebe a na to, aby mohla byť naplnená podstata zmluvy o energetickej efektívnosti pre verejný sektor podľa Zákona o energetickej efektívnosti (nulový vplyv na výšku dlhu verejnej správy) musia byť jednotlivé budovy ekonomicky pospájané do celku, ktorý spoločne napĺňa potenciál generovať dostatočné úspory na to, aby tieto časti rekonštrukcie mohli byť vykonané v súlade so Zákonom o energetickej efektívnosti tak, aby nemali dôsledky na výšku dlhu verejnej správy.</w:t>
      </w:r>
    </w:p>
    <w:p w14:paraId="3B382468" w14:textId="074B92FD" w:rsidR="00B76035" w:rsidRPr="00BE5BF7" w:rsidRDefault="006A2A65" w:rsidP="004B6970">
      <w:pPr>
        <w:pStyle w:val="Nadpis4"/>
      </w:pPr>
      <w:r w:rsidRPr="00BE5BF7">
        <w:t>Ako je uvedené vyššie, v rámci projektu sa však realizujú aj opatrenia, ktoré</w:t>
      </w:r>
      <w:r w:rsidR="00B76035" w:rsidRPr="00BE5BF7">
        <w:t xml:space="preserve"> nemajú potenciál generovať dostatočné úspory</w:t>
      </w:r>
      <w:r w:rsidR="00AA4BDF" w:rsidRPr="00BE5BF7">
        <w:t xml:space="preserve"> (alebo negenerujú žiadne úspory)</w:t>
      </w:r>
      <w:r w:rsidR="00B76035" w:rsidRPr="00BE5BF7">
        <w:t xml:space="preserve"> na to, aby boli zahrnuté do zmluvy o energetickej efektívnosti</w:t>
      </w:r>
      <w:r w:rsidR="00AA4BDF" w:rsidRPr="00BE5BF7">
        <w:t>. Tieto budú preto</w:t>
      </w:r>
      <w:r w:rsidR="00B76035" w:rsidRPr="00BE5BF7">
        <w:t xml:space="preserve"> zahrnuté </w:t>
      </w:r>
      <w:r w:rsidR="00AA4BDF" w:rsidRPr="00BE5BF7">
        <w:t>do samostatnej</w:t>
      </w:r>
      <w:r w:rsidR="00B76035" w:rsidRPr="00BE5BF7">
        <w:t xml:space="preserve"> zmluv</w:t>
      </w:r>
      <w:r w:rsidR="00AA4BDF" w:rsidRPr="00BE5BF7">
        <w:t>y</w:t>
      </w:r>
      <w:r w:rsidR="00B76035"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Uchádzač však musí predložiť jednu spoločnú ponuku zahŕňajúcu všetky opatrenia,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56EFAA2B" w:rsidR="000B4CA9" w:rsidRPr="00BE5BF7" w:rsidRDefault="000B4CA9" w:rsidP="0021692E">
      <w:pPr>
        <w:pStyle w:val="Nadpis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w:t>
      </w:r>
      <w:r w:rsidR="002D19CB">
        <w:t xml:space="preserve"> </w:t>
      </w:r>
      <w:r w:rsidR="002D19CB">
        <w:rPr>
          <w:rFonts w:cstheme="minorBidi"/>
          <w:szCs w:val="22"/>
        </w:rPr>
        <w:t>(elektrina, zemný plyn, teplo a studená voda)</w:t>
      </w:r>
      <w:r w:rsidRPr="00BE5BF7">
        <w:t xml:space="preserve">,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 xml:space="preserve">erejného obstarávateľa. </w:t>
      </w:r>
      <w:r w:rsidRPr="00BE5BF7">
        <w:lastRenderedPageBreak/>
        <w:t>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Nadpis3"/>
      </w:pPr>
      <w:bookmarkStart w:id="342" w:name="_Toc12196249"/>
      <w:r w:rsidRPr="00BE5BF7">
        <w:t>Z</w:t>
      </w:r>
      <w:r w:rsidR="00EA4817" w:rsidRPr="00BE5BF7">
        <w:t>ákladný opis predmetu zákazky</w:t>
      </w:r>
      <w:bookmarkEnd w:id="342"/>
    </w:p>
    <w:p w14:paraId="04886D03" w14:textId="69737DCA" w:rsidR="0077105F" w:rsidRPr="00BE5BF7" w:rsidRDefault="000B4CA9" w:rsidP="0021692E">
      <w:pPr>
        <w:pStyle w:val="Nadpis4"/>
      </w:pPr>
      <w:r w:rsidRPr="00BE5BF7">
        <w:t xml:space="preserve">Predmetom zákazky je navrhnutie a realizácia opatrení na zvýšenie </w:t>
      </w:r>
      <w:r w:rsidR="00AA710C" w:rsidRPr="00BE5BF7">
        <w:t>energetickej</w:t>
      </w:r>
      <w:r w:rsidRPr="00BE5BF7">
        <w:t xml:space="preserve"> efektívnosti </w:t>
      </w:r>
      <w:r w:rsidR="00F91A1F" w:rsidRPr="00BE5BF7">
        <w:t>vybraných budov vo vlastníctve</w:t>
      </w:r>
      <w:r w:rsidR="00CD293F">
        <w:t>/správe</w:t>
      </w:r>
      <w:r w:rsidR="00F91A1F" w:rsidRPr="00BE5BF7">
        <w:t xml:space="preserve"> Verejného obstarávateľa </w:t>
      </w:r>
      <w:r w:rsidR="0095115A" w:rsidRPr="00BE5BF7">
        <w:t>a zlepšenie faktického stavu vybraných</w:t>
      </w:r>
      <w:r w:rsidRPr="00BE5BF7">
        <w:t xml:space="preserve"> 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21692E">
      <w:pPr>
        <w:pStyle w:val="Nadpis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69545371" w:rsidR="000B4CA9" w:rsidRPr="00BE5BF7" w:rsidRDefault="000B4CA9" w:rsidP="00D964E1">
      <w:pPr>
        <w:pStyle w:val="Nadpis6"/>
      </w:pPr>
      <w:r w:rsidRPr="00BE5BF7">
        <w:t>analyzuje stav predmetných budov a zariadení (ďalej celkovo „</w:t>
      </w:r>
      <w:r w:rsidRPr="00BE5BF7">
        <w:rPr>
          <w:b/>
        </w:rPr>
        <w:t>energetické hospodárstvo</w:t>
      </w:r>
      <w:r w:rsidRPr="00BE5BF7">
        <w:t>“) a spotrebu energie v</w:t>
      </w:r>
      <w:r w:rsidR="005603F6" w:rsidRPr="00BE5BF7">
        <w:t> </w:t>
      </w:r>
      <w:r w:rsidRPr="00BE5BF7">
        <w:t xml:space="preserve">nich, </w:t>
      </w:r>
    </w:p>
    <w:p w14:paraId="452FB2F3" w14:textId="0835A8CE" w:rsidR="000B4CA9" w:rsidRPr="00BE5BF7" w:rsidRDefault="000B4CA9" w:rsidP="00D964E1">
      <w:pPr>
        <w:pStyle w:val="Nadpis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a </w:t>
      </w:r>
      <w:r w:rsidRPr="00BE5BF7">
        <w:t>energetického hospodárstva</w:t>
      </w:r>
      <w:r w:rsidR="005D26AA" w:rsidRPr="00BE5BF7">
        <w:t xml:space="preserve"> 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Nadpis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Nadpis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D94701">
      <w:pPr>
        <w:pStyle w:val="Nadpis4"/>
      </w:pPr>
      <w:r w:rsidRPr="00BE5BF7">
        <w:t xml:space="preserve">Základný rozsah plnenia zmluvy o dielo koncipovanej ako tzv. design &amp; </w:t>
      </w:r>
      <w:proofErr w:type="spellStart"/>
      <w:r w:rsidRPr="00BE5BF7">
        <w:t>build</w:t>
      </w:r>
      <w:proofErr w:type="spellEnd"/>
      <w:r w:rsidRPr="00BE5BF7">
        <w:t xml:space="preserve"> </w:t>
      </w:r>
      <w:r w:rsidR="00AA710C" w:rsidRPr="00BE5BF7">
        <w:t xml:space="preserve">(navrhni a postav) </w:t>
      </w:r>
      <w:r w:rsidRPr="00BE5BF7">
        <w:t xml:space="preserve">model je charakteristický tým, že poskytovateľ: </w:t>
      </w:r>
    </w:p>
    <w:p w14:paraId="1F317265" w14:textId="3D2703A1" w:rsidR="00D94701" w:rsidRPr="00BE5BF7" w:rsidRDefault="00CD293F" w:rsidP="00D964E1">
      <w:pPr>
        <w:pStyle w:val="Nadpis6"/>
      </w:pPr>
      <w:r w:rsidRPr="00BE5BF7">
        <w:t>N</w:t>
      </w:r>
      <w:r w:rsidR="00AA710C" w:rsidRPr="00BE5BF7">
        <w:t>avrhne</w:t>
      </w:r>
      <w:r>
        <w:t xml:space="preserve"> te</w:t>
      </w:r>
      <w:r w:rsidR="00BE6596">
        <w:t>chnické prevedenie opatrení</w:t>
      </w:r>
      <w:r w:rsidR="00AA710C" w:rsidRPr="00BE5BF7">
        <w:t xml:space="preserve"> a </w:t>
      </w:r>
      <w:r w:rsidR="005D26AA" w:rsidRPr="00BE5BF7">
        <w:t>vyhotoví všetku potrebnú projektovú a technickú dokumentáciu potrebnú pre realizáciu opatrení; a</w:t>
      </w:r>
    </w:p>
    <w:p w14:paraId="42D947BE" w14:textId="064067DE" w:rsidR="00D94701" w:rsidRPr="00BE5BF7" w:rsidRDefault="005D26AA" w:rsidP="00D964E1">
      <w:pPr>
        <w:pStyle w:val="Nadpis6"/>
      </w:pPr>
      <w:r w:rsidRPr="00BE5BF7">
        <w:t>zhotoví dielo – t. j. vykoná jednotlivé opatrenia a tieto odovzdá do vlastníctva objednávateľa.</w:t>
      </w:r>
    </w:p>
    <w:p w14:paraId="38815F95" w14:textId="61605FA1" w:rsidR="00871C57" w:rsidRPr="00BE5BF7" w:rsidRDefault="00950DB7" w:rsidP="0021692E">
      <w:pPr>
        <w:pStyle w:val="Nadpis4"/>
      </w:pPr>
      <w:r w:rsidRPr="00BE5BF7">
        <w:t xml:space="preserve">Minimálny rozsah povinných opatrení Verejný obstarávateľ definuje v Prílohe č. </w:t>
      </w:r>
      <w:r w:rsidR="00284E38" w:rsidRPr="00BE5BF7">
        <w:t>B.1</w:t>
      </w:r>
      <w:r w:rsidRPr="00BE5BF7">
        <w:t xml:space="preserve"> týchto súťažných podkl</w:t>
      </w:r>
      <w:r w:rsidR="00BE5BF7">
        <w:t>a</w:t>
      </w:r>
      <w:r w:rsidRPr="00BE5BF7">
        <w:t xml:space="preserve">dov. </w:t>
      </w:r>
      <w:r w:rsidR="00871C57" w:rsidRPr="00BE5BF7">
        <w:t xml:space="preserve">Uchádzači </w:t>
      </w:r>
      <w:r w:rsidR="004A717C" w:rsidRPr="00BE5BF7">
        <w:t xml:space="preserve">však </w:t>
      </w:r>
      <w:r w:rsidR="00871C57" w:rsidRPr="00BE5BF7">
        <w:t xml:space="preserve">môžu navrhovať aj opatrenia nad rámec minimálneho rozsahu definovaných opatrení. </w:t>
      </w:r>
      <w:r w:rsidR="00931DD0" w:rsidRPr="00BE5BF7">
        <w:t>Ako bude uvedené nižšie takéto dodatočné</w:t>
      </w:r>
      <w:r w:rsidR="00871C57" w:rsidRPr="00BE5BF7">
        <w:t xml:space="preserve"> opatrenia však musia byť zahrnuté do zmluvy o energetickej efektívnosti</w:t>
      </w:r>
      <w:r w:rsidR="004A717C" w:rsidRPr="00BE5BF7">
        <w:t xml:space="preserve"> a nie do zmluvy o dielo</w:t>
      </w:r>
      <w:r w:rsidR="00871C57" w:rsidRPr="00BE5BF7">
        <w:t>.</w:t>
      </w:r>
    </w:p>
    <w:p w14:paraId="798F6471" w14:textId="1002762A" w:rsidR="00D55ADF" w:rsidRPr="00BE5BF7" w:rsidRDefault="000B4CA9" w:rsidP="0021692E">
      <w:pPr>
        <w:pStyle w:val="Nadpis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030A6F6C" w:rsidR="00CF332B" w:rsidRPr="00BE5BF7" w:rsidRDefault="000B4CA9" w:rsidP="0021692E">
      <w:pPr>
        <w:pStyle w:val="Nadpis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AF375A" w:rsidRPr="00BE5BF7">
        <w:t>15</w:t>
      </w:r>
      <w:r w:rsidR="00BF4F34" w:rsidRPr="00BE5BF7">
        <w:t xml:space="preserve"> </w:t>
      </w:r>
      <w:r w:rsidRPr="00BE5BF7">
        <w:t>rokov,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145AA4A" w:rsidR="000B4CA9" w:rsidRPr="00BE5BF7" w:rsidRDefault="000B4CA9" w:rsidP="0021692E">
      <w:pPr>
        <w:pStyle w:val="Nadpis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 </w:t>
      </w:r>
      <w:r w:rsidR="00AF375A" w:rsidRPr="00BE5BF7">
        <w:t>15</w:t>
      </w:r>
      <w:r w:rsidR="00CF332B" w:rsidRPr="00BE5BF7">
        <w:t xml:space="preserve"> </w:t>
      </w:r>
      <w:r w:rsidRPr="00BE5BF7">
        <w:t xml:space="preserve">rokov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D22E84">
      <w:pPr>
        <w:pStyle w:val="Nadpis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24E66A10" w:rsidR="000B4CA9" w:rsidRPr="00BE5BF7" w:rsidRDefault="000B4CA9" w:rsidP="00D54716">
      <w:pPr>
        <w:pStyle w:val="Nadpis3"/>
      </w:pPr>
      <w:bookmarkStart w:id="343" w:name="_Toc12196250"/>
      <w:r w:rsidRPr="00BE5BF7">
        <w:lastRenderedPageBreak/>
        <w:t>C</w:t>
      </w:r>
      <w:r w:rsidR="00EA4817" w:rsidRPr="00BE5BF7">
        <w:t>harakteristika súčasného stavu energetického hospodárstva</w:t>
      </w:r>
      <w:bookmarkEnd w:id="343"/>
    </w:p>
    <w:p w14:paraId="6BFBEF40" w14:textId="76673DB8" w:rsidR="000B4CA9" w:rsidRPr="00BE5BF7" w:rsidRDefault="000B4CA9" w:rsidP="0021692E">
      <w:pPr>
        <w:pStyle w:val="Nadpis4"/>
      </w:pPr>
      <w:r w:rsidRPr="00BE5BF7">
        <w:t xml:space="preserve">Charakteristika súčasného stavu energetického hospodárstva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284E38" w:rsidRPr="004F52ED">
        <w:t>B.</w:t>
      </w:r>
      <w:r w:rsidR="00306F4F" w:rsidRPr="004F52ED">
        <w:t>3</w:t>
      </w:r>
      <w:r w:rsidR="00610B29" w:rsidRPr="004F52ED">
        <w:t xml:space="preserve"> až Prílohe č. </w:t>
      </w:r>
      <w:r w:rsidR="00B15213" w:rsidRPr="004F52ED">
        <w:t>B.</w:t>
      </w:r>
      <w:r w:rsidR="006E6B40">
        <w:t>6</w:t>
      </w:r>
      <w:r w:rsidR="00610B29" w:rsidRPr="004F52ED">
        <w:t xml:space="preserve"> </w:t>
      </w:r>
      <w:r w:rsidRPr="004F52ED">
        <w:t>týchto súťažných podkladov.</w:t>
      </w:r>
    </w:p>
    <w:p w14:paraId="6169EAA7" w14:textId="727AD7A9" w:rsidR="000B4CA9" w:rsidRPr="00BE5BF7" w:rsidRDefault="000B4CA9" w:rsidP="00D54716">
      <w:pPr>
        <w:pStyle w:val="Nadpis3"/>
      </w:pPr>
      <w:bookmarkStart w:id="344" w:name="_Toc12196251"/>
      <w:r w:rsidRPr="00BE5BF7">
        <w:t>P</w:t>
      </w:r>
      <w:r w:rsidR="00EA4817" w:rsidRPr="00BE5BF7">
        <w:t>ožiadavky na minimálny rozsah realizácie predmetu zákazky</w:t>
      </w:r>
      <w:r w:rsidR="001502CC" w:rsidRPr="00BE5BF7">
        <w:t xml:space="preserve"> a rozsah minimálnych opatrení</w:t>
      </w:r>
      <w:bookmarkEnd w:id="344"/>
    </w:p>
    <w:p w14:paraId="5B0A8707" w14:textId="7E352EAA" w:rsidR="000B4CA9" w:rsidRPr="00BE5BF7" w:rsidRDefault="0023116B" w:rsidP="0021692E">
      <w:pPr>
        <w:pStyle w:val="Nadpis4"/>
      </w:pPr>
      <w:r w:rsidRPr="00BE5BF7">
        <w:t>Pre zmluvu o energetickej efektívnosti je c</w:t>
      </w:r>
      <w:r w:rsidR="000B4CA9" w:rsidRPr="00BE5BF7">
        <w:t xml:space="preserve">ieľom navrhnutých úsporných opatrení zníženie </w:t>
      </w:r>
      <w:r w:rsidRPr="00BE5BF7">
        <w:t xml:space="preserve">energetických </w:t>
      </w:r>
      <w:r w:rsidR="000B4CA9" w:rsidRPr="00BE5BF7">
        <w:t xml:space="preserve">nákladov </w:t>
      </w:r>
      <w:r w:rsidR="002D19CB">
        <w:rPr>
          <w:rFonts w:cstheme="minorBidi"/>
          <w:szCs w:val="22"/>
        </w:rPr>
        <w:t xml:space="preserve">(elektrina, zemný plyn, teplo a studená voda)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Nadpis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6211D4C5" w:rsidR="000B4CA9" w:rsidRPr="00BE5BF7" w:rsidRDefault="000B4CA9" w:rsidP="00D964E1">
      <w:pPr>
        <w:pStyle w:val="Nadpis6"/>
      </w:pPr>
      <w:r w:rsidRPr="00BE5BF7">
        <w:t>projektovú prípravu realizácie opatrení</w:t>
      </w:r>
      <w:r w:rsidR="00462249" w:rsidRPr="00BE5BF7">
        <w:t xml:space="preserve"> a inžinierske činnosti potrebné na realizáciu týchto opatrení</w:t>
      </w:r>
      <w:r w:rsidRPr="00BE5BF7">
        <w:t>;</w:t>
      </w:r>
    </w:p>
    <w:p w14:paraId="0519B177" w14:textId="77777777" w:rsidR="000B4CA9" w:rsidRPr="00BE5BF7" w:rsidRDefault="000B4CA9" w:rsidP="00D964E1">
      <w:pPr>
        <w:pStyle w:val="Nadpis6"/>
      </w:pPr>
      <w:r w:rsidRPr="00BE5BF7">
        <w:t>praktickú realizáciu opatrení;</w:t>
      </w:r>
    </w:p>
    <w:p w14:paraId="45B9DC99" w14:textId="77777777" w:rsidR="000B4CA9" w:rsidRPr="00BE5BF7" w:rsidRDefault="000B4CA9" w:rsidP="00D964E1">
      <w:pPr>
        <w:pStyle w:val="Nadpis6"/>
      </w:pPr>
      <w:r w:rsidRPr="00BE5BF7">
        <w:t>financovanie investičných nákladov súvisiacich s realizáciou opatrení;</w:t>
      </w:r>
    </w:p>
    <w:p w14:paraId="0650C688" w14:textId="77777777" w:rsidR="000B4CA9" w:rsidRPr="00BE5BF7" w:rsidRDefault="000B4CA9" w:rsidP="00D964E1">
      <w:pPr>
        <w:pStyle w:val="Nadpis6"/>
      </w:pPr>
      <w:r w:rsidRPr="00BE5BF7">
        <w:t>garanciu za dosiahnutie dohodnutých úspor;</w:t>
      </w:r>
    </w:p>
    <w:p w14:paraId="63DD06ED" w14:textId="31682C57" w:rsidR="000B4CA9" w:rsidRDefault="000B4CA9" w:rsidP="00D964E1">
      <w:pPr>
        <w:pStyle w:val="Nadpis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Nadpis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Nadpis6"/>
        <w:numPr>
          <w:ilvl w:val="0"/>
          <w:numId w:val="0"/>
        </w:numPr>
        <w:ind w:left="709"/>
      </w:pPr>
      <w:r w:rsidRPr="00BE5BF7">
        <w:t>(Podrobné podmienky plnenia sú upravené v návrhu zmluvy o energetickej efektívnosti)</w:t>
      </w:r>
    </w:p>
    <w:p w14:paraId="2FAC7BBC" w14:textId="383226CD" w:rsidR="009267E4" w:rsidRPr="00BE5BF7" w:rsidRDefault="009267E4" w:rsidP="009267E4">
      <w:pPr>
        <w:pStyle w:val="Nadpis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Nadpis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487BFB2E" w:rsidR="009267E4" w:rsidRPr="00BE5BF7" w:rsidRDefault="00462249" w:rsidP="00D964E1">
      <w:pPr>
        <w:pStyle w:val="Nadpis6"/>
      </w:pPr>
      <w:r w:rsidRPr="00BE5BF7">
        <w:t>projektovú prípravu realizácie opatrení a inžinierske činnosti potrebné na realizáciu týchto opatrení</w:t>
      </w:r>
      <w:r w:rsidR="009267E4" w:rsidRPr="00BE5BF7">
        <w:t>;</w:t>
      </w:r>
    </w:p>
    <w:p w14:paraId="79262942" w14:textId="3813E1C7" w:rsidR="009267E4" w:rsidRPr="00BE5BF7" w:rsidRDefault="009267E4" w:rsidP="00D964E1">
      <w:pPr>
        <w:pStyle w:val="Nadpis6"/>
      </w:pPr>
      <w:r w:rsidRPr="00BE5BF7">
        <w:t>praktickú realizáciu opatrení.</w:t>
      </w:r>
    </w:p>
    <w:p w14:paraId="61859E06" w14:textId="139975EE" w:rsidR="006A3400" w:rsidRPr="00BE5BF7" w:rsidRDefault="006A3400" w:rsidP="00D964E1">
      <w:pPr>
        <w:pStyle w:val="Nadpis6"/>
        <w:numPr>
          <w:ilvl w:val="0"/>
          <w:numId w:val="0"/>
        </w:numPr>
        <w:ind w:left="709"/>
      </w:pPr>
      <w:r w:rsidRPr="00BE5BF7">
        <w:t>(Podrobné podmienky plnenia sú upravené v návrhu zmluvy o dielo)</w:t>
      </w:r>
    </w:p>
    <w:p w14:paraId="43A6345E" w14:textId="552164E5" w:rsidR="002819CF" w:rsidRPr="00BE5BF7" w:rsidRDefault="003866F5" w:rsidP="002819CF">
      <w:pPr>
        <w:pStyle w:val="Nadpis4"/>
      </w:pPr>
      <w:r w:rsidRPr="00BE5BF7">
        <w:t xml:space="preserve">Minimálny rozsah povinných opatrení je stanovený v Prílohe č. </w:t>
      </w:r>
      <w:r w:rsidR="00284E38" w:rsidRPr="00BE5BF7">
        <w:t>B.1</w:t>
      </w:r>
      <w:r w:rsidRPr="00BE5BF7">
        <w:t xml:space="preserve"> týchto súťažných podkladov.</w:t>
      </w:r>
      <w:r w:rsidR="008451F7" w:rsidRPr="00BE5BF7">
        <w:t xml:space="preserve"> </w:t>
      </w:r>
      <w:r w:rsidR="00C77B88" w:rsidRPr="00BE5BF7">
        <w:t xml:space="preserve">Rozsah minimálnych opatrení </w:t>
      </w:r>
      <w:r w:rsidR="00B240C2" w:rsidRPr="00BE5BF7">
        <w:t>ako sú stanovené v Prílohe č. B.1 môže uchádzač zahrnúť buď do zmluvy o energetickej efektívnosti alebo do zmluvy o</w:t>
      </w:r>
      <w:r w:rsidR="00907806">
        <w:t> </w:t>
      </w:r>
      <w:r w:rsidR="00B240C2" w:rsidRPr="00BE5BF7">
        <w:t>dielo</w:t>
      </w:r>
      <w:r w:rsidR="00907806">
        <w:t xml:space="preserve"> podľa vlastného uváženia a ekonomických prepočtov</w:t>
      </w:r>
      <w:r w:rsidR="00B240C2" w:rsidRPr="00BE5BF7">
        <w:t>.</w:t>
      </w:r>
      <w:r w:rsidR="00D6467A">
        <w:t xml:space="preserve"> </w:t>
      </w:r>
      <w:r w:rsidR="00D6467A" w:rsidRPr="00530E43">
        <w:rPr>
          <w:b/>
          <w:bCs/>
        </w:rPr>
        <w:t>Do zmluvy o energetickej efektívnosti je však možné zahrnúť iba opatrenia, ktoré generujú úspory.</w:t>
      </w:r>
      <w:r w:rsidR="00D6467A">
        <w:t xml:space="preserve"> </w:t>
      </w:r>
      <w:r w:rsidR="00B240C2" w:rsidRPr="00BE5BF7">
        <w:t>V prípade, ak uchádzač zahrnie opatrenia do zmluvy o energetickej efektívnosti, investičný náklad na realizáciou týchto opatrení nebude mať vplyv na výšku verejného dlhu a </w:t>
      </w:r>
      <w:r w:rsidR="00D6467A">
        <w:t>úspory, ktoré tieto opatrenia generujú</w:t>
      </w:r>
      <w:r w:rsidR="00D6467A" w:rsidRPr="00BE5BF7">
        <w:t> </w:t>
      </w:r>
      <w:r w:rsidR="00B240C2" w:rsidRPr="00BE5BF7">
        <w:t xml:space="preserve">Verejný obstarávateľ </w:t>
      </w:r>
      <w:r w:rsidR="00D6467A">
        <w:t>pozitívne</w:t>
      </w:r>
      <w:r w:rsidR="00B240C2" w:rsidRPr="00BE5BF7">
        <w:t xml:space="preserve"> zohľadní v hodnotení kritérií – viď časť E. Kritériá hodnotenia pon</w:t>
      </w:r>
      <w:r w:rsidR="00BE5BF7">
        <w:t>ú</w:t>
      </w:r>
      <w:r w:rsidR="00B240C2" w:rsidRPr="00BE5BF7">
        <w:t>k týchto súťažných podkladov.</w:t>
      </w:r>
      <w:r w:rsidR="002819CF" w:rsidRPr="00BE5BF7">
        <w:t xml:space="preserve"> </w:t>
      </w:r>
      <w:r w:rsidR="002819CF" w:rsidRPr="00BE5BF7">
        <w:rPr>
          <w:b/>
          <w:bCs/>
        </w:rPr>
        <w:t>Vždy však musí platiť, že ročné Platby za GES (ako je tento pojem definovaný v zmluve, vrátane DPH) budú nižšie alebo maximálne rovnaké ako celkový objem Garantovaných ročných úspor.</w:t>
      </w:r>
      <w:r w:rsidR="003B4DDE" w:rsidRPr="003B4DDE">
        <w:t xml:space="preserve"> </w:t>
      </w:r>
      <w:r w:rsidR="003B4DDE">
        <w:t xml:space="preserve">Zároveň </w:t>
      </w:r>
      <w:r w:rsidR="003B4DDE" w:rsidRPr="00BE5BF7">
        <w:t xml:space="preserve">Verejný obstarávateľ požaduje, aby celkové Garantované ročné úspory dosahovali hodnotu minimálne </w:t>
      </w:r>
      <w:r w:rsidR="007B5D5E">
        <w:rPr>
          <w:b/>
          <w:bCs/>
        </w:rPr>
        <w:t>49.200</w:t>
      </w:r>
      <w:r w:rsidR="003B4DDE" w:rsidRPr="00BE5BF7">
        <w:rPr>
          <w:b/>
          <w:bCs/>
        </w:rPr>
        <w:t xml:space="preserve"> EUR</w:t>
      </w:r>
      <w:r w:rsidR="003B4DDE" w:rsidRPr="00BE5BF7">
        <w:t xml:space="preserve"> (slovom: </w:t>
      </w:r>
      <w:r w:rsidR="007B5D5E">
        <w:t>štyridsaťdeväť tisíc dvesto</w:t>
      </w:r>
      <w:r w:rsidR="003B4DDE" w:rsidRPr="00BE5BF7">
        <w:t xml:space="preserve"> euro) vrátane DPH</w:t>
      </w:r>
      <w:r w:rsidR="003B4DDE">
        <w:t xml:space="preserve"> za rok.</w:t>
      </w:r>
    </w:p>
    <w:p w14:paraId="6DC96070" w14:textId="4BF9391A" w:rsidR="006A3400" w:rsidRPr="00BE5BF7" w:rsidRDefault="0087076E" w:rsidP="0048041A">
      <w:pPr>
        <w:pStyle w:val="Nadpis4"/>
      </w:pPr>
      <w:r w:rsidRPr="00BE5BF7">
        <w:lastRenderedPageBreak/>
        <w:t xml:space="preserve">Uchádzači môžu navrhovať aj ďalšie opatrenia zamerané na úsporu energetických nákladov a zlepšenie energetickej efektívnosti budov nad rámec minimálneho rozsahu stanoveného Verejným obstarávateľom. </w:t>
      </w:r>
      <w:r w:rsidR="008451F7" w:rsidRPr="00BE5BF7">
        <w:t>V prípade, že uchádzač bude navrhovať aj ďalšie opatrenia zamerané na dosahovanie energetických úspor</w:t>
      </w:r>
      <w:r w:rsidRPr="00BE5BF7">
        <w:t>, tieto však musia byť zahrnuté výlučne do zmluvy o energetickej efektívnosti a nesm</w:t>
      </w:r>
      <w:r w:rsidR="009D3135" w:rsidRPr="00BE5BF7">
        <w:t>ú</w:t>
      </w:r>
      <w:r w:rsidRPr="00BE5BF7">
        <w:t xml:space="preserve"> byť zaradené do zmluvy o dielo. Stále tiež platí, že aj v prípade </w:t>
      </w:r>
      <w:r w:rsidR="0048041A" w:rsidRPr="00BE5BF7">
        <w:t xml:space="preserve">doplňujúcich opatrení do zmluvy o energetickej efektívnosti </w:t>
      </w:r>
      <w:r w:rsidR="00D6467A">
        <w:t>musia</w:t>
      </w:r>
      <w:r w:rsidR="0048041A" w:rsidRPr="00BE5BF7">
        <w:t xml:space="preserve"> ročné Platby za GES (ako je tento pojem definovaný v zmluve, vrátane DPH) b</w:t>
      </w:r>
      <w:r w:rsidR="00D6467A">
        <w:t>yť</w:t>
      </w:r>
      <w:r w:rsidR="0048041A" w:rsidRPr="00BE5BF7">
        <w:t xml:space="preserve"> nižšie alebo maximálne rovnaké ako celkový objem Garantovaných ročných úspor.</w:t>
      </w:r>
    </w:p>
    <w:p w14:paraId="5DDDA5C0" w14:textId="0A59680C" w:rsidR="009D3135" w:rsidRPr="00BE5BF7" w:rsidRDefault="009D3135" w:rsidP="009D3135">
      <w:pPr>
        <w:pStyle w:val="Nadpis4"/>
      </w:pPr>
      <w:r w:rsidRPr="00BE5BF7">
        <w:t xml:space="preserve">Na identifikáciu opatrení v rámci ponuky uchádzača a ich zaradenia pod zmluvu o energetickej efektívnosti, resp. zmluvu o dielo uchádzač využije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p>
    <w:p w14:paraId="534122FD" w14:textId="31F20E62" w:rsidR="000B4CA9" w:rsidRPr="00BE5BF7" w:rsidRDefault="000B4CA9" w:rsidP="00EA7A5E">
      <w:pPr>
        <w:pStyle w:val="Nadpis3"/>
      </w:pPr>
      <w:bookmarkStart w:id="345" w:name="_Toc12196252"/>
      <w:r w:rsidRPr="00BE5BF7">
        <w:t>Požiadavky na garanciu a výšku úspor</w:t>
      </w:r>
      <w:r w:rsidR="00BF3480" w:rsidRPr="00BE5BF7">
        <w:t xml:space="preserve"> pre zmluvu o energetickej efektívnosti</w:t>
      </w:r>
      <w:bookmarkEnd w:id="345"/>
    </w:p>
    <w:p w14:paraId="5B9B7473" w14:textId="5FB9A904" w:rsidR="000B4CA9" w:rsidRPr="00BE5BF7" w:rsidRDefault="000B4CA9" w:rsidP="0021692E">
      <w:pPr>
        <w:pStyle w:val="Nadpis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 xml:space="preserve">nákladov </w:t>
      </w:r>
      <w:r w:rsidR="006A7DA3">
        <w:rPr>
          <w:rFonts w:cstheme="minorBidi"/>
          <w:szCs w:val="22"/>
        </w:rPr>
        <w:t xml:space="preserve">(elektrina, zemný plyn, teplo a studená voda) </w:t>
      </w:r>
      <w:r w:rsidRPr="00BE5BF7">
        <w:t>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0AB15B41" w:rsidR="000B4CA9" w:rsidRPr="00BE5BF7" w:rsidRDefault="000B4CA9" w:rsidP="0021692E">
      <w:pPr>
        <w:pStyle w:val="Nadpis4"/>
      </w:pPr>
      <w:bookmarkStart w:id="346" w:name="_Hlk13139122"/>
      <w:r w:rsidRPr="00BE5BF7">
        <w:t xml:space="preserve">Verejný obstarávateľ požaduje, aby celkové </w:t>
      </w:r>
      <w:r w:rsidR="007812F4" w:rsidRPr="00BE5BF7">
        <w:t>Garantované ročné úspory</w:t>
      </w:r>
      <w:r w:rsidRPr="00BE5BF7">
        <w:t xml:space="preserve"> dosahovali </w:t>
      </w:r>
      <w:r w:rsidR="00A2745A" w:rsidRPr="00BE5BF7">
        <w:t xml:space="preserve">hodnotu </w:t>
      </w:r>
      <w:r w:rsidRPr="00BE5BF7">
        <w:t xml:space="preserve">minimálne </w:t>
      </w:r>
      <w:r w:rsidR="007B5D5E">
        <w:rPr>
          <w:b/>
          <w:bCs/>
        </w:rPr>
        <w:t>49.200</w:t>
      </w:r>
      <w:r w:rsidR="007B5D5E" w:rsidRPr="00BE5BF7">
        <w:rPr>
          <w:b/>
          <w:bCs/>
        </w:rPr>
        <w:t xml:space="preserve"> EUR</w:t>
      </w:r>
      <w:r w:rsidR="007B5D5E" w:rsidRPr="00BE5BF7">
        <w:t xml:space="preserve"> (slovom: </w:t>
      </w:r>
      <w:r w:rsidR="007B5D5E">
        <w:t>štyridsaťdeväť tisíc dvesto</w:t>
      </w:r>
      <w:r w:rsidR="007B5D5E" w:rsidRPr="00BE5BF7">
        <w:t xml:space="preserve"> euro)</w:t>
      </w:r>
      <w:bookmarkEnd w:id="346"/>
      <w:r w:rsidR="00097121" w:rsidRPr="00BE5BF7">
        <w:t xml:space="preserve"> </w:t>
      </w:r>
      <w:r w:rsidR="007812F4" w:rsidRPr="00BE5BF7">
        <w:t>vrátane</w:t>
      </w:r>
      <w:r w:rsidRPr="00BE5BF7">
        <w:t xml:space="preserve"> DPH. Verejný obstarávateľ zároveň požaduje, aby ročné </w:t>
      </w:r>
      <w:r w:rsidR="007812F4" w:rsidRPr="00BE5BF7">
        <w:t>Platby za GES</w:t>
      </w:r>
      <w:r w:rsidRPr="00BE5BF7">
        <w:t xml:space="preserve"> (</w:t>
      </w:r>
      <w:r w:rsidR="002B598A" w:rsidRPr="00BE5BF7">
        <w:t>ako je tento pojem definovaný v zmluve, vrátane DPH</w:t>
      </w:r>
      <w:r w:rsidRPr="00BE5BF7">
        <w:t xml:space="preserve">) boli nižšie alebo maximálne rovnaké ako objem </w:t>
      </w:r>
      <w:r w:rsidR="002B598A" w:rsidRPr="00BE5BF7">
        <w:t>Garantovaných ročných úspor</w:t>
      </w:r>
      <w:r w:rsidRPr="00BE5BF7">
        <w:t>.</w:t>
      </w:r>
    </w:p>
    <w:p w14:paraId="2AF924AA" w14:textId="11A7328F" w:rsidR="000B4CA9" w:rsidRPr="00BE5BF7" w:rsidRDefault="000B4CA9" w:rsidP="00D54716">
      <w:pPr>
        <w:pStyle w:val="Nadpis3"/>
        <w:rPr>
          <w:rFonts w:cs="Arial"/>
          <w:szCs w:val="20"/>
        </w:rPr>
      </w:pPr>
      <w:bookmarkStart w:id="347" w:name="_Toc12196253"/>
      <w:r w:rsidRPr="00BE5BF7">
        <w:t>S</w:t>
      </w:r>
      <w:r w:rsidR="00EA4817" w:rsidRPr="00BE5BF7">
        <w:t xml:space="preserve">úvisiace </w:t>
      </w:r>
      <w:r w:rsidR="00714AFB" w:rsidRPr="00BE5BF7">
        <w:t>plnenia</w:t>
      </w:r>
      <w:bookmarkEnd w:id="347"/>
    </w:p>
    <w:p w14:paraId="3975C151" w14:textId="5787EF4B" w:rsidR="009168F5" w:rsidRPr="009168F5" w:rsidRDefault="000B4CA9" w:rsidP="009168F5">
      <w:pPr>
        <w:pStyle w:val="Nadpis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a základné predvedenie funkčnosti a zaškolenie na 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Nadpis3"/>
      </w:pPr>
      <w:bookmarkStart w:id="348" w:name="_Toc12196254"/>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48"/>
    </w:p>
    <w:p w14:paraId="26745D01" w14:textId="29D7FDF3" w:rsidR="002C77B5" w:rsidRPr="00BE5BF7" w:rsidRDefault="000B4CA9" w:rsidP="00D94CF5">
      <w:pPr>
        <w:pStyle w:val="Nadpis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Nadpis3"/>
      </w:pPr>
      <w:bookmarkStart w:id="349" w:name="_Toc12196255"/>
      <w:r w:rsidRPr="00BE5BF7">
        <w:t>M</w:t>
      </w:r>
      <w:r w:rsidR="00EA4817" w:rsidRPr="00BE5BF7">
        <w:t>iesto realizácie predmetu zákazky</w:t>
      </w:r>
      <w:bookmarkEnd w:id="349"/>
    </w:p>
    <w:p w14:paraId="66E2F99A" w14:textId="51F95661" w:rsidR="00B21BE6" w:rsidRPr="00BE5BF7" w:rsidRDefault="00B32DD8" w:rsidP="0021692E">
      <w:pPr>
        <w:pStyle w:val="Nadpis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sú </w:t>
      </w:r>
      <w:r w:rsidR="000A1C56" w:rsidRPr="00BE5BF7">
        <w:t xml:space="preserve">nasledovné </w:t>
      </w:r>
      <w:r w:rsidR="00B21BE6" w:rsidRPr="00BE5BF7">
        <w:t>b</w:t>
      </w:r>
      <w:r w:rsidR="007D1823" w:rsidRPr="00BE5BF7">
        <w:t>u</w:t>
      </w:r>
      <w:r w:rsidR="00B21BE6" w:rsidRPr="00BE5BF7">
        <w:t>dovy</w:t>
      </w:r>
      <w:r w:rsidR="000A1C56" w:rsidRPr="00BE5BF7">
        <w:t xml:space="preserve"> </w:t>
      </w:r>
      <w:r w:rsidR="00CA6CB5" w:rsidRPr="00BE5BF7">
        <w:t xml:space="preserve">nachádzajúce sa na území Hlavného mesta Slovenskej republiky </w:t>
      </w:r>
      <w:r w:rsidR="000A1C56" w:rsidRPr="00BE5BF7">
        <w:t xml:space="preserve">(ktorých bližšie a podrobnejšie špecifikácie sú uvedené v Prílohe č. </w:t>
      </w:r>
      <w:r w:rsidR="00A17F88" w:rsidRPr="00BE5BF7">
        <w:t>B.</w:t>
      </w:r>
      <w:r w:rsidR="00306F4F" w:rsidRPr="00BE5BF7">
        <w:t>3</w:t>
      </w:r>
      <w:r w:rsidR="000A1C56" w:rsidRPr="00BE5BF7">
        <w:t xml:space="preserve"> až Prílohe č. </w:t>
      </w:r>
      <w:r w:rsidR="00B15213" w:rsidRPr="00BE5BF7">
        <w:t>B.</w:t>
      </w:r>
      <w:r w:rsidR="00FD4F95">
        <w:t>6</w:t>
      </w:r>
      <w:r w:rsidR="00E05D88" w:rsidRPr="00BE5BF7">
        <w:t xml:space="preserve"> </w:t>
      </w:r>
      <w:r w:rsidR="000A1C56" w:rsidRPr="00BE5BF7">
        <w:t>týchto súťažných podkladov):</w:t>
      </w:r>
    </w:p>
    <w:p w14:paraId="00B61D5F" w14:textId="6573A725" w:rsidR="000A1C56" w:rsidRPr="00BE5BF7" w:rsidRDefault="000635FD" w:rsidP="00D964E1">
      <w:pPr>
        <w:pStyle w:val="Nadpis6"/>
      </w:pPr>
      <w:r w:rsidRPr="000635FD">
        <w:t xml:space="preserve">CVČ </w:t>
      </w:r>
      <w:proofErr w:type="spellStart"/>
      <w:r w:rsidRPr="000635FD">
        <w:t>Kulíškova</w:t>
      </w:r>
      <w:proofErr w:type="spellEnd"/>
      <w:r>
        <w:t xml:space="preserve">, </w:t>
      </w:r>
      <w:proofErr w:type="spellStart"/>
      <w:r w:rsidRPr="003E16DA">
        <w:t>Kulíškova</w:t>
      </w:r>
      <w:proofErr w:type="spellEnd"/>
      <w:r w:rsidRPr="003E16DA">
        <w:t xml:space="preserve"> 6</w:t>
      </w:r>
      <w:r w:rsidR="00D964E1" w:rsidRPr="00BE5BF7">
        <w:t>;</w:t>
      </w:r>
    </w:p>
    <w:p w14:paraId="31ADFCE6" w14:textId="20E02377" w:rsidR="00D964E1" w:rsidRPr="00BE5BF7" w:rsidRDefault="000635FD" w:rsidP="00CA6CB5">
      <w:pPr>
        <w:pStyle w:val="Nadpis6"/>
      </w:pPr>
      <w:r w:rsidRPr="000635FD">
        <w:t>Domov seniorov Lamač</w:t>
      </w:r>
      <w:r>
        <w:t xml:space="preserve">, </w:t>
      </w:r>
      <w:r w:rsidRPr="003E16DA">
        <w:t>Na Barine 5</w:t>
      </w:r>
      <w:r w:rsidR="00E05D88">
        <w:t>;</w:t>
      </w:r>
    </w:p>
    <w:p w14:paraId="02BA7DF6" w14:textId="17F2CFB6" w:rsidR="00E05D88" w:rsidRDefault="000635FD" w:rsidP="00E05D88">
      <w:pPr>
        <w:pStyle w:val="Nadpis6"/>
      </w:pPr>
      <w:r w:rsidRPr="000635FD">
        <w:t>Petržalský domov seniorov</w:t>
      </w:r>
      <w:r>
        <w:t xml:space="preserve">, </w:t>
      </w:r>
      <w:r w:rsidRPr="003E16DA">
        <w:t>Vilová 19A</w:t>
      </w:r>
      <w:r w:rsidR="00E05D88">
        <w:t>;</w:t>
      </w:r>
      <w:r w:rsidR="00E05D88" w:rsidRPr="00E05D88" w:rsidDel="00E05D88">
        <w:t xml:space="preserve"> </w:t>
      </w:r>
      <w:r w:rsidR="00B04DEF">
        <w:t>a</w:t>
      </w:r>
    </w:p>
    <w:p w14:paraId="32BCCF7B" w14:textId="348C2C5A" w:rsidR="00E05D88" w:rsidRDefault="00B04DEF" w:rsidP="00EA6975">
      <w:pPr>
        <w:pStyle w:val="Nadpis6"/>
      </w:pPr>
      <w:r w:rsidRPr="003E16DA">
        <w:t>Domov seniorov Archa, Rozvodná 25</w:t>
      </w:r>
      <w:r>
        <w:t>.</w:t>
      </w:r>
    </w:p>
    <w:p w14:paraId="0F29E8F2" w14:textId="4C262EA5" w:rsidR="000B4CA9" w:rsidRPr="00BE5BF7" w:rsidRDefault="000B4CA9" w:rsidP="00D54716">
      <w:pPr>
        <w:pStyle w:val="Nadpis3"/>
      </w:pPr>
      <w:bookmarkStart w:id="350" w:name="_Toc12196256"/>
      <w:bookmarkStart w:id="351" w:name="_Ref14346950"/>
      <w:bookmarkStart w:id="352" w:name="_Ref14346954"/>
      <w:r w:rsidRPr="00BE5BF7">
        <w:t>T</w:t>
      </w:r>
      <w:r w:rsidR="00EA4817" w:rsidRPr="00BE5BF7">
        <w:t>ermín realizácie predmetu zákazky</w:t>
      </w:r>
      <w:bookmarkEnd w:id="350"/>
      <w:bookmarkEnd w:id="351"/>
      <w:bookmarkEnd w:id="352"/>
    </w:p>
    <w:p w14:paraId="2CF9D546" w14:textId="77777777" w:rsidR="00C121CB" w:rsidRPr="00BE5BF7" w:rsidRDefault="00C121CB" w:rsidP="00C121CB">
      <w:pPr>
        <w:pStyle w:val="Nadpis4"/>
      </w:pPr>
      <w:r w:rsidRPr="00BE5BF7">
        <w:t>Doba realizácie predmetu zákazky bude nasledovná:</w:t>
      </w:r>
    </w:p>
    <w:p w14:paraId="07779907" w14:textId="6124AFE2" w:rsidR="00C121CB" w:rsidRPr="00BE5BF7" w:rsidRDefault="00C121CB" w:rsidP="00C121CB">
      <w:pPr>
        <w:pStyle w:val="Nadpis6"/>
      </w:pPr>
      <w:r w:rsidRPr="00BE5BF7">
        <w:lastRenderedPageBreak/>
        <w:t xml:space="preserve">Pre zmluvu o energetickej efektívnosti max. </w:t>
      </w:r>
      <w:r w:rsidR="00BF4DC1" w:rsidRPr="00BE5BF7">
        <w:t>198</w:t>
      </w:r>
      <w:r w:rsidRPr="00BE5BF7">
        <w:t xml:space="preserve"> mesiacov od nadobudnutia účinnosti zmluvy v nasledujúcich etapách:</w:t>
      </w:r>
    </w:p>
    <w:p w14:paraId="123656AC" w14:textId="7B9339BB" w:rsidR="00C121CB" w:rsidRPr="00BE5BF7" w:rsidRDefault="00C121CB" w:rsidP="00C121CB">
      <w:pPr>
        <w:pStyle w:val="Nadpis7"/>
      </w:pPr>
      <w:r w:rsidRPr="00BE5BF7">
        <w:t xml:space="preserve">Obdobie príprav: maximálne </w:t>
      </w:r>
      <w:r w:rsidR="00BF4DC1" w:rsidRPr="00BE5BF7">
        <w:rPr>
          <w:rFonts w:eastAsiaTheme="minorHAnsi" w:cs="Arial"/>
          <w:szCs w:val="20"/>
        </w:rPr>
        <w:t xml:space="preserve">6 </w:t>
      </w:r>
      <w:r w:rsidRPr="00BE5BF7">
        <w:t>mesiacov odo dňa nadobudnutia účinnosti zmluvy;</w:t>
      </w:r>
    </w:p>
    <w:p w14:paraId="49A7AFA5" w14:textId="443D6163" w:rsidR="00C121CB" w:rsidRPr="00BE5BF7" w:rsidRDefault="00C121CB" w:rsidP="00C121CB">
      <w:pPr>
        <w:pStyle w:val="Nadpis7"/>
      </w:pPr>
      <w:r w:rsidRPr="00BE5BF7">
        <w:t xml:space="preserve">Obdobie obnovy: maximálne </w:t>
      </w:r>
      <w:r w:rsidR="00BF4DC1" w:rsidRPr="00BE5BF7">
        <w:rPr>
          <w:rFonts w:eastAsiaTheme="minorHAnsi" w:cs="Arial"/>
          <w:szCs w:val="20"/>
        </w:rPr>
        <w:t xml:space="preserve">12 </w:t>
      </w:r>
      <w:r w:rsidRPr="00BE5BF7">
        <w:t>mesiacov odo dňa začatia obnovy (odovzdanie budov a ich areálov na vykonanie obnovy);</w:t>
      </w:r>
    </w:p>
    <w:p w14:paraId="410A1865" w14:textId="200E0BE7" w:rsidR="00C121CB" w:rsidRPr="00BE5BF7" w:rsidRDefault="00C121CB" w:rsidP="00C121CB">
      <w:pPr>
        <w:pStyle w:val="Nadpis7"/>
      </w:pPr>
      <w:r w:rsidRPr="00BE5BF7">
        <w:t xml:space="preserve">Obdobie garancie: maximálne </w:t>
      </w:r>
      <w:r w:rsidR="00BF4DC1" w:rsidRPr="00BE5BF7">
        <w:rPr>
          <w:rFonts w:eastAsiaTheme="minorHAnsi" w:cs="Arial"/>
          <w:szCs w:val="20"/>
        </w:rPr>
        <w:t>180</w:t>
      </w:r>
      <w:r w:rsidRPr="00BE5BF7">
        <w:t xml:space="preserve"> mesiacov odo dňa ukončenia obnovy; a</w:t>
      </w:r>
    </w:p>
    <w:p w14:paraId="3B56B129" w14:textId="77777777" w:rsidR="00C121CB" w:rsidRPr="00BE5BF7" w:rsidRDefault="00C121CB" w:rsidP="00C121CB">
      <w:pPr>
        <w:pStyle w:val="Nadpis6"/>
      </w:pPr>
      <w:r w:rsidRPr="00BE5BF7">
        <w:t>Pre zmluvu o dielo:</w:t>
      </w:r>
    </w:p>
    <w:p w14:paraId="07D73CE7" w14:textId="3F108905" w:rsidR="00C121CB" w:rsidRPr="00BE5BF7" w:rsidRDefault="00C121CB" w:rsidP="00C121CB">
      <w:pPr>
        <w:pStyle w:val="Nadpis7"/>
      </w:pPr>
      <w:r w:rsidRPr="00BE5BF7">
        <w:t xml:space="preserve">Vyprojektovanie a dokončenie projektovej a ostatnej dokumentácie do </w:t>
      </w:r>
      <w:r w:rsidR="00BF4DC1" w:rsidRPr="00BE5BF7">
        <w:t>6</w:t>
      </w:r>
      <w:r w:rsidRPr="00BE5BF7">
        <w:t xml:space="preserve"> mesiacov od nadobudnutia účinnosti zmluvy; a</w:t>
      </w:r>
    </w:p>
    <w:p w14:paraId="67481693" w14:textId="32ADEC8D" w:rsidR="00C121CB" w:rsidRPr="00BE5BF7" w:rsidRDefault="00C121CB" w:rsidP="00C121CB">
      <w:pPr>
        <w:pStyle w:val="Nadpis7"/>
      </w:pPr>
      <w:r w:rsidRPr="00BE5BF7">
        <w:t xml:space="preserve">Vykonanie diela (všetkých opatrení) max do </w:t>
      </w:r>
      <w:r w:rsidR="00BF4DC1" w:rsidRPr="00BE5BF7">
        <w:t>18</w:t>
      </w:r>
      <w:r w:rsidRPr="00BE5BF7">
        <w:t xml:space="preserve"> mesiacov od nadobudnutia účinnosti zmluvy.</w:t>
      </w:r>
    </w:p>
    <w:p w14:paraId="2CC1FB78" w14:textId="40E084F0" w:rsidR="000B4CA9" w:rsidRPr="00BE5BF7" w:rsidRDefault="000B4CA9" w:rsidP="00D54716">
      <w:pPr>
        <w:pStyle w:val="Nadpis3"/>
      </w:pPr>
      <w:bookmarkStart w:id="353" w:name="_Toc12196257"/>
      <w:r w:rsidRPr="00BE5BF7">
        <w:t>Ď</w:t>
      </w:r>
      <w:r w:rsidR="00EA4817" w:rsidRPr="00BE5BF7">
        <w:t>alšie požiadavky na realizáciu predmetu zákazky</w:t>
      </w:r>
      <w:bookmarkEnd w:id="353"/>
      <w:r w:rsidR="00EA4817" w:rsidRPr="00BE5BF7">
        <w:t xml:space="preserve"> </w:t>
      </w:r>
    </w:p>
    <w:p w14:paraId="24F6F141" w14:textId="25303E17" w:rsidR="000B4CA9" w:rsidRPr="00BE5BF7" w:rsidRDefault="000B4CA9" w:rsidP="0021692E">
      <w:pPr>
        <w:pStyle w:val="Nadpis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7CBE477C" w:rsidR="000B4CA9" w:rsidRPr="00BE5BF7" w:rsidRDefault="000B4CA9" w:rsidP="000B4CA9">
      <w:pPr>
        <w:rPr>
          <w:rFonts w:cs="Arial"/>
          <w:szCs w:val="20"/>
        </w:rPr>
      </w:pPr>
      <w:r w:rsidRPr="00BE5BF7">
        <w:rPr>
          <w:rFonts w:cs="Arial"/>
          <w:szCs w:val="20"/>
        </w:rPr>
        <w:t xml:space="preserve"> </w:t>
      </w: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BE5BF7" w:rsidRDefault="00831255" w:rsidP="00600F60">
      <w:pPr>
        <w:ind w:left="2127" w:hanging="1418"/>
      </w:pPr>
      <w:r w:rsidRPr="00BE5BF7">
        <w:rPr>
          <w:rFonts w:cs="Arial"/>
          <w:szCs w:val="20"/>
        </w:rPr>
        <w:t>Príloha č. B.1</w:t>
      </w:r>
      <w:r w:rsidRPr="00BE5BF7">
        <w:rPr>
          <w:rFonts w:cs="Arial"/>
          <w:szCs w:val="20"/>
        </w:rPr>
        <w:tab/>
      </w:r>
      <w:r w:rsidR="00A17F88" w:rsidRPr="00BE5BF7">
        <w:t xml:space="preserve">Minimálny </w:t>
      </w:r>
      <w:r w:rsidR="00A17F88" w:rsidRPr="00BE5BF7">
        <w:rPr>
          <w:rFonts w:cs="Arial"/>
          <w:szCs w:val="20"/>
        </w:rPr>
        <w:t>rozsah</w:t>
      </w:r>
      <w:r w:rsidR="00A17F88" w:rsidRPr="00BE5BF7">
        <w:t xml:space="preserve"> povinných opatrení</w:t>
      </w:r>
    </w:p>
    <w:p w14:paraId="61337CA5" w14:textId="056E7B13" w:rsidR="00600F60" w:rsidRPr="00BE5BF7" w:rsidRDefault="00600F60" w:rsidP="00600F60">
      <w:pPr>
        <w:ind w:left="2127" w:hanging="1418"/>
        <w:rPr>
          <w:rFonts w:cs="Arial"/>
          <w:szCs w:val="20"/>
        </w:rPr>
      </w:pPr>
      <w:r w:rsidRPr="00BE5BF7">
        <w:t>Príloha č. B.2</w:t>
      </w:r>
      <w:r w:rsidRPr="00BE5BF7">
        <w:tab/>
        <w:t>Navrhované opatrenia (vzorový formulár)</w:t>
      </w:r>
    </w:p>
    <w:p w14:paraId="2611895B" w14:textId="712B44CD"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budovy a charakteristika súčasného stavu spotreby energie </w:t>
      </w:r>
      <w:r w:rsidR="00D94CF5" w:rsidRPr="00BE5BF7">
        <w:rPr>
          <w:rFonts w:cs="Arial"/>
          <w:szCs w:val="20"/>
        </w:rPr>
        <w:t xml:space="preserve">budovy – </w:t>
      </w:r>
      <w:r w:rsidR="00B2028E" w:rsidRPr="000635FD">
        <w:t xml:space="preserve">CVČ </w:t>
      </w:r>
      <w:proofErr w:type="spellStart"/>
      <w:r w:rsidR="00B2028E" w:rsidRPr="000635FD">
        <w:t>Kulíškova</w:t>
      </w:r>
      <w:proofErr w:type="spellEnd"/>
      <w:r w:rsidR="00B2028E" w:rsidRPr="00BE5BF7" w:rsidDel="007704E0">
        <w:rPr>
          <w:rFonts w:cs="Arial"/>
          <w:szCs w:val="20"/>
        </w:rPr>
        <w:t xml:space="preserve"> </w:t>
      </w:r>
    </w:p>
    <w:p w14:paraId="25F059FD" w14:textId="7E0C6B75"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4</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Domov seniorov Lamač</w:t>
      </w:r>
      <w:r w:rsidR="00B2028E" w:rsidRPr="00BE5BF7" w:rsidDel="007704E0">
        <w:rPr>
          <w:rFonts w:eastAsiaTheme="majorEastAsia" w:cstheme="majorBidi"/>
        </w:rPr>
        <w:t xml:space="preserve"> </w:t>
      </w:r>
    </w:p>
    <w:p w14:paraId="04866240" w14:textId="3D836A08" w:rsidR="00D9688E" w:rsidRPr="00BE5BF7" w:rsidRDefault="00D9688E" w:rsidP="00D9688E">
      <w:pPr>
        <w:ind w:left="2127" w:hanging="1418"/>
        <w:rPr>
          <w:rFonts w:cs="Arial"/>
          <w:szCs w:val="20"/>
        </w:rPr>
      </w:pPr>
      <w:r w:rsidRPr="00BE5BF7">
        <w:rPr>
          <w:rFonts w:cs="Arial"/>
          <w:szCs w:val="20"/>
        </w:rPr>
        <w:t>Príloha č. B.</w:t>
      </w:r>
      <w:r w:rsidR="00996497" w:rsidRPr="00BE5BF7">
        <w:rPr>
          <w:rFonts w:cs="Arial"/>
          <w:szCs w:val="20"/>
        </w:rPr>
        <w:t>5</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Petržalský domov seniorov</w:t>
      </w:r>
      <w:r w:rsidR="00B2028E" w:rsidRPr="00BE5BF7" w:rsidDel="007704E0">
        <w:t xml:space="preserve"> </w:t>
      </w:r>
    </w:p>
    <w:p w14:paraId="49773D38" w14:textId="75877890"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6</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2F6BC8">
        <w:rPr>
          <w:rFonts w:eastAsiaTheme="majorEastAsia" w:cstheme="majorBidi"/>
          <w:szCs w:val="32"/>
        </w:rPr>
        <w:t>Domov seniorov Archa</w:t>
      </w:r>
      <w:r w:rsidR="00B2028E" w:rsidRPr="00BE5BF7" w:rsidDel="007704E0">
        <w:rPr>
          <w:rFonts w:eastAsiaTheme="majorEastAsia" w:cstheme="majorBidi"/>
        </w:rPr>
        <w:t xml:space="preserve"> </w:t>
      </w: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3E16DA">
      <w:pPr>
        <w:spacing w:after="0" w:line="240" w:lineRule="auto"/>
        <w:jc w:val="left"/>
        <w:rPr>
          <w:rFonts w:cs="Arial"/>
          <w:szCs w:val="20"/>
        </w:rPr>
      </w:pPr>
      <w:r>
        <w:rPr>
          <w:rFonts w:cs="Arial"/>
          <w:szCs w:val="20"/>
        </w:rPr>
        <w:br w:type="page"/>
      </w:r>
    </w:p>
    <w:p w14:paraId="2057FB57" w14:textId="08104FD9" w:rsidR="00AB7E74" w:rsidRPr="00BE5BF7" w:rsidRDefault="00AB7E74" w:rsidP="001B3C96">
      <w:pPr>
        <w:pStyle w:val="Nadpis1"/>
      </w:pPr>
      <w:bookmarkStart w:id="354" w:name="_Toc4416503"/>
      <w:bookmarkStart w:id="355" w:name="_Toc4416638"/>
      <w:bookmarkStart w:id="356" w:name="_Toc4416932"/>
      <w:bookmarkStart w:id="357" w:name="_Toc4416981"/>
      <w:bookmarkStart w:id="358" w:name="_Toc12196258"/>
      <w:r w:rsidRPr="00BE5BF7">
        <w:lastRenderedPageBreak/>
        <w:t>Spôsob určenia ceny</w:t>
      </w:r>
      <w:bookmarkEnd w:id="340"/>
      <w:bookmarkEnd w:id="354"/>
      <w:bookmarkEnd w:id="355"/>
      <w:bookmarkEnd w:id="356"/>
      <w:bookmarkEnd w:id="357"/>
      <w:bookmarkEnd w:id="358"/>
    </w:p>
    <w:p w14:paraId="5AB616E9" w14:textId="04436274" w:rsidR="00AB7E74" w:rsidRPr="00BE5BF7" w:rsidRDefault="00AB7E74" w:rsidP="00D54716">
      <w:pPr>
        <w:pStyle w:val="Nadpis3"/>
      </w:pPr>
      <w:bookmarkStart w:id="359" w:name="_Toc400006306"/>
      <w:bookmarkStart w:id="360" w:name="_Toc444084985"/>
      <w:bookmarkStart w:id="361" w:name="_Toc4416639"/>
      <w:bookmarkStart w:id="362" w:name="_Toc4416933"/>
      <w:bookmarkStart w:id="363" w:name="_Toc4416982"/>
      <w:bookmarkStart w:id="364" w:name="_Toc12196259"/>
      <w:r w:rsidRPr="00BE5BF7">
        <w:t xml:space="preserve">Stanovenie ceny za </w:t>
      </w:r>
      <w:r w:rsidR="0068594A" w:rsidRPr="00BE5BF7">
        <w:t>p</w:t>
      </w:r>
      <w:r w:rsidR="007D674D" w:rsidRPr="00BE5BF7">
        <w:t>redmet</w:t>
      </w:r>
      <w:r w:rsidRPr="00BE5BF7">
        <w:t xml:space="preserve"> zákazky</w:t>
      </w:r>
      <w:bookmarkEnd w:id="359"/>
      <w:bookmarkEnd w:id="360"/>
      <w:bookmarkEnd w:id="361"/>
      <w:bookmarkEnd w:id="362"/>
      <w:bookmarkEnd w:id="363"/>
      <w:bookmarkEnd w:id="364"/>
      <w:r w:rsidR="00D12961" w:rsidRPr="00BE5BF7">
        <w:t xml:space="preserve"> </w:t>
      </w:r>
    </w:p>
    <w:p w14:paraId="7C251DEA" w14:textId="77777777" w:rsidR="007C13AD" w:rsidRPr="00BE5BF7" w:rsidRDefault="007C13AD" w:rsidP="0021692E">
      <w:pPr>
        <w:pStyle w:val="Nadpis4"/>
      </w:pPr>
      <w:bookmarkStart w:id="365" w:name="_Toc400006307"/>
      <w:bookmarkStart w:id="366" w:name="_Toc444084986"/>
      <w:bookmarkStart w:id="367" w:name="_Toc4416640"/>
      <w:bookmarkStart w:id="368" w:name="_Toc4416934"/>
      <w:bookmarkStart w:id="369"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21692E">
      <w:pPr>
        <w:pStyle w:val="Nadpis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21692E">
      <w:pPr>
        <w:pStyle w:val="Nadpis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5EA5786" w:rsidR="00AB7E74" w:rsidRPr="00BE5BF7" w:rsidRDefault="00AB7E74" w:rsidP="00D54716">
      <w:pPr>
        <w:pStyle w:val="Nadpis3"/>
      </w:pPr>
      <w:bookmarkStart w:id="370" w:name="_Toc12196260"/>
      <w:r w:rsidRPr="00BE5BF7">
        <w:t xml:space="preserve">Predloženie ceny za </w:t>
      </w:r>
      <w:r w:rsidR="0068594A" w:rsidRPr="00BE5BF7">
        <w:t>p</w:t>
      </w:r>
      <w:r w:rsidR="007D674D" w:rsidRPr="00BE5BF7">
        <w:t>redmet</w:t>
      </w:r>
      <w:r w:rsidRPr="00BE5BF7">
        <w:t xml:space="preserve"> zákazky</w:t>
      </w:r>
      <w:bookmarkEnd w:id="365"/>
      <w:bookmarkEnd w:id="366"/>
      <w:bookmarkEnd w:id="367"/>
      <w:bookmarkEnd w:id="368"/>
      <w:bookmarkEnd w:id="369"/>
      <w:bookmarkEnd w:id="370"/>
    </w:p>
    <w:p w14:paraId="774336AE" w14:textId="77777777" w:rsidR="00AB7E74" w:rsidRPr="00BE5BF7" w:rsidRDefault="00AB7E74" w:rsidP="00C01EBB">
      <w:pPr>
        <w:pStyle w:val="Odsekzoznamu"/>
        <w:widowControl w:val="0"/>
        <w:numPr>
          <w:ilvl w:val="0"/>
          <w:numId w:val="8"/>
        </w:numPr>
        <w:contextualSpacing w:val="0"/>
        <w:rPr>
          <w:rFonts w:ascii="Cambria" w:hAnsi="Cambria" w:cs="Arial"/>
          <w:vanish/>
        </w:rPr>
      </w:pPr>
    </w:p>
    <w:p w14:paraId="251CF124" w14:textId="6E053D11" w:rsidR="00512AF5" w:rsidRPr="00BE5BF7" w:rsidRDefault="00512AF5" w:rsidP="0021692E">
      <w:pPr>
        <w:pStyle w:val="Nadpis4"/>
      </w:pPr>
      <w:bookmarkStart w:id="371"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21692E">
      <w:pPr>
        <w:pStyle w:val="Nadpis4"/>
        <w:numPr>
          <w:ilvl w:val="0"/>
          <w:numId w:val="0"/>
        </w:numPr>
        <w:ind w:left="709"/>
      </w:pPr>
      <w:r w:rsidRPr="00BE5BF7">
        <w:t>Hodnotená bude celková cena s DPH.</w:t>
      </w:r>
    </w:p>
    <w:p w14:paraId="728337E4" w14:textId="1FD6A21E" w:rsidR="00512AF5" w:rsidRPr="00BE5BF7" w:rsidRDefault="00512AF5" w:rsidP="0021692E">
      <w:pPr>
        <w:pStyle w:val="Nadpis4"/>
        <w:numPr>
          <w:ilvl w:val="0"/>
          <w:numId w:val="0"/>
        </w:numPr>
        <w:ind w:left="709"/>
      </w:pPr>
      <w:r w:rsidRPr="00BE5BF7">
        <w:t>Uchádzač zároveň uvedie, či je alebo nie je registrovaným platiteľom DPH v Slovenskej republike</w:t>
      </w:r>
      <w:bookmarkEnd w:id="371"/>
      <w:r w:rsidRPr="00BE5BF7">
        <w:t xml:space="preserve">. </w:t>
      </w:r>
    </w:p>
    <w:p w14:paraId="2F041BD7" w14:textId="5A29FEE0" w:rsidR="00512AF5" w:rsidRPr="00BE5BF7" w:rsidRDefault="00512AF5" w:rsidP="0021692E">
      <w:pPr>
        <w:pStyle w:val="Nadpis4"/>
      </w:pPr>
      <w:r w:rsidRPr="00BE5BF7">
        <w:t>C</w:t>
      </w:r>
      <w:bookmarkStart w:id="372"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72"/>
      <w:r w:rsidR="003952DC">
        <w:t>.</w:t>
      </w:r>
    </w:p>
    <w:p w14:paraId="1373DB25" w14:textId="15BC2117" w:rsidR="005C361C" w:rsidRPr="00BE5BF7" w:rsidRDefault="007954F2" w:rsidP="0021692E">
      <w:pPr>
        <w:pStyle w:val="Nadpis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Nadpis1"/>
      </w:pPr>
      <w:bookmarkStart w:id="373" w:name="_Toc4416504"/>
      <w:bookmarkStart w:id="374" w:name="_Toc4416641"/>
      <w:bookmarkStart w:id="375" w:name="_Toc4416935"/>
      <w:bookmarkStart w:id="376" w:name="_Toc4416984"/>
      <w:bookmarkStart w:id="377" w:name="_Toc12196261"/>
      <w:r w:rsidRPr="00BE5BF7">
        <w:lastRenderedPageBreak/>
        <w:t>Obchodné podmienky</w:t>
      </w:r>
      <w:bookmarkEnd w:id="373"/>
      <w:bookmarkEnd w:id="374"/>
      <w:bookmarkEnd w:id="375"/>
      <w:bookmarkEnd w:id="376"/>
      <w:bookmarkEnd w:id="377"/>
    </w:p>
    <w:p w14:paraId="25F5FBFC" w14:textId="6D91C965" w:rsidR="00AB7E74" w:rsidRPr="00BE5BF7" w:rsidRDefault="00AB7E74" w:rsidP="00D54716">
      <w:pPr>
        <w:pStyle w:val="Nadpis3"/>
      </w:pPr>
      <w:bookmarkStart w:id="378" w:name="_Toc444084988"/>
      <w:bookmarkStart w:id="379" w:name="_Toc4416642"/>
      <w:bookmarkStart w:id="380" w:name="_Toc4416936"/>
      <w:bookmarkStart w:id="381" w:name="_Toc4416985"/>
      <w:bookmarkStart w:id="382" w:name="_Toc12196262"/>
      <w:r w:rsidRPr="00BE5BF7">
        <w:t xml:space="preserve">Podmienky uzatvorenia </w:t>
      </w:r>
      <w:r w:rsidR="00437C48" w:rsidRPr="00BE5BF7">
        <w:t>z</w:t>
      </w:r>
      <w:r w:rsidR="00347476" w:rsidRPr="00BE5BF7">
        <w:t>mluv</w:t>
      </w:r>
      <w:r w:rsidRPr="00BE5BF7">
        <w:t>y</w:t>
      </w:r>
      <w:bookmarkEnd w:id="378"/>
      <w:bookmarkEnd w:id="379"/>
      <w:bookmarkEnd w:id="380"/>
      <w:bookmarkEnd w:id="381"/>
      <w:bookmarkEnd w:id="382"/>
    </w:p>
    <w:p w14:paraId="22622DD6" w14:textId="77777777" w:rsidR="008F0B40" w:rsidRPr="00BE5BF7" w:rsidRDefault="007C13AD" w:rsidP="0021692E">
      <w:pPr>
        <w:pStyle w:val="Nadpis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Nadpis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Nadpis6"/>
      </w:pPr>
      <w:r w:rsidRPr="00BE5BF7">
        <w:t>Zmluva o Dielo uzatvorená podľa ustanovenia § 536 a </w:t>
      </w:r>
      <w:proofErr w:type="spellStart"/>
      <w:r w:rsidRPr="00BE5BF7">
        <w:t>nasl</w:t>
      </w:r>
      <w:proofErr w:type="spellEnd"/>
      <w:r w:rsidRPr="00BE5BF7">
        <w:t xml:space="preserve">.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C9033B">
      <w:pPr>
        <w:pStyle w:val="Nadpis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383"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Nadpis1"/>
        <w:sectPr w:rsidR="008F6793" w:rsidRPr="00BE5BF7"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Nadpis1"/>
      </w:pPr>
      <w:bookmarkStart w:id="384" w:name="_Toc4416505"/>
      <w:bookmarkStart w:id="385" w:name="_Toc4416643"/>
      <w:bookmarkStart w:id="386" w:name="_Toc4416937"/>
      <w:bookmarkStart w:id="387" w:name="_Toc4416986"/>
      <w:bookmarkStart w:id="388" w:name="_Toc12196263"/>
      <w:r w:rsidRPr="00BE5BF7">
        <w:lastRenderedPageBreak/>
        <w:t>Kritéri</w:t>
      </w:r>
      <w:r w:rsidR="00FB212F" w:rsidRPr="00BE5BF7">
        <w:t>á</w:t>
      </w:r>
      <w:r w:rsidRPr="00BE5BF7">
        <w:t xml:space="preserve"> hodnotenia ponúk</w:t>
      </w:r>
      <w:bookmarkEnd w:id="383"/>
      <w:bookmarkEnd w:id="384"/>
      <w:bookmarkEnd w:id="385"/>
      <w:bookmarkEnd w:id="386"/>
      <w:bookmarkEnd w:id="387"/>
      <w:bookmarkEnd w:id="388"/>
    </w:p>
    <w:p w14:paraId="47E83B9C" w14:textId="72495C9C" w:rsidR="00737281" w:rsidRPr="00BE5BF7" w:rsidRDefault="00737281" w:rsidP="00D54716">
      <w:pPr>
        <w:pStyle w:val="Nadpis3"/>
      </w:pPr>
      <w:bookmarkStart w:id="389" w:name="kriteria_vahy"/>
      <w:bookmarkStart w:id="390" w:name="_Toc444084991"/>
      <w:bookmarkStart w:id="391" w:name="_Toc4416644"/>
      <w:bookmarkStart w:id="392" w:name="_Toc4416938"/>
      <w:bookmarkStart w:id="393" w:name="_Toc4416987"/>
      <w:bookmarkStart w:id="394" w:name="_Toc12196264"/>
      <w:bookmarkEnd w:id="389"/>
      <w:r w:rsidRPr="00BE5BF7">
        <w:t>Kritérium na hodnotenie ponúk</w:t>
      </w:r>
      <w:bookmarkEnd w:id="390"/>
      <w:bookmarkEnd w:id="391"/>
      <w:bookmarkEnd w:id="392"/>
      <w:bookmarkEnd w:id="393"/>
      <w:bookmarkEnd w:id="394"/>
    </w:p>
    <w:p w14:paraId="1CEE289F" w14:textId="4EED8045" w:rsidR="007C13AD" w:rsidRPr="00BE5BF7" w:rsidRDefault="007C13AD" w:rsidP="0021692E">
      <w:pPr>
        <w:pStyle w:val="Nadpis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Nadpis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Nadpis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Nadpis6"/>
      </w:pPr>
      <w:r w:rsidRPr="00BE5BF7">
        <w:t>Celkovej ceny za realizáciu zmluvy o dielo (C).</w:t>
      </w:r>
    </w:p>
    <w:p w14:paraId="42EA2032" w14:textId="56F203B0" w:rsidR="007C13AD" w:rsidRPr="00BE5BF7" w:rsidRDefault="007C13AD" w:rsidP="00D54716">
      <w:pPr>
        <w:pStyle w:val="Nadpis3"/>
      </w:pPr>
      <w:bookmarkStart w:id="395" w:name="_Toc12196265"/>
      <w:bookmarkStart w:id="396" w:name="_Ref14354291"/>
      <w:r w:rsidRPr="00BE5BF7">
        <w:t>S</w:t>
      </w:r>
      <w:r w:rsidR="00EA4817" w:rsidRPr="00BE5BF7">
        <w:t xml:space="preserve">pôsob výpočtu jednotlivých </w:t>
      </w:r>
      <w:proofErr w:type="spellStart"/>
      <w:r w:rsidR="00EA4817" w:rsidRPr="00BE5BF7">
        <w:t>podkritérií</w:t>
      </w:r>
      <w:bookmarkEnd w:id="395"/>
      <w:bookmarkEnd w:id="396"/>
      <w:proofErr w:type="spellEnd"/>
    </w:p>
    <w:p w14:paraId="3C2D366E" w14:textId="304D384D" w:rsidR="007C13AD" w:rsidRPr="00BE5BF7" w:rsidRDefault="007C13AD" w:rsidP="0021692E">
      <w:pPr>
        <w:pStyle w:val="Nadpis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EB2143">
      <w:pPr>
        <w:pStyle w:val="Nadpis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3DE1412C" w:rsidR="007C13AD" w:rsidRPr="00BE5BF7" w:rsidRDefault="00DC2EAC" w:rsidP="00C26042">
      <w:pPr>
        <w:pStyle w:val="Nadpis4"/>
        <w:numPr>
          <w:ilvl w:val="0"/>
          <w:numId w:val="0"/>
        </w:numPr>
        <w:ind w:left="709"/>
        <w:rPr>
          <w:rFonts w:cstheme="minorBidi"/>
          <w:szCs w:val="22"/>
        </w:rPr>
      </w:pPr>
      <w:r w:rsidRPr="00BE5BF7">
        <w:tab/>
        <w:t xml:space="preserve">Hodnota (A) = </w:t>
      </w:r>
      <w:r w:rsidR="00C26042" w:rsidRPr="00BE5BF7">
        <w:t>hodnota, ktorú uchádzač uvedie v Návrhu na plnenie kritérií ako hodnotu v položke „</w:t>
      </w:r>
      <w:r w:rsidR="00C26042" w:rsidRPr="00BE5BF7">
        <w:rPr>
          <w:rFonts w:cstheme="minorBidi"/>
          <w:szCs w:val="22"/>
        </w:rPr>
        <w:t>Celkové garantované úspory počas celej doby trvania zmluvy vrátane DPH“</w:t>
      </w:r>
      <w:r w:rsidR="00BE3B17" w:rsidRPr="00BE5BF7">
        <w:rPr>
          <w:rFonts w:cstheme="minorBidi"/>
          <w:szCs w:val="22"/>
        </w:rPr>
        <w:t xml:space="preserve"> v rámci tabuľky pre Zmluvu o energetickej efektívnosti pre verejný sektor</w:t>
      </w:r>
      <w:r w:rsidR="00C26042" w:rsidRPr="00BE5BF7">
        <w:rPr>
          <w:rFonts w:cstheme="minorBidi"/>
          <w:szCs w:val="22"/>
        </w:rPr>
        <w:t>;</w:t>
      </w:r>
      <w:r w:rsidR="009612EB">
        <w:rPr>
          <w:rFonts w:cstheme="minorBidi"/>
          <w:szCs w:val="22"/>
        </w:rPr>
        <w:t xml:space="preserve"> skladá sa z celkovej garantovanej výšky energetických nákladov </w:t>
      </w:r>
      <w:r w:rsidR="002D19CB">
        <w:rPr>
          <w:rFonts w:cstheme="minorBidi"/>
          <w:szCs w:val="22"/>
        </w:rPr>
        <w:t>(elektrina, zemný plyn, teplo a studená voda).</w:t>
      </w:r>
    </w:p>
    <w:p w14:paraId="7D20A538" w14:textId="34578340" w:rsidR="001649CC" w:rsidRPr="00BE5BF7" w:rsidRDefault="00C26042" w:rsidP="001649CC">
      <w:pPr>
        <w:pStyle w:val="Nadpis4"/>
        <w:numPr>
          <w:ilvl w:val="0"/>
          <w:numId w:val="0"/>
        </w:numPr>
        <w:ind w:left="709"/>
        <w:rPr>
          <w:rFonts w:cstheme="minorBidi"/>
          <w:szCs w:val="22"/>
        </w:rPr>
      </w:pPr>
      <w:r w:rsidRPr="00BE5BF7">
        <w:rPr>
          <w:rFonts w:cstheme="minorBidi"/>
          <w:szCs w:val="22"/>
        </w:rPr>
        <w:t xml:space="preserve">Hodnota (B)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rPr>
          <w:rFonts w:cstheme="minorBidi"/>
          <w:szCs w:val="22"/>
        </w:rPr>
        <w:t>B1 = Celková cena za Obnovu</w:t>
      </w:r>
      <w:r w:rsidR="001649CC" w:rsidRPr="00BE5BF7">
        <w:rPr>
          <w:rFonts w:cstheme="minorBidi"/>
          <w:szCs w:val="22"/>
        </w:rPr>
        <w:t>“</w:t>
      </w:r>
      <w:r w:rsidR="00BE3B17" w:rsidRPr="00BE5BF7">
        <w:rPr>
          <w:rFonts w:cstheme="minorBidi"/>
          <w:szCs w:val="22"/>
        </w:rPr>
        <w:t xml:space="preserve"> a</w:t>
      </w:r>
      <w:r w:rsidR="00BE3B17" w:rsidRPr="00BE5BF7">
        <w:t xml:space="preserve"> „</w:t>
      </w:r>
      <w:r w:rsidR="00BE3B17" w:rsidRPr="00BE5BF7">
        <w:rPr>
          <w:rFonts w:cstheme="minorBidi"/>
          <w:szCs w:val="22"/>
        </w:rPr>
        <w:t>B2 = Celková cena za súvisiace Služby“ vrátane DPH pre Zmluvu o energetickej efektívnosti pre verejný sektor</w:t>
      </w:r>
      <w:r w:rsidR="002D19CB">
        <w:rPr>
          <w:rFonts w:cstheme="minorBidi"/>
          <w:szCs w:val="22"/>
        </w:rPr>
        <w:t>.</w:t>
      </w:r>
    </w:p>
    <w:p w14:paraId="686F5385" w14:textId="03A9EEC8" w:rsidR="001649CC" w:rsidRPr="00BE5BF7" w:rsidRDefault="00C26042" w:rsidP="001649CC">
      <w:pPr>
        <w:pStyle w:val="Nadpis4"/>
        <w:numPr>
          <w:ilvl w:val="0"/>
          <w:numId w:val="0"/>
        </w:numPr>
        <w:ind w:left="709"/>
        <w:rPr>
          <w:rFonts w:cstheme="minorBidi"/>
          <w:szCs w:val="22"/>
        </w:rPr>
      </w:pPr>
      <w:r w:rsidRPr="00BE5BF7">
        <w:rPr>
          <w:rFonts w:cstheme="minorBidi"/>
          <w:szCs w:val="22"/>
        </w:rPr>
        <w:t>Hodno</w:t>
      </w:r>
      <w:r w:rsidR="00624CDA">
        <w:rPr>
          <w:rFonts w:cstheme="minorBidi"/>
          <w:szCs w:val="22"/>
        </w:rPr>
        <w:t>t</w:t>
      </w:r>
      <w:r w:rsidRPr="00BE5BF7">
        <w:rPr>
          <w:rFonts w:cstheme="minorBidi"/>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1143E267" w:rsidR="007C13AD" w:rsidRPr="00BE5BF7" w:rsidRDefault="007C13AD" w:rsidP="00D54716">
      <w:pPr>
        <w:pStyle w:val="Nadpis3"/>
      </w:pPr>
      <w:bookmarkStart w:id="397" w:name="_Toc12196266"/>
      <w:r w:rsidRPr="00BE5BF7">
        <w:t>S</w:t>
      </w:r>
      <w:r w:rsidR="00EA4817" w:rsidRPr="00BE5BF7">
        <w:t>pôsob vyhodnotenia ponúk</w:t>
      </w:r>
      <w:bookmarkEnd w:id="397"/>
    </w:p>
    <w:p w14:paraId="71189C99" w14:textId="00C3BB6C" w:rsidR="00B347BF" w:rsidRPr="00BE5BF7" w:rsidRDefault="00B347BF" w:rsidP="0021692E">
      <w:pPr>
        <w:pStyle w:val="Nadpis4"/>
      </w:pPr>
      <w:r w:rsidRPr="00BE5BF7">
        <w:t xml:space="preserve">Úspešný bude ten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35144C70" w:rsidR="00B347BF" w:rsidRDefault="00216A79" w:rsidP="0021692E">
      <w:pPr>
        <w:pStyle w:val="Nadpis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35F221E4" w14:textId="3584C2A0" w:rsidR="008E6D8F" w:rsidRPr="00821760" w:rsidRDefault="008E6D8F" w:rsidP="008E6D8F">
      <w:pPr>
        <w:pStyle w:val="Nadpis4"/>
        <w:numPr>
          <w:ilvl w:val="3"/>
          <w:numId w:val="20"/>
        </w:numPr>
      </w:pPr>
      <w:r>
        <w:t xml:space="preserve">Uchádzač zároveň uvedenie finálnu hodnotu (K)  v eur s DPH v elektronickom formulári v systéme </w:t>
      </w:r>
      <w:proofErr w:type="spellStart"/>
      <w:r>
        <w:t>Josephine</w:t>
      </w:r>
      <w:proofErr w:type="spellEnd"/>
      <w:r>
        <w:t>.</w:t>
      </w:r>
    </w:p>
    <w:p w14:paraId="66C540FF" w14:textId="65B39899" w:rsidR="008E6D8F" w:rsidRPr="008E6D8F" w:rsidRDefault="008E6D8F" w:rsidP="008E6D8F"/>
    <w:p w14:paraId="28110351" w14:textId="77777777" w:rsidR="008E6D8F" w:rsidRPr="008E6D8F" w:rsidRDefault="008E6D8F" w:rsidP="008E6D8F"/>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Nadpis1"/>
        <w:rPr>
          <w:rFonts w:cs="Arial"/>
          <w:szCs w:val="20"/>
        </w:rPr>
      </w:pPr>
      <w:bookmarkStart w:id="398" w:name="_Toc12196267"/>
      <w:r w:rsidRPr="00BE5BF7">
        <w:rPr>
          <w:rFonts w:cs="Arial"/>
          <w:szCs w:val="20"/>
        </w:rPr>
        <w:lastRenderedPageBreak/>
        <w:t>Podmienky účasti</w:t>
      </w:r>
      <w:bookmarkEnd w:id="398"/>
    </w:p>
    <w:p w14:paraId="78CE8AC5" w14:textId="3EF3CC9E" w:rsidR="009C5A06" w:rsidRPr="00BE5BF7" w:rsidRDefault="009C5A06" w:rsidP="009C5A06">
      <w:pPr>
        <w:pStyle w:val="Nadpis3"/>
      </w:pPr>
      <w:bookmarkStart w:id="399" w:name="_Toc12196268"/>
      <w:r w:rsidRPr="00BE5BF7">
        <w:t>Osobné postavenie</w:t>
      </w:r>
      <w:bookmarkEnd w:id="399"/>
    </w:p>
    <w:p w14:paraId="5B636355" w14:textId="0626251C" w:rsidR="009C5A06" w:rsidRPr="00BE5BF7" w:rsidRDefault="009C5A06" w:rsidP="0021692E">
      <w:pPr>
        <w:pStyle w:val="Nadpis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21692E">
      <w:pPr>
        <w:pStyle w:val="Nadpis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21692E">
      <w:pPr>
        <w:pStyle w:val="Nadpis4"/>
      </w:pPr>
      <w:r w:rsidRPr="00BE5BF7">
        <w:t>Spôsob preukázania splnenia podmienok podľa § 32 ods. 1 ZVO:</w:t>
      </w:r>
    </w:p>
    <w:p w14:paraId="51CD79E9" w14:textId="4D7E3162" w:rsidR="009C5A06" w:rsidRPr="00BE5BF7" w:rsidRDefault="009C5A06" w:rsidP="00D964E1">
      <w:pPr>
        <w:pStyle w:val="Nadpis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Nadpis6"/>
      </w:pPr>
      <w:bookmarkStart w:id="400"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00"/>
    </w:p>
    <w:p w14:paraId="5037B203" w14:textId="317C2DBE" w:rsidR="009C5A06" w:rsidRPr="00BE5BF7" w:rsidRDefault="009C5A06" w:rsidP="0021692E">
      <w:pPr>
        <w:pStyle w:val="Nadpis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243A78">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21692E">
      <w:pPr>
        <w:pStyle w:val="Nadpis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21692E">
      <w:pPr>
        <w:pStyle w:val="Nadpis4"/>
      </w:pPr>
      <w:bookmarkStart w:id="401"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01"/>
    <w:p w14:paraId="593E9B02" w14:textId="56B15F88" w:rsidR="009C5A06" w:rsidRPr="00BE5BF7" w:rsidRDefault="009C5A06" w:rsidP="0021692E">
      <w:pPr>
        <w:pStyle w:val="Nadpis4"/>
      </w:pPr>
      <w:r w:rsidRPr="00BE5BF7">
        <w:t>Podrobnosti k podmienkam účasti osobného postavenia a ich preukazovanie sú uvedené v § 32 ZVO.</w:t>
      </w:r>
    </w:p>
    <w:p w14:paraId="23156FAB" w14:textId="53C66747" w:rsidR="00FF3910" w:rsidRPr="00BE5BF7" w:rsidRDefault="00FF3910" w:rsidP="00FF3910">
      <w:pPr>
        <w:pStyle w:val="Nadpis3"/>
      </w:pPr>
      <w:bookmarkStart w:id="402" w:name="_Toc12196269"/>
      <w:r w:rsidRPr="00BE5BF7">
        <w:t>Ekonomické a finančné postavenie</w:t>
      </w:r>
      <w:bookmarkEnd w:id="402"/>
    </w:p>
    <w:p w14:paraId="0869BDE7" w14:textId="537C384C" w:rsidR="00FF3910" w:rsidRPr="00BE5BF7" w:rsidRDefault="00FF3910" w:rsidP="0021692E">
      <w:pPr>
        <w:pStyle w:val="Nadpis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5BA70508" w14:textId="293A0FDA" w:rsidR="00FF3910" w:rsidRPr="00E24381" w:rsidRDefault="00FF3910" w:rsidP="0021692E">
      <w:pPr>
        <w:pStyle w:val="Nadpis4"/>
      </w:pPr>
      <w:r w:rsidRPr="00E24381">
        <w:t xml:space="preserve">Verejný obstarávateľ obmedzuje v súvislosti </w:t>
      </w:r>
      <w:r w:rsidR="00D51420" w:rsidRPr="00E24381">
        <w:t xml:space="preserve">s </w:t>
      </w:r>
      <w:r w:rsidRPr="00E24381">
        <w:t>Jednotným európskym dokumentom informácie požadované na podmienky účasti (týkajúce sa časti IV: Podmienky účasti oddiel A až D) na jednu otázku, s odpoveďou áno alebo nie (α: Globálny údaj pre všetky podmienky účasti), t.</w:t>
      </w:r>
      <w:r w:rsidR="00624CDA" w:rsidRPr="00E24381">
        <w:t xml:space="preserve"> </w:t>
      </w:r>
      <w:r w:rsidRPr="00E24381">
        <w:t xml:space="preserve">j. či hospodárske subjekty spĺňajú všetky požadované podmienky účasti, týkajúce sa ekonomického a finančného postavenia a technickej alebo odbornej spôsobilosti. </w:t>
      </w:r>
    </w:p>
    <w:p w14:paraId="083573A7" w14:textId="6BC6158E" w:rsidR="00FF3910" w:rsidRPr="00BE5BF7" w:rsidRDefault="00FF3910" w:rsidP="0021692E">
      <w:pPr>
        <w:pStyle w:val="Nadpis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Nadpis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lastRenderedPageBreak/>
        <w:t>Minimálna požadovaná úroveň:</w:t>
      </w:r>
    </w:p>
    <w:p w14:paraId="7D96FCCE" w14:textId="3FB56087" w:rsidR="00FF3910" w:rsidRPr="00BE5BF7" w:rsidRDefault="00FF3910" w:rsidP="00D964E1">
      <w:pPr>
        <w:pStyle w:val="Nadpis6"/>
        <w:numPr>
          <w:ilvl w:val="0"/>
          <w:numId w:val="0"/>
        </w:numPr>
        <w:ind w:left="1134"/>
      </w:pPr>
      <w:r w:rsidRPr="00BE5BF7">
        <w:t xml:space="preserve">Celkový </w:t>
      </w:r>
      <w:r w:rsidRPr="00712B59">
        <w:t>obrat v požadovanom období mus</w:t>
      </w:r>
      <w:r w:rsidR="00FB63BA" w:rsidRPr="00712B59">
        <w:t>í</w:t>
      </w:r>
      <w:r w:rsidRPr="00712B59">
        <w:t xml:space="preserve"> byť najmenej</w:t>
      </w:r>
      <w:r w:rsidR="007464FD" w:rsidRPr="00712B59">
        <w:t xml:space="preserve"> 1 000 000</w:t>
      </w:r>
      <w:r w:rsidRPr="00712B59">
        <w:t xml:space="preserve"> ,- EUR bez DPH (slovom </w:t>
      </w:r>
      <w:r w:rsidR="007464FD" w:rsidRPr="00712B59">
        <w:rPr>
          <w:rFonts w:eastAsiaTheme="minorHAnsi" w:cs="Arial"/>
          <w:szCs w:val="20"/>
        </w:rPr>
        <w:t xml:space="preserve">jeden milión </w:t>
      </w:r>
      <w:r w:rsidRPr="00712B59">
        <w:t>eur</w:t>
      </w:r>
      <w:r w:rsidRPr="00BE5BF7">
        <w:t>).</w:t>
      </w:r>
    </w:p>
    <w:p w14:paraId="156B07E7" w14:textId="5F43E2CC" w:rsidR="00FF3910" w:rsidRPr="00BE5BF7" w:rsidRDefault="00FF3910" w:rsidP="00D964E1">
      <w:pPr>
        <w:pStyle w:val="Nadpis6"/>
        <w:numPr>
          <w:ilvl w:val="0"/>
          <w:numId w:val="0"/>
        </w:numPr>
        <w:ind w:left="1134"/>
      </w:pPr>
      <w:r w:rsidRPr="00BE5BF7">
        <w:t>Uchádzač za posledné tri ukončené hospodárske roky (resp. roky, za ktoré sú dostupné v závislosti od vzniku alebo začatia prevádzkovania činnosti) predloží,</w:t>
      </w:r>
    </w:p>
    <w:p w14:paraId="461ADC9E" w14:textId="77777777" w:rsidR="00FF3910" w:rsidRPr="00BE5BF7" w:rsidRDefault="00FF3910" w:rsidP="007524ED">
      <w:pPr>
        <w:pStyle w:val="Nadpis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7524ED">
      <w:pPr>
        <w:pStyle w:val="Nadpis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Nadpis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Nadpis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Nadpis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21692E">
      <w:pPr>
        <w:pStyle w:val="Nadpis4"/>
      </w:pPr>
      <w:r w:rsidRPr="00BE5BF7">
        <w:t xml:space="preserve">Uchádzač môže na preukázanie finančného a ekonomického postavenia využiť zdroje inej osoby, bez ohľadu na ich právny vzťah v súlade s ustanovením § 33 ods. 2 ZVO. </w:t>
      </w:r>
    </w:p>
    <w:p w14:paraId="1F957993" w14:textId="1B7225EE" w:rsidR="0090491C" w:rsidRPr="00BE5BF7" w:rsidRDefault="0090491C" w:rsidP="0090491C">
      <w:pPr>
        <w:pStyle w:val="Nadpis3"/>
      </w:pPr>
      <w:bookmarkStart w:id="403" w:name="_Toc12196270"/>
      <w:r w:rsidRPr="00BE5BF7">
        <w:t>Technická a</w:t>
      </w:r>
      <w:r w:rsidR="00EA5996" w:rsidRPr="00BE5BF7">
        <w:t>lebo</w:t>
      </w:r>
      <w:r w:rsidRPr="00BE5BF7">
        <w:t xml:space="preserve"> odborná spôsobilosť</w:t>
      </w:r>
      <w:bookmarkEnd w:id="403"/>
    </w:p>
    <w:p w14:paraId="49B7B8F0" w14:textId="7A4551C8" w:rsidR="00C418E5" w:rsidRPr="00BE5BF7" w:rsidRDefault="00C418E5" w:rsidP="0021692E">
      <w:pPr>
        <w:pStyle w:val="Nadpis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rsidP="0021692E">
      <w:pPr>
        <w:pStyle w:val="Nadpis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7FF7E9E1" w14:textId="7B648B1E" w:rsidR="00E02C8E" w:rsidRPr="00BE5BF7" w:rsidRDefault="00E02C8E" w:rsidP="0021692E">
      <w:pPr>
        <w:pStyle w:val="Nadpis4"/>
        <w:rPr>
          <w:shd w:val="clear" w:color="auto" w:fill="FFFFFF"/>
          <w:lang w:eastAsia="sk-SK"/>
        </w:rPr>
      </w:pPr>
      <w:bookmarkStart w:id="404"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04"/>
    </w:p>
    <w:p w14:paraId="2BFC7D54" w14:textId="71BFEFDD" w:rsidR="000047A6" w:rsidRPr="00BE5BF7" w:rsidRDefault="000047A6" w:rsidP="00D964E1">
      <w:pPr>
        <w:pStyle w:val="Nadpis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w:t>
      </w:r>
      <w:r w:rsidR="004D2202">
        <w:rPr>
          <w:rFonts w:eastAsia="Times New Roman"/>
          <w:shd w:val="clear" w:color="auto" w:fill="FFFFFF"/>
          <w:lang w:eastAsia="sk-SK"/>
        </w:rPr>
        <w:t xml:space="preserve">v spojení s § 34 ods. 2 </w:t>
      </w:r>
      <w:r w:rsidRPr="00BE5BF7">
        <w:rPr>
          <w:rFonts w:eastAsia="Times New Roman"/>
          <w:shd w:val="clear" w:color="auto" w:fill="FFFFFF"/>
          <w:lang w:eastAsia="sk-SK"/>
        </w:rPr>
        <w:t xml:space="preserve">ZVO: Zoznam poskytnutých služieb </w:t>
      </w:r>
      <w:bookmarkStart w:id="405" w:name="_Hlk6239183"/>
      <w:r w:rsidRPr="00BE5BF7">
        <w:rPr>
          <w:rFonts w:eastAsia="Times New Roman"/>
          <w:shd w:val="clear" w:color="auto" w:fill="FFFFFF"/>
          <w:lang w:eastAsia="sk-SK"/>
        </w:rPr>
        <w:t>za predchádzajúc</w:t>
      </w:r>
      <w:r w:rsidR="008E6D8F">
        <w:rPr>
          <w:rFonts w:eastAsia="Times New Roman"/>
          <w:shd w:val="clear" w:color="auto" w:fill="FFFFFF"/>
          <w:lang w:eastAsia="sk-SK"/>
        </w:rPr>
        <w:t>ich</w:t>
      </w:r>
      <w:r w:rsidRPr="00BE5BF7">
        <w:rPr>
          <w:rFonts w:eastAsia="Times New Roman"/>
          <w:shd w:val="clear" w:color="auto" w:fill="FFFFFF"/>
          <w:lang w:eastAsia="sk-SK"/>
        </w:rPr>
        <w:t xml:space="preserve"> </w:t>
      </w:r>
      <w:r w:rsidR="008E6D8F">
        <w:rPr>
          <w:rFonts w:eastAsia="Times New Roman"/>
          <w:shd w:val="clear" w:color="auto" w:fill="FFFFFF"/>
          <w:lang w:eastAsia="sk-SK"/>
        </w:rPr>
        <w:t>päť</w:t>
      </w:r>
      <w:r w:rsidRPr="00BE5BF7">
        <w:rPr>
          <w:rFonts w:eastAsia="Times New Roman"/>
          <w:shd w:val="clear" w:color="auto" w:fill="FFFFFF"/>
          <w:lang w:eastAsia="sk-SK"/>
        </w:rPr>
        <w:t xml:space="preserve"> rok</w:t>
      </w:r>
      <w:r w:rsidR="008E6D8F">
        <w:rPr>
          <w:rFonts w:eastAsia="Times New Roman"/>
          <w:shd w:val="clear" w:color="auto" w:fill="FFFFFF"/>
          <w:lang w:eastAsia="sk-SK"/>
        </w:rPr>
        <w:t>ov</w:t>
      </w:r>
      <w:r w:rsidRPr="00BE5BF7">
        <w:rPr>
          <w:rFonts w:eastAsia="Times New Roman"/>
          <w:shd w:val="clear" w:color="auto" w:fill="FFFFFF"/>
          <w:lang w:eastAsia="sk-SK"/>
        </w:rPr>
        <w:t xml:space="preserve">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05"/>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lastRenderedPageBreak/>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BE5BF7" w:rsidRDefault="000047A6" w:rsidP="008529B0">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vzor, ktorý je prílohou č. F.1 týchto súťažných podkladov</w:t>
      </w:r>
      <w:r w:rsidR="00780315" w:rsidRPr="00BE5BF7">
        <w:rPr>
          <w:u w:val="single"/>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1F1DB02C" w14:textId="13C12083" w:rsidR="00C03B32" w:rsidRPr="00BE5BF7" w:rsidRDefault="000047A6" w:rsidP="008529B0">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právneho predpisu v inom štáte)</w:t>
      </w:r>
      <w:r w:rsidR="00C03B32" w:rsidRPr="00BE5BF7">
        <w:rPr>
          <w:shd w:val="clear" w:color="auto" w:fill="FFFFFF"/>
          <w:lang w:eastAsia="sk-SK"/>
        </w:rPr>
        <w:t xml:space="preserve"> za predchádzajúc</w:t>
      </w:r>
      <w:r w:rsidR="008E6D8F">
        <w:rPr>
          <w:shd w:val="clear" w:color="auto" w:fill="FFFFFF"/>
          <w:lang w:eastAsia="sk-SK"/>
        </w:rPr>
        <w:t>ich</w:t>
      </w:r>
      <w:r w:rsidR="00C03B32" w:rsidRPr="00BE5BF7">
        <w:rPr>
          <w:shd w:val="clear" w:color="auto" w:fill="FFFFFF"/>
          <w:lang w:eastAsia="sk-SK"/>
        </w:rPr>
        <w:t xml:space="preserve"> </w:t>
      </w:r>
      <w:r w:rsidR="008E6D8F">
        <w:rPr>
          <w:shd w:val="clear" w:color="auto" w:fill="FFFFFF"/>
          <w:lang w:eastAsia="sk-SK"/>
        </w:rPr>
        <w:t>päť</w:t>
      </w:r>
      <w:r w:rsidR="00C03B32" w:rsidRPr="00BE5BF7">
        <w:rPr>
          <w:shd w:val="clear" w:color="auto" w:fill="FFFFFF"/>
          <w:lang w:eastAsia="sk-SK"/>
        </w:rPr>
        <w:t xml:space="preserve"> rok</w:t>
      </w:r>
      <w:r w:rsidR="008E6D8F">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ktorých celková hodnota v </w:t>
      </w:r>
      <w:r w:rsidR="00FB63BA" w:rsidRPr="00BE5BF7">
        <w:rPr>
          <w:shd w:val="clear" w:color="auto" w:fill="FFFFFF"/>
          <w:lang w:eastAsia="sk-SK"/>
        </w:rPr>
        <w:t>Referenčnom</w:t>
      </w:r>
      <w:r w:rsidR="00C03B32" w:rsidRPr="00BE5BF7">
        <w:rPr>
          <w:shd w:val="clear" w:color="auto" w:fill="FFFFFF"/>
          <w:lang w:eastAsia="sk-SK"/>
        </w:rPr>
        <w:t xml:space="preserve"> období bola sumárne </w:t>
      </w:r>
      <w:r w:rsidR="00C03B32" w:rsidRPr="00712B59">
        <w:rPr>
          <w:shd w:val="clear" w:color="auto" w:fill="FFFFFF"/>
          <w:lang w:eastAsia="sk-SK"/>
        </w:rPr>
        <w:t>minimálne</w:t>
      </w:r>
      <w:r w:rsidR="007464FD" w:rsidRPr="00712B59">
        <w:rPr>
          <w:shd w:val="clear" w:color="auto" w:fill="FFFFFF"/>
          <w:lang w:eastAsia="sk-SK"/>
        </w:rPr>
        <w:t xml:space="preserve"> 300 000</w:t>
      </w:r>
      <w:r w:rsidR="00C03B32" w:rsidRPr="00712B59">
        <w:rPr>
          <w:shd w:val="clear" w:color="auto" w:fill="FFFFFF"/>
          <w:lang w:eastAsia="sk-SK"/>
        </w:rPr>
        <w:t xml:space="preserve"> </w:t>
      </w:r>
      <w:r w:rsidR="007464FD" w:rsidRPr="00712B59">
        <w:rPr>
          <w:rFonts w:cs="Arial"/>
          <w:szCs w:val="20"/>
        </w:rPr>
        <w:t>E</w:t>
      </w:r>
      <w:r w:rsidR="00C03B32" w:rsidRPr="00712B59">
        <w:rPr>
          <w:shd w:val="clear" w:color="auto" w:fill="FFFFFF"/>
          <w:lang w:eastAsia="sk-SK"/>
        </w:rPr>
        <w:t>UR</w:t>
      </w:r>
      <w:r w:rsidR="00C03B32" w:rsidRPr="00BE5BF7">
        <w:rPr>
          <w:shd w:val="clear" w:color="auto" w:fill="FFFFFF"/>
          <w:lang w:eastAsia="sk-SK"/>
        </w:rPr>
        <w:t xml:space="preserve"> bez DPH</w:t>
      </w:r>
      <w:r w:rsidR="00F404AF" w:rsidRPr="00BE5BF7">
        <w:rPr>
          <w:shd w:val="clear" w:color="auto" w:fill="FFFFFF"/>
          <w:lang w:eastAsia="sk-SK"/>
        </w:rPr>
        <w:t>.</w:t>
      </w:r>
    </w:p>
    <w:p w14:paraId="50FC4A4C" w14:textId="209BFCC0" w:rsidR="00C03B32" w:rsidRPr="00BE5BF7" w:rsidRDefault="00C03B32" w:rsidP="008529B0">
      <w:pPr>
        <w:ind w:left="1134"/>
        <w:rPr>
          <w:shd w:val="clear" w:color="auto" w:fill="FFFFFF"/>
          <w:lang w:eastAsia="sk-SK"/>
        </w:rPr>
      </w:pPr>
      <w:r w:rsidRPr="00BE5BF7">
        <w:rPr>
          <w:shd w:val="clear" w:color="auto" w:fill="FFFFFF"/>
          <w:lang w:eastAsia="sk-SK"/>
        </w:rPr>
        <w:t xml:space="preserve">Pre odstránenie pochybností sa upresňuje, že garantovaná energetická služba musela byť realizovaná v </w:t>
      </w:r>
      <w:r w:rsidR="00FB63BA" w:rsidRPr="00BE5BF7">
        <w:rPr>
          <w:shd w:val="clear" w:color="auto" w:fill="FFFFFF"/>
          <w:lang w:eastAsia="sk-SK"/>
        </w:rPr>
        <w:t>R</w:t>
      </w:r>
      <w:r w:rsidRPr="00BE5BF7">
        <w:rPr>
          <w:shd w:val="clear" w:color="auto" w:fill="FFFFFF"/>
          <w:lang w:eastAsia="sk-SK"/>
        </w:rPr>
        <w:t>eferenčnom období, pričom do hodnoty referenčnej služby sa zarátavajú:</w:t>
      </w:r>
    </w:p>
    <w:p w14:paraId="79BB15EE" w14:textId="508112A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601BD29C" w14:textId="09A7A63C"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modernizáciu energetického systému v budovách;</w:t>
      </w:r>
    </w:p>
    <w:p w14:paraId="266BA58E" w14:textId="5FF7C062"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detailnú analýzu spotreby energie, návrh a projektovanie opatrení, ktorých výsledkom bola úspora energií, realizáciu týchto opatrení, službu dozoru riadenia modernizovaného systému tak, aby sa dosiahli vopred deklarované úspory energie a garanciu za dosiahnutie úspor energie;</w:t>
      </w:r>
    </w:p>
    <w:p w14:paraId="0ABB0E3C" w14:textId="58BFD86D"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Odsekzoznamu"/>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Nadpis6"/>
        <w:rPr>
          <w:rFonts w:eastAsia="Times New Roman"/>
          <w:shd w:val="clear" w:color="auto" w:fill="FFFFFF"/>
          <w:lang w:eastAsia="sk-SK"/>
        </w:rPr>
      </w:pPr>
      <w:bookmarkStart w:id="40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06"/>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7524ED">
      <w:pPr>
        <w:pStyle w:val="Nadpis7"/>
        <w:rPr>
          <w:rFonts w:eastAsia="Times New Roman"/>
          <w:shd w:val="clear" w:color="auto" w:fill="FFFFFF"/>
          <w:lang w:eastAsia="sk-SK"/>
        </w:rPr>
      </w:pPr>
      <w:bookmarkStart w:id="407" w:name="_Ref6294565"/>
      <w:r w:rsidRPr="00BE5BF7">
        <w:rPr>
          <w:rFonts w:eastAsia="Times New Roman"/>
          <w:shd w:val="clear" w:color="auto" w:fill="FFFFFF"/>
          <w:lang w:eastAsia="sk-SK"/>
        </w:rPr>
        <w:t>profesijného životopisu, s minimálnym obsahom:</w:t>
      </w:r>
      <w:bookmarkEnd w:id="407"/>
    </w:p>
    <w:p w14:paraId="7438D12B" w14:textId="264EB9B0"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7524ED">
      <w:pPr>
        <w:pStyle w:val="Nadpis7"/>
        <w:rPr>
          <w:rFonts w:eastAsia="Times New Roman"/>
          <w:shd w:val="clear" w:color="auto" w:fill="FFFFFF"/>
          <w:lang w:eastAsia="sk-SK"/>
        </w:rPr>
      </w:pPr>
      <w:bookmarkStart w:id="408"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w:t>
      </w:r>
      <w:r w:rsidRPr="00BE5BF7">
        <w:rPr>
          <w:rFonts w:eastAsia="Times New Roman"/>
          <w:shd w:val="clear" w:color="auto" w:fill="FFFFFF"/>
          <w:lang w:eastAsia="sk-SK"/>
        </w:rPr>
        <w:lastRenderedPageBreak/>
        <w:t>sa predloženie originálu alebo úradne osvedčenej kópie)</w:t>
      </w:r>
      <w:r w:rsidR="004B6A72" w:rsidRPr="00BE5BF7">
        <w:rPr>
          <w:rFonts w:eastAsia="Times New Roman"/>
          <w:shd w:val="clear" w:color="auto" w:fill="FFFFFF"/>
          <w:lang w:eastAsia="sk-SK"/>
        </w:rPr>
        <w:t>.</w:t>
      </w:r>
      <w:bookmarkEnd w:id="408"/>
    </w:p>
    <w:p w14:paraId="5995CE69" w14:textId="57B34122" w:rsidR="00780315" w:rsidRPr="00BE5BF7" w:rsidRDefault="00780315" w:rsidP="00780315">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aj vzor, ktorý je prílohou č. F.2 týchto súťažných podkladov.</w:t>
      </w:r>
    </w:p>
    <w:p w14:paraId="292E4870" w14:textId="424EF876" w:rsidR="009E3F10" w:rsidRPr="00BE5BF7" w:rsidRDefault="009239C0" w:rsidP="009E3F10">
      <w:pPr>
        <w:ind w:left="1134"/>
        <w:rPr>
          <w:b/>
          <w:shd w:val="clear" w:color="auto" w:fill="FFFFFF"/>
          <w:lang w:eastAsia="sk-SK"/>
        </w:rPr>
      </w:pPr>
      <w:r w:rsidRPr="00BE5BF7">
        <w:rPr>
          <w:b/>
          <w:shd w:val="clear" w:color="auto" w:fill="FFFFFF"/>
          <w:lang w:eastAsia="sk-SK"/>
        </w:rPr>
        <w:t>Odborník</w:t>
      </w:r>
      <w:r w:rsidR="009E3F10" w:rsidRPr="00BE5BF7">
        <w:rPr>
          <w:b/>
          <w:shd w:val="clear" w:color="auto" w:fill="FFFFFF"/>
          <w:lang w:eastAsia="sk-SK"/>
        </w:rPr>
        <w:t xml:space="preserve"> č. </w:t>
      </w:r>
      <w:r w:rsidR="005C3695" w:rsidRPr="00BE5BF7">
        <w:rPr>
          <w:b/>
          <w:shd w:val="clear" w:color="auto" w:fill="FFFFFF"/>
          <w:lang w:eastAsia="sk-SK"/>
        </w:rPr>
        <w:t>1</w:t>
      </w:r>
      <w:r w:rsidR="009E3F10" w:rsidRPr="00BE5BF7">
        <w:rPr>
          <w:b/>
          <w:shd w:val="clear" w:color="auto" w:fill="FFFFFF"/>
          <w:lang w:eastAsia="sk-SK"/>
        </w:rPr>
        <w:t xml:space="preserve"> –</w:t>
      </w:r>
      <w:r w:rsidR="00E81F0A">
        <w:rPr>
          <w:b/>
          <w:shd w:val="clear" w:color="auto" w:fill="FFFFFF"/>
          <w:lang w:eastAsia="sk-SK"/>
        </w:rPr>
        <w:t xml:space="preserve"> </w:t>
      </w:r>
      <w:r w:rsidR="00E81F0A" w:rsidRPr="00631B6F">
        <w:rPr>
          <w:b/>
          <w:shd w:val="clear" w:color="auto" w:fill="FFFFFF"/>
          <w:lang w:eastAsia="sk-SK"/>
        </w:rPr>
        <w:t xml:space="preserve">držiteľ osvedčenia o odbornej spôsobilosti na poskytovanie garantovanej energetickej služby </w:t>
      </w:r>
      <w:r w:rsidR="00E81F0A">
        <w:rPr>
          <w:b/>
          <w:shd w:val="clear" w:color="auto" w:fill="FFFFFF"/>
          <w:lang w:eastAsia="sk-SK"/>
        </w:rPr>
        <w:t>alebo energetický audítor – 1 osoba</w:t>
      </w:r>
    </w:p>
    <w:p w14:paraId="6F9DA908" w14:textId="556CBBDC" w:rsidR="009E3F10" w:rsidRPr="00BE5BF7" w:rsidRDefault="009239C0" w:rsidP="009E3F10">
      <w:pPr>
        <w:ind w:left="1134"/>
        <w:rPr>
          <w:shd w:val="clear" w:color="auto" w:fill="FFFFFF"/>
          <w:lang w:eastAsia="sk-SK"/>
        </w:rPr>
      </w:pPr>
      <w:r w:rsidRPr="00BE5BF7">
        <w:rPr>
          <w:shd w:val="clear" w:color="auto" w:fill="FFFFFF"/>
          <w:lang w:eastAsia="sk-SK"/>
        </w:rPr>
        <w:t xml:space="preserve">Odborník </w:t>
      </w:r>
      <w:r w:rsidR="009E3F10" w:rsidRPr="00BE5BF7">
        <w:rPr>
          <w:shd w:val="clear" w:color="auto" w:fill="FFFFFF"/>
          <w:lang w:eastAsia="sk-SK"/>
        </w:rPr>
        <w:t>musí spĺňať nasledovné požiadavky:</w:t>
      </w:r>
    </w:p>
    <w:p w14:paraId="43A95182" w14:textId="7253178B" w:rsidR="009239C0" w:rsidRPr="007464FD" w:rsidRDefault="009239C0"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E81F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 odborné skúsenosti v</w:t>
      </w:r>
      <w:r w:rsidR="00E81F0A" w:rsidRPr="007464FD">
        <w:rPr>
          <w:rFonts w:ascii="Cambria" w:eastAsiaTheme="minorHAnsi" w:hAnsi="Cambria" w:cstheme="minorBidi"/>
          <w:shd w:val="clear" w:color="auto" w:fill="FFFFFF"/>
        </w:rPr>
        <w:t> oblasti poskytovania garantovanej energetickej služby, pričom</w:t>
      </w:r>
      <w:r w:rsidRPr="007464FD">
        <w:rPr>
          <w:rFonts w:ascii="Cambria" w:eastAsiaTheme="minorHAnsi" w:hAnsi="Cambria" w:cstheme="minorBidi"/>
          <w:shd w:val="clear" w:color="auto" w:fill="FFFFFF"/>
        </w:rPr>
        <w:t xml:space="preserve">, túto podmienku účasti uchádzač u </w:t>
      </w:r>
      <w:r w:rsidR="00393680" w:rsidRPr="007464FD">
        <w:rPr>
          <w:rFonts w:ascii="Cambria" w:eastAsiaTheme="minorHAnsi" w:hAnsi="Cambria" w:cstheme="minorBidi"/>
          <w:shd w:val="clear" w:color="auto" w:fill="FFFFFF"/>
        </w:rPr>
        <w:t>odborníka</w:t>
      </w:r>
      <w:r w:rsidRPr="007464FD">
        <w:rPr>
          <w:rFonts w:ascii="Cambria" w:eastAsiaTheme="minorHAnsi" w:hAnsi="Cambria" w:cstheme="minorBidi"/>
          <w:shd w:val="clear" w:color="auto" w:fill="FFFFFF"/>
        </w:rPr>
        <w:t xml:space="preserve"> preukáže životopisom tohto </w:t>
      </w:r>
      <w:r w:rsidR="00393680" w:rsidRPr="007464FD">
        <w:rPr>
          <w:rFonts w:ascii="Cambria" w:eastAsiaTheme="minorHAnsi" w:hAnsi="Cambria" w:cstheme="minorBidi"/>
          <w:shd w:val="clear" w:color="auto" w:fill="FFFFFF"/>
        </w:rPr>
        <w:t xml:space="preserve">odborníka </w:t>
      </w:r>
      <w:r w:rsidRPr="007464FD">
        <w:rPr>
          <w:rFonts w:ascii="Cambria" w:eastAsiaTheme="minorHAnsi" w:hAnsi="Cambria" w:cstheme="minorBidi"/>
          <w:shd w:val="clear" w:color="auto" w:fill="FFFFFF"/>
        </w:rPr>
        <w:t xml:space="preserve">podľa bodu </w:t>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3.3</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b)</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_Ref6294565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(i)</w:t>
      </w:r>
      <w:r w:rsidR="00393680" w:rsidRPr="007464FD">
        <w:rPr>
          <w:rFonts w:ascii="Cambria" w:hAnsi="Cambria"/>
          <w:shd w:val="clear" w:color="auto" w:fill="FFFFFF"/>
        </w:rPr>
        <w:fldChar w:fldCharType="end"/>
      </w:r>
      <w:r w:rsidR="00393680" w:rsidRPr="007464FD">
        <w:rPr>
          <w:rFonts w:ascii="Cambria" w:hAnsi="Cambria"/>
          <w:shd w:val="clear" w:color="auto" w:fill="FFFFFF"/>
        </w:rPr>
        <w:t xml:space="preserve"> </w:t>
      </w:r>
      <w:r w:rsidRPr="007464FD">
        <w:rPr>
          <w:rFonts w:ascii="Cambria" w:eastAsiaTheme="minorHAnsi" w:hAnsi="Cambria" w:cstheme="minorBidi"/>
          <w:shd w:val="clear" w:color="auto" w:fill="FFFFFF"/>
        </w:rPr>
        <w:t>vyššie</w:t>
      </w:r>
      <w:r w:rsidR="00393680" w:rsidRPr="007464FD">
        <w:rPr>
          <w:rFonts w:ascii="Cambria" w:eastAsiaTheme="minorHAnsi" w:hAnsi="Cambria" w:cstheme="minorBidi"/>
          <w:shd w:val="clear" w:color="auto" w:fill="FFFFFF"/>
        </w:rPr>
        <w:t>; a</w:t>
      </w:r>
    </w:p>
    <w:p w14:paraId="51A8BDB8" w14:textId="0B09ED7E" w:rsidR="009239C0" w:rsidRPr="007464FD" w:rsidRDefault="00E81F0A"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osvedčením o odbornej spôsobilosti na poskytovanie garantovanej energetickej služby podľa ustanovenia § 19 Zákona o energetickej efektívnosti</w:t>
      </w:r>
      <w:r w:rsidR="0037760A" w:rsidRPr="007464FD">
        <w:rPr>
          <w:rFonts w:ascii="Cambria" w:eastAsiaTheme="minorHAnsi" w:hAnsi="Cambria" w:cstheme="minorBidi"/>
          <w:shd w:val="clear" w:color="auto" w:fill="FFFFFF"/>
        </w:rPr>
        <w:t xml:space="preserve"> </w:t>
      </w:r>
      <w:r w:rsidR="0037760A" w:rsidRPr="007464FD">
        <w:rPr>
          <w:shd w:val="clear" w:color="auto" w:fill="FFFFFF"/>
        </w:rPr>
        <w:t>(alebo obdobného právneho predpisu v inom štáte)</w:t>
      </w:r>
      <w:r w:rsidRPr="007464FD">
        <w:rPr>
          <w:rFonts w:ascii="Cambria" w:eastAsiaTheme="minorHAnsi" w:hAnsi="Cambria" w:cstheme="minorBidi"/>
          <w:shd w:val="clear" w:color="auto" w:fill="FFFFFF"/>
        </w:rPr>
        <w:t xml:space="preserve"> pričom</w:t>
      </w:r>
      <w:r w:rsidR="009239C0" w:rsidRPr="007464FD">
        <w:rPr>
          <w:rFonts w:ascii="Cambria" w:eastAsiaTheme="minorHAnsi" w:hAnsi="Cambria" w:cstheme="minorBidi"/>
          <w:shd w:val="clear" w:color="auto" w:fill="FFFFFF"/>
        </w:rPr>
        <w:t xml:space="preserve">, túto podmienku účasti uchádzač u </w:t>
      </w:r>
      <w:r w:rsidR="00074A96" w:rsidRPr="007464FD">
        <w:rPr>
          <w:rFonts w:ascii="Cambria" w:eastAsiaTheme="minorHAnsi" w:hAnsi="Cambria" w:cstheme="minorBidi"/>
          <w:shd w:val="clear" w:color="auto" w:fill="FFFFFF"/>
        </w:rPr>
        <w:t>odborníka</w:t>
      </w:r>
      <w:r w:rsidR="009239C0" w:rsidRPr="007464FD">
        <w:rPr>
          <w:rFonts w:ascii="Cambria" w:eastAsiaTheme="minorHAnsi" w:hAnsi="Cambria" w:cstheme="minorBidi"/>
          <w:shd w:val="clear" w:color="auto" w:fill="FFFFFF"/>
        </w:rPr>
        <w:t xml:space="preserve"> preukáže dokladom podľa bodu </w:t>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3.3</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b)</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_Ref6294690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(ii)</w:t>
      </w:r>
      <w:r w:rsidR="00074A96" w:rsidRPr="007464FD">
        <w:rPr>
          <w:rFonts w:ascii="Cambria" w:hAnsi="Cambria"/>
          <w:shd w:val="clear" w:color="auto" w:fill="FFFFFF"/>
        </w:rPr>
        <w:fldChar w:fldCharType="end"/>
      </w:r>
      <w:r w:rsidR="00074A96" w:rsidRPr="007464FD">
        <w:rPr>
          <w:rFonts w:ascii="Cambria" w:hAnsi="Cambria"/>
          <w:shd w:val="clear" w:color="auto" w:fill="FFFFFF"/>
        </w:rPr>
        <w:t xml:space="preserve"> </w:t>
      </w:r>
      <w:r w:rsidR="009239C0" w:rsidRPr="007464FD">
        <w:rPr>
          <w:rFonts w:ascii="Cambria" w:eastAsiaTheme="minorHAnsi" w:hAnsi="Cambria" w:cstheme="minorBidi"/>
          <w:shd w:val="clear" w:color="auto" w:fill="FFFFFF"/>
        </w:rPr>
        <w:t>vyššie.</w:t>
      </w:r>
    </w:p>
    <w:p w14:paraId="4FE81EB7" w14:textId="181DD22F" w:rsidR="00074A96" w:rsidRPr="007464FD" w:rsidRDefault="00074A96" w:rsidP="00074A96">
      <w:pPr>
        <w:ind w:left="1134"/>
        <w:rPr>
          <w:b/>
          <w:shd w:val="clear" w:color="auto" w:fill="FFFFFF"/>
          <w:lang w:eastAsia="sk-SK"/>
        </w:rPr>
      </w:pPr>
      <w:r w:rsidRPr="007464FD">
        <w:rPr>
          <w:b/>
          <w:shd w:val="clear" w:color="auto" w:fill="FFFFFF"/>
          <w:lang w:eastAsia="sk-SK"/>
        </w:rPr>
        <w:t xml:space="preserve">Odborník č. </w:t>
      </w:r>
      <w:r w:rsidR="005C3695" w:rsidRPr="007464FD">
        <w:rPr>
          <w:b/>
          <w:shd w:val="clear" w:color="auto" w:fill="FFFFFF"/>
          <w:lang w:eastAsia="sk-SK"/>
        </w:rPr>
        <w:t>2</w:t>
      </w:r>
      <w:r w:rsidRPr="007464FD">
        <w:rPr>
          <w:b/>
          <w:shd w:val="clear" w:color="auto" w:fill="FFFFFF"/>
          <w:lang w:eastAsia="sk-SK"/>
        </w:rPr>
        <w:t xml:space="preserve"> – </w:t>
      </w:r>
      <w:r w:rsidR="0037760A" w:rsidRPr="007464FD">
        <w:rPr>
          <w:b/>
          <w:shd w:val="clear" w:color="auto" w:fill="FFFFFF"/>
          <w:lang w:eastAsia="sk-SK"/>
        </w:rPr>
        <w:t>Stavbyvedúci</w:t>
      </w:r>
      <w:r w:rsidRPr="007464FD">
        <w:rPr>
          <w:b/>
          <w:shd w:val="clear" w:color="auto" w:fill="FFFFFF"/>
          <w:lang w:eastAsia="sk-SK"/>
        </w:rPr>
        <w:t xml:space="preserve"> – 1 osoba</w:t>
      </w:r>
    </w:p>
    <w:p w14:paraId="16EF26A1" w14:textId="51073283" w:rsidR="00074A96" w:rsidRPr="007464FD" w:rsidRDefault="00074A96" w:rsidP="00074A96">
      <w:pPr>
        <w:ind w:left="1134"/>
        <w:rPr>
          <w:shd w:val="clear" w:color="auto" w:fill="FFFFFF"/>
          <w:lang w:eastAsia="sk-SK"/>
        </w:rPr>
      </w:pPr>
      <w:r w:rsidRPr="007464FD">
        <w:rPr>
          <w:shd w:val="clear" w:color="auto" w:fill="FFFFFF"/>
          <w:lang w:eastAsia="sk-SK"/>
        </w:rPr>
        <w:t>Odborník musí spĺňať nasledovné požiadavky:</w:t>
      </w:r>
    </w:p>
    <w:p w14:paraId="6FA9A149" w14:textId="578C9243" w:rsidR="00074A96" w:rsidRPr="00BE5BF7" w:rsidRDefault="00074A96" w:rsidP="00074A96">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3776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w:t>
      </w:r>
      <w:r w:rsidRPr="00BE5BF7">
        <w:rPr>
          <w:rFonts w:ascii="Cambria" w:eastAsiaTheme="minorHAnsi" w:hAnsi="Cambria" w:cstheme="minorBidi"/>
          <w:shd w:val="clear" w:color="auto" w:fill="FFFFFF"/>
        </w:rPr>
        <w:t xml:space="preserve"> odborné skúsenosti v oblasti </w:t>
      </w:r>
      <w:r w:rsidR="0037760A">
        <w:rPr>
          <w:rFonts w:ascii="Cambria" w:eastAsiaTheme="minorHAnsi" w:hAnsi="Cambria" w:cstheme="minorBidi"/>
          <w:shd w:val="clear" w:color="auto" w:fill="FFFFFF"/>
        </w:rPr>
        <w:t>činnosti stavbyvedúceho</w:t>
      </w:r>
      <w:r w:rsidRPr="00BE5BF7">
        <w:rPr>
          <w:rFonts w:ascii="Cambria" w:eastAsiaTheme="minorHAnsi" w:hAnsi="Cambria" w:cstheme="minorBidi"/>
          <w:shd w:val="clear" w:color="auto" w:fill="FFFFFF"/>
        </w:rPr>
        <w:t>,</w:t>
      </w:r>
      <w:r w:rsidR="0037760A">
        <w:rPr>
          <w:rFonts w:ascii="Cambria" w:eastAsiaTheme="minorHAnsi" w:hAnsi="Cambria" w:cstheme="minorBidi"/>
          <w:shd w:val="clear" w:color="auto" w:fill="FFFFFF"/>
        </w:rPr>
        <w:t xml:space="preserve"> pričom</w:t>
      </w:r>
      <w:r w:rsidRPr="00BE5BF7">
        <w:rPr>
          <w:rFonts w:ascii="Cambria" w:eastAsiaTheme="minorHAnsi" w:hAnsi="Cambria" w:cstheme="minorBidi"/>
          <w:shd w:val="clear" w:color="auto" w:fill="FFFFFF"/>
        </w:rPr>
        <w:t xml:space="preserve"> túto podmienku účasti uchádzač u odborníka preukáže životopisom tohto odborníka podľa bodu </w:t>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_Ref6294571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3.3</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_Ref6294579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b)</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_Ref6294565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(i)</w:t>
      </w:r>
      <w:r w:rsidRPr="00BE5BF7">
        <w:rPr>
          <w:rFonts w:ascii="Cambria" w:hAnsi="Cambria"/>
          <w:shd w:val="clear" w:color="auto" w:fill="FFFFFF"/>
        </w:rPr>
        <w:fldChar w:fldCharType="end"/>
      </w:r>
      <w:r w:rsidRPr="00BE5BF7">
        <w:rPr>
          <w:rFonts w:ascii="Cambria" w:hAnsi="Cambria"/>
          <w:shd w:val="clear" w:color="auto" w:fill="FFFFFF"/>
        </w:rPr>
        <w:t xml:space="preserve"> </w:t>
      </w:r>
      <w:r w:rsidRPr="00BE5BF7">
        <w:rPr>
          <w:rFonts w:ascii="Cambria" w:eastAsiaTheme="minorHAnsi" w:hAnsi="Cambria" w:cstheme="minorBidi"/>
          <w:shd w:val="clear" w:color="auto" w:fill="FFFFFF"/>
        </w:rPr>
        <w:t>vyššie; a</w:t>
      </w:r>
    </w:p>
    <w:p w14:paraId="54A67F03" w14:textId="3B8D296D" w:rsidR="0058068E" w:rsidRPr="00E45669" w:rsidRDefault="00074A96" w:rsidP="00E45669">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Pr>
          <w:rFonts w:ascii="Cambria" w:eastAsiaTheme="minorHAnsi" w:hAnsi="Cambria" w:cstheme="minorBidi"/>
          <w:shd w:val="clear" w:color="auto" w:fill="FFFFFF"/>
        </w:rPr>
        <w:t xml:space="preserve"> </w:t>
      </w:r>
      <w:r w:rsidR="00F939E8">
        <w:rPr>
          <w:rFonts w:ascii="Cambria" w:eastAsiaTheme="minorHAnsi" w:hAnsi="Cambria" w:cstheme="minorBidi"/>
          <w:shd w:val="clear" w:color="auto" w:fill="FFFFFF"/>
        </w:rPr>
        <w:t xml:space="preserve">stavbyvedúceho </w:t>
      </w:r>
      <w:r w:rsidR="0058068E" w:rsidRPr="00F939E8">
        <w:rPr>
          <w:rFonts w:ascii="Cambria" w:eastAsiaTheme="minorHAnsi" w:hAnsi="Cambria" w:cstheme="minorBidi"/>
          <w:shd w:val="clear" w:color="auto" w:fill="FFFFFF"/>
        </w:rPr>
        <w:t xml:space="preserve">alebo ekvivalentný doklad, túto podmienku účasti uchádzač u </w:t>
      </w:r>
      <w:r w:rsidR="007E13D8" w:rsidRPr="00F939E8">
        <w:rPr>
          <w:rFonts w:ascii="Cambria" w:eastAsiaTheme="minorHAnsi" w:hAnsi="Cambria" w:cstheme="minorBidi"/>
          <w:shd w:val="clear" w:color="auto" w:fill="FFFFFF"/>
        </w:rPr>
        <w:t>odborníka</w:t>
      </w:r>
      <w:r w:rsidR="0058068E" w:rsidRPr="00F939E8">
        <w:rPr>
          <w:rFonts w:ascii="Cambria" w:eastAsiaTheme="minorHAnsi" w:hAnsi="Cambria" w:cstheme="minorBidi"/>
          <w:shd w:val="clear" w:color="auto" w:fill="FFFFFF"/>
        </w:rPr>
        <w:t xml:space="preserve"> preukáže dokladom podľa bodu </w:t>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_Ref6294571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3.3</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_Ref6294579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b)</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_Ref6294690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(ii)</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t xml:space="preserve"> </w:t>
      </w:r>
      <w:r w:rsidR="0058068E" w:rsidRPr="00F939E8">
        <w:rPr>
          <w:rFonts w:ascii="Cambria" w:eastAsiaTheme="minorHAnsi" w:hAnsi="Cambria" w:cstheme="minorBidi"/>
          <w:shd w:val="clear" w:color="auto" w:fill="FFFFFF"/>
        </w:rPr>
        <w:t>vyššie.</w:t>
      </w:r>
    </w:p>
    <w:p w14:paraId="18088320" w14:textId="01AF9C19" w:rsidR="00637756" w:rsidRPr="00BE5BF7" w:rsidRDefault="00637756" w:rsidP="0021692E">
      <w:pPr>
        <w:pStyle w:val="Nadpis4"/>
        <w:rPr>
          <w:shd w:val="clear" w:color="auto" w:fill="FFFFFF"/>
          <w:lang w:eastAsia="sk-SK"/>
        </w:rPr>
      </w:pPr>
      <w:r w:rsidRPr="00BE5BF7">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6E0108B0" w:rsidR="00637756" w:rsidRPr="00BE5BF7" w:rsidRDefault="00637756" w:rsidP="00637756">
      <w:pPr>
        <w:ind w:left="1276" w:hanging="1276"/>
        <w:rPr>
          <w:rFonts w:cs="Arial"/>
          <w:szCs w:val="20"/>
        </w:rPr>
      </w:pPr>
      <w:r w:rsidRPr="00BE5BF7">
        <w:rPr>
          <w:rFonts w:cs="Arial"/>
          <w:szCs w:val="20"/>
        </w:rPr>
        <w:t>Príloha č. F.1  Zoznam poskytnutých služieb (referencií)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rsidP="0021692E">
      <w:pPr>
        <w:pStyle w:val="Nadpis4"/>
      </w:pPr>
      <w:r w:rsidRPr="00BE5BF7">
        <w:br w:type="page"/>
      </w:r>
    </w:p>
    <w:p w14:paraId="16EF87C7" w14:textId="07EEC33A" w:rsidR="000E48A9" w:rsidRPr="00BE5BF7" w:rsidRDefault="004107E4" w:rsidP="00477F49">
      <w:pPr>
        <w:pStyle w:val="Nadpis1"/>
        <w:numPr>
          <w:ilvl w:val="0"/>
          <w:numId w:val="0"/>
        </w:numPr>
      </w:pPr>
      <w:bookmarkStart w:id="409" w:name="_Toc4416507"/>
      <w:bookmarkStart w:id="410" w:name="_Toc4416650"/>
      <w:bookmarkStart w:id="411" w:name="_Toc4416944"/>
      <w:bookmarkStart w:id="412" w:name="_Toc4416993"/>
      <w:bookmarkStart w:id="413" w:name="_Toc12196271"/>
      <w:bookmarkStart w:id="414" w:name="_Hlk6218127"/>
      <w:r w:rsidRPr="00BE5BF7">
        <w:lastRenderedPageBreak/>
        <w:t>SUMARIZÁCIA</w:t>
      </w:r>
      <w:r w:rsidR="008501A8" w:rsidRPr="00BE5BF7">
        <w:t xml:space="preserve"> </w:t>
      </w:r>
      <w:r w:rsidR="00D27919" w:rsidRPr="00BE5BF7">
        <w:t>PRÍLOH SÚŤAŽNÝCH PODKLADOV</w:t>
      </w:r>
      <w:bookmarkEnd w:id="409"/>
      <w:bookmarkEnd w:id="410"/>
      <w:bookmarkEnd w:id="411"/>
      <w:bookmarkEnd w:id="412"/>
      <w:bookmarkEnd w:id="413"/>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68A34978" w14:textId="6B3F96E1" w:rsidR="00BB7F9D" w:rsidRDefault="00BB7F9D" w:rsidP="00BD3E72">
      <w:pPr>
        <w:ind w:left="1418" w:hanging="1418"/>
        <w:rPr>
          <w:rFonts w:cs="Arial"/>
          <w:szCs w:val="20"/>
        </w:rPr>
      </w:pPr>
      <w:r w:rsidRPr="00BE5BF7">
        <w:rPr>
          <w:rFonts w:cs="Arial"/>
          <w:szCs w:val="20"/>
        </w:rPr>
        <w:t>Príloha č. A.7</w:t>
      </w:r>
      <w:r w:rsidRPr="00BE5BF7">
        <w:rPr>
          <w:rFonts w:cs="Arial"/>
          <w:szCs w:val="20"/>
        </w:rPr>
        <w:tab/>
      </w:r>
      <w:r w:rsidR="00BD3E72" w:rsidRPr="00BE5BF7">
        <w:rPr>
          <w:rFonts w:cs="Arial"/>
          <w:szCs w:val="20"/>
        </w:rPr>
        <w:t>Odôvodnenie nerozdelenia zákazky</w:t>
      </w:r>
    </w:p>
    <w:p w14:paraId="018C344C" w14:textId="0A829A61" w:rsidR="00ED2831" w:rsidRPr="00D46600" w:rsidRDefault="00ED2831" w:rsidP="00BD3E72">
      <w:pPr>
        <w:ind w:left="1418" w:hanging="1418"/>
      </w:pPr>
      <w:r>
        <w:t xml:space="preserve">Prílohe č. A.8 </w:t>
      </w:r>
      <w:r>
        <w:tab/>
        <w:t>Termíny obhliadok</w:t>
      </w:r>
    </w:p>
    <w:p w14:paraId="2580816D" w14:textId="77777777" w:rsidR="004E3F9F" w:rsidRPr="00BE5BF7" w:rsidRDefault="004E3F9F" w:rsidP="003E16DA">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77777777" w:rsidR="004E3F9F" w:rsidRPr="00D46600" w:rsidRDefault="004E3F9F" w:rsidP="003E16DA">
      <w:pPr>
        <w:ind w:left="1418" w:hanging="1418"/>
      </w:pPr>
      <w:r w:rsidRPr="00BE5BF7">
        <w:t>Príloha č. B.2</w:t>
      </w:r>
      <w:r w:rsidRPr="00BE5BF7">
        <w:tab/>
        <w:t>Navrhované opatrenia (vzorový formulár)</w:t>
      </w:r>
    </w:p>
    <w:p w14:paraId="17AA148C" w14:textId="77777777" w:rsidR="00712B59" w:rsidRPr="007B5D5E" w:rsidRDefault="00712B59" w:rsidP="003E16DA">
      <w:pPr>
        <w:ind w:left="1418" w:hanging="1418"/>
      </w:pPr>
      <w:r w:rsidRPr="007B5D5E">
        <w:t xml:space="preserve">Príloha č. B.3  </w:t>
      </w:r>
      <w:r w:rsidRPr="007B5D5E">
        <w:tab/>
        <w:t xml:space="preserve">Opis súčasného stavu budovy a charakteristika súčasného stavu spotreby energie budovy – </w:t>
      </w:r>
      <w:r w:rsidRPr="000635FD">
        <w:t xml:space="preserve">CVČ </w:t>
      </w:r>
      <w:proofErr w:type="spellStart"/>
      <w:r w:rsidRPr="000635FD">
        <w:t>Kulíškova</w:t>
      </w:r>
      <w:proofErr w:type="spellEnd"/>
      <w:r w:rsidRPr="007B5D5E" w:rsidDel="007704E0">
        <w:t xml:space="preserve"> </w:t>
      </w:r>
    </w:p>
    <w:p w14:paraId="72E2ECDD" w14:textId="77777777" w:rsidR="00712B59" w:rsidRPr="003E16DA" w:rsidRDefault="00712B59" w:rsidP="003E16DA">
      <w:pPr>
        <w:ind w:left="1418" w:hanging="1418"/>
      </w:pPr>
      <w:r w:rsidRPr="001F4A70">
        <w:t xml:space="preserve">Príloha č. B.4 </w:t>
      </w:r>
      <w:r w:rsidRPr="001F4A70">
        <w:tab/>
        <w:t xml:space="preserve">Opis súčasného stavu budovy a charakteristika súčasného stavu spotreby energie budovy – </w:t>
      </w:r>
      <w:r w:rsidRPr="000635FD">
        <w:t>Domov seniorov Lamač</w:t>
      </w:r>
      <w:r w:rsidRPr="003E16DA" w:rsidDel="007704E0">
        <w:t xml:space="preserve"> </w:t>
      </w:r>
    </w:p>
    <w:p w14:paraId="06A5C85C" w14:textId="77777777" w:rsidR="00712B59" w:rsidRPr="007B5D5E" w:rsidRDefault="00712B59" w:rsidP="003E16DA">
      <w:pPr>
        <w:ind w:left="1418" w:hanging="1418"/>
      </w:pPr>
      <w:r w:rsidRPr="003E16DA">
        <w:t xml:space="preserve">Príloha č. B.5  </w:t>
      </w:r>
      <w:r w:rsidRPr="003E16DA">
        <w:tab/>
        <w:t xml:space="preserve">Opis súčasného stavu budovy a charakteristika súčasného stavu spotreby energie budovy – </w:t>
      </w:r>
      <w:r w:rsidRPr="000635FD">
        <w:t>Petržalský domov seniorov</w:t>
      </w:r>
      <w:r w:rsidRPr="00BE5BF7" w:rsidDel="007704E0">
        <w:t xml:space="preserve"> </w:t>
      </w:r>
    </w:p>
    <w:p w14:paraId="1B8D65AC" w14:textId="67C22674" w:rsidR="00712B59" w:rsidRPr="00BE5BF7" w:rsidRDefault="00712B59">
      <w:pPr>
        <w:ind w:left="1418" w:hanging="1418"/>
        <w:rPr>
          <w:rFonts w:cs="Arial"/>
          <w:szCs w:val="20"/>
        </w:rPr>
      </w:pPr>
      <w:r w:rsidRPr="001F4A70">
        <w:t xml:space="preserve">Príloha č. B.6  </w:t>
      </w:r>
      <w:r w:rsidRPr="001F4A70">
        <w:tab/>
      </w:r>
      <w:r w:rsidR="00B83E05" w:rsidRPr="00BE5BF7">
        <w:rPr>
          <w:rFonts w:cs="Arial"/>
          <w:szCs w:val="20"/>
        </w:rPr>
        <w:t xml:space="preserve">Opis súčasného stavu budovy a charakteristika súčasného stavu spotreby energie budovy – </w:t>
      </w:r>
      <w:r w:rsidR="00B83E05" w:rsidRPr="002F6BC8">
        <w:rPr>
          <w:rFonts w:eastAsiaTheme="majorEastAsia" w:cstheme="majorBidi"/>
          <w:szCs w:val="32"/>
        </w:rPr>
        <w:t>Domov seniorov Archa</w:t>
      </w:r>
      <w:r w:rsidR="00B83E05" w:rsidRPr="00BE5BF7" w:rsidDel="007704E0">
        <w:rPr>
          <w:rFonts w:eastAsiaTheme="majorEastAsia" w:cstheme="majorBidi"/>
        </w:rPr>
        <w:t xml:space="preserve"> </w:t>
      </w:r>
    </w:p>
    <w:p w14:paraId="08DB9A35" w14:textId="77777777" w:rsidR="0059537D" w:rsidRPr="0059537D" w:rsidRDefault="0059537D" w:rsidP="0059537D">
      <w:pPr>
        <w:ind w:left="1418" w:hanging="1418"/>
        <w:rPr>
          <w:rFonts w:cs="Arial"/>
          <w:szCs w:val="20"/>
        </w:rPr>
      </w:pPr>
      <w:bookmarkStart w:id="415" w:name="_Hlk522552073"/>
      <w:bookmarkEnd w:id="414"/>
      <w:r w:rsidRPr="0059537D">
        <w:rPr>
          <w:rFonts w:cs="Arial"/>
          <w:szCs w:val="20"/>
        </w:rPr>
        <w:t xml:space="preserve">Príloha č. C.1  </w:t>
      </w:r>
      <w:r w:rsidRPr="0059537D">
        <w:rPr>
          <w:rFonts w:cs="Arial"/>
          <w:szCs w:val="20"/>
        </w:rPr>
        <w:tab/>
        <w:t>Návrh na plnenie kritérií (vzor)</w:t>
      </w:r>
    </w:p>
    <w:p w14:paraId="6BB78C9D" w14:textId="77777777" w:rsidR="0059537D" w:rsidRPr="0059537D" w:rsidRDefault="0059537D" w:rsidP="0059537D">
      <w:pPr>
        <w:ind w:left="1418" w:hanging="1418"/>
        <w:rPr>
          <w:rFonts w:cs="Arial"/>
          <w:szCs w:val="20"/>
        </w:rPr>
      </w:pPr>
      <w:r w:rsidRPr="0059537D">
        <w:rPr>
          <w:rFonts w:cs="Arial"/>
          <w:szCs w:val="20"/>
        </w:rPr>
        <w:t>Príloha č. D.1</w:t>
      </w:r>
      <w:r w:rsidRPr="0059537D">
        <w:rPr>
          <w:rFonts w:cs="Arial"/>
          <w:szCs w:val="20"/>
        </w:rPr>
        <w:tab/>
      </w:r>
      <w:bookmarkStart w:id="416" w:name="_Hlk523831990"/>
      <w:r w:rsidRPr="0059537D">
        <w:rPr>
          <w:rFonts w:cs="Arial"/>
          <w:szCs w:val="20"/>
        </w:rPr>
        <w:t>Zmluva o energetickej efektívnosti pre verejný sektor</w:t>
      </w:r>
      <w:bookmarkEnd w:id="416"/>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15"/>
    <w:p w14:paraId="238D3F8D" w14:textId="77777777" w:rsidR="00037443" w:rsidRPr="00BE5BF7" w:rsidRDefault="00037443" w:rsidP="007464FD">
      <w:pPr>
        <w:rPr>
          <w:rFonts w:cs="Arial"/>
          <w:szCs w:val="20"/>
          <w:highlight w:val="yellow"/>
        </w:rPr>
      </w:pPr>
    </w:p>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16212" w14:textId="77777777" w:rsidR="00002664" w:rsidRDefault="00002664" w:rsidP="005A4804">
      <w:r>
        <w:separator/>
      </w:r>
    </w:p>
  </w:endnote>
  <w:endnote w:type="continuationSeparator" w:id="0">
    <w:p w14:paraId="75401311" w14:textId="77777777" w:rsidR="00002664" w:rsidRDefault="00002664" w:rsidP="005A4804">
      <w:r>
        <w:continuationSeparator/>
      </w:r>
    </w:p>
  </w:endnote>
  <w:endnote w:type="continuationNotice" w:id="1">
    <w:p w14:paraId="48EAA178" w14:textId="77777777" w:rsidR="00002664" w:rsidRDefault="00002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F624BE" w:rsidRDefault="00F624BE"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F624BE" w:rsidRDefault="00F624BE"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F624BE" w:rsidRDefault="00F624BE"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F624BE" w:rsidRDefault="00F624BE"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F624BE" w:rsidRDefault="00F624BE"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F624BE" w:rsidRPr="00B86737" w:rsidRDefault="00F624BE"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F624BE" w:rsidRPr="00B90118" w:rsidRDefault="00F624BE"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1F2E0B0" w:rsidR="00F624BE" w:rsidRDefault="00F624BE"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69072" w14:textId="77777777" w:rsidR="00002664" w:rsidRDefault="00002664" w:rsidP="005A4804">
      <w:r>
        <w:separator/>
      </w:r>
    </w:p>
  </w:footnote>
  <w:footnote w:type="continuationSeparator" w:id="0">
    <w:p w14:paraId="7179DBED" w14:textId="77777777" w:rsidR="00002664" w:rsidRDefault="00002664" w:rsidP="005A4804">
      <w:r>
        <w:continuationSeparator/>
      </w:r>
    </w:p>
  </w:footnote>
  <w:footnote w:type="continuationNotice" w:id="1">
    <w:p w14:paraId="213F5EA8" w14:textId="77777777" w:rsidR="00002664" w:rsidRDefault="000026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5782CEC6" w:rsidR="00F624BE" w:rsidRPr="005D1A28" w:rsidRDefault="00F624BE" w:rsidP="005D1A28">
    <w:pPr>
      <w:pStyle w:val="Hlavika"/>
    </w:pPr>
    <w:r w:rsidRPr="00BE4191">
      <w:rPr>
        <w:rFonts w:ascii="Times New Roman" w:hAnsi="Times New Roman"/>
        <w:noProof/>
        <w:szCs w:val="20"/>
      </w:rPr>
      <w:drawing>
        <wp:inline distT="0" distB="0" distL="0" distR="0" wp14:anchorId="50436090" wp14:editId="2B80185F">
          <wp:extent cx="5756910" cy="1137920"/>
          <wp:effectExtent l="0" t="0" r="0" b="0"/>
          <wp:docPr id="2" name="Obrázok 2"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6910" cy="11379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F624BE" w:rsidRPr="00EA4A4F" w:rsidRDefault="00F624BE"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249A85C2"/>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6E1F7E"/>
    <w:multiLevelType w:val="hybridMultilevel"/>
    <w:tmpl w:val="014C2DBE"/>
    <w:lvl w:ilvl="0" w:tplc="0A7CAC9A">
      <w:start w:val="1"/>
      <w:numFmt w:val="decimal"/>
      <w:lvlText w:val="21.%1"/>
      <w:lvlJc w:val="left"/>
      <w:pPr>
        <w:ind w:left="7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6"/>
  </w:num>
  <w:num w:numId="14">
    <w:abstractNumId w:val="14"/>
  </w:num>
  <w:num w:numId="15">
    <w:abstractNumId w:val="8"/>
  </w:num>
  <w:num w:numId="1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3"/>
  </w:num>
  <w:num w:numId="2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64"/>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2714"/>
    <w:rsid w:val="000132D0"/>
    <w:rsid w:val="00013EDD"/>
    <w:rsid w:val="00014396"/>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D4"/>
    <w:rsid w:val="000457BB"/>
    <w:rsid w:val="00045EC4"/>
    <w:rsid w:val="00046738"/>
    <w:rsid w:val="000468A7"/>
    <w:rsid w:val="00046B99"/>
    <w:rsid w:val="00047F95"/>
    <w:rsid w:val="00050AB4"/>
    <w:rsid w:val="00051B1B"/>
    <w:rsid w:val="00051C29"/>
    <w:rsid w:val="000533A5"/>
    <w:rsid w:val="0005348C"/>
    <w:rsid w:val="00053BAF"/>
    <w:rsid w:val="000552AF"/>
    <w:rsid w:val="0005539D"/>
    <w:rsid w:val="000574FB"/>
    <w:rsid w:val="00060B0B"/>
    <w:rsid w:val="000617D7"/>
    <w:rsid w:val="00063178"/>
    <w:rsid w:val="000635FD"/>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693D"/>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6376"/>
    <w:rsid w:val="000B689B"/>
    <w:rsid w:val="000B6C39"/>
    <w:rsid w:val="000B76D0"/>
    <w:rsid w:val="000C1468"/>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E0A"/>
    <w:rsid w:val="000D754E"/>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64AC"/>
    <w:rsid w:val="00137EFA"/>
    <w:rsid w:val="0014013B"/>
    <w:rsid w:val="00140850"/>
    <w:rsid w:val="001417C3"/>
    <w:rsid w:val="001419B6"/>
    <w:rsid w:val="001428CF"/>
    <w:rsid w:val="00142E37"/>
    <w:rsid w:val="001454A6"/>
    <w:rsid w:val="00145F6C"/>
    <w:rsid w:val="00146FF0"/>
    <w:rsid w:val="00147155"/>
    <w:rsid w:val="001477F1"/>
    <w:rsid w:val="00147968"/>
    <w:rsid w:val="001479DF"/>
    <w:rsid w:val="00147EFD"/>
    <w:rsid w:val="001502CC"/>
    <w:rsid w:val="001514E7"/>
    <w:rsid w:val="00151EC9"/>
    <w:rsid w:val="00153967"/>
    <w:rsid w:val="00153A87"/>
    <w:rsid w:val="00153CBF"/>
    <w:rsid w:val="00156F6D"/>
    <w:rsid w:val="001575AC"/>
    <w:rsid w:val="00157DEA"/>
    <w:rsid w:val="00160585"/>
    <w:rsid w:val="001605D7"/>
    <w:rsid w:val="001607D0"/>
    <w:rsid w:val="0016095B"/>
    <w:rsid w:val="00161655"/>
    <w:rsid w:val="00161A0B"/>
    <w:rsid w:val="00161CF7"/>
    <w:rsid w:val="001622E9"/>
    <w:rsid w:val="00162C0D"/>
    <w:rsid w:val="001649CC"/>
    <w:rsid w:val="00164BB2"/>
    <w:rsid w:val="00164D8E"/>
    <w:rsid w:val="00166513"/>
    <w:rsid w:val="00166CA4"/>
    <w:rsid w:val="001708FE"/>
    <w:rsid w:val="00172830"/>
    <w:rsid w:val="00173645"/>
    <w:rsid w:val="00173C85"/>
    <w:rsid w:val="001758ED"/>
    <w:rsid w:val="00176331"/>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A70"/>
    <w:rsid w:val="001F5494"/>
    <w:rsid w:val="001F54D8"/>
    <w:rsid w:val="001F6E89"/>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3C8"/>
    <w:rsid w:val="002165A9"/>
    <w:rsid w:val="0021692E"/>
    <w:rsid w:val="00216A79"/>
    <w:rsid w:val="00220CBB"/>
    <w:rsid w:val="002218F2"/>
    <w:rsid w:val="00221F73"/>
    <w:rsid w:val="00222630"/>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5EF4"/>
    <w:rsid w:val="002B7D08"/>
    <w:rsid w:val="002B7E7C"/>
    <w:rsid w:val="002C06DE"/>
    <w:rsid w:val="002C095C"/>
    <w:rsid w:val="002C14F8"/>
    <w:rsid w:val="002C17AF"/>
    <w:rsid w:val="002C2442"/>
    <w:rsid w:val="002C3F91"/>
    <w:rsid w:val="002C420A"/>
    <w:rsid w:val="002C4C4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5660"/>
    <w:rsid w:val="0032604B"/>
    <w:rsid w:val="003275A1"/>
    <w:rsid w:val="00330269"/>
    <w:rsid w:val="00330407"/>
    <w:rsid w:val="00330C23"/>
    <w:rsid w:val="0033293A"/>
    <w:rsid w:val="00332C90"/>
    <w:rsid w:val="00333563"/>
    <w:rsid w:val="0033414E"/>
    <w:rsid w:val="003344D4"/>
    <w:rsid w:val="003348C6"/>
    <w:rsid w:val="0033609E"/>
    <w:rsid w:val="00336DA5"/>
    <w:rsid w:val="0033706B"/>
    <w:rsid w:val="003376AB"/>
    <w:rsid w:val="003400F4"/>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50ED"/>
    <w:rsid w:val="003A5E92"/>
    <w:rsid w:val="003A640E"/>
    <w:rsid w:val="003A6A02"/>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7C29"/>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6DA"/>
    <w:rsid w:val="003E19B3"/>
    <w:rsid w:val="003E2A54"/>
    <w:rsid w:val="003E32FC"/>
    <w:rsid w:val="003E395A"/>
    <w:rsid w:val="003E51F7"/>
    <w:rsid w:val="003E7485"/>
    <w:rsid w:val="003F138B"/>
    <w:rsid w:val="003F21C1"/>
    <w:rsid w:val="003F4C64"/>
    <w:rsid w:val="003F54B7"/>
    <w:rsid w:val="003F5CD9"/>
    <w:rsid w:val="003F6159"/>
    <w:rsid w:val="003F67BF"/>
    <w:rsid w:val="003F68E6"/>
    <w:rsid w:val="003F6DF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4731C"/>
    <w:rsid w:val="00447BAB"/>
    <w:rsid w:val="00450019"/>
    <w:rsid w:val="00450A88"/>
    <w:rsid w:val="0045160F"/>
    <w:rsid w:val="00451D2E"/>
    <w:rsid w:val="004525C3"/>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BF8"/>
    <w:rsid w:val="004962FD"/>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202"/>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015"/>
    <w:rsid w:val="004E7710"/>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AD3"/>
    <w:rsid w:val="005064B2"/>
    <w:rsid w:val="00506E0A"/>
    <w:rsid w:val="005072E6"/>
    <w:rsid w:val="005076B0"/>
    <w:rsid w:val="00510500"/>
    <w:rsid w:val="00510E74"/>
    <w:rsid w:val="0051289C"/>
    <w:rsid w:val="00512AF5"/>
    <w:rsid w:val="005131BD"/>
    <w:rsid w:val="00513518"/>
    <w:rsid w:val="00513F99"/>
    <w:rsid w:val="00514A55"/>
    <w:rsid w:val="005150CD"/>
    <w:rsid w:val="00515C02"/>
    <w:rsid w:val="005174AF"/>
    <w:rsid w:val="00520E3D"/>
    <w:rsid w:val="00521553"/>
    <w:rsid w:val="005216E2"/>
    <w:rsid w:val="00521F93"/>
    <w:rsid w:val="005220F5"/>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B00"/>
    <w:rsid w:val="005500CD"/>
    <w:rsid w:val="0055100E"/>
    <w:rsid w:val="0055205F"/>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59F"/>
    <w:rsid w:val="00597FDC"/>
    <w:rsid w:val="005A10C0"/>
    <w:rsid w:val="005A13EB"/>
    <w:rsid w:val="005A1935"/>
    <w:rsid w:val="005A1AE2"/>
    <w:rsid w:val="005A2632"/>
    <w:rsid w:val="005A4804"/>
    <w:rsid w:val="005A4A51"/>
    <w:rsid w:val="005A5F14"/>
    <w:rsid w:val="005A68A1"/>
    <w:rsid w:val="005A6B32"/>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3152"/>
    <w:rsid w:val="0060434F"/>
    <w:rsid w:val="006043E8"/>
    <w:rsid w:val="00604823"/>
    <w:rsid w:val="00604C71"/>
    <w:rsid w:val="006058E4"/>
    <w:rsid w:val="00605C15"/>
    <w:rsid w:val="00605D5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3A0"/>
    <w:rsid w:val="006D45AD"/>
    <w:rsid w:val="006D4DD5"/>
    <w:rsid w:val="006D4EFD"/>
    <w:rsid w:val="006D5B3E"/>
    <w:rsid w:val="006D5BF4"/>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40"/>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749D"/>
    <w:rsid w:val="007103A7"/>
    <w:rsid w:val="00711917"/>
    <w:rsid w:val="00711A71"/>
    <w:rsid w:val="00712B59"/>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E79"/>
    <w:rsid w:val="00742FC6"/>
    <w:rsid w:val="007436D5"/>
    <w:rsid w:val="00743791"/>
    <w:rsid w:val="0074398E"/>
    <w:rsid w:val="007442AD"/>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105F"/>
    <w:rsid w:val="0077121C"/>
    <w:rsid w:val="00771FAE"/>
    <w:rsid w:val="0077297B"/>
    <w:rsid w:val="00772E35"/>
    <w:rsid w:val="0077321D"/>
    <w:rsid w:val="007738E0"/>
    <w:rsid w:val="00773AB2"/>
    <w:rsid w:val="00773D47"/>
    <w:rsid w:val="007740CE"/>
    <w:rsid w:val="00775EA4"/>
    <w:rsid w:val="007761CE"/>
    <w:rsid w:val="007775DE"/>
    <w:rsid w:val="00780315"/>
    <w:rsid w:val="007806E0"/>
    <w:rsid w:val="00780786"/>
    <w:rsid w:val="00780ABC"/>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5D5E"/>
    <w:rsid w:val="007B60E5"/>
    <w:rsid w:val="007C11D7"/>
    <w:rsid w:val="007C129B"/>
    <w:rsid w:val="007C13AD"/>
    <w:rsid w:val="007C15F9"/>
    <w:rsid w:val="007C1CA1"/>
    <w:rsid w:val="007C236E"/>
    <w:rsid w:val="007C2B2E"/>
    <w:rsid w:val="007C3DCB"/>
    <w:rsid w:val="007C550F"/>
    <w:rsid w:val="007C5B17"/>
    <w:rsid w:val="007C646C"/>
    <w:rsid w:val="007C6529"/>
    <w:rsid w:val="007C763C"/>
    <w:rsid w:val="007C7797"/>
    <w:rsid w:val="007C7E22"/>
    <w:rsid w:val="007D0420"/>
    <w:rsid w:val="007D06A1"/>
    <w:rsid w:val="007D0A46"/>
    <w:rsid w:val="007D1063"/>
    <w:rsid w:val="007D1496"/>
    <w:rsid w:val="007D1790"/>
    <w:rsid w:val="007D1823"/>
    <w:rsid w:val="007D1E0F"/>
    <w:rsid w:val="007D22CF"/>
    <w:rsid w:val="007D3D1D"/>
    <w:rsid w:val="007D4FC5"/>
    <w:rsid w:val="007D523A"/>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CF0"/>
    <w:rsid w:val="0080047D"/>
    <w:rsid w:val="00801241"/>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BCE"/>
    <w:rsid w:val="00832E9C"/>
    <w:rsid w:val="00833248"/>
    <w:rsid w:val="00833F56"/>
    <w:rsid w:val="008348C2"/>
    <w:rsid w:val="00836971"/>
    <w:rsid w:val="00837DAD"/>
    <w:rsid w:val="00837F89"/>
    <w:rsid w:val="00841566"/>
    <w:rsid w:val="008432EB"/>
    <w:rsid w:val="00843CAB"/>
    <w:rsid w:val="00844CCE"/>
    <w:rsid w:val="008451F7"/>
    <w:rsid w:val="00845445"/>
    <w:rsid w:val="0084563B"/>
    <w:rsid w:val="008474DC"/>
    <w:rsid w:val="008501A8"/>
    <w:rsid w:val="0085085E"/>
    <w:rsid w:val="00851C8C"/>
    <w:rsid w:val="008528D7"/>
    <w:rsid w:val="008529B0"/>
    <w:rsid w:val="0085318F"/>
    <w:rsid w:val="00853541"/>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8BC"/>
    <w:rsid w:val="00876D43"/>
    <w:rsid w:val="00880469"/>
    <w:rsid w:val="00880A19"/>
    <w:rsid w:val="00880F90"/>
    <w:rsid w:val="00882423"/>
    <w:rsid w:val="008826E7"/>
    <w:rsid w:val="00882B2E"/>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17F3"/>
    <w:rsid w:val="008E18B7"/>
    <w:rsid w:val="008E18C5"/>
    <w:rsid w:val="008E3128"/>
    <w:rsid w:val="008E333B"/>
    <w:rsid w:val="008E3492"/>
    <w:rsid w:val="008E3639"/>
    <w:rsid w:val="008E395E"/>
    <w:rsid w:val="008E4800"/>
    <w:rsid w:val="008E5BB8"/>
    <w:rsid w:val="008E61EE"/>
    <w:rsid w:val="008E67C5"/>
    <w:rsid w:val="008E6D8F"/>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78C7"/>
    <w:rsid w:val="00937AE6"/>
    <w:rsid w:val="00940F73"/>
    <w:rsid w:val="00941668"/>
    <w:rsid w:val="0094255B"/>
    <w:rsid w:val="00943183"/>
    <w:rsid w:val="009459EB"/>
    <w:rsid w:val="009475E5"/>
    <w:rsid w:val="00947B6F"/>
    <w:rsid w:val="009503EC"/>
    <w:rsid w:val="009507FF"/>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4A48"/>
    <w:rsid w:val="00964ED6"/>
    <w:rsid w:val="0096720D"/>
    <w:rsid w:val="00967A2A"/>
    <w:rsid w:val="00970429"/>
    <w:rsid w:val="00971A90"/>
    <w:rsid w:val="00971D49"/>
    <w:rsid w:val="00971F0F"/>
    <w:rsid w:val="00972A76"/>
    <w:rsid w:val="009733BA"/>
    <w:rsid w:val="0097357D"/>
    <w:rsid w:val="009737E5"/>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905"/>
    <w:rsid w:val="009D1AF1"/>
    <w:rsid w:val="009D2E10"/>
    <w:rsid w:val="009D3135"/>
    <w:rsid w:val="009D4021"/>
    <w:rsid w:val="009D6B0A"/>
    <w:rsid w:val="009D7882"/>
    <w:rsid w:val="009D7943"/>
    <w:rsid w:val="009E16D8"/>
    <w:rsid w:val="009E226E"/>
    <w:rsid w:val="009E22BB"/>
    <w:rsid w:val="009E2E70"/>
    <w:rsid w:val="009E2FDE"/>
    <w:rsid w:val="009E310B"/>
    <w:rsid w:val="009E3787"/>
    <w:rsid w:val="009E3C5F"/>
    <w:rsid w:val="009E3F10"/>
    <w:rsid w:val="009E4CE6"/>
    <w:rsid w:val="009E530C"/>
    <w:rsid w:val="009E6590"/>
    <w:rsid w:val="009E6630"/>
    <w:rsid w:val="009E6AA2"/>
    <w:rsid w:val="009F0A92"/>
    <w:rsid w:val="009F0CA1"/>
    <w:rsid w:val="009F15F0"/>
    <w:rsid w:val="009F1A2C"/>
    <w:rsid w:val="009F36A6"/>
    <w:rsid w:val="009F45EB"/>
    <w:rsid w:val="009F4D05"/>
    <w:rsid w:val="009F4D86"/>
    <w:rsid w:val="009F510C"/>
    <w:rsid w:val="009F5FB7"/>
    <w:rsid w:val="009F6BAD"/>
    <w:rsid w:val="009F7777"/>
    <w:rsid w:val="00A00472"/>
    <w:rsid w:val="00A00FE7"/>
    <w:rsid w:val="00A02392"/>
    <w:rsid w:val="00A02CEF"/>
    <w:rsid w:val="00A02F44"/>
    <w:rsid w:val="00A039CA"/>
    <w:rsid w:val="00A03AE6"/>
    <w:rsid w:val="00A03B44"/>
    <w:rsid w:val="00A0426E"/>
    <w:rsid w:val="00A04C69"/>
    <w:rsid w:val="00A053A6"/>
    <w:rsid w:val="00A0597C"/>
    <w:rsid w:val="00A06934"/>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38F7"/>
    <w:rsid w:val="00A33E34"/>
    <w:rsid w:val="00A34C8C"/>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F15"/>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0E3A"/>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DEF"/>
    <w:rsid w:val="00B04E54"/>
    <w:rsid w:val="00B05596"/>
    <w:rsid w:val="00B05651"/>
    <w:rsid w:val="00B05747"/>
    <w:rsid w:val="00B05C94"/>
    <w:rsid w:val="00B06DE5"/>
    <w:rsid w:val="00B10362"/>
    <w:rsid w:val="00B10C19"/>
    <w:rsid w:val="00B128C4"/>
    <w:rsid w:val="00B12CE5"/>
    <w:rsid w:val="00B12E2A"/>
    <w:rsid w:val="00B13FB3"/>
    <w:rsid w:val="00B15213"/>
    <w:rsid w:val="00B15BDF"/>
    <w:rsid w:val="00B1661C"/>
    <w:rsid w:val="00B16A6B"/>
    <w:rsid w:val="00B1782B"/>
    <w:rsid w:val="00B2028E"/>
    <w:rsid w:val="00B20D01"/>
    <w:rsid w:val="00B20EAD"/>
    <w:rsid w:val="00B21711"/>
    <w:rsid w:val="00B21BE6"/>
    <w:rsid w:val="00B22103"/>
    <w:rsid w:val="00B22240"/>
    <w:rsid w:val="00B22AD0"/>
    <w:rsid w:val="00B22C82"/>
    <w:rsid w:val="00B23905"/>
    <w:rsid w:val="00B240C2"/>
    <w:rsid w:val="00B24222"/>
    <w:rsid w:val="00B247F7"/>
    <w:rsid w:val="00B25D70"/>
    <w:rsid w:val="00B27532"/>
    <w:rsid w:val="00B27975"/>
    <w:rsid w:val="00B27DB0"/>
    <w:rsid w:val="00B30E8C"/>
    <w:rsid w:val="00B31428"/>
    <w:rsid w:val="00B31663"/>
    <w:rsid w:val="00B31CE1"/>
    <w:rsid w:val="00B32D7D"/>
    <w:rsid w:val="00B32DD8"/>
    <w:rsid w:val="00B32DF5"/>
    <w:rsid w:val="00B335B2"/>
    <w:rsid w:val="00B33829"/>
    <w:rsid w:val="00B347BF"/>
    <w:rsid w:val="00B35C6A"/>
    <w:rsid w:val="00B36602"/>
    <w:rsid w:val="00B36A64"/>
    <w:rsid w:val="00B40B7A"/>
    <w:rsid w:val="00B419DF"/>
    <w:rsid w:val="00B4297E"/>
    <w:rsid w:val="00B44F34"/>
    <w:rsid w:val="00B45552"/>
    <w:rsid w:val="00B45C7B"/>
    <w:rsid w:val="00B45F79"/>
    <w:rsid w:val="00B46567"/>
    <w:rsid w:val="00B46CBA"/>
    <w:rsid w:val="00B47328"/>
    <w:rsid w:val="00B5048C"/>
    <w:rsid w:val="00B50EB6"/>
    <w:rsid w:val="00B518AB"/>
    <w:rsid w:val="00B52600"/>
    <w:rsid w:val="00B53367"/>
    <w:rsid w:val="00B54987"/>
    <w:rsid w:val="00B55E7F"/>
    <w:rsid w:val="00B573A9"/>
    <w:rsid w:val="00B60373"/>
    <w:rsid w:val="00B61520"/>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3E05"/>
    <w:rsid w:val="00B84D4E"/>
    <w:rsid w:val="00B84FBA"/>
    <w:rsid w:val="00B85098"/>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97A"/>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D1E"/>
    <w:rsid w:val="00C030AD"/>
    <w:rsid w:val="00C036FA"/>
    <w:rsid w:val="00C03B32"/>
    <w:rsid w:val="00C052C0"/>
    <w:rsid w:val="00C0634C"/>
    <w:rsid w:val="00C07E13"/>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C86"/>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405A0"/>
    <w:rsid w:val="00C418E5"/>
    <w:rsid w:val="00C41E5E"/>
    <w:rsid w:val="00C426F6"/>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AEE"/>
    <w:rsid w:val="00D12961"/>
    <w:rsid w:val="00D13440"/>
    <w:rsid w:val="00D13F59"/>
    <w:rsid w:val="00D14ABC"/>
    <w:rsid w:val="00D14FF6"/>
    <w:rsid w:val="00D152BE"/>
    <w:rsid w:val="00D1646F"/>
    <w:rsid w:val="00D168F3"/>
    <w:rsid w:val="00D17650"/>
    <w:rsid w:val="00D177B6"/>
    <w:rsid w:val="00D17F7A"/>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29F2"/>
    <w:rsid w:val="00E32A9C"/>
    <w:rsid w:val="00E34135"/>
    <w:rsid w:val="00E355AA"/>
    <w:rsid w:val="00E371CE"/>
    <w:rsid w:val="00E37DEB"/>
    <w:rsid w:val="00E406FC"/>
    <w:rsid w:val="00E41AAB"/>
    <w:rsid w:val="00E41B97"/>
    <w:rsid w:val="00E4250D"/>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D20"/>
    <w:rsid w:val="00EB4E6F"/>
    <w:rsid w:val="00EB5561"/>
    <w:rsid w:val="00EB7500"/>
    <w:rsid w:val="00EB75CE"/>
    <w:rsid w:val="00EC09FD"/>
    <w:rsid w:val="00EC17A8"/>
    <w:rsid w:val="00EC23F7"/>
    <w:rsid w:val="00EC3348"/>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C0"/>
    <w:rsid w:val="00ED669B"/>
    <w:rsid w:val="00ED72AC"/>
    <w:rsid w:val="00ED7B41"/>
    <w:rsid w:val="00EE043D"/>
    <w:rsid w:val="00EE29DE"/>
    <w:rsid w:val="00EE2AA8"/>
    <w:rsid w:val="00EE335E"/>
    <w:rsid w:val="00EE38DF"/>
    <w:rsid w:val="00EE3BA3"/>
    <w:rsid w:val="00EE3FA4"/>
    <w:rsid w:val="00EE438A"/>
    <w:rsid w:val="00EE4B9A"/>
    <w:rsid w:val="00EE5A8A"/>
    <w:rsid w:val="00EE5F6C"/>
    <w:rsid w:val="00EE668B"/>
    <w:rsid w:val="00EE7108"/>
    <w:rsid w:val="00EE781F"/>
    <w:rsid w:val="00EF12D0"/>
    <w:rsid w:val="00EF13D6"/>
    <w:rsid w:val="00EF156A"/>
    <w:rsid w:val="00EF1B9B"/>
    <w:rsid w:val="00EF264F"/>
    <w:rsid w:val="00EF27F9"/>
    <w:rsid w:val="00EF2CF3"/>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103EC"/>
    <w:rsid w:val="00F104D2"/>
    <w:rsid w:val="00F104FE"/>
    <w:rsid w:val="00F10DB9"/>
    <w:rsid w:val="00F10F62"/>
    <w:rsid w:val="00F118B2"/>
    <w:rsid w:val="00F140FE"/>
    <w:rsid w:val="00F147D3"/>
    <w:rsid w:val="00F148EC"/>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6482"/>
    <w:rsid w:val="00F46F34"/>
    <w:rsid w:val="00F47592"/>
    <w:rsid w:val="00F47B2E"/>
    <w:rsid w:val="00F5021E"/>
    <w:rsid w:val="00F515D2"/>
    <w:rsid w:val="00F52BB9"/>
    <w:rsid w:val="00F5306F"/>
    <w:rsid w:val="00F53563"/>
    <w:rsid w:val="00F536F8"/>
    <w:rsid w:val="00F53D29"/>
    <w:rsid w:val="00F540B8"/>
    <w:rsid w:val="00F54277"/>
    <w:rsid w:val="00F559ED"/>
    <w:rsid w:val="00F5723F"/>
    <w:rsid w:val="00F572C0"/>
    <w:rsid w:val="00F60BD8"/>
    <w:rsid w:val="00F6246A"/>
    <w:rsid w:val="00F624BE"/>
    <w:rsid w:val="00F62831"/>
    <w:rsid w:val="00F628B8"/>
    <w:rsid w:val="00F648C2"/>
    <w:rsid w:val="00F64B40"/>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D"/>
    <w:rsid w:val="00FA5253"/>
    <w:rsid w:val="00FA6338"/>
    <w:rsid w:val="00FA6CF0"/>
    <w:rsid w:val="00FA6DD7"/>
    <w:rsid w:val="00FA73FF"/>
    <w:rsid w:val="00FA7842"/>
    <w:rsid w:val="00FB0999"/>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28D0"/>
    <w:rsid w:val="00FC29A7"/>
    <w:rsid w:val="00FC3250"/>
    <w:rsid w:val="00FC3739"/>
    <w:rsid w:val="00FC405B"/>
    <w:rsid w:val="00FC45F8"/>
    <w:rsid w:val="00FC4792"/>
    <w:rsid w:val="00FC48EA"/>
    <w:rsid w:val="00FC4DE7"/>
    <w:rsid w:val="00FC50E0"/>
    <w:rsid w:val="00FC5597"/>
    <w:rsid w:val="00FD037F"/>
    <w:rsid w:val="00FD1651"/>
    <w:rsid w:val="00FD347B"/>
    <w:rsid w:val="00FD3E9C"/>
    <w:rsid w:val="00FD476F"/>
    <w:rsid w:val="00FD4F95"/>
    <w:rsid w:val="00FD5061"/>
    <w:rsid w:val="00FD5B21"/>
    <w:rsid w:val="00FD5FF1"/>
    <w:rsid w:val="00FD648A"/>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Nadpis4">
    <w:name w:val="heading 4"/>
    <w:basedOn w:val="Podtitul"/>
    <w:next w:val="Normlny"/>
    <w:link w:val="Nadpis4Char"/>
    <w:autoRedefine/>
    <w:uiPriority w:val="9"/>
    <w:unhideWhenUsed/>
    <w:qFormat/>
    <w:rsid w:val="0021692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964E1"/>
    <w:pPr>
      <w:widowControl w:val="0"/>
      <w:numPr>
        <w:ilvl w:val="4"/>
        <w:numId w:val="16"/>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7524ED"/>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54716"/>
    <w:rPr>
      <w:rFonts w:ascii="Cambria" w:hAnsi="Cambria"/>
      <w:b/>
      <w:color w:val="C00000"/>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21692E"/>
    <w:rPr>
      <w:rFonts w:ascii="Cambria" w:hAnsi="Cambria" w:cs="Arial"/>
      <w:sz w:val="20"/>
      <w:szCs w:val="20"/>
      <w:lang w:val="sk-SK"/>
    </w:rPr>
  </w:style>
  <w:style w:type="character" w:customStyle="1" w:styleId="Nadpis5Char">
    <w:name w:val="Nadpis 5 Char"/>
    <w:basedOn w:val="Predvolenpsmoodseku"/>
    <w:link w:val="Nadpis5"/>
    <w:uiPriority w:val="9"/>
    <w:rsid w:val="00D964E1"/>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D964E1"/>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7524ED"/>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mailto:jan.zelencik@nspnz.sk"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an.zelencik@nspnz.sk"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fred.sokol@bratislava.sk"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67F2A2-8B4C-4B33-A063-E9177A27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0</TotalTime>
  <Pages>30</Pages>
  <Words>13678</Words>
  <Characters>77970</Characters>
  <Application>Microsoft Office Word</Application>
  <DocSecurity>0</DocSecurity>
  <Lines>649</Lines>
  <Paragraphs>182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Szakáll Marian, Mgr.</dc:creator>
  <cp:lastModifiedBy>Szakáll Marian, Mgr.</cp:lastModifiedBy>
  <cp:revision>2</cp:revision>
  <cp:lastPrinted>2019-07-17T07:32:00Z</cp:lastPrinted>
  <dcterms:created xsi:type="dcterms:W3CDTF">2019-12-12T08:57:00Z</dcterms:created>
  <dcterms:modified xsi:type="dcterms:W3CDTF">2019-12-12T08:57:00Z</dcterms:modified>
</cp:coreProperties>
</file>