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B948D" w14:textId="77777777" w:rsidR="00CF48E7" w:rsidRDefault="00CF48E7" w:rsidP="0041005D"/>
    <w:tbl>
      <w:tblPr>
        <w:tblpPr w:leftFromText="141" w:rightFromText="141" w:vertAnchor="page" w:horzAnchor="margin" w:tblpY="7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4"/>
      </w:tblGrid>
      <w:tr w:rsidR="008B0D5C" w14:paraId="1F63A000" w14:textId="77777777" w:rsidTr="006150AE">
        <w:trPr>
          <w:trHeight w:val="1550"/>
        </w:trPr>
        <w:tc>
          <w:tcPr>
            <w:tcW w:w="9964" w:type="dxa"/>
            <w:tcBorders>
              <w:bottom w:val="single" w:sz="4" w:space="0" w:color="auto"/>
            </w:tcBorders>
          </w:tcPr>
          <w:p w14:paraId="27DECF2D" w14:textId="77777777" w:rsidR="002E7BFF" w:rsidRDefault="00CE0232" w:rsidP="006150AE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rPr>
                <w:sz w:val="32"/>
                <w:szCs w:val="32"/>
              </w:rPr>
            </w:pPr>
            <w:r>
              <w:t xml:space="preserve">Část </w:t>
            </w:r>
            <w:r w:rsidR="004E7AAE">
              <w:t>PD</w:t>
            </w:r>
            <w:r w:rsidR="001E04EA">
              <w:t>:</w:t>
            </w:r>
          </w:p>
          <w:p w14:paraId="29BEAC51" w14:textId="77777777" w:rsidR="006558F9" w:rsidRDefault="006558F9" w:rsidP="006150AE">
            <w:pPr>
              <w:tabs>
                <w:tab w:val="left" w:pos="1134"/>
                <w:tab w:val="left" w:pos="1418"/>
                <w:tab w:val="left" w:pos="3686"/>
                <w:tab w:val="left" w:pos="7371"/>
              </w:tabs>
              <w:spacing w:before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ab/>
            </w:r>
          </w:p>
          <w:p w14:paraId="12E57765" w14:textId="77777777" w:rsidR="00CE0232" w:rsidRDefault="00CE0232" w:rsidP="006150AE">
            <w:pPr>
              <w:pStyle w:val="14bTun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TECHNICKÁ ZPRÁVA</w:t>
            </w:r>
          </w:p>
          <w:p w14:paraId="08221A9D" w14:textId="77777777" w:rsidR="00693E6E" w:rsidRPr="002274D1" w:rsidRDefault="00693E6E" w:rsidP="00716413">
            <w:pPr>
              <w:pStyle w:val="14bTun"/>
              <w:rPr>
                <w:sz w:val="32"/>
                <w:szCs w:val="32"/>
              </w:rPr>
            </w:pPr>
          </w:p>
        </w:tc>
      </w:tr>
      <w:tr w:rsidR="00D958B6" w14:paraId="68A738E7" w14:textId="77777777" w:rsidTr="006150AE">
        <w:trPr>
          <w:trHeight w:val="1328"/>
        </w:trPr>
        <w:tc>
          <w:tcPr>
            <w:tcW w:w="9964" w:type="dxa"/>
            <w:tcBorders>
              <w:top w:val="single" w:sz="4" w:space="0" w:color="auto"/>
            </w:tcBorders>
          </w:tcPr>
          <w:p w14:paraId="5CE4B533" w14:textId="77777777" w:rsidR="00D958B6" w:rsidRDefault="00D958B6" w:rsidP="00D958B6">
            <w:r>
              <w:t>Stupeň PD:</w:t>
            </w:r>
          </w:p>
          <w:p w14:paraId="4D085C10" w14:textId="77777777" w:rsidR="00D958B6" w:rsidRPr="00D5451E" w:rsidRDefault="00D958B6" w:rsidP="00D958B6">
            <w:pPr>
              <w:pStyle w:val="14bTun"/>
              <w:rPr>
                <w:szCs w:val="28"/>
              </w:rPr>
            </w:pPr>
          </w:p>
          <w:p w14:paraId="22105C07" w14:textId="48883869" w:rsidR="00D958B6" w:rsidRDefault="00E1742C" w:rsidP="00D958B6">
            <w:pPr>
              <w:jc w:val="center"/>
              <w:rPr>
                <w:sz w:val="20"/>
              </w:rPr>
            </w:pPr>
            <w:r w:rsidRPr="002D0251">
              <w:rPr>
                <w:b/>
                <w:sz w:val="32"/>
                <w:szCs w:val="32"/>
              </w:rPr>
              <w:t xml:space="preserve">DOKUMENTACE </w:t>
            </w:r>
            <w:r w:rsidR="006D6E0C">
              <w:rPr>
                <w:b/>
                <w:sz w:val="32"/>
                <w:szCs w:val="32"/>
              </w:rPr>
              <w:t>REALIZACE STAVBY</w:t>
            </w:r>
          </w:p>
        </w:tc>
      </w:tr>
      <w:tr w:rsidR="00D958B6" w14:paraId="3739E2A6" w14:textId="77777777" w:rsidTr="006150AE">
        <w:trPr>
          <w:trHeight w:val="809"/>
        </w:trPr>
        <w:tc>
          <w:tcPr>
            <w:tcW w:w="9964" w:type="dxa"/>
            <w:tcBorders>
              <w:top w:val="single" w:sz="4" w:space="0" w:color="auto"/>
            </w:tcBorders>
          </w:tcPr>
          <w:p w14:paraId="5A7DE618" w14:textId="77777777" w:rsidR="00D958B6" w:rsidRDefault="00D958B6" w:rsidP="00D958B6">
            <w:pPr>
              <w:pStyle w:val="14bTun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Část</w:t>
            </w:r>
            <w:r w:rsidRPr="00D5451E">
              <w:rPr>
                <w:b w:val="0"/>
                <w:sz w:val="24"/>
                <w:szCs w:val="24"/>
              </w:rPr>
              <w:t xml:space="preserve"> :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49FF2FE" w14:textId="73EDC613" w:rsidR="00D958B6" w:rsidRDefault="00B50055" w:rsidP="00D958B6">
            <w:pPr>
              <w:jc w:val="center"/>
            </w:pPr>
            <w:r>
              <w:rPr>
                <w:sz w:val="32"/>
                <w:szCs w:val="32"/>
              </w:rPr>
              <w:t xml:space="preserve">D.1.4 3 </w:t>
            </w:r>
            <w:r w:rsidR="00D958B6">
              <w:rPr>
                <w:sz w:val="32"/>
                <w:szCs w:val="32"/>
              </w:rPr>
              <w:t>STABILNÍ HASICÍ ZAŘÍZENÍ PLYNOVÉ (GHZ)</w:t>
            </w:r>
          </w:p>
        </w:tc>
      </w:tr>
      <w:tr w:rsidR="008B0D5C" w14:paraId="23FBC7C9" w14:textId="77777777" w:rsidTr="006150AE">
        <w:trPr>
          <w:trHeight w:val="4329"/>
        </w:trPr>
        <w:tc>
          <w:tcPr>
            <w:tcW w:w="9964" w:type="dxa"/>
          </w:tcPr>
          <w:p w14:paraId="42B8D531" w14:textId="77777777" w:rsidR="008B0D5C" w:rsidRDefault="008B0D5C" w:rsidP="006150AE">
            <w:pPr>
              <w:tabs>
                <w:tab w:val="left" w:pos="3985"/>
              </w:tabs>
            </w:pPr>
          </w:p>
          <w:tbl>
            <w:tblPr>
              <w:tblpPr w:leftFromText="141" w:rightFromText="141" w:vertAnchor="text" w:horzAnchor="margin" w:tblpY="-4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310"/>
              <w:gridCol w:w="229"/>
              <w:gridCol w:w="1982"/>
              <w:gridCol w:w="284"/>
              <w:gridCol w:w="1985"/>
              <w:gridCol w:w="2569"/>
              <w:gridCol w:w="1417"/>
            </w:tblGrid>
            <w:tr w:rsidR="00962201" w14:paraId="00007743" w14:textId="77777777" w:rsidTr="002E7BFF">
              <w:trPr>
                <w:cantSplit/>
              </w:trPr>
              <w:tc>
                <w:tcPr>
                  <w:tcW w:w="131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7D79F4D" w14:textId="77777777" w:rsidR="00962201" w:rsidRDefault="00962201" w:rsidP="006150AE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VYPRACOVAL/</w:t>
                  </w:r>
                </w:p>
                <w:p w14:paraId="36073965" w14:textId="77777777" w:rsidR="00962201" w:rsidRPr="000C77AD" w:rsidRDefault="00962201" w:rsidP="006150AE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ELABORATED BY</w:t>
                  </w: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:</w:t>
                  </w:r>
                </w:p>
              </w:tc>
              <w:tc>
                <w:tcPr>
                  <w:tcW w:w="229" w:type="dxa"/>
                  <w:vMerge w:val="restart"/>
                  <w:tcBorders>
                    <w:top w:val="single" w:sz="18" w:space="0" w:color="auto"/>
                    <w:left w:val="nil"/>
                    <w:right w:val="nil"/>
                  </w:tcBorders>
                  <w:textDirection w:val="btLr"/>
                </w:tcPr>
                <w:p w14:paraId="4E31AB29" w14:textId="77777777" w:rsidR="00962201" w:rsidRPr="000C77AD" w:rsidRDefault="00962201" w:rsidP="006150AE">
                  <w:pPr>
                    <w:ind w:left="113" w:right="113"/>
                    <w:jc w:val="center"/>
                    <w:rPr>
                      <w:b/>
                      <w:snapToGrid w:val="0"/>
                      <w:sz w:val="16"/>
                      <w:szCs w:val="16"/>
                    </w:rPr>
                  </w:pPr>
                  <w:r w:rsidRPr="000C77AD">
                    <w:rPr>
                      <w:b/>
                      <w:snapToGrid w:val="0"/>
                      <w:sz w:val="16"/>
                      <w:szCs w:val="16"/>
                    </w:rPr>
                    <w:t>JMÉNO/NAME</w:t>
                  </w:r>
                </w:p>
                <w:p w14:paraId="62802B12" w14:textId="77777777" w:rsidR="00962201" w:rsidRDefault="00962201" w:rsidP="006150AE">
                  <w:pPr>
                    <w:ind w:left="113" w:right="113"/>
                    <w:rPr>
                      <w:snapToGrid w:val="0"/>
                      <w:sz w:val="20"/>
                    </w:rPr>
                  </w:pPr>
                </w:p>
                <w:p w14:paraId="6A012FF2" w14:textId="77777777" w:rsidR="00962201" w:rsidRDefault="00962201" w:rsidP="006150AE">
                  <w:pPr>
                    <w:ind w:left="113" w:right="113"/>
                    <w:rPr>
                      <w:snapToGrid w:val="0"/>
                      <w:color w:val="FF0000"/>
                      <w:sz w:val="20"/>
                    </w:rPr>
                  </w:pPr>
                </w:p>
                <w:p w14:paraId="4A995205" w14:textId="77777777" w:rsidR="00962201" w:rsidRPr="000C77AD" w:rsidRDefault="00962201" w:rsidP="006150AE">
                  <w:pPr>
                    <w:ind w:left="113" w:right="113"/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0C77AD">
                    <w:rPr>
                      <w:b/>
                      <w:snapToGrid w:val="0"/>
                      <w:sz w:val="12"/>
                      <w:szCs w:val="12"/>
                    </w:rPr>
                    <w:t>JMÉNO/NAME</w:t>
                  </w:r>
                </w:p>
                <w:p w14:paraId="76EC745D" w14:textId="77777777" w:rsidR="00962201" w:rsidRDefault="00962201" w:rsidP="006150AE">
                  <w:pPr>
                    <w:ind w:left="113" w:right="113"/>
                    <w:rPr>
                      <w:snapToGrid w:val="0"/>
                      <w:sz w:val="2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838F8DC" w14:textId="77777777" w:rsidR="00962201" w:rsidRDefault="00962201" w:rsidP="006150AE">
                  <w:pPr>
                    <w:rPr>
                      <w:snapToGrid w:val="0"/>
                      <w:sz w:val="20"/>
                    </w:rPr>
                  </w:pPr>
                </w:p>
                <w:p w14:paraId="6CB01178" w14:textId="7C3B3BB5" w:rsidR="00962201" w:rsidRPr="00D04F01" w:rsidRDefault="00962201" w:rsidP="006150AE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20"/>
                    </w:rPr>
                    <w:t xml:space="preserve">  </w:t>
                  </w:r>
                  <w:r>
                    <w:rPr>
                      <w:snapToGrid w:val="0"/>
                      <w:sz w:val="16"/>
                      <w:szCs w:val="16"/>
                    </w:rPr>
                    <w:t xml:space="preserve">  </w:t>
                  </w:r>
                  <w:r w:rsidR="00442D39">
                    <w:rPr>
                      <w:snapToGrid w:val="0"/>
                      <w:sz w:val="16"/>
                      <w:szCs w:val="16"/>
                    </w:rPr>
                    <w:t xml:space="preserve"> Bc. JAKUB BULANT</w:t>
                  </w:r>
                </w:p>
              </w:tc>
              <w:tc>
                <w:tcPr>
                  <w:tcW w:w="284" w:type="dxa"/>
                  <w:vMerge w:val="restart"/>
                  <w:tcBorders>
                    <w:top w:val="single" w:sz="18" w:space="0" w:color="auto"/>
                    <w:left w:val="nil"/>
                    <w:bottom w:val="nil"/>
                    <w:right w:val="nil"/>
                  </w:tcBorders>
                  <w:textDirection w:val="btLr"/>
                  <w:vAlign w:val="center"/>
                </w:tcPr>
                <w:p w14:paraId="399B2AF8" w14:textId="77777777" w:rsidR="00962201" w:rsidRDefault="00962201" w:rsidP="006150AE">
                  <w:pPr>
                    <w:ind w:left="113" w:right="113"/>
                    <w:jc w:val="center"/>
                    <w:rPr>
                      <w:snapToGrid w:val="0"/>
                      <w:sz w:val="20"/>
                    </w:rPr>
                  </w:pPr>
                </w:p>
                <w:p w14:paraId="10CC4809" w14:textId="77777777" w:rsidR="00962201" w:rsidRPr="000C77AD" w:rsidRDefault="00962201" w:rsidP="006150AE">
                  <w:pPr>
                    <w:ind w:left="113" w:right="113"/>
                    <w:jc w:val="center"/>
                    <w:rPr>
                      <w:b/>
                      <w:snapToGrid w:val="0"/>
                      <w:sz w:val="16"/>
                      <w:szCs w:val="16"/>
                    </w:rPr>
                  </w:pPr>
                  <w:r w:rsidRPr="000C77AD">
                    <w:rPr>
                      <w:b/>
                      <w:snapToGrid w:val="0"/>
                      <w:sz w:val="16"/>
                      <w:szCs w:val="16"/>
                    </w:rPr>
                    <w:t>PODPIS/SIGNATURE</w:t>
                  </w:r>
                </w:p>
                <w:p w14:paraId="07F42FE1" w14:textId="382D05F1" w:rsidR="00962201" w:rsidRDefault="006802FE" w:rsidP="006150AE">
                  <w:pPr>
                    <w:ind w:left="113" w:right="113"/>
                    <w:jc w:val="center"/>
                    <w:rPr>
                      <w:snapToGrid w:val="0"/>
                      <w:sz w:val="20"/>
                    </w:rPr>
                  </w:pPr>
                  <w:r>
                    <w:rPr>
                      <w:noProof/>
                      <w:snapToGrid w:val="0"/>
                      <w:sz w:val="20"/>
                    </w:rPr>
                    <w:drawing>
                      <wp:inline distT="0" distB="0" distL="0" distR="0" wp14:anchorId="736860CB" wp14:editId="6A9A2FEA">
                        <wp:extent cx="161925" cy="66675"/>
                        <wp:effectExtent l="0" t="0" r="0" b="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985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D7D77" w14:textId="47C738CD" w:rsidR="00962201" w:rsidRDefault="005751AF" w:rsidP="006150AE">
                  <w:pPr>
                    <w:rPr>
                      <w:snapToGrid w:val="0"/>
                      <w:sz w:val="20"/>
                    </w:rPr>
                  </w:pPr>
                  <w:r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96640" behindDoc="0" locked="0" layoutInCell="1" allowOverlap="1" wp14:anchorId="13B2B47E" wp14:editId="2B005B9C">
                        <wp:simplePos x="0" y="0"/>
                        <wp:positionH relativeFrom="column">
                          <wp:posOffset>106680</wp:posOffset>
                        </wp:positionH>
                        <wp:positionV relativeFrom="paragraph">
                          <wp:posOffset>48895</wp:posOffset>
                        </wp:positionV>
                        <wp:extent cx="1099185" cy="381635"/>
                        <wp:effectExtent l="0" t="0" r="5715" b="0"/>
                        <wp:wrapNone/>
                        <wp:docPr id="729000386" name="Obráze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99185" cy="3816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752316F1" w14:textId="7CFCF46A" w:rsidR="00962201" w:rsidRDefault="00962201" w:rsidP="006150AE">
                  <w:pPr>
                    <w:rPr>
                      <w:snapToGrid w:val="0"/>
                      <w:sz w:val="20"/>
                    </w:rPr>
                  </w:pPr>
                </w:p>
                <w:p w14:paraId="5E341E26" w14:textId="32031962" w:rsidR="00962201" w:rsidRDefault="00962201" w:rsidP="006150AE">
                  <w:pPr>
                    <w:rPr>
                      <w:snapToGrid w:val="0"/>
                      <w:sz w:val="20"/>
                    </w:rPr>
                  </w:pPr>
                </w:p>
              </w:tc>
              <w:tc>
                <w:tcPr>
                  <w:tcW w:w="3986" w:type="dxa"/>
                  <w:gridSpan w:val="2"/>
                  <w:vMerge w:val="restart"/>
                  <w:tcBorders>
                    <w:top w:val="single" w:sz="18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14:paraId="76A5A31B" w14:textId="05CD368E" w:rsidR="00D958B6" w:rsidRDefault="004C5901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16"/>
                      <w:szCs w:val="16"/>
                    </w:rPr>
                    <w:t>DO</w:t>
                  </w:r>
                  <w:r w:rsidR="00D958B6">
                    <w:rPr>
                      <w:snapToGrid w:val="0"/>
                      <w:sz w:val="16"/>
                      <w:szCs w:val="16"/>
                    </w:rPr>
                    <w:t>DAVATEL:</w:t>
                  </w:r>
                </w:p>
                <w:p w14:paraId="2326DBDC" w14:textId="77777777" w:rsidR="004C5901" w:rsidRDefault="004C5901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  <w:p w14:paraId="70576BF3" w14:textId="77777777" w:rsidR="004C5901" w:rsidRDefault="004C5901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  <w:p w14:paraId="61AAF0E2" w14:textId="77777777" w:rsidR="004C5901" w:rsidRDefault="004C5901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  <w:p w14:paraId="5E3DE8C3" w14:textId="77777777" w:rsidR="004C5901" w:rsidRDefault="004C5901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  <w:p w14:paraId="4F5160EE" w14:textId="3187A316" w:rsidR="001E04EA" w:rsidRPr="00962201" w:rsidRDefault="001E04EA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</w:p>
              </w:tc>
            </w:tr>
            <w:tr w:rsidR="00962201" w14:paraId="00D185FB" w14:textId="77777777" w:rsidTr="002E7BFF">
              <w:trPr>
                <w:cantSplit/>
                <w:trHeight w:val="674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2CEBEEED" w14:textId="77777777" w:rsidR="00962201" w:rsidRDefault="00962201" w:rsidP="006150AE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  <w:p w14:paraId="7239CCAB" w14:textId="77777777" w:rsidR="00962201" w:rsidRPr="00976216" w:rsidRDefault="00962201" w:rsidP="006150AE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KONTROLOVAL/</w:t>
                  </w:r>
                </w:p>
                <w:p w14:paraId="2E6DAA31" w14:textId="6EFA5689" w:rsidR="00962201" w:rsidRPr="000C77AD" w:rsidRDefault="00962201" w:rsidP="006150AE">
                  <w:pPr>
                    <w:rPr>
                      <w:snapToGrid w:val="0"/>
                      <w:sz w:val="16"/>
                      <w:szCs w:val="16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CONTROLLED BY:</w:t>
                  </w:r>
                  <w:r w:rsidR="006802FE">
                    <w:rPr>
                      <w:noProof/>
                    </w:rPr>
                    <w:drawing>
                      <wp:anchor distT="0" distB="0" distL="114300" distR="114300" simplePos="0" relativeHeight="251677184" behindDoc="1" locked="0" layoutInCell="1" allowOverlap="1" wp14:anchorId="47D3BE6D" wp14:editId="685A65A5">
                        <wp:simplePos x="0" y="0"/>
                        <wp:positionH relativeFrom="column">
                          <wp:posOffset>2314575</wp:posOffset>
                        </wp:positionH>
                        <wp:positionV relativeFrom="paragraph">
                          <wp:posOffset>8673465</wp:posOffset>
                        </wp:positionV>
                        <wp:extent cx="367665" cy="340995"/>
                        <wp:effectExtent l="0" t="0" r="0" b="0"/>
                        <wp:wrapNone/>
                        <wp:docPr id="146" name="Obráze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7665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229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4026ED32" w14:textId="77777777" w:rsidR="00962201" w:rsidRDefault="00962201" w:rsidP="006150AE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30667760" w14:textId="77777777" w:rsidR="00962201" w:rsidRDefault="00962201" w:rsidP="006150AE">
                  <w:pPr>
                    <w:rPr>
                      <w:snapToGrid w:val="0"/>
                      <w:sz w:val="20"/>
                    </w:rPr>
                  </w:pPr>
                </w:p>
                <w:p w14:paraId="65FE5A0A" w14:textId="4EAFA444" w:rsidR="00962201" w:rsidRPr="00D04F01" w:rsidRDefault="00962201" w:rsidP="00D958B6">
                  <w:pPr>
                    <w:rPr>
                      <w:snapToGrid w:val="0"/>
                      <w:sz w:val="16"/>
                      <w:szCs w:val="16"/>
                    </w:rPr>
                  </w:pPr>
                  <w:r>
                    <w:rPr>
                      <w:snapToGrid w:val="0"/>
                      <w:sz w:val="20"/>
                    </w:rPr>
                    <w:t xml:space="preserve">  </w:t>
                  </w:r>
                  <w:r w:rsidR="00442D39">
                    <w:rPr>
                      <w:snapToGrid w:val="0"/>
                      <w:sz w:val="20"/>
                    </w:rPr>
                    <w:t xml:space="preserve"> </w:t>
                  </w:r>
                  <w:r w:rsidR="00897211">
                    <w:rPr>
                      <w:snapToGrid w:val="0"/>
                      <w:sz w:val="20"/>
                    </w:rPr>
                    <w:t xml:space="preserve"> </w:t>
                  </w:r>
                  <w:r w:rsidR="00D958B6">
                    <w:rPr>
                      <w:snapToGrid w:val="0"/>
                      <w:sz w:val="16"/>
                      <w:szCs w:val="16"/>
                    </w:rPr>
                    <w:t>MAREK DOLEŽAL</w:t>
                  </w:r>
                </w:p>
              </w:tc>
              <w:tc>
                <w:tcPr>
                  <w:tcW w:w="28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69D12C5D" w14:textId="77777777" w:rsidR="00962201" w:rsidRDefault="00962201" w:rsidP="006150AE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89FD9DC" w14:textId="73E0802F" w:rsidR="00962201" w:rsidRPr="001E04EA" w:rsidRDefault="006610AF" w:rsidP="006150AE">
                  <w:pPr>
                    <w:rPr>
                      <w:snapToGrid w:val="0"/>
                      <w:color w:val="FF0000"/>
                      <w:sz w:val="20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anchor distT="0" distB="0" distL="114300" distR="114300" simplePos="0" relativeHeight="251691520" behindDoc="1" locked="0" layoutInCell="1" allowOverlap="1" wp14:anchorId="6190035A" wp14:editId="010709E7">
                        <wp:simplePos x="0" y="0"/>
                        <wp:positionH relativeFrom="column">
                          <wp:posOffset>268733</wp:posOffset>
                        </wp:positionH>
                        <wp:positionV relativeFrom="paragraph">
                          <wp:posOffset>-7620</wp:posOffset>
                        </wp:positionV>
                        <wp:extent cx="557530" cy="519430"/>
                        <wp:effectExtent l="0" t="0" r="0" b="0"/>
                        <wp:wrapNone/>
                        <wp:docPr id="165" name="obrázek 16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7530" cy="5194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461815" w:rsidRPr="00574FC1">
                    <w:rPr>
                      <w:noProof/>
                    </w:rPr>
                    <w:drawing>
                      <wp:anchor distT="0" distB="0" distL="114300" distR="114300" simplePos="0" relativeHeight="251695616" behindDoc="1" locked="0" layoutInCell="1" allowOverlap="1" wp14:anchorId="0C66F209" wp14:editId="4B21C673">
                        <wp:simplePos x="0" y="0"/>
                        <wp:positionH relativeFrom="margin">
                          <wp:posOffset>523663</wp:posOffset>
                        </wp:positionH>
                        <wp:positionV relativeFrom="page">
                          <wp:posOffset>384175</wp:posOffset>
                        </wp:positionV>
                        <wp:extent cx="487680" cy="634365"/>
                        <wp:effectExtent l="0" t="0" r="7620" b="0"/>
                        <wp:wrapNone/>
                        <wp:docPr id="4" name="Obrázek 4" descr="Obsah obrázku sekačka na trávu&#10;&#10;Popis byl vytvořen automatick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Obrázek 1" descr="Obsah obrázku sekačka na trávu&#10;&#10;Popis byl vytvořen automaticky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7680" cy="634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986" w:type="dxa"/>
                  <w:gridSpan w:val="2"/>
                  <w:vMerge/>
                  <w:tcBorders>
                    <w:left w:val="single" w:sz="4" w:space="0" w:color="auto"/>
                    <w:bottom w:val="single" w:sz="2" w:space="0" w:color="auto"/>
                    <w:right w:val="single" w:sz="18" w:space="0" w:color="auto"/>
                  </w:tcBorders>
                </w:tcPr>
                <w:p w14:paraId="477579E1" w14:textId="77777777" w:rsidR="00962201" w:rsidRDefault="00962201" w:rsidP="006150AE">
                  <w:pPr>
                    <w:rPr>
                      <w:snapToGrid w:val="0"/>
                      <w:sz w:val="20"/>
                    </w:rPr>
                  </w:pPr>
                </w:p>
              </w:tc>
            </w:tr>
            <w:tr w:rsidR="00D958B6" w14:paraId="5B6EF441" w14:textId="77777777" w:rsidTr="002E7BFF">
              <w:trPr>
                <w:cantSplit/>
                <w:trHeight w:val="455"/>
              </w:trPr>
              <w:tc>
                <w:tcPr>
                  <w:tcW w:w="1310" w:type="dxa"/>
                  <w:tcBorders>
                    <w:top w:val="single" w:sz="4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010DAE7A" w14:textId="77777777" w:rsidR="00D958B6" w:rsidRPr="00976216" w:rsidRDefault="00D958B6" w:rsidP="00D958B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SCHVÁ</w:t>
                  </w: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LIL/</w:t>
                  </w:r>
                </w:p>
                <w:p w14:paraId="04EB2BF5" w14:textId="77777777" w:rsidR="00D958B6" w:rsidRPr="000C77AD" w:rsidRDefault="00D958B6" w:rsidP="00D958B6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976216">
                    <w:rPr>
                      <w:b/>
                      <w:snapToGrid w:val="0"/>
                      <w:sz w:val="12"/>
                      <w:szCs w:val="12"/>
                    </w:rPr>
                    <w:t>APPROVED BY:</w:t>
                  </w:r>
                </w:p>
              </w:tc>
              <w:tc>
                <w:tcPr>
                  <w:tcW w:w="229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D02065E" w14:textId="77777777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1BB23BA" w14:textId="77777777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  <w:p w14:paraId="635686A9" w14:textId="7F16318C" w:rsidR="00D958B6" w:rsidRPr="000C77AD" w:rsidRDefault="00D958B6" w:rsidP="00D958B6">
                  <w:pPr>
                    <w:rPr>
                      <w:snapToGrid w:val="0"/>
                      <w:sz w:val="20"/>
                    </w:rPr>
                  </w:pPr>
                  <w:r>
                    <w:rPr>
                      <w:snapToGrid w:val="0"/>
                      <w:sz w:val="20"/>
                    </w:rPr>
                    <w:t xml:space="preserve">   </w:t>
                  </w:r>
                  <w:r w:rsidR="00897211">
                    <w:rPr>
                      <w:snapToGrid w:val="0"/>
                      <w:sz w:val="16"/>
                      <w:szCs w:val="16"/>
                    </w:rPr>
                    <w:t xml:space="preserve"> PETR ŠŤASTNÝ</w:t>
                  </w:r>
                </w:p>
                <w:p w14:paraId="0978F769" w14:textId="77777777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284" w:type="dxa"/>
                  <w:vMerge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0B82DD9" w14:textId="77777777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381E0" w14:textId="21D63668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  <w:p w14:paraId="4B5A3003" w14:textId="5895335F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  <w:p w14:paraId="5DF0CCED" w14:textId="77777777" w:rsidR="00D958B6" w:rsidRDefault="00D958B6" w:rsidP="00D958B6">
                  <w:pPr>
                    <w:rPr>
                      <w:snapToGrid w:val="0"/>
                      <w:color w:val="FF0000"/>
                      <w:sz w:val="20"/>
                    </w:rPr>
                  </w:pPr>
                </w:p>
              </w:tc>
              <w:tc>
                <w:tcPr>
                  <w:tcW w:w="2569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8E450" w14:textId="77777777" w:rsidR="00D958B6" w:rsidRDefault="00D958B6" w:rsidP="00D958B6">
                  <w:pPr>
                    <w:rPr>
                      <w:snapToGrid w:val="0"/>
                      <w:sz w:val="20"/>
                      <w:szCs w:val="20"/>
                    </w:rPr>
                  </w:pP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D</w:t>
                  </w:r>
                  <w:r>
                    <w:rPr>
                      <w:b/>
                      <w:snapToGrid w:val="0"/>
                      <w:sz w:val="12"/>
                      <w:szCs w:val="12"/>
                    </w:rPr>
                    <w:t>Á</w:t>
                  </w: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TUM/DATE:</w:t>
                  </w:r>
                </w:p>
                <w:p w14:paraId="66A15955" w14:textId="01B3EF5B" w:rsidR="00D958B6" w:rsidRPr="003E0E6D" w:rsidRDefault="00274E9E" w:rsidP="00D958B6">
                  <w:pPr>
                    <w:jc w:val="center"/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04</w:t>
                  </w:r>
                  <w:r w:rsidR="00770B1F">
                    <w:rPr>
                      <w:snapToGrid w:val="0"/>
                      <w:sz w:val="20"/>
                      <w:szCs w:val="20"/>
                    </w:rPr>
                    <w:t>/202</w:t>
                  </w:r>
                  <w:r>
                    <w:rPr>
                      <w:snapToGrid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7" w:type="dxa"/>
                  <w:vMerge w:val="restart"/>
                  <w:tcBorders>
                    <w:left w:val="single" w:sz="4" w:space="0" w:color="auto"/>
                    <w:bottom w:val="single" w:sz="4" w:space="0" w:color="auto"/>
                    <w:right w:val="single" w:sz="18" w:space="0" w:color="auto"/>
                  </w:tcBorders>
                </w:tcPr>
                <w:p w14:paraId="56ECF48F" w14:textId="77777777" w:rsidR="00D958B6" w:rsidRDefault="00D958B6" w:rsidP="00D958B6">
                  <w:pPr>
                    <w:rPr>
                      <w:snapToGrid w:val="0"/>
                      <w:sz w:val="20"/>
                    </w:rPr>
                  </w:pPr>
                  <w:r w:rsidRPr="0064061B">
                    <w:rPr>
                      <w:b/>
                      <w:snapToGrid w:val="0"/>
                      <w:sz w:val="12"/>
                      <w:szCs w:val="12"/>
                    </w:rPr>
                    <w:t>K</w:t>
                  </w:r>
                  <w:r>
                    <w:rPr>
                      <w:b/>
                      <w:snapToGrid w:val="0"/>
                      <w:sz w:val="12"/>
                      <w:szCs w:val="12"/>
                    </w:rPr>
                    <w:t>ÓPIE</w:t>
                  </w:r>
                  <w:r w:rsidRPr="0064061B">
                    <w:rPr>
                      <w:b/>
                      <w:snapToGrid w:val="0"/>
                      <w:sz w:val="12"/>
                      <w:szCs w:val="12"/>
                    </w:rPr>
                    <w:t>/COPY:</w:t>
                  </w:r>
                </w:p>
              </w:tc>
            </w:tr>
            <w:tr w:rsidR="003147F9" w14:paraId="75B82F6F" w14:textId="77777777" w:rsidTr="002E7BFF">
              <w:trPr>
                <w:cantSplit/>
                <w:trHeight w:val="552"/>
              </w:trPr>
              <w:tc>
                <w:tcPr>
                  <w:tcW w:w="5790" w:type="dxa"/>
                  <w:gridSpan w:val="5"/>
                  <w:tcBorders>
                    <w:top w:val="single" w:sz="4" w:space="0" w:color="auto"/>
                    <w:left w:val="single" w:sz="18" w:space="0" w:color="auto"/>
                    <w:right w:val="single" w:sz="4" w:space="0" w:color="auto"/>
                  </w:tcBorders>
                </w:tcPr>
                <w:p w14:paraId="70A7B577" w14:textId="77777777" w:rsidR="003147F9" w:rsidRPr="00D66A22" w:rsidRDefault="003147F9" w:rsidP="003147F9">
                  <w:pPr>
                    <w:rPr>
                      <w:snapToGrid w:val="0"/>
                      <w:sz w:val="12"/>
                      <w:szCs w:val="12"/>
                    </w:rPr>
                  </w:pPr>
                  <w:r w:rsidRPr="00D66A22">
                    <w:rPr>
                      <w:snapToGrid w:val="0"/>
                      <w:sz w:val="12"/>
                      <w:szCs w:val="12"/>
                    </w:rPr>
                    <w:t>INVESTOR:</w:t>
                  </w:r>
                </w:p>
                <w:p w14:paraId="6CE98499" w14:textId="77777777" w:rsidR="003147F9" w:rsidRPr="009B4FB9" w:rsidRDefault="003147F9" w:rsidP="003147F9">
                  <w:pPr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ČESKÝ ROZHLAS</w:t>
                  </w:r>
                </w:p>
                <w:p w14:paraId="0ECA8E20" w14:textId="5590D0D9" w:rsidR="003147F9" w:rsidRDefault="003147F9" w:rsidP="003147F9">
                  <w:pPr>
                    <w:rPr>
                      <w:b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ŘÍMSKÁ 385/13, PRAHA 2</w:t>
                  </w:r>
                </w:p>
              </w:tc>
              <w:tc>
                <w:tcPr>
                  <w:tcW w:w="2569" w:type="dxa"/>
                  <w:tcBorders>
                    <w:left w:val="single" w:sz="4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0BBB0D76" w14:textId="17108CCC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700736" behindDoc="1" locked="0" layoutInCell="1" allowOverlap="1" wp14:anchorId="3F43709A" wp14:editId="62ACB7B5">
                        <wp:simplePos x="0" y="0"/>
                        <wp:positionH relativeFrom="column">
                          <wp:posOffset>4572000</wp:posOffset>
                        </wp:positionH>
                        <wp:positionV relativeFrom="paragraph">
                          <wp:posOffset>8423910</wp:posOffset>
                        </wp:positionV>
                        <wp:extent cx="632460" cy="224790"/>
                        <wp:effectExtent l="0" t="0" r="0" b="0"/>
                        <wp:wrapNone/>
                        <wp:docPr id="167" name="Obráze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ázek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2460" cy="2247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TYP GHZ/</w:t>
                  </w:r>
                </w:p>
                <w:p w14:paraId="2200254F" w14:textId="77777777" w:rsidR="003147F9" w:rsidRPr="00976216" w:rsidRDefault="003147F9" w:rsidP="003147F9">
                  <w:pPr>
                    <w:rPr>
                      <w:snapToGrid w:val="0"/>
                      <w:sz w:val="16"/>
                      <w:szCs w:val="16"/>
                    </w:rPr>
                  </w:pPr>
                  <w:r w:rsidRPr="003E0E6D">
                    <w:rPr>
                      <w:b/>
                      <w:snapToGrid w:val="0"/>
                      <w:sz w:val="12"/>
                      <w:szCs w:val="12"/>
                    </w:rPr>
                    <w:t>TYPE FES</w:t>
                  </w:r>
                  <w:r>
                    <w:rPr>
                      <w:b/>
                      <w:snapToGrid w:val="0"/>
                      <w:sz w:val="12"/>
                      <w:szCs w:val="12"/>
                    </w:rPr>
                    <w:t>:</w:t>
                  </w:r>
                </w:p>
                <w:p w14:paraId="7AA41F70" w14:textId="36D73B49" w:rsidR="003147F9" w:rsidRPr="003E0E6D" w:rsidRDefault="00770D79" w:rsidP="003147F9">
                  <w:pPr>
                    <w:tabs>
                      <w:tab w:val="left" w:pos="613"/>
                      <w:tab w:val="center" w:pos="1254"/>
                    </w:tabs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16"/>
                      <w:szCs w:val="16"/>
                    </w:rPr>
                    <w:t>IG-541</w:t>
                  </w: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14:paraId="0557006E" w14:textId="77777777" w:rsidR="003147F9" w:rsidRDefault="003147F9" w:rsidP="003147F9">
                  <w:pPr>
                    <w:rPr>
                      <w:snapToGrid w:val="0"/>
                      <w:sz w:val="20"/>
                    </w:rPr>
                  </w:pPr>
                </w:p>
              </w:tc>
            </w:tr>
            <w:tr w:rsidR="003147F9" w14:paraId="63009A2B" w14:textId="77777777" w:rsidTr="002E7BFF">
              <w:trPr>
                <w:cantSplit/>
                <w:trHeight w:val="599"/>
              </w:trPr>
              <w:tc>
                <w:tcPr>
                  <w:tcW w:w="5790" w:type="dxa"/>
                  <w:gridSpan w:val="5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03179D46" w14:textId="77777777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MÍSTO STAVBY:</w:t>
                  </w:r>
                </w:p>
                <w:p w14:paraId="3BF94898" w14:textId="77777777" w:rsidR="003147F9" w:rsidRPr="009B4FB9" w:rsidRDefault="003147F9" w:rsidP="003147F9">
                  <w:pPr>
                    <w:rPr>
                      <w:bCs/>
                      <w:snapToGrid w:val="0"/>
                      <w:sz w:val="22"/>
                      <w:szCs w:val="2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ČESKÝ ROZHLAS</w:t>
                  </w:r>
                </w:p>
                <w:p w14:paraId="53077BF6" w14:textId="6562B19B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Cs/>
                      <w:snapToGrid w:val="0"/>
                      <w:sz w:val="22"/>
                      <w:szCs w:val="22"/>
                    </w:rPr>
                    <w:t>ŘÍMSKÁ 385/13, PRAHA 2</w:t>
                  </w:r>
                </w:p>
              </w:tc>
              <w:tc>
                <w:tcPr>
                  <w:tcW w:w="3986" w:type="dxa"/>
                  <w:gridSpan w:val="2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</w:tcPr>
                <w:p w14:paraId="612B6887" w14:textId="77777777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 w:rsidRPr="0064061B">
                    <w:rPr>
                      <w:b/>
                      <w:snapToGrid w:val="0"/>
                      <w:sz w:val="12"/>
                      <w:szCs w:val="12"/>
                    </w:rPr>
                    <w:t>ČÍSLO ZAKÁZKY/ORDER NO.</w:t>
                  </w:r>
                </w:p>
                <w:p w14:paraId="5955ECEA" w14:textId="77777777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  <w:p w14:paraId="506EC019" w14:textId="77777777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  <w:p w14:paraId="117C2769" w14:textId="7C3E4787" w:rsidR="003147F9" w:rsidRPr="00962201" w:rsidRDefault="003147F9" w:rsidP="003147F9">
                  <w:pPr>
                    <w:rPr>
                      <w:snapToGrid w:val="0"/>
                      <w:sz w:val="36"/>
                      <w:szCs w:val="36"/>
                    </w:rPr>
                  </w:pPr>
                  <w:r>
                    <w:rPr>
                      <w:b/>
                      <w:snapToGrid w:val="0"/>
                      <w:sz w:val="28"/>
                      <w:szCs w:val="28"/>
                    </w:rPr>
                    <w:t xml:space="preserve">            </w:t>
                  </w:r>
                  <w:r>
                    <w:rPr>
                      <w:snapToGrid w:val="0"/>
                      <w:sz w:val="36"/>
                      <w:szCs w:val="36"/>
                    </w:rPr>
                    <w:t>76.038.24</w:t>
                  </w:r>
                  <w:r>
                    <w:rPr>
                      <w:snapToGrid w:val="0"/>
                      <w:color w:val="000000"/>
                      <w:sz w:val="38"/>
                      <w:szCs w:val="38"/>
                    </w:rPr>
                    <w:t>-01</w:t>
                  </w:r>
                </w:p>
              </w:tc>
            </w:tr>
            <w:tr w:rsidR="003147F9" w14:paraId="15A3774C" w14:textId="77777777" w:rsidTr="002E7BFF">
              <w:trPr>
                <w:cantSplit/>
                <w:trHeight w:val="645"/>
              </w:trPr>
              <w:tc>
                <w:tcPr>
                  <w:tcW w:w="5790" w:type="dxa"/>
                  <w:gridSpan w:val="5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</w:tcPr>
                <w:p w14:paraId="5B607D2B" w14:textId="77777777" w:rsidR="003147F9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  <w:r>
                    <w:rPr>
                      <w:b/>
                      <w:snapToGrid w:val="0"/>
                      <w:sz w:val="12"/>
                      <w:szCs w:val="12"/>
                    </w:rPr>
                    <w:t>AKCE:</w:t>
                  </w:r>
                </w:p>
                <w:p w14:paraId="1FAECDDD" w14:textId="77777777" w:rsidR="003147F9" w:rsidRDefault="003147F9" w:rsidP="003147F9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SHZ IG-541 PRO m.č. 7.01 A m.č. 7.06 </w:t>
                  </w:r>
                </w:p>
                <w:p w14:paraId="656FDB5E" w14:textId="101C58B3" w:rsidR="003147F9" w:rsidRPr="00716413" w:rsidRDefault="003147F9" w:rsidP="003147F9">
                  <w:pPr>
                    <w:rPr>
                      <w:b/>
                      <w:snapToGrid w:val="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V OBJEKTU ČESKÝ ROHLAS</w:t>
                  </w:r>
                </w:p>
              </w:tc>
              <w:tc>
                <w:tcPr>
                  <w:tcW w:w="3986" w:type="dxa"/>
                  <w:gridSpan w:val="2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F3F977E" w14:textId="77777777" w:rsidR="003147F9" w:rsidRPr="0064061B" w:rsidRDefault="003147F9" w:rsidP="003147F9">
                  <w:pPr>
                    <w:rPr>
                      <w:b/>
                      <w:snapToGrid w:val="0"/>
                      <w:sz w:val="12"/>
                      <w:szCs w:val="12"/>
                    </w:rPr>
                  </w:pPr>
                </w:p>
              </w:tc>
            </w:tr>
          </w:tbl>
          <w:p w14:paraId="3B244CC4" w14:textId="77777777" w:rsidR="00976216" w:rsidRDefault="00976216" w:rsidP="006150AE">
            <w:pPr>
              <w:rPr>
                <w:sz w:val="8"/>
                <w:szCs w:val="8"/>
              </w:rPr>
            </w:pPr>
          </w:p>
          <w:p w14:paraId="7AA1D0D8" w14:textId="77777777" w:rsidR="00976216" w:rsidRDefault="00976216" w:rsidP="006150AE">
            <w:pPr>
              <w:rPr>
                <w:sz w:val="8"/>
                <w:szCs w:val="8"/>
              </w:rPr>
            </w:pPr>
          </w:p>
          <w:p w14:paraId="2CD5DFE9" w14:textId="77777777" w:rsidR="00976216" w:rsidRDefault="00976216" w:rsidP="006150AE">
            <w:pPr>
              <w:rPr>
                <w:sz w:val="8"/>
                <w:szCs w:val="8"/>
              </w:rPr>
            </w:pPr>
          </w:p>
        </w:tc>
      </w:tr>
    </w:tbl>
    <w:p w14:paraId="0D2C3134" w14:textId="77777777" w:rsidR="00CF48E7" w:rsidRPr="002B6288" w:rsidRDefault="00CF48E7" w:rsidP="00D3439C">
      <w:pPr>
        <w:pStyle w:val="Nadpis1"/>
        <w:numPr>
          <w:ilvl w:val="0"/>
          <w:numId w:val="0"/>
        </w:numPr>
      </w:pPr>
    </w:p>
    <w:sectPr w:rsidR="00CF48E7" w:rsidRPr="002B6288" w:rsidSect="009C3369">
      <w:headerReference w:type="default" r:id="rId14"/>
      <w:headerReference w:type="first" r:id="rId15"/>
      <w:pgSz w:w="11906" w:h="16838" w:code="9"/>
      <w:pgMar w:top="1027" w:right="924" w:bottom="426" w:left="1077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2A056" w14:textId="77777777" w:rsidR="007E544D" w:rsidRDefault="007E544D">
      <w:r>
        <w:separator/>
      </w:r>
    </w:p>
    <w:p w14:paraId="746DD83F" w14:textId="77777777" w:rsidR="007E544D" w:rsidRDefault="007E544D"/>
  </w:endnote>
  <w:endnote w:type="continuationSeparator" w:id="0">
    <w:p w14:paraId="6F3E6559" w14:textId="77777777" w:rsidR="007E544D" w:rsidRDefault="007E544D">
      <w:r>
        <w:continuationSeparator/>
      </w:r>
    </w:p>
    <w:p w14:paraId="47C2F4E1" w14:textId="77777777" w:rsidR="007E544D" w:rsidRDefault="007E54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mSprings">
    <w:charset w:val="EE"/>
    <w:family w:val="roman"/>
    <w:pitch w:val="variable"/>
  </w:font>
  <w:font w:name="Avalon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vinion"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38E21" w14:textId="77777777" w:rsidR="007E544D" w:rsidRDefault="007E544D">
      <w:r>
        <w:separator/>
      </w:r>
    </w:p>
    <w:p w14:paraId="4FB034B8" w14:textId="77777777" w:rsidR="007E544D" w:rsidRDefault="007E544D"/>
  </w:footnote>
  <w:footnote w:type="continuationSeparator" w:id="0">
    <w:p w14:paraId="6F21DE25" w14:textId="77777777" w:rsidR="007E544D" w:rsidRDefault="007E544D">
      <w:r>
        <w:continuationSeparator/>
      </w:r>
    </w:p>
    <w:p w14:paraId="01542AAE" w14:textId="77777777" w:rsidR="007E544D" w:rsidRDefault="007E54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D68" w14:textId="77777777" w:rsidR="0041005D" w:rsidRDefault="0041005D">
    <w:pPr>
      <w:pStyle w:val="Zhlav"/>
    </w:pPr>
    <w:r>
      <w:rPr>
        <w:rFonts w:cs="Calibri"/>
        <w:b/>
        <w:noProof/>
        <w:sz w:val="40"/>
        <w:szCs w:val="40"/>
        <w:lang w:eastAsia="cs-CZ"/>
      </w:rPr>
      <w:t xml:space="preserve">           </w:t>
    </w:r>
    <w:r>
      <w:rPr>
        <w:rFonts w:cs="Calibri"/>
        <w:b/>
        <w:sz w:val="40"/>
        <w:szCs w:val="40"/>
      </w:rPr>
      <w:t xml:space="preserve">                     </w:t>
    </w:r>
    <w:r>
      <w:rPr>
        <w:noProof/>
        <w:lang w:eastAsia="cs-CZ"/>
      </w:rPr>
      <w:t xml:space="preserve">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CBA12" w14:textId="77777777" w:rsidR="0041005D" w:rsidRDefault="0041005D" w:rsidP="00C64F2C">
    <w:pPr>
      <w:pStyle w:val="Zhlav"/>
      <w:tabs>
        <w:tab w:val="left" w:pos="1719"/>
      </w:tabs>
    </w:pPr>
    <w:r>
      <w:rPr>
        <w:noProof/>
        <w:lang w:eastAsia="cs-CZ"/>
      </w:rPr>
      <w:tab/>
    </w:r>
    <w:r>
      <w:rPr>
        <w:noProof/>
        <w:lang w:eastAsia="cs-CZ"/>
      </w:rPr>
      <w:tab/>
    </w:r>
    <w:r>
      <w:rPr>
        <w:noProof/>
        <w:lang w:eastAsia="cs-CZ"/>
      </w:rPr>
      <w:tab/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4FE288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9F5470"/>
    <w:multiLevelType w:val="hybridMultilevel"/>
    <w:tmpl w:val="25ACB3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A50B7"/>
    <w:multiLevelType w:val="hybridMultilevel"/>
    <w:tmpl w:val="ABCA0BC2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0D3439C6"/>
    <w:multiLevelType w:val="hybridMultilevel"/>
    <w:tmpl w:val="16C6FB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1A01C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D6C09"/>
    <w:multiLevelType w:val="hybridMultilevel"/>
    <w:tmpl w:val="A482808C"/>
    <w:lvl w:ilvl="0" w:tplc="FFFFFFFF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14B2B"/>
    <w:multiLevelType w:val="hybridMultilevel"/>
    <w:tmpl w:val="85F46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01C83"/>
    <w:multiLevelType w:val="hybridMultilevel"/>
    <w:tmpl w:val="0B9A5304"/>
    <w:lvl w:ilvl="0" w:tplc="0405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8" w15:restartNumberingAfterBreak="0">
    <w:nsid w:val="11E82A63"/>
    <w:multiLevelType w:val="hybridMultilevel"/>
    <w:tmpl w:val="AF38A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006BD1"/>
    <w:multiLevelType w:val="hybridMultilevel"/>
    <w:tmpl w:val="C7D84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31777"/>
    <w:multiLevelType w:val="hybridMultilevel"/>
    <w:tmpl w:val="E1A4C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C5937"/>
    <w:multiLevelType w:val="hybridMultilevel"/>
    <w:tmpl w:val="A4AA8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A0404"/>
    <w:multiLevelType w:val="hybridMultilevel"/>
    <w:tmpl w:val="610A4ABC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50544"/>
    <w:multiLevelType w:val="hybridMultilevel"/>
    <w:tmpl w:val="A7FC1034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E220C1"/>
    <w:multiLevelType w:val="hybridMultilevel"/>
    <w:tmpl w:val="68E22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251035"/>
    <w:multiLevelType w:val="hybridMultilevel"/>
    <w:tmpl w:val="A5866DA4"/>
    <w:lvl w:ilvl="0" w:tplc="610C9F3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30F18"/>
    <w:multiLevelType w:val="hybridMultilevel"/>
    <w:tmpl w:val="68644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3A18F0"/>
    <w:multiLevelType w:val="hybridMultilevel"/>
    <w:tmpl w:val="B192D10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465C00"/>
    <w:multiLevelType w:val="hybridMultilevel"/>
    <w:tmpl w:val="81749F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318277D"/>
    <w:multiLevelType w:val="multilevel"/>
    <w:tmpl w:val="00785C5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0" w15:restartNumberingAfterBreak="0">
    <w:nsid w:val="459D63FD"/>
    <w:multiLevelType w:val="multilevel"/>
    <w:tmpl w:val="6BF63A58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tz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tz"/>
      <w:suff w:val="space"/>
      <w:lvlText w:val="%1.%2.%3.%4"/>
      <w:lvlJc w:val="left"/>
      <w:pPr>
        <w:ind w:left="862" w:hanging="862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49131F67"/>
    <w:multiLevelType w:val="hybridMultilevel"/>
    <w:tmpl w:val="0CF6B5A6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975851"/>
    <w:multiLevelType w:val="hybridMultilevel"/>
    <w:tmpl w:val="DBCE121E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30901"/>
    <w:multiLevelType w:val="hybridMultilevel"/>
    <w:tmpl w:val="3A80A3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A4C5238"/>
    <w:multiLevelType w:val="hybridMultilevel"/>
    <w:tmpl w:val="E2BA9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2A433B"/>
    <w:multiLevelType w:val="hybridMultilevel"/>
    <w:tmpl w:val="033A0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93794"/>
    <w:multiLevelType w:val="hybridMultilevel"/>
    <w:tmpl w:val="EBBC41F2"/>
    <w:lvl w:ilvl="0" w:tplc="041B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54ABD"/>
    <w:multiLevelType w:val="hybridMultilevel"/>
    <w:tmpl w:val="034E2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07386"/>
    <w:multiLevelType w:val="hybridMultilevel"/>
    <w:tmpl w:val="88C2D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B92EA4"/>
    <w:multiLevelType w:val="hybridMultilevel"/>
    <w:tmpl w:val="28382F80"/>
    <w:lvl w:ilvl="0" w:tplc="441A01C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91F6D"/>
    <w:multiLevelType w:val="hybridMultilevel"/>
    <w:tmpl w:val="83E46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6540D3"/>
    <w:multiLevelType w:val="hybridMultilevel"/>
    <w:tmpl w:val="1FF0BB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04D5C"/>
    <w:multiLevelType w:val="hybridMultilevel"/>
    <w:tmpl w:val="ED08FCEE"/>
    <w:lvl w:ilvl="0" w:tplc="A52AE16E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63B78"/>
    <w:multiLevelType w:val="hybridMultilevel"/>
    <w:tmpl w:val="38686658"/>
    <w:lvl w:ilvl="0" w:tplc="041B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FF"/>
      </w:rPr>
    </w:lvl>
    <w:lvl w:ilvl="1" w:tplc="9ACAA684">
      <w:start w:val="1"/>
      <w:numFmt w:val="bullet"/>
      <w:lvlText w:val="»"/>
      <w:lvlJc w:val="left"/>
      <w:pPr>
        <w:ind w:left="1440" w:hanging="360"/>
      </w:pPr>
      <w:rPr>
        <w:rFonts w:ascii="Courier New" w:hAnsi="Courier New" w:hint="default"/>
        <w:color w:val="4F81BD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421B2"/>
    <w:multiLevelType w:val="hybridMultilevel"/>
    <w:tmpl w:val="B40A6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F5539"/>
    <w:multiLevelType w:val="hybridMultilevel"/>
    <w:tmpl w:val="CFBE6822"/>
    <w:lvl w:ilvl="0" w:tplc="EC46B80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790B2F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1718966180">
    <w:abstractNumId w:val="20"/>
  </w:num>
  <w:num w:numId="2" w16cid:durableId="1494444834">
    <w:abstractNumId w:val="4"/>
  </w:num>
  <w:num w:numId="3" w16cid:durableId="994722149">
    <w:abstractNumId w:val="7"/>
  </w:num>
  <w:num w:numId="4" w16cid:durableId="1781994679">
    <w:abstractNumId w:val="12"/>
  </w:num>
  <w:num w:numId="5" w16cid:durableId="1147209288">
    <w:abstractNumId w:val="30"/>
  </w:num>
  <w:num w:numId="6" w16cid:durableId="1745712710">
    <w:abstractNumId w:val="24"/>
  </w:num>
  <w:num w:numId="7" w16cid:durableId="1630669876">
    <w:abstractNumId w:val="1"/>
  </w:num>
  <w:num w:numId="8" w16cid:durableId="1026634708">
    <w:abstractNumId w:val="19"/>
  </w:num>
  <w:num w:numId="9" w16cid:durableId="1224873939">
    <w:abstractNumId w:val="35"/>
  </w:num>
  <w:num w:numId="10" w16cid:durableId="2069500422">
    <w:abstractNumId w:val="15"/>
  </w:num>
  <w:num w:numId="11" w16cid:durableId="2229456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1380229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9590721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5140665">
    <w:abstractNumId w:val="25"/>
  </w:num>
  <w:num w:numId="15" w16cid:durableId="52781354">
    <w:abstractNumId w:val="28"/>
  </w:num>
  <w:num w:numId="16" w16cid:durableId="636573472">
    <w:abstractNumId w:val="31"/>
  </w:num>
  <w:num w:numId="17" w16cid:durableId="266694103">
    <w:abstractNumId w:val="29"/>
  </w:num>
  <w:num w:numId="18" w16cid:durableId="1359430151">
    <w:abstractNumId w:val="21"/>
  </w:num>
  <w:num w:numId="19" w16cid:durableId="1335953274">
    <w:abstractNumId w:val="11"/>
  </w:num>
  <w:num w:numId="20" w16cid:durableId="261574065">
    <w:abstractNumId w:val="27"/>
  </w:num>
  <w:num w:numId="21" w16cid:durableId="227880805">
    <w:abstractNumId w:val="9"/>
  </w:num>
  <w:num w:numId="22" w16cid:durableId="854811127">
    <w:abstractNumId w:val="22"/>
  </w:num>
  <w:num w:numId="23" w16cid:durableId="1145320673">
    <w:abstractNumId w:val="13"/>
  </w:num>
  <w:num w:numId="24" w16cid:durableId="1676415796">
    <w:abstractNumId w:val="6"/>
  </w:num>
  <w:num w:numId="25" w16cid:durableId="917130245">
    <w:abstractNumId w:val="8"/>
  </w:num>
  <w:num w:numId="26" w16cid:durableId="1374231155">
    <w:abstractNumId w:val="2"/>
  </w:num>
  <w:num w:numId="27" w16cid:durableId="193809534">
    <w:abstractNumId w:val="3"/>
  </w:num>
  <w:num w:numId="28" w16cid:durableId="338506974">
    <w:abstractNumId w:val="18"/>
  </w:num>
  <w:num w:numId="29" w16cid:durableId="13780447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0186453">
    <w:abstractNumId w:val="36"/>
  </w:num>
  <w:num w:numId="31" w16cid:durableId="1964193765">
    <w:abstractNumId w:val="34"/>
  </w:num>
  <w:num w:numId="32" w16cid:durableId="701517454">
    <w:abstractNumId w:val="26"/>
  </w:num>
  <w:num w:numId="33" w16cid:durableId="1438791025">
    <w:abstractNumId w:val="33"/>
  </w:num>
  <w:num w:numId="34" w16cid:durableId="38020608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35" w16cid:durableId="1216115976">
    <w:abstractNumId w:val="5"/>
  </w:num>
  <w:num w:numId="36" w16cid:durableId="1500390629">
    <w:abstractNumId w:val="10"/>
  </w:num>
  <w:num w:numId="37" w16cid:durableId="1959876744">
    <w:abstractNumId w:val="32"/>
  </w:num>
  <w:num w:numId="38" w16cid:durableId="4796614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58411981">
    <w:abstractNumId w:val="17"/>
  </w:num>
  <w:num w:numId="40" w16cid:durableId="238488075">
    <w:abstractNumId w:val="16"/>
  </w:num>
  <w:num w:numId="41" w16cid:durableId="1019350537">
    <w:abstractNumId w:val="14"/>
  </w:num>
  <w:num w:numId="42" w16cid:durableId="111976438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1134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6D"/>
    <w:rsid w:val="000028E6"/>
    <w:rsid w:val="000134AD"/>
    <w:rsid w:val="000134C5"/>
    <w:rsid w:val="000154B0"/>
    <w:rsid w:val="000155C1"/>
    <w:rsid w:val="000174BF"/>
    <w:rsid w:val="0001769F"/>
    <w:rsid w:val="00020BDC"/>
    <w:rsid w:val="000211E0"/>
    <w:rsid w:val="00021F68"/>
    <w:rsid w:val="000233BC"/>
    <w:rsid w:val="000253F8"/>
    <w:rsid w:val="00025628"/>
    <w:rsid w:val="0002582B"/>
    <w:rsid w:val="000305E5"/>
    <w:rsid w:val="00030690"/>
    <w:rsid w:val="00030B04"/>
    <w:rsid w:val="00031087"/>
    <w:rsid w:val="000355D2"/>
    <w:rsid w:val="0003619D"/>
    <w:rsid w:val="0004182D"/>
    <w:rsid w:val="00046FF6"/>
    <w:rsid w:val="00050639"/>
    <w:rsid w:val="00050F16"/>
    <w:rsid w:val="00052BBD"/>
    <w:rsid w:val="000530C3"/>
    <w:rsid w:val="00055CBC"/>
    <w:rsid w:val="000562ED"/>
    <w:rsid w:val="00060AC6"/>
    <w:rsid w:val="00060D24"/>
    <w:rsid w:val="00062EB7"/>
    <w:rsid w:val="00063526"/>
    <w:rsid w:val="00063D48"/>
    <w:rsid w:val="00066A5D"/>
    <w:rsid w:val="00071B3D"/>
    <w:rsid w:val="00073C91"/>
    <w:rsid w:val="000775F7"/>
    <w:rsid w:val="000816A2"/>
    <w:rsid w:val="000825B0"/>
    <w:rsid w:val="00087ABC"/>
    <w:rsid w:val="00087EA1"/>
    <w:rsid w:val="000921DC"/>
    <w:rsid w:val="00092890"/>
    <w:rsid w:val="000A35C4"/>
    <w:rsid w:val="000A37A5"/>
    <w:rsid w:val="000A3BDD"/>
    <w:rsid w:val="000A7932"/>
    <w:rsid w:val="000B2796"/>
    <w:rsid w:val="000B3DB8"/>
    <w:rsid w:val="000B4705"/>
    <w:rsid w:val="000B7A61"/>
    <w:rsid w:val="000C4110"/>
    <w:rsid w:val="000C757B"/>
    <w:rsid w:val="000C77AD"/>
    <w:rsid w:val="000D0B92"/>
    <w:rsid w:val="000D27D0"/>
    <w:rsid w:val="000E05F1"/>
    <w:rsid w:val="000E14E2"/>
    <w:rsid w:val="000E3E94"/>
    <w:rsid w:val="000F025A"/>
    <w:rsid w:val="000F110A"/>
    <w:rsid w:val="000F56E1"/>
    <w:rsid w:val="000F6B04"/>
    <w:rsid w:val="00102963"/>
    <w:rsid w:val="00103C48"/>
    <w:rsid w:val="0011386C"/>
    <w:rsid w:val="00120039"/>
    <w:rsid w:val="001229B4"/>
    <w:rsid w:val="00125BF9"/>
    <w:rsid w:val="0012765D"/>
    <w:rsid w:val="00127893"/>
    <w:rsid w:val="00127F21"/>
    <w:rsid w:val="00131CAB"/>
    <w:rsid w:val="00132E3B"/>
    <w:rsid w:val="001333EC"/>
    <w:rsid w:val="00136061"/>
    <w:rsid w:val="00136DA6"/>
    <w:rsid w:val="00137EAE"/>
    <w:rsid w:val="001414C6"/>
    <w:rsid w:val="001505CD"/>
    <w:rsid w:val="0015172F"/>
    <w:rsid w:val="001562F9"/>
    <w:rsid w:val="001606C3"/>
    <w:rsid w:val="00161F53"/>
    <w:rsid w:val="00173BED"/>
    <w:rsid w:val="00176D22"/>
    <w:rsid w:val="00184E0E"/>
    <w:rsid w:val="00186184"/>
    <w:rsid w:val="00187695"/>
    <w:rsid w:val="001922E4"/>
    <w:rsid w:val="00192633"/>
    <w:rsid w:val="001A1DF0"/>
    <w:rsid w:val="001A26B8"/>
    <w:rsid w:val="001A71D7"/>
    <w:rsid w:val="001B0F02"/>
    <w:rsid w:val="001C04B9"/>
    <w:rsid w:val="001C18F4"/>
    <w:rsid w:val="001C3F3A"/>
    <w:rsid w:val="001C579E"/>
    <w:rsid w:val="001D17E8"/>
    <w:rsid w:val="001D605E"/>
    <w:rsid w:val="001D76FB"/>
    <w:rsid w:val="001E04EA"/>
    <w:rsid w:val="001E62F4"/>
    <w:rsid w:val="001F18EA"/>
    <w:rsid w:val="001F1BAD"/>
    <w:rsid w:val="001F4ADF"/>
    <w:rsid w:val="0020322B"/>
    <w:rsid w:val="0020444F"/>
    <w:rsid w:val="002110A5"/>
    <w:rsid w:val="002120DC"/>
    <w:rsid w:val="002164DD"/>
    <w:rsid w:val="00217AED"/>
    <w:rsid w:val="00225261"/>
    <w:rsid w:val="00225B17"/>
    <w:rsid w:val="00226ED8"/>
    <w:rsid w:val="002274D1"/>
    <w:rsid w:val="00227942"/>
    <w:rsid w:val="00237BDF"/>
    <w:rsid w:val="00240B77"/>
    <w:rsid w:val="00241424"/>
    <w:rsid w:val="002421C8"/>
    <w:rsid w:val="00242AC2"/>
    <w:rsid w:val="002464C5"/>
    <w:rsid w:val="00247E25"/>
    <w:rsid w:val="00261E4D"/>
    <w:rsid w:val="00266E27"/>
    <w:rsid w:val="00267CF2"/>
    <w:rsid w:val="00274E9E"/>
    <w:rsid w:val="0028026F"/>
    <w:rsid w:val="00280437"/>
    <w:rsid w:val="00280BB2"/>
    <w:rsid w:val="002828F3"/>
    <w:rsid w:val="002830B4"/>
    <w:rsid w:val="00284C73"/>
    <w:rsid w:val="0028787D"/>
    <w:rsid w:val="002922B9"/>
    <w:rsid w:val="0029248F"/>
    <w:rsid w:val="0029555A"/>
    <w:rsid w:val="002A2173"/>
    <w:rsid w:val="002A2467"/>
    <w:rsid w:val="002A4582"/>
    <w:rsid w:val="002A5C8F"/>
    <w:rsid w:val="002A7B08"/>
    <w:rsid w:val="002B0882"/>
    <w:rsid w:val="002B54CB"/>
    <w:rsid w:val="002B6288"/>
    <w:rsid w:val="002B639D"/>
    <w:rsid w:val="002C0465"/>
    <w:rsid w:val="002C2256"/>
    <w:rsid w:val="002E4FA3"/>
    <w:rsid w:val="002E7BFF"/>
    <w:rsid w:val="002F4A07"/>
    <w:rsid w:val="0030530C"/>
    <w:rsid w:val="003067AD"/>
    <w:rsid w:val="00313FCF"/>
    <w:rsid w:val="003147F9"/>
    <w:rsid w:val="00316558"/>
    <w:rsid w:val="00321ED5"/>
    <w:rsid w:val="003230C9"/>
    <w:rsid w:val="003259B1"/>
    <w:rsid w:val="00325AE1"/>
    <w:rsid w:val="00326793"/>
    <w:rsid w:val="00326818"/>
    <w:rsid w:val="00332FCA"/>
    <w:rsid w:val="00341375"/>
    <w:rsid w:val="0034396F"/>
    <w:rsid w:val="00344F79"/>
    <w:rsid w:val="00347FF0"/>
    <w:rsid w:val="00360694"/>
    <w:rsid w:val="003639FD"/>
    <w:rsid w:val="00364E36"/>
    <w:rsid w:val="00365436"/>
    <w:rsid w:val="00370162"/>
    <w:rsid w:val="00372886"/>
    <w:rsid w:val="003736E2"/>
    <w:rsid w:val="003758C2"/>
    <w:rsid w:val="003764C6"/>
    <w:rsid w:val="00376D7D"/>
    <w:rsid w:val="00377F2C"/>
    <w:rsid w:val="003818BB"/>
    <w:rsid w:val="00385777"/>
    <w:rsid w:val="00386B09"/>
    <w:rsid w:val="00396AF2"/>
    <w:rsid w:val="003A7E2F"/>
    <w:rsid w:val="003A7FEC"/>
    <w:rsid w:val="003B24C6"/>
    <w:rsid w:val="003B3F8C"/>
    <w:rsid w:val="003B4EBF"/>
    <w:rsid w:val="003B4F1B"/>
    <w:rsid w:val="003B5793"/>
    <w:rsid w:val="003C0461"/>
    <w:rsid w:val="003C0FC1"/>
    <w:rsid w:val="003C52D5"/>
    <w:rsid w:val="003C64F3"/>
    <w:rsid w:val="003C7AD6"/>
    <w:rsid w:val="003D04A5"/>
    <w:rsid w:val="003D0A04"/>
    <w:rsid w:val="003D110B"/>
    <w:rsid w:val="003D189E"/>
    <w:rsid w:val="003E0CB0"/>
    <w:rsid w:val="003E0E6D"/>
    <w:rsid w:val="003E0EFE"/>
    <w:rsid w:val="003E10F0"/>
    <w:rsid w:val="003E2681"/>
    <w:rsid w:val="003F107C"/>
    <w:rsid w:val="003F3D68"/>
    <w:rsid w:val="003F489E"/>
    <w:rsid w:val="003F6228"/>
    <w:rsid w:val="00405826"/>
    <w:rsid w:val="00405B7A"/>
    <w:rsid w:val="0041005D"/>
    <w:rsid w:val="00412A6F"/>
    <w:rsid w:val="00421F0A"/>
    <w:rsid w:val="0042793F"/>
    <w:rsid w:val="00433ACD"/>
    <w:rsid w:val="00442D39"/>
    <w:rsid w:val="00457720"/>
    <w:rsid w:val="00461815"/>
    <w:rsid w:val="004632D9"/>
    <w:rsid w:val="00466CF0"/>
    <w:rsid w:val="00480474"/>
    <w:rsid w:val="004804B8"/>
    <w:rsid w:val="0048189C"/>
    <w:rsid w:val="0048378D"/>
    <w:rsid w:val="0049046D"/>
    <w:rsid w:val="0049220E"/>
    <w:rsid w:val="00493E2D"/>
    <w:rsid w:val="00496AC5"/>
    <w:rsid w:val="00497D1D"/>
    <w:rsid w:val="00497F34"/>
    <w:rsid w:val="004A27A5"/>
    <w:rsid w:val="004A6346"/>
    <w:rsid w:val="004B0D7A"/>
    <w:rsid w:val="004B253C"/>
    <w:rsid w:val="004C5901"/>
    <w:rsid w:val="004D7B97"/>
    <w:rsid w:val="004E6C16"/>
    <w:rsid w:val="004E7AAE"/>
    <w:rsid w:val="004F126D"/>
    <w:rsid w:val="004F2A8F"/>
    <w:rsid w:val="004F4BC7"/>
    <w:rsid w:val="004F7F64"/>
    <w:rsid w:val="0050168A"/>
    <w:rsid w:val="00505CF3"/>
    <w:rsid w:val="005061FE"/>
    <w:rsid w:val="0050666E"/>
    <w:rsid w:val="00507C91"/>
    <w:rsid w:val="00510880"/>
    <w:rsid w:val="00511C7B"/>
    <w:rsid w:val="005122E7"/>
    <w:rsid w:val="00514E25"/>
    <w:rsid w:val="0052150C"/>
    <w:rsid w:val="00521854"/>
    <w:rsid w:val="00521DC8"/>
    <w:rsid w:val="00524BD2"/>
    <w:rsid w:val="0052516C"/>
    <w:rsid w:val="00526258"/>
    <w:rsid w:val="005336AA"/>
    <w:rsid w:val="005400E0"/>
    <w:rsid w:val="00540B11"/>
    <w:rsid w:val="00543103"/>
    <w:rsid w:val="00551155"/>
    <w:rsid w:val="005539CC"/>
    <w:rsid w:val="00554C83"/>
    <w:rsid w:val="00555B05"/>
    <w:rsid w:val="00556D97"/>
    <w:rsid w:val="0056137C"/>
    <w:rsid w:val="00562F18"/>
    <w:rsid w:val="00563536"/>
    <w:rsid w:val="005635A1"/>
    <w:rsid w:val="0056633C"/>
    <w:rsid w:val="00567807"/>
    <w:rsid w:val="005751AF"/>
    <w:rsid w:val="005763B6"/>
    <w:rsid w:val="00596056"/>
    <w:rsid w:val="005A371C"/>
    <w:rsid w:val="005A7423"/>
    <w:rsid w:val="005B2FD1"/>
    <w:rsid w:val="005B675D"/>
    <w:rsid w:val="005C1C92"/>
    <w:rsid w:val="005C3AEC"/>
    <w:rsid w:val="005C6B94"/>
    <w:rsid w:val="005C72DE"/>
    <w:rsid w:val="005D4D64"/>
    <w:rsid w:val="005E37E3"/>
    <w:rsid w:val="005E5AA1"/>
    <w:rsid w:val="005E7488"/>
    <w:rsid w:val="005E76BE"/>
    <w:rsid w:val="005F1C5D"/>
    <w:rsid w:val="005F5329"/>
    <w:rsid w:val="005F5644"/>
    <w:rsid w:val="006107B9"/>
    <w:rsid w:val="006150AE"/>
    <w:rsid w:val="00625E1E"/>
    <w:rsid w:val="00635547"/>
    <w:rsid w:val="00636D9F"/>
    <w:rsid w:val="00637892"/>
    <w:rsid w:val="00637D8E"/>
    <w:rsid w:val="0064061B"/>
    <w:rsid w:val="00650504"/>
    <w:rsid w:val="006510E4"/>
    <w:rsid w:val="00651B2C"/>
    <w:rsid w:val="00652146"/>
    <w:rsid w:val="006558F9"/>
    <w:rsid w:val="00657976"/>
    <w:rsid w:val="00660D00"/>
    <w:rsid w:val="006610AF"/>
    <w:rsid w:val="006614FF"/>
    <w:rsid w:val="00662416"/>
    <w:rsid w:val="0067153A"/>
    <w:rsid w:val="00672320"/>
    <w:rsid w:val="00672E5B"/>
    <w:rsid w:val="00673447"/>
    <w:rsid w:val="0067399A"/>
    <w:rsid w:val="00674EF4"/>
    <w:rsid w:val="00675971"/>
    <w:rsid w:val="006802FE"/>
    <w:rsid w:val="00683C40"/>
    <w:rsid w:val="00686F3D"/>
    <w:rsid w:val="00691CB6"/>
    <w:rsid w:val="006921B4"/>
    <w:rsid w:val="00692637"/>
    <w:rsid w:val="00693E6E"/>
    <w:rsid w:val="006A2F3B"/>
    <w:rsid w:val="006B13A6"/>
    <w:rsid w:val="006B30BB"/>
    <w:rsid w:val="006B602B"/>
    <w:rsid w:val="006C0EBF"/>
    <w:rsid w:val="006C1341"/>
    <w:rsid w:val="006C5CF4"/>
    <w:rsid w:val="006C7D33"/>
    <w:rsid w:val="006D5A36"/>
    <w:rsid w:val="006D6E0C"/>
    <w:rsid w:val="006D75EF"/>
    <w:rsid w:val="006E02BB"/>
    <w:rsid w:val="006E1969"/>
    <w:rsid w:val="006E544A"/>
    <w:rsid w:val="006E7076"/>
    <w:rsid w:val="006E73E3"/>
    <w:rsid w:val="006F09E6"/>
    <w:rsid w:val="006F1376"/>
    <w:rsid w:val="006F1FAD"/>
    <w:rsid w:val="006F299A"/>
    <w:rsid w:val="006F68DA"/>
    <w:rsid w:val="00701AC1"/>
    <w:rsid w:val="0070279A"/>
    <w:rsid w:val="00703A55"/>
    <w:rsid w:val="0070465A"/>
    <w:rsid w:val="00705E16"/>
    <w:rsid w:val="00716413"/>
    <w:rsid w:val="0072740E"/>
    <w:rsid w:val="0073461C"/>
    <w:rsid w:val="00741D12"/>
    <w:rsid w:val="0074310A"/>
    <w:rsid w:val="00743DAF"/>
    <w:rsid w:val="00751FB3"/>
    <w:rsid w:val="007521BF"/>
    <w:rsid w:val="00752493"/>
    <w:rsid w:val="0075410E"/>
    <w:rsid w:val="00757537"/>
    <w:rsid w:val="00763DBE"/>
    <w:rsid w:val="00764A79"/>
    <w:rsid w:val="00764B25"/>
    <w:rsid w:val="00766263"/>
    <w:rsid w:val="00767BD0"/>
    <w:rsid w:val="00770B1F"/>
    <w:rsid w:val="00770CE8"/>
    <w:rsid w:val="00770D79"/>
    <w:rsid w:val="00773FE0"/>
    <w:rsid w:val="00782996"/>
    <w:rsid w:val="00793D5D"/>
    <w:rsid w:val="00797DD7"/>
    <w:rsid w:val="007A01E4"/>
    <w:rsid w:val="007A3910"/>
    <w:rsid w:val="007A7E87"/>
    <w:rsid w:val="007B1B3A"/>
    <w:rsid w:val="007B6DDF"/>
    <w:rsid w:val="007C1DD8"/>
    <w:rsid w:val="007C31F8"/>
    <w:rsid w:val="007C360E"/>
    <w:rsid w:val="007C66EC"/>
    <w:rsid w:val="007D2295"/>
    <w:rsid w:val="007D2429"/>
    <w:rsid w:val="007D338E"/>
    <w:rsid w:val="007D3A8E"/>
    <w:rsid w:val="007D6ED1"/>
    <w:rsid w:val="007E2875"/>
    <w:rsid w:val="007E544D"/>
    <w:rsid w:val="007F1EEB"/>
    <w:rsid w:val="007F20FE"/>
    <w:rsid w:val="007F3A0D"/>
    <w:rsid w:val="007F6B8A"/>
    <w:rsid w:val="00806762"/>
    <w:rsid w:val="00815E6C"/>
    <w:rsid w:val="0082020D"/>
    <w:rsid w:val="0082170B"/>
    <w:rsid w:val="0082459D"/>
    <w:rsid w:val="00830374"/>
    <w:rsid w:val="00831BF8"/>
    <w:rsid w:val="00835156"/>
    <w:rsid w:val="008364B6"/>
    <w:rsid w:val="00836A34"/>
    <w:rsid w:val="00837561"/>
    <w:rsid w:val="008414AB"/>
    <w:rsid w:val="00846366"/>
    <w:rsid w:val="00851D3C"/>
    <w:rsid w:val="0085680B"/>
    <w:rsid w:val="00861024"/>
    <w:rsid w:val="00862B5B"/>
    <w:rsid w:val="00863DA7"/>
    <w:rsid w:val="0087034B"/>
    <w:rsid w:val="00871CBA"/>
    <w:rsid w:val="00871DBB"/>
    <w:rsid w:val="0087755E"/>
    <w:rsid w:val="008819F6"/>
    <w:rsid w:val="008838CA"/>
    <w:rsid w:val="00893F72"/>
    <w:rsid w:val="00894149"/>
    <w:rsid w:val="00895639"/>
    <w:rsid w:val="008960C7"/>
    <w:rsid w:val="008970A4"/>
    <w:rsid w:val="00897211"/>
    <w:rsid w:val="0089772B"/>
    <w:rsid w:val="008A0B8B"/>
    <w:rsid w:val="008A0BFB"/>
    <w:rsid w:val="008A6A9E"/>
    <w:rsid w:val="008B00B6"/>
    <w:rsid w:val="008B0C36"/>
    <w:rsid w:val="008B0D5C"/>
    <w:rsid w:val="008C1746"/>
    <w:rsid w:val="008C2C3B"/>
    <w:rsid w:val="008C5FF2"/>
    <w:rsid w:val="008C6472"/>
    <w:rsid w:val="008D04B1"/>
    <w:rsid w:val="008D214C"/>
    <w:rsid w:val="008D37C8"/>
    <w:rsid w:val="008E3C0A"/>
    <w:rsid w:val="008F1D1C"/>
    <w:rsid w:val="008F7F7B"/>
    <w:rsid w:val="0090191B"/>
    <w:rsid w:val="009062ED"/>
    <w:rsid w:val="00913183"/>
    <w:rsid w:val="00914321"/>
    <w:rsid w:val="00916E3D"/>
    <w:rsid w:val="00920E38"/>
    <w:rsid w:val="0093547F"/>
    <w:rsid w:val="0093551A"/>
    <w:rsid w:val="00935FC1"/>
    <w:rsid w:val="009360DF"/>
    <w:rsid w:val="009363E5"/>
    <w:rsid w:val="00940054"/>
    <w:rsid w:val="0094097C"/>
    <w:rsid w:val="009417A4"/>
    <w:rsid w:val="00942D12"/>
    <w:rsid w:val="00950C50"/>
    <w:rsid w:val="0095216E"/>
    <w:rsid w:val="0095356D"/>
    <w:rsid w:val="009559A8"/>
    <w:rsid w:val="009577A3"/>
    <w:rsid w:val="009577C5"/>
    <w:rsid w:val="00962169"/>
    <w:rsid w:val="00962201"/>
    <w:rsid w:val="0096444D"/>
    <w:rsid w:val="00970975"/>
    <w:rsid w:val="009714F3"/>
    <w:rsid w:val="009733AF"/>
    <w:rsid w:val="009749E8"/>
    <w:rsid w:val="00976216"/>
    <w:rsid w:val="009771CE"/>
    <w:rsid w:val="00985499"/>
    <w:rsid w:val="00986025"/>
    <w:rsid w:val="009936CE"/>
    <w:rsid w:val="009A2623"/>
    <w:rsid w:val="009A3723"/>
    <w:rsid w:val="009A3CC6"/>
    <w:rsid w:val="009A7DCA"/>
    <w:rsid w:val="009B1EC0"/>
    <w:rsid w:val="009B3306"/>
    <w:rsid w:val="009B33B5"/>
    <w:rsid w:val="009B7A88"/>
    <w:rsid w:val="009C2353"/>
    <w:rsid w:val="009C3369"/>
    <w:rsid w:val="009D1FEB"/>
    <w:rsid w:val="009D4B34"/>
    <w:rsid w:val="009D757A"/>
    <w:rsid w:val="009E1BF2"/>
    <w:rsid w:val="009E1DC9"/>
    <w:rsid w:val="009E410D"/>
    <w:rsid w:val="009E7C61"/>
    <w:rsid w:val="009F5F5D"/>
    <w:rsid w:val="009F6086"/>
    <w:rsid w:val="009F7E8C"/>
    <w:rsid w:val="00A0026D"/>
    <w:rsid w:val="00A03803"/>
    <w:rsid w:val="00A17FD9"/>
    <w:rsid w:val="00A21B1B"/>
    <w:rsid w:val="00A23DA0"/>
    <w:rsid w:val="00A312D4"/>
    <w:rsid w:val="00A34F62"/>
    <w:rsid w:val="00A40FF7"/>
    <w:rsid w:val="00A44577"/>
    <w:rsid w:val="00A53637"/>
    <w:rsid w:val="00A5424A"/>
    <w:rsid w:val="00A6131F"/>
    <w:rsid w:val="00A61432"/>
    <w:rsid w:val="00A61F3E"/>
    <w:rsid w:val="00A6342C"/>
    <w:rsid w:val="00A77863"/>
    <w:rsid w:val="00A82F34"/>
    <w:rsid w:val="00A846E7"/>
    <w:rsid w:val="00A848D0"/>
    <w:rsid w:val="00A879D4"/>
    <w:rsid w:val="00A90B83"/>
    <w:rsid w:val="00A94FB4"/>
    <w:rsid w:val="00AA1639"/>
    <w:rsid w:val="00AA5C02"/>
    <w:rsid w:val="00AB26FD"/>
    <w:rsid w:val="00AB486E"/>
    <w:rsid w:val="00AB6BD2"/>
    <w:rsid w:val="00AC22C6"/>
    <w:rsid w:val="00AC351C"/>
    <w:rsid w:val="00AC3530"/>
    <w:rsid w:val="00AD64F8"/>
    <w:rsid w:val="00AD7F16"/>
    <w:rsid w:val="00AE2C77"/>
    <w:rsid w:val="00AE528C"/>
    <w:rsid w:val="00AE72FF"/>
    <w:rsid w:val="00AE7C73"/>
    <w:rsid w:val="00AF1E85"/>
    <w:rsid w:val="00AF1EAB"/>
    <w:rsid w:val="00AF749D"/>
    <w:rsid w:val="00B0112A"/>
    <w:rsid w:val="00B02402"/>
    <w:rsid w:val="00B02B2E"/>
    <w:rsid w:val="00B03A05"/>
    <w:rsid w:val="00B11338"/>
    <w:rsid w:val="00B140EC"/>
    <w:rsid w:val="00B14BF8"/>
    <w:rsid w:val="00B14F23"/>
    <w:rsid w:val="00B1618D"/>
    <w:rsid w:val="00B21AB2"/>
    <w:rsid w:val="00B22477"/>
    <w:rsid w:val="00B33C0B"/>
    <w:rsid w:val="00B3494E"/>
    <w:rsid w:val="00B34DB2"/>
    <w:rsid w:val="00B35DC9"/>
    <w:rsid w:val="00B36CA7"/>
    <w:rsid w:val="00B37CBD"/>
    <w:rsid w:val="00B41CB8"/>
    <w:rsid w:val="00B445BF"/>
    <w:rsid w:val="00B50055"/>
    <w:rsid w:val="00B509F2"/>
    <w:rsid w:val="00B51D24"/>
    <w:rsid w:val="00B55DF2"/>
    <w:rsid w:val="00B60E07"/>
    <w:rsid w:val="00B6644F"/>
    <w:rsid w:val="00B6791A"/>
    <w:rsid w:val="00B7225A"/>
    <w:rsid w:val="00B821C5"/>
    <w:rsid w:val="00B91185"/>
    <w:rsid w:val="00B91AD8"/>
    <w:rsid w:val="00B91E35"/>
    <w:rsid w:val="00B9309B"/>
    <w:rsid w:val="00B951EF"/>
    <w:rsid w:val="00B9563F"/>
    <w:rsid w:val="00B97ACA"/>
    <w:rsid w:val="00BA3B7E"/>
    <w:rsid w:val="00BA6AE2"/>
    <w:rsid w:val="00BA70B8"/>
    <w:rsid w:val="00BA731C"/>
    <w:rsid w:val="00BA7387"/>
    <w:rsid w:val="00BB1C72"/>
    <w:rsid w:val="00BB1C98"/>
    <w:rsid w:val="00BB3C58"/>
    <w:rsid w:val="00BB5CC8"/>
    <w:rsid w:val="00BB65AC"/>
    <w:rsid w:val="00BD09AB"/>
    <w:rsid w:val="00BD2F12"/>
    <w:rsid w:val="00BD5F50"/>
    <w:rsid w:val="00BD6324"/>
    <w:rsid w:val="00BE74C4"/>
    <w:rsid w:val="00BF02EF"/>
    <w:rsid w:val="00BF657C"/>
    <w:rsid w:val="00BF6813"/>
    <w:rsid w:val="00BF6F0F"/>
    <w:rsid w:val="00C016DA"/>
    <w:rsid w:val="00C02B5A"/>
    <w:rsid w:val="00C059D9"/>
    <w:rsid w:val="00C0714A"/>
    <w:rsid w:val="00C10116"/>
    <w:rsid w:val="00C112F4"/>
    <w:rsid w:val="00C16762"/>
    <w:rsid w:val="00C16B4B"/>
    <w:rsid w:val="00C17DBB"/>
    <w:rsid w:val="00C2137C"/>
    <w:rsid w:val="00C22D12"/>
    <w:rsid w:val="00C2507C"/>
    <w:rsid w:val="00C26A17"/>
    <w:rsid w:val="00C31B9F"/>
    <w:rsid w:val="00C34D7E"/>
    <w:rsid w:val="00C411A0"/>
    <w:rsid w:val="00C4174F"/>
    <w:rsid w:val="00C4373D"/>
    <w:rsid w:val="00C53FB1"/>
    <w:rsid w:val="00C54FAA"/>
    <w:rsid w:val="00C57177"/>
    <w:rsid w:val="00C60236"/>
    <w:rsid w:val="00C61D51"/>
    <w:rsid w:val="00C61F22"/>
    <w:rsid w:val="00C63784"/>
    <w:rsid w:val="00C64F2C"/>
    <w:rsid w:val="00C70989"/>
    <w:rsid w:val="00C73BC1"/>
    <w:rsid w:val="00C75F95"/>
    <w:rsid w:val="00C7786F"/>
    <w:rsid w:val="00C8089E"/>
    <w:rsid w:val="00C837A9"/>
    <w:rsid w:val="00C84945"/>
    <w:rsid w:val="00C864A3"/>
    <w:rsid w:val="00C90B59"/>
    <w:rsid w:val="00C90C33"/>
    <w:rsid w:val="00C92032"/>
    <w:rsid w:val="00C93FBD"/>
    <w:rsid w:val="00C94E1B"/>
    <w:rsid w:val="00C967BE"/>
    <w:rsid w:val="00CB53E5"/>
    <w:rsid w:val="00CB5C65"/>
    <w:rsid w:val="00CC4965"/>
    <w:rsid w:val="00CC6CE6"/>
    <w:rsid w:val="00CC7E85"/>
    <w:rsid w:val="00CE0232"/>
    <w:rsid w:val="00CE2AF9"/>
    <w:rsid w:val="00CE30B7"/>
    <w:rsid w:val="00CF48E7"/>
    <w:rsid w:val="00D00420"/>
    <w:rsid w:val="00D0086B"/>
    <w:rsid w:val="00D04D41"/>
    <w:rsid w:val="00D04F01"/>
    <w:rsid w:val="00D06CB5"/>
    <w:rsid w:val="00D2201F"/>
    <w:rsid w:val="00D22912"/>
    <w:rsid w:val="00D234B4"/>
    <w:rsid w:val="00D23658"/>
    <w:rsid w:val="00D255F5"/>
    <w:rsid w:val="00D30B80"/>
    <w:rsid w:val="00D3439C"/>
    <w:rsid w:val="00D351B7"/>
    <w:rsid w:val="00D360EA"/>
    <w:rsid w:val="00D36E2D"/>
    <w:rsid w:val="00D42F82"/>
    <w:rsid w:val="00D47136"/>
    <w:rsid w:val="00D5451E"/>
    <w:rsid w:val="00D5792F"/>
    <w:rsid w:val="00D66A22"/>
    <w:rsid w:val="00D74B84"/>
    <w:rsid w:val="00D8467F"/>
    <w:rsid w:val="00D94236"/>
    <w:rsid w:val="00D958B6"/>
    <w:rsid w:val="00DA4D8B"/>
    <w:rsid w:val="00DA55CB"/>
    <w:rsid w:val="00DA5E6E"/>
    <w:rsid w:val="00DB3A89"/>
    <w:rsid w:val="00DC263A"/>
    <w:rsid w:val="00DC4045"/>
    <w:rsid w:val="00DC7CC5"/>
    <w:rsid w:val="00DD1335"/>
    <w:rsid w:val="00DD1705"/>
    <w:rsid w:val="00DD6918"/>
    <w:rsid w:val="00DE090A"/>
    <w:rsid w:val="00DE3C2D"/>
    <w:rsid w:val="00DF2A73"/>
    <w:rsid w:val="00DF55F8"/>
    <w:rsid w:val="00DF5A9F"/>
    <w:rsid w:val="00DF61A9"/>
    <w:rsid w:val="00DF66B5"/>
    <w:rsid w:val="00E024CE"/>
    <w:rsid w:val="00E025FA"/>
    <w:rsid w:val="00E03918"/>
    <w:rsid w:val="00E03CD0"/>
    <w:rsid w:val="00E0459E"/>
    <w:rsid w:val="00E05260"/>
    <w:rsid w:val="00E05468"/>
    <w:rsid w:val="00E10EAF"/>
    <w:rsid w:val="00E1742C"/>
    <w:rsid w:val="00E20B3A"/>
    <w:rsid w:val="00E2209F"/>
    <w:rsid w:val="00E233AB"/>
    <w:rsid w:val="00E2425E"/>
    <w:rsid w:val="00E24B73"/>
    <w:rsid w:val="00E2552D"/>
    <w:rsid w:val="00E2626B"/>
    <w:rsid w:val="00E319C1"/>
    <w:rsid w:val="00E332CE"/>
    <w:rsid w:val="00E360C2"/>
    <w:rsid w:val="00E3627C"/>
    <w:rsid w:val="00E3722B"/>
    <w:rsid w:val="00E377ED"/>
    <w:rsid w:val="00E53EF9"/>
    <w:rsid w:val="00E619C8"/>
    <w:rsid w:val="00E62F94"/>
    <w:rsid w:val="00E63F2B"/>
    <w:rsid w:val="00E66380"/>
    <w:rsid w:val="00E7119D"/>
    <w:rsid w:val="00E804D9"/>
    <w:rsid w:val="00E91213"/>
    <w:rsid w:val="00E93FCE"/>
    <w:rsid w:val="00EA2C5A"/>
    <w:rsid w:val="00EA3B36"/>
    <w:rsid w:val="00EA688F"/>
    <w:rsid w:val="00EB43FC"/>
    <w:rsid w:val="00EB4DD0"/>
    <w:rsid w:val="00EC14CB"/>
    <w:rsid w:val="00EC4097"/>
    <w:rsid w:val="00EE2D9E"/>
    <w:rsid w:val="00EE3443"/>
    <w:rsid w:val="00EE5DCB"/>
    <w:rsid w:val="00EE65BB"/>
    <w:rsid w:val="00EE698D"/>
    <w:rsid w:val="00F0146B"/>
    <w:rsid w:val="00F10470"/>
    <w:rsid w:val="00F1623F"/>
    <w:rsid w:val="00F17D9B"/>
    <w:rsid w:val="00F21435"/>
    <w:rsid w:val="00F26903"/>
    <w:rsid w:val="00F33183"/>
    <w:rsid w:val="00F40163"/>
    <w:rsid w:val="00F5266D"/>
    <w:rsid w:val="00F53325"/>
    <w:rsid w:val="00F545F7"/>
    <w:rsid w:val="00F54C3E"/>
    <w:rsid w:val="00F55D27"/>
    <w:rsid w:val="00F673EE"/>
    <w:rsid w:val="00F739B1"/>
    <w:rsid w:val="00F81D0A"/>
    <w:rsid w:val="00F86564"/>
    <w:rsid w:val="00F86A5B"/>
    <w:rsid w:val="00F95935"/>
    <w:rsid w:val="00F95E88"/>
    <w:rsid w:val="00FA06E8"/>
    <w:rsid w:val="00FA4B99"/>
    <w:rsid w:val="00FA7D96"/>
    <w:rsid w:val="00FB1F33"/>
    <w:rsid w:val="00FB239B"/>
    <w:rsid w:val="00FC172B"/>
    <w:rsid w:val="00FC1B6B"/>
    <w:rsid w:val="00FD3541"/>
    <w:rsid w:val="00FD6719"/>
    <w:rsid w:val="00FE3ED0"/>
    <w:rsid w:val="00FE747A"/>
    <w:rsid w:val="00F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  <w14:docId w14:val="3772EFC6"/>
  <w15:docId w15:val="{71AC99C3-AC56-4A4E-9E51-C30433C4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1CB8"/>
    <w:rPr>
      <w:rFonts w:ascii="Arial" w:hAnsi="Arial" w:cs="Arial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1"/>
    <w:uiPriority w:val="99"/>
    <w:qFormat/>
    <w:rsid w:val="00B41CB8"/>
    <w:pPr>
      <w:keepNext/>
      <w:numPr>
        <w:numId w:val="30"/>
      </w:numPr>
      <w:spacing w:before="240" w:after="60"/>
      <w:outlineLvl w:val="0"/>
    </w:pPr>
    <w:rPr>
      <w:rFonts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uiPriority w:val="99"/>
    <w:qFormat/>
    <w:rsid w:val="00B41CB8"/>
    <w:pPr>
      <w:keepNext/>
      <w:numPr>
        <w:ilvl w:val="1"/>
        <w:numId w:val="30"/>
      </w:numPr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1"/>
    <w:uiPriority w:val="99"/>
    <w:qFormat/>
    <w:rsid w:val="00B41CB8"/>
    <w:pPr>
      <w:keepNext/>
      <w:numPr>
        <w:ilvl w:val="2"/>
        <w:numId w:val="30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B41CB8"/>
    <w:pPr>
      <w:keepNext/>
      <w:numPr>
        <w:ilvl w:val="3"/>
        <w:numId w:val="30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1"/>
    <w:uiPriority w:val="99"/>
    <w:qFormat/>
    <w:rsid w:val="00B41CB8"/>
    <w:pPr>
      <w:numPr>
        <w:ilvl w:val="4"/>
        <w:numId w:val="30"/>
      </w:num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1"/>
    <w:uiPriority w:val="99"/>
    <w:qFormat/>
    <w:rsid w:val="00B41CB8"/>
    <w:pPr>
      <w:numPr>
        <w:ilvl w:val="5"/>
        <w:numId w:val="30"/>
      </w:num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1"/>
    <w:uiPriority w:val="99"/>
    <w:qFormat/>
    <w:rsid w:val="00B41CB8"/>
    <w:pPr>
      <w:numPr>
        <w:ilvl w:val="6"/>
        <w:numId w:val="30"/>
      </w:numPr>
      <w:spacing w:before="240" w:after="60"/>
      <w:outlineLvl w:val="6"/>
    </w:pPr>
    <w:rPr>
      <w:rFonts w:cs="Times New Roman"/>
    </w:rPr>
  </w:style>
  <w:style w:type="paragraph" w:styleId="Nadpis8">
    <w:name w:val="heading 8"/>
    <w:basedOn w:val="Normln"/>
    <w:next w:val="Normln"/>
    <w:link w:val="Nadpis8Char1"/>
    <w:uiPriority w:val="99"/>
    <w:qFormat/>
    <w:rsid w:val="00B41CB8"/>
    <w:pPr>
      <w:numPr>
        <w:ilvl w:val="7"/>
        <w:numId w:val="30"/>
      </w:numPr>
      <w:spacing w:before="240" w:after="60"/>
      <w:outlineLvl w:val="7"/>
    </w:pPr>
    <w:rPr>
      <w:rFonts w:cs="Times New Roman"/>
      <w:i/>
      <w:iCs/>
    </w:rPr>
  </w:style>
  <w:style w:type="paragraph" w:styleId="Nadpis9">
    <w:name w:val="heading 9"/>
    <w:basedOn w:val="Normln"/>
    <w:next w:val="Normln"/>
    <w:link w:val="Nadpis9Char1"/>
    <w:uiPriority w:val="99"/>
    <w:qFormat/>
    <w:rsid w:val="00B41CB8"/>
    <w:pPr>
      <w:numPr>
        <w:ilvl w:val="8"/>
        <w:numId w:val="30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uiPriority w:val="99"/>
    <w:locked/>
    <w:rsid w:val="002B54CB"/>
    <w:rPr>
      <w:rFonts w:ascii="Arial" w:hAnsi="Arial"/>
      <w:b/>
      <w:kern w:val="32"/>
      <w:sz w:val="32"/>
      <w:lang w:eastAsia="en-US"/>
    </w:rPr>
  </w:style>
  <w:style w:type="character" w:customStyle="1" w:styleId="Nadpis2Char1">
    <w:name w:val="Nadpis 2 Char1"/>
    <w:link w:val="Nadpis2"/>
    <w:uiPriority w:val="99"/>
    <w:locked/>
    <w:rsid w:val="002B54CB"/>
    <w:rPr>
      <w:rFonts w:ascii="Arial" w:hAnsi="Arial"/>
      <w:b/>
      <w:i/>
      <w:sz w:val="28"/>
      <w:lang w:eastAsia="en-US"/>
    </w:rPr>
  </w:style>
  <w:style w:type="character" w:customStyle="1" w:styleId="Nadpis3Char1">
    <w:name w:val="Nadpis 3 Char1"/>
    <w:link w:val="Nadpis3"/>
    <w:uiPriority w:val="99"/>
    <w:locked/>
    <w:rsid w:val="002B54CB"/>
    <w:rPr>
      <w:rFonts w:ascii="Cambria" w:hAnsi="Cambria"/>
      <w:b/>
      <w:sz w:val="26"/>
      <w:lang w:eastAsia="en-US"/>
    </w:rPr>
  </w:style>
  <w:style w:type="character" w:customStyle="1" w:styleId="Nadpis4Char1">
    <w:name w:val="Nadpis 4 Char1"/>
    <w:link w:val="Nadpis4"/>
    <w:uiPriority w:val="99"/>
    <w:locked/>
    <w:rsid w:val="002B54CB"/>
    <w:rPr>
      <w:rFonts w:ascii="Arial" w:hAnsi="Arial"/>
      <w:b/>
      <w:sz w:val="28"/>
      <w:lang w:eastAsia="en-US"/>
    </w:rPr>
  </w:style>
  <w:style w:type="character" w:customStyle="1" w:styleId="Nadpis5Char1">
    <w:name w:val="Nadpis 5 Char1"/>
    <w:link w:val="Nadpis5"/>
    <w:uiPriority w:val="99"/>
    <w:locked/>
    <w:rsid w:val="002B54CB"/>
    <w:rPr>
      <w:rFonts w:ascii="Arial" w:hAnsi="Arial"/>
      <w:b/>
      <w:i/>
      <w:sz w:val="26"/>
      <w:lang w:eastAsia="en-US"/>
    </w:rPr>
  </w:style>
  <w:style w:type="character" w:customStyle="1" w:styleId="Nadpis6Char1">
    <w:name w:val="Nadpis 6 Char1"/>
    <w:link w:val="Nadpis6"/>
    <w:uiPriority w:val="99"/>
    <w:locked/>
    <w:rsid w:val="002B54CB"/>
    <w:rPr>
      <w:rFonts w:ascii="Arial" w:hAnsi="Arial"/>
      <w:b/>
      <w:sz w:val="22"/>
      <w:lang w:eastAsia="en-US"/>
    </w:rPr>
  </w:style>
  <w:style w:type="character" w:customStyle="1" w:styleId="Nadpis7Char1">
    <w:name w:val="Nadpis 7 Char1"/>
    <w:link w:val="Nadpis7"/>
    <w:uiPriority w:val="99"/>
    <w:locked/>
    <w:rsid w:val="002B54CB"/>
    <w:rPr>
      <w:rFonts w:ascii="Arial" w:hAnsi="Arial"/>
      <w:sz w:val="24"/>
      <w:lang w:eastAsia="en-US"/>
    </w:rPr>
  </w:style>
  <w:style w:type="character" w:customStyle="1" w:styleId="Nadpis8Char1">
    <w:name w:val="Nadpis 8 Char1"/>
    <w:link w:val="Nadpis8"/>
    <w:uiPriority w:val="99"/>
    <w:locked/>
    <w:rsid w:val="002B54CB"/>
    <w:rPr>
      <w:rFonts w:ascii="Arial" w:hAnsi="Arial"/>
      <w:i/>
      <w:sz w:val="24"/>
      <w:lang w:eastAsia="en-US"/>
    </w:rPr>
  </w:style>
  <w:style w:type="character" w:customStyle="1" w:styleId="Nadpis9Char1">
    <w:name w:val="Nadpis 9 Char1"/>
    <w:link w:val="Nadpis9"/>
    <w:uiPriority w:val="99"/>
    <w:locked/>
    <w:rsid w:val="002B54CB"/>
    <w:rPr>
      <w:rFonts w:ascii="Cambria" w:hAnsi="Cambria"/>
      <w:sz w:val="22"/>
      <w:lang w:eastAsia="en-US"/>
    </w:rPr>
  </w:style>
  <w:style w:type="paragraph" w:styleId="Zhlav">
    <w:name w:val="header"/>
    <w:basedOn w:val="Normln"/>
    <w:link w:val="ZhlavChar1"/>
    <w:rsid w:val="00B41CB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1">
    <w:name w:val="Záhlaví Char1"/>
    <w:link w:val="Zhlav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B41CB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locked/>
    <w:rsid w:val="000B2796"/>
    <w:rPr>
      <w:rFonts w:ascii="Arial" w:hAnsi="Arial"/>
      <w:sz w:val="24"/>
      <w:lang w:eastAsia="en-US"/>
    </w:rPr>
  </w:style>
  <w:style w:type="character" w:styleId="slostrnky">
    <w:name w:val="page number"/>
    <w:uiPriority w:val="99"/>
    <w:semiHidden/>
    <w:rsid w:val="00B41CB8"/>
    <w:rPr>
      <w:rFonts w:cs="Times New Roman"/>
    </w:rPr>
  </w:style>
  <w:style w:type="character" w:styleId="Hypertextovodkaz">
    <w:name w:val="Hyperlink"/>
    <w:uiPriority w:val="99"/>
    <w:rsid w:val="00B41CB8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B41CB8"/>
    <w:rPr>
      <w:rFonts w:cs="Times New Roman"/>
      <w:color w:val="800080"/>
      <w:u w:val="single"/>
    </w:rPr>
  </w:style>
  <w:style w:type="paragraph" w:styleId="Zkladntext2">
    <w:name w:val="Body Text 2"/>
    <w:basedOn w:val="Normln"/>
    <w:link w:val="Zkladntext2Char"/>
    <w:uiPriority w:val="99"/>
    <w:semiHidden/>
    <w:rsid w:val="00B41CB8"/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kladntext">
    <w:name w:val="Body Text"/>
    <w:basedOn w:val="Normln"/>
    <w:link w:val="ZkladntextChar"/>
    <w:uiPriority w:val="99"/>
    <w:semiHidden/>
    <w:rsid w:val="00B41CB8"/>
    <w:pPr>
      <w:jc w:val="both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Nzev">
    <w:name w:val="Title"/>
    <w:basedOn w:val="Normln"/>
    <w:next w:val="Normln"/>
    <w:link w:val="NzevChar1"/>
    <w:uiPriority w:val="99"/>
    <w:qFormat/>
    <w:rsid w:val="00B41CB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1">
    <w:name w:val="Název Char1"/>
    <w:link w:val="Nzev"/>
    <w:uiPriority w:val="99"/>
    <w:locked/>
    <w:rsid w:val="002B54CB"/>
    <w:rPr>
      <w:rFonts w:ascii="Cambria" w:hAnsi="Cambria"/>
      <w:b/>
      <w:kern w:val="28"/>
      <w:sz w:val="3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B41CB8"/>
    <w:pPr>
      <w:spacing w:before="120"/>
      <w:ind w:left="705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41CB8"/>
    <w:pPr>
      <w:spacing w:line="240" w:lineRule="atLeast"/>
      <w:ind w:left="1410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B54CB"/>
    <w:rPr>
      <w:rFonts w:ascii="Arial" w:hAnsi="Arial"/>
      <w:sz w:val="24"/>
      <w:lang w:eastAsia="en-US"/>
    </w:rPr>
  </w:style>
  <w:style w:type="paragraph" w:customStyle="1" w:styleId="Normlntz1">
    <w:name w:val="Normálnítz1"/>
    <w:basedOn w:val="Normln"/>
    <w:uiPriority w:val="99"/>
    <w:rsid w:val="00B41CB8"/>
    <w:pPr>
      <w:tabs>
        <w:tab w:val="num" w:pos="432"/>
        <w:tab w:val="left" w:pos="567"/>
      </w:tabs>
      <w:spacing w:before="120"/>
      <w:ind w:left="567" w:hanging="567"/>
      <w:jc w:val="both"/>
    </w:pPr>
    <w:rPr>
      <w:rFonts w:ascii="PalmSprings" w:hAnsi="PalmSprings"/>
      <w:szCs w:val="20"/>
    </w:rPr>
  </w:style>
  <w:style w:type="paragraph" w:customStyle="1" w:styleId="nadpis1tz">
    <w:name w:val="nadpis_1tz"/>
    <w:next w:val="Normlntz"/>
    <w:autoRedefine/>
    <w:uiPriority w:val="99"/>
    <w:rsid w:val="00B41CB8"/>
    <w:pPr>
      <w:widowControl w:val="0"/>
      <w:numPr>
        <w:numId w:val="1"/>
      </w:numPr>
      <w:suppressAutoHyphens/>
      <w:spacing w:before="240" w:after="120" w:line="276" w:lineRule="auto"/>
      <w:outlineLvl w:val="0"/>
    </w:pPr>
    <w:rPr>
      <w:rFonts w:ascii="Avalon" w:hAnsi="Avalon" w:cs="Times New Roman"/>
      <w:b/>
      <w:sz w:val="36"/>
      <w:szCs w:val="22"/>
    </w:rPr>
  </w:style>
  <w:style w:type="paragraph" w:customStyle="1" w:styleId="Normlntz">
    <w:name w:val="Normálnítz"/>
    <w:basedOn w:val="Normln"/>
    <w:uiPriority w:val="99"/>
    <w:rsid w:val="00B41CB8"/>
    <w:pPr>
      <w:spacing w:before="120"/>
      <w:jc w:val="both"/>
    </w:pPr>
    <w:rPr>
      <w:rFonts w:ascii="PalmSprings" w:hAnsi="PalmSprings"/>
      <w:szCs w:val="20"/>
    </w:rPr>
  </w:style>
  <w:style w:type="paragraph" w:customStyle="1" w:styleId="nadpis2tz">
    <w:name w:val="nadpis_2tz"/>
    <w:basedOn w:val="Normln"/>
    <w:next w:val="Normlntz"/>
    <w:autoRedefine/>
    <w:uiPriority w:val="99"/>
    <w:rsid w:val="00B41CB8"/>
    <w:pPr>
      <w:numPr>
        <w:ilvl w:val="1"/>
        <w:numId w:val="1"/>
      </w:numPr>
      <w:spacing w:before="120" w:after="120"/>
      <w:outlineLvl w:val="1"/>
    </w:pPr>
    <w:rPr>
      <w:rFonts w:ascii="Avalon" w:hAnsi="Avalon"/>
      <w:b/>
      <w:sz w:val="32"/>
      <w:szCs w:val="20"/>
    </w:rPr>
  </w:style>
  <w:style w:type="paragraph" w:customStyle="1" w:styleId="nadpis3tz">
    <w:name w:val="nadpis_3tz"/>
    <w:next w:val="Normlntz"/>
    <w:autoRedefine/>
    <w:uiPriority w:val="99"/>
    <w:rsid w:val="00B41CB8"/>
    <w:pPr>
      <w:numPr>
        <w:ilvl w:val="2"/>
        <w:numId w:val="1"/>
      </w:numPr>
      <w:spacing w:before="120" w:after="120" w:line="276" w:lineRule="auto"/>
      <w:outlineLvl w:val="2"/>
    </w:pPr>
    <w:rPr>
      <w:rFonts w:ascii="Avalon" w:hAnsi="Avalon" w:cs="Times New Roman"/>
      <w:b/>
      <w:noProof/>
      <w:sz w:val="28"/>
      <w:szCs w:val="22"/>
    </w:rPr>
  </w:style>
  <w:style w:type="paragraph" w:customStyle="1" w:styleId="nadpis4tz">
    <w:name w:val="nadpis_4tz"/>
    <w:next w:val="Normlntz"/>
    <w:autoRedefine/>
    <w:uiPriority w:val="99"/>
    <w:rsid w:val="00B41CB8"/>
    <w:pPr>
      <w:numPr>
        <w:ilvl w:val="3"/>
        <w:numId w:val="1"/>
      </w:numPr>
      <w:spacing w:before="120" w:after="120" w:line="276" w:lineRule="auto"/>
      <w:outlineLvl w:val="3"/>
    </w:pPr>
    <w:rPr>
      <w:rFonts w:ascii="Avalon" w:hAnsi="Avalon" w:cs="Times New Roman"/>
      <w:b/>
      <w:sz w:val="24"/>
      <w:szCs w:val="22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41CB8"/>
    <w:pPr>
      <w:ind w:left="1416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2B54CB"/>
    <w:rPr>
      <w:rFonts w:ascii="Arial" w:hAnsi="Arial"/>
      <w:sz w:val="16"/>
      <w:lang w:eastAsia="en-US"/>
    </w:rPr>
  </w:style>
  <w:style w:type="paragraph" w:customStyle="1" w:styleId="Nadpis1Tahoma11b">
    <w:name w:val="Nadpis 1 + Tahoma 11 b."/>
    <w:basedOn w:val="Nadpis1"/>
    <w:uiPriority w:val="99"/>
    <w:rsid w:val="00B41CB8"/>
    <w:pPr>
      <w:tabs>
        <w:tab w:val="num" w:pos="720"/>
      </w:tabs>
      <w:ind w:left="720" w:hanging="360"/>
    </w:pPr>
    <w:rPr>
      <w:rFonts w:ascii="Tahoma" w:hAnsi="Tahoma"/>
      <w:b w:val="0"/>
      <w:bCs w:val="0"/>
      <w:sz w:val="24"/>
      <w:szCs w:val="24"/>
    </w:rPr>
  </w:style>
  <w:style w:type="paragraph" w:customStyle="1" w:styleId="Nadpis2Tahoma11b">
    <w:name w:val="Nadpis 2 + Tahoma 11 b."/>
    <w:basedOn w:val="Nadpis2"/>
    <w:autoRedefine/>
    <w:uiPriority w:val="99"/>
    <w:rsid w:val="00B41CB8"/>
    <w:pPr>
      <w:keepNext w:val="0"/>
      <w:outlineLvl w:val="9"/>
    </w:pPr>
    <w:rPr>
      <w:bCs w:val="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B41CB8"/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B54CB"/>
    <w:rPr>
      <w:rFonts w:ascii="Arial" w:hAnsi="Arial"/>
      <w:sz w:val="16"/>
      <w:lang w:eastAsia="en-US"/>
    </w:rPr>
  </w:style>
  <w:style w:type="character" w:customStyle="1" w:styleId="Styl10b">
    <w:name w:val="Styl 10 b."/>
    <w:uiPriority w:val="99"/>
    <w:rsid w:val="00B41CB8"/>
    <w:rPr>
      <w:sz w:val="20"/>
    </w:rPr>
  </w:style>
  <w:style w:type="paragraph" w:styleId="Prosttext">
    <w:name w:val="Plain Text"/>
    <w:basedOn w:val="Normln"/>
    <w:link w:val="ProsttextChar"/>
    <w:uiPriority w:val="99"/>
    <w:semiHidden/>
    <w:rsid w:val="00B41CB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locked/>
    <w:rsid w:val="002B54CB"/>
    <w:rPr>
      <w:rFonts w:ascii="Courier New" w:hAnsi="Courier New"/>
      <w:lang w:eastAsia="en-US"/>
    </w:rPr>
  </w:style>
  <w:style w:type="paragraph" w:styleId="Obsah1">
    <w:name w:val="toc 1"/>
    <w:basedOn w:val="Normln"/>
    <w:next w:val="Normln"/>
    <w:autoRedefine/>
    <w:uiPriority w:val="39"/>
    <w:rsid w:val="00B02B2E"/>
    <w:pPr>
      <w:tabs>
        <w:tab w:val="left" w:pos="480"/>
        <w:tab w:val="right" w:leader="dot" w:pos="9895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customStyle="1" w:styleId="Zkladntext0">
    <w:name w:val="_Základní text"/>
    <w:basedOn w:val="Normln"/>
    <w:uiPriority w:val="99"/>
    <w:rsid w:val="00B41CB8"/>
    <w:pPr>
      <w:tabs>
        <w:tab w:val="num" w:pos="432"/>
      </w:tabs>
      <w:ind w:left="432" w:hanging="432"/>
      <w:jc w:val="both"/>
    </w:pPr>
    <w:rPr>
      <w:rFonts w:ascii="Times New Roman" w:hAnsi="Times New Roman"/>
      <w:szCs w:val="20"/>
    </w:rPr>
  </w:style>
  <w:style w:type="character" w:customStyle="1" w:styleId="Nadpis1Char">
    <w:name w:val="Nadpis 1 Char"/>
    <w:uiPriority w:val="99"/>
    <w:rsid w:val="00B41CB8"/>
    <w:rPr>
      <w:rFonts w:ascii="Arial" w:hAnsi="Arial"/>
      <w:b/>
      <w:kern w:val="32"/>
      <w:sz w:val="32"/>
      <w:lang w:eastAsia="en-US"/>
    </w:rPr>
  </w:style>
  <w:style w:type="character" w:customStyle="1" w:styleId="Nadpis2Char">
    <w:name w:val="Nadpis 2 Char"/>
    <w:uiPriority w:val="99"/>
    <w:rsid w:val="00B41CB8"/>
    <w:rPr>
      <w:rFonts w:ascii="Arial" w:hAnsi="Arial"/>
      <w:b/>
      <w:i/>
      <w:sz w:val="28"/>
      <w:lang w:eastAsia="en-US"/>
    </w:rPr>
  </w:style>
  <w:style w:type="character" w:customStyle="1" w:styleId="Nadpis3Char">
    <w:name w:val="Nadpis 3 Char"/>
    <w:uiPriority w:val="99"/>
    <w:rsid w:val="00B41CB8"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uiPriority w:val="99"/>
    <w:rsid w:val="00B41CB8"/>
    <w:rPr>
      <w:b/>
      <w:sz w:val="28"/>
      <w:lang w:eastAsia="en-US"/>
    </w:rPr>
  </w:style>
  <w:style w:type="character" w:customStyle="1" w:styleId="Nadpis5Char">
    <w:name w:val="Nadpis 5 Char"/>
    <w:uiPriority w:val="99"/>
    <w:rsid w:val="00B41CB8"/>
    <w:rPr>
      <w:b/>
      <w:i/>
      <w:sz w:val="26"/>
      <w:lang w:eastAsia="en-US"/>
    </w:rPr>
  </w:style>
  <w:style w:type="character" w:customStyle="1" w:styleId="Nadpis6Char">
    <w:name w:val="Nadpis 6 Char"/>
    <w:uiPriority w:val="99"/>
    <w:rsid w:val="00B41CB8"/>
    <w:rPr>
      <w:b/>
      <w:sz w:val="22"/>
      <w:lang w:eastAsia="en-US"/>
    </w:rPr>
  </w:style>
  <w:style w:type="character" w:customStyle="1" w:styleId="Nadpis7Char">
    <w:name w:val="Nadpis 7 Char"/>
    <w:uiPriority w:val="99"/>
    <w:rsid w:val="00B41CB8"/>
    <w:rPr>
      <w:sz w:val="24"/>
      <w:lang w:eastAsia="en-US"/>
    </w:rPr>
  </w:style>
  <w:style w:type="character" w:customStyle="1" w:styleId="Nadpis8Char">
    <w:name w:val="Nadpis 8 Char"/>
    <w:uiPriority w:val="99"/>
    <w:rsid w:val="00B41CB8"/>
    <w:rPr>
      <w:i/>
      <w:sz w:val="24"/>
      <w:lang w:eastAsia="en-US"/>
    </w:rPr>
  </w:style>
  <w:style w:type="character" w:customStyle="1" w:styleId="Nadpis9Char">
    <w:name w:val="Nadpis 9 Char"/>
    <w:uiPriority w:val="99"/>
    <w:rsid w:val="00B41CB8"/>
    <w:rPr>
      <w:rFonts w:ascii="Cambria" w:hAnsi="Cambria"/>
      <w:sz w:val="22"/>
      <w:lang w:eastAsia="en-US"/>
    </w:rPr>
  </w:style>
  <w:style w:type="character" w:customStyle="1" w:styleId="NzevChar">
    <w:name w:val="Název Char"/>
    <w:uiPriority w:val="99"/>
    <w:rsid w:val="00B41CB8"/>
    <w:rPr>
      <w:rFonts w:ascii="Cambria" w:hAnsi="Cambria"/>
      <w:b/>
      <w:kern w:val="28"/>
      <w:sz w:val="32"/>
    </w:rPr>
  </w:style>
  <w:style w:type="paragraph" w:styleId="Podnadpis">
    <w:name w:val="Subtitle"/>
    <w:basedOn w:val="Normln"/>
    <w:next w:val="Normln"/>
    <w:link w:val="PodnadpisChar"/>
    <w:qFormat/>
    <w:rsid w:val="00B41CB8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nadpisChar">
    <w:name w:val="Podnadpis Char"/>
    <w:link w:val="Podnadpis"/>
    <w:uiPriority w:val="99"/>
    <w:locked/>
    <w:rsid w:val="002B54CB"/>
    <w:rPr>
      <w:rFonts w:ascii="Cambria" w:hAnsi="Cambria"/>
      <w:sz w:val="24"/>
      <w:lang w:eastAsia="en-US"/>
    </w:rPr>
  </w:style>
  <w:style w:type="character" w:customStyle="1" w:styleId="PodtitulChar">
    <w:name w:val="Podtitul Char"/>
    <w:rsid w:val="00B41CB8"/>
    <w:rPr>
      <w:rFonts w:ascii="Cambria" w:hAnsi="Cambria"/>
      <w:sz w:val="24"/>
    </w:rPr>
  </w:style>
  <w:style w:type="character" w:styleId="Siln">
    <w:name w:val="Strong"/>
    <w:uiPriority w:val="99"/>
    <w:qFormat/>
    <w:rsid w:val="00B41CB8"/>
    <w:rPr>
      <w:rFonts w:cs="Times New Roman"/>
      <w:b/>
    </w:rPr>
  </w:style>
  <w:style w:type="character" w:styleId="Zdraznn">
    <w:name w:val="Emphasis"/>
    <w:uiPriority w:val="99"/>
    <w:qFormat/>
    <w:rsid w:val="00B41CB8"/>
    <w:rPr>
      <w:rFonts w:ascii="Calibri" w:hAnsi="Calibri" w:cs="Times New Roman"/>
      <w:b/>
      <w:i/>
    </w:rPr>
  </w:style>
  <w:style w:type="paragraph" w:styleId="Bezmezer">
    <w:name w:val="No Spacing"/>
    <w:basedOn w:val="Normln"/>
    <w:uiPriority w:val="99"/>
    <w:qFormat/>
    <w:rsid w:val="00B41CB8"/>
    <w:rPr>
      <w:szCs w:val="32"/>
    </w:rPr>
  </w:style>
  <w:style w:type="paragraph" w:styleId="Odstavecseseznamem">
    <w:name w:val="List Paragraph"/>
    <w:basedOn w:val="Normln"/>
    <w:uiPriority w:val="34"/>
    <w:qFormat/>
    <w:rsid w:val="00B41CB8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B41CB8"/>
    <w:rPr>
      <w:rFonts w:cs="Times New Roman"/>
      <w:i/>
      <w:iCs/>
      <w:color w:val="000000"/>
    </w:rPr>
  </w:style>
  <w:style w:type="character" w:customStyle="1" w:styleId="CittChar">
    <w:name w:val="Citát Char"/>
    <w:link w:val="Citt"/>
    <w:uiPriority w:val="99"/>
    <w:locked/>
    <w:rsid w:val="002B54CB"/>
    <w:rPr>
      <w:rFonts w:ascii="Arial" w:hAnsi="Arial"/>
      <w:i/>
      <w:color w:val="000000"/>
      <w:sz w:val="24"/>
      <w:lang w:eastAsia="en-US"/>
    </w:rPr>
  </w:style>
  <w:style w:type="character" w:customStyle="1" w:styleId="CitaceChar">
    <w:name w:val="Citace Char"/>
    <w:uiPriority w:val="99"/>
    <w:rsid w:val="00B41CB8"/>
    <w:rPr>
      <w:i/>
      <w:sz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B41CB8"/>
    <w:pPr>
      <w:ind w:left="720" w:right="720"/>
    </w:pPr>
    <w:rPr>
      <w:rFonts w:cs="Times New Roman"/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99"/>
    <w:locked/>
    <w:rsid w:val="002B54CB"/>
    <w:rPr>
      <w:rFonts w:ascii="Arial" w:hAnsi="Arial"/>
      <w:b/>
      <w:i/>
      <w:color w:val="4F81BD"/>
      <w:sz w:val="24"/>
      <w:lang w:eastAsia="en-US"/>
    </w:rPr>
  </w:style>
  <w:style w:type="character" w:customStyle="1" w:styleId="CitaceintenzivnChar">
    <w:name w:val="Citace – intenzivní Char"/>
    <w:uiPriority w:val="99"/>
    <w:rsid w:val="00B41CB8"/>
    <w:rPr>
      <w:b/>
      <w:i/>
      <w:sz w:val="24"/>
    </w:rPr>
  </w:style>
  <w:style w:type="character" w:styleId="Zdraznnjemn">
    <w:name w:val="Subtle Emphasis"/>
    <w:uiPriority w:val="99"/>
    <w:qFormat/>
    <w:rsid w:val="00B41CB8"/>
    <w:rPr>
      <w:i/>
      <w:color w:val="5A5A5A"/>
    </w:rPr>
  </w:style>
  <w:style w:type="character" w:styleId="Zdraznnintenzivn">
    <w:name w:val="Intense Emphasis"/>
    <w:uiPriority w:val="99"/>
    <w:qFormat/>
    <w:rsid w:val="00B41CB8"/>
    <w:rPr>
      <w:b/>
      <w:i/>
      <w:sz w:val="24"/>
      <w:u w:val="single"/>
    </w:rPr>
  </w:style>
  <w:style w:type="character" w:styleId="Odkazjemn">
    <w:name w:val="Subtle Reference"/>
    <w:uiPriority w:val="99"/>
    <w:qFormat/>
    <w:rsid w:val="00B41CB8"/>
    <w:rPr>
      <w:sz w:val="24"/>
      <w:u w:val="single"/>
    </w:rPr>
  </w:style>
  <w:style w:type="character" w:styleId="Odkazintenzivn">
    <w:name w:val="Intense Reference"/>
    <w:uiPriority w:val="99"/>
    <w:qFormat/>
    <w:rsid w:val="00B41CB8"/>
    <w:rPr>
      <w:b/>
      <w:sz w:val="24"/>
      <w:u w:val="single"/>
    </w:rPr>
  </w:style>
  <w:style w:type="character" w:styleId="Nzevknihy">
    <w:name w:val="Book Title"/>
    <w:uiPriority w:val="99"/>
    <w:qFormat/>
    <w:rsid w:val="00B41CB8"/>
    <w:rPr>
      <w:rFonts w:ascii="Cambria" w:hAnsi="Cambria"/>
      <w:b/>
      <w:i/>
      <w:sz w:val="24"/>
    </w:rPr>
  </w:style>
  <w:style w:type="paragraph" w:styleId="Nadpisobsahu">
    <w:name w:val="TOC Heading"/>
    <w:basedOn w:val="Nadpis1"/>
    <w:next w:val="Normln"/>
    <w:uiPriority w:val="99"/>
    <w:qFormat/>
    <w:rsid w:val="00B41CB8"/>
    <w:pPr>
      <w:outlineLvl w:val="9"/>
    </w:pPr>
  </w:style>
  <w:style w:type="paragraph" w:styleId="Titulek">
    <w:name w:val="caption"/>
    <w:basedOn w:val="Normln"/>
    <w:next w:val="Normln"/>
    <w:uiPriority w:val="99"/>
    <w:qFormat/>
    <w:rsid w:val="00B41CB8"/>
    <w:rPr>
      <w:b/>
      <w:bCs/>
      <w:color w:val="4F81BD"/>
      <w:sz w:val="18"/>
      <w:szCs w:val="18"/>
    </w:rPr>
  </w:style>
  <w:style w:type="paragraph" w:styleId="Obsah2">
    <w:name w:val="toc 2"/>
    <w:basedOn w:val="Normln"/>
    <w:next w:val="Normln"/>
    <w:autoRedefine/>
    <w:uiPriority w:val="39"/>
    <w:rsid w:val="00B41CB8"/>
    <w:pPr>
      <w:ind w:left="240"/>
    </w:pPr>
    <w:rPr>
      <w:rFonts w:ascii="Calibri" w:hAnsi="Calibri"/>
      <w:smallCaps/>
      <w:sz w:val="20"/>
      <w:szCs w:val="20"/>
    </w:rPr>
  </w:style>
  <w:style w:type="paragraph" w:customStyle="1" w:styleId="dek">
    <w:name w:val="Řádek"/>
    <w:basedOn w:val="Normln"/>
    <w:next w:val="Normln"/>
    <w:autoRedefine/>
    <w:uiPriority w:val="99"/>
    <w:rsid w:val="00B41CB8"/>
    <w:pPr>
      <w:tabs>
        <w:tab w:val="left" w:pos="1190"/>
        <w:tab w:val="left" w:pos="2268"/>
        <w:tab w:val="left" w:pos="3402"/>
        <w:tab w:val="left" w:pos="4536"/>
        <w:tab w:val="left" w:pos="5670"/>
        <w:tab w:val="left" w:pos="6804"/>
      </w:tabs>
      <w:jc w:val="both"/>
    </w:pPr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1"/>
    <w:uiPriority w:val="99"/>
    <w:rsid w:val="00B41CB8"/>
    <w:rPr>
      <w:rFonts w:ascii="Times New Roman" w:hAnsi="Times New Roman" w:cs="Times New Roman"/>
      <w:sz w:val="2"/>
      <w:szCs w:val="20"/>
    </w:rPr>
  </w:style>
  <w:style w:type="character" w:customStyle="1" w:styleId="TextbublinyChar1">
    <w:name w:val="Text bubliny Char1"/>
    <w:link w:val="Textbubliny"/>
    <w:uiPriority w:val="99"/>
    <w:semiHidden/>
    <w:locked/>
    <w:rsid w:val="002B54CB"/>
    <w:rPr>
      <w:rFonts w:ascii="Times New Roman" w:hAnsi="Times New Roman"/>
      <w:sz w:val="2"/>
      <w:lang w:eastAsia="en-US"/>
    </w:rPr>
  </w:style>
  <w:style w:type="character" w:customStyle="1" w:styleId="TextbublinyChar">
    <w:name w:val="Text bubliny Char"/>
    <w:uiPriority w:val="99"/>
    <w:rsid w:val="00B41CB8"/>
    <w:rPr>
      <w:rFonts w:ascii="Tahoma" w:hAnsi="Tahoma"/>
      <w:sz w:val="16"/>
      <w:lang w:eastAsia="en-US"/>
    </w:rPr>
  </w:style>
  <w:style w:type="paragraph" w:styleId="Obsah3">
    <w:name w:val="toc 3"/>
    <w:basedOn w:val="Normln"/>
    <w:next w:val="Normln"/>
    <w:autoRedefine/>
    <w:uiPriority w:val="99"/>
    <w:semiHidden/>
    <w:rsid w:val="00B41CB8"/>
    <w:pPr>
      <w:ind w:left="480"/>
    </w:pPr>
    <w:rPr>
      <w:rFonts w:ascii="Calibri" w:hAnsi="Calibri"/>
      <w:i/>
      <w:iCs/>
      <w:sz w:val="20"/>
      <w:szCs w:val="20"/>
    </w:rPr>
  </w:style>
  <w:style w:type="character" w:styleId="Odkaznakoment">
    <w:name w:val="annotation reference"/>
    <w:uiPriority w:val="99"/>
    <w:semiHidden/>
    <w:rsid w:val="00B41CB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41CB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B54CB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41CB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B54CB"/>
    <w:rPr>
      <w:rFonts w:ascii="Arial" w:hAnsi="Arial"/>
      <w:b/>
      <w:lang w:eastAsia="en-US"/>
    </w:rPr>
  </w:style>
  <w:style w:type="paragraph" w:customStyle="1" w:styleId="Znaka">
    <w:name w:val="Značka"/>
    <w:uiPriority w:val="99"/>
    <w:rsid w:val="00B41CB8"/>
    <w:pPr>
      <w:spacing w:before="60" w:after="60"/>
      <w:ind w:left="232" w:hanging="232"/>
      <w:jc w:val="both"/>
    </w:pPr>
    <w:rPr>
      <w:rFonts w:ascii="Arial" w:eastAsia="Batang" w:hAnsi="Arial" w:cs="Times New Roman"/>
      <w:color w:val="000000"/>
      <w:sz w:val="22"/>
    </w:rPr>
  </w:style>
  <w:style w:type="character" w:customStyle="1" w:styleId="ZhlavChar">
    <w:name w:val="Záhlaví Char"/>
    <w:rsid w:val="00B41CB8"/>
    <w:rPr>
      <w:sz w:val="24"/>
      <w:lang w:eastAsia="en-US"/>
    </w:rPr>
  </w:style>
  <w:style w:type="paragraph" w:styleId="Obsah4">
    <w:name w:val="toc 4"/>
    <w:basedOn w:val="Normln"/>
    <w:next w:val="Normln"/>
    <w:autoRedefine/>
    <w:uiPriority w:val="99"/>
    <w:semiHidden/>
    <w:rsid w:val="00B41CB8"/>
    <w:pPr>
      <w:ind w:left="720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B41CB8"/>
    <w:pPr>
      <w:ind w:left="960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B41CB8"/>
    <w:pPr>
      <w:ind w:left="1200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B41CB8"/>
    <w:pPr>
      <w:ind w:left="1440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B41CB8"/>
    <w:pPr>
      <w:ind w:left="1680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B41CB8"/>
    <w:pPr>
      <w:ind w:left="1920"/>
    </w:pPr>
    <w:rPr>
      <w:rFonts w:ascii="Calibri" w:hAnsi="Calibri"/>
      <w:sz w:val="18"/>
      <w:szCs w:val="18"/>
    </w:rPr>
  </w:style>
  <w:style w:type="paragraph" w:customStyle="1" w:styleId="14bTun">
    <w:name w:val="14 b. Tučně"/>
    <w:basedOn w:val="Normln"/>
    <w:uiPriority w:val="99"/>
    <w:rsid w:val="00AC3530"/>
    <w:pPr>
      <w:jc w:val="center"/>
    </w:pPr>
    <w:rPr>
      <w:rFonts w:cs="Times New Roman"/>
      <w:b/>
      <w:sz w:val="28"/>
      <w:szCs w:val="20"/>
      <w:lang w:eastAsia="cs-CZ"/>
    </w:rPr>
  </w:style>
  <w:style w:type="paragraph" w:customStyle="1" w:styleId="Default">
    <w:name w:val="Default"/>
    <w:uiPriority w:val="99"/>
    <w:rsid w:val="00D84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edsazen">
    <w:name w:val="pøedsazený"/>
    <w:basedOn w:val="Normln"/>
    <w:uiPriority w:val="99"/>
    <w:rsid w:val="00497D1D"/>
    <w:pPr>
      <w:suppressAutoHyphens/>
      <w:ind w:left="113" w:hanging="113"/>
    </w:pPr>
    <w:rPr>
      <w:rFonts w:ascii="Times New Roman" w:hAnsi="Times New Roman" w:cs="Times New Roman"/>
      <w:sz w:val="20"/>
      <w:szCs w:val="20"/>
    </w:rPr>
  </w:style>
  <w:style w:type="paragraph" w:styleId="Revize">
    <w:name w:val="Revision"/>
    <w:hidden/>
    <w:uiPriority w:val="99"/>
    <w:semiHidden/>
    <w:rsid w:val="006C7D33"/>
    <w:rPr>
      <w:rFonts w:ascii="Arial" w:hAnsi="Arial" w:cs="Arial"/>
      <w:sz w:val="24"/>
      <w:szCs w:val="24"/>
      <w:lang w:eastAsia="en-US"/>
    </w:rPr>
  </w:style>
  <w:style w:type="paragraph" w:customStyle="1" w:styleId="Export0">
    <w:name w:val="Export 0"/>
    <w:basedOn w:val="Normln"/>
    <w:uiPriority w:val="99"/>
    <w:rsid w:val="004B0D7A"/>
    <w:pPr>
      <w:widowControl w:val="0"/>
    </w:pPr>
    <w:rPr>
      <w:rFonts w:ascii="Avinion" w:hAnsi="Avinion" w:cs="Times New Roman"/>
      <w:szCs w:val="20"/>
      <w:lang w:eastAsia="cs-CZ"/>
    </w:rPr>
  </w:style>
  <w:style w:type="paragraph" w:customStyle="1" w:styleId="Titulnlist">
    <w:name w:val="Titulní list"/>
    <w:uiPriority w:val="99"/>
    <w:rsid w:val="00986025"/>
    <w:pPr>
      <w:autoSpaceDE w:val="0"/>
      <w:autoSpaceDN w:val="0"/>
      <w:jc w:val="center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3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ak\Data%20aplikac&#237;\Microsoft\Templates\ALTRON_E01TZ%20DSP%20Technick&#225;%20zpr&#225;va%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E3015-F354-4EDC-9194-7800A601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ALTRON_E01TZ DSP Technická zpráva </Template>
  <TotalTime>7</TotalTime>
  <Pages>1</Pages>
  <Words>78</Words>
  <Characters>567</Characters>
  <Application>Microsoft Office Word</Application>
  <DocSecurity>0</DocSecurity>
  <Lines>141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ALTRON a.s.</vt:lpstr>
    </vt:vector>
  </TitlesOfParts>
  <Company>Altron, a.s.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ALTRON a.s.</dc:title>
  <dc:subject>Technická zpráva</dc:subject>
  <dc:creator>Martin Novak</dc:creator>
  <cp:keywords/>
  <dc:description/>
  <cp:lastModifiedBy>Bulant Jakub, KLIKA-BP</cp:lastModifiedBy>
  <cp:revision>27</cp:revision>
  <cp:lastPrinted>2025-01-24T07:17:00Z</cp:lastPrinted>
  <dcterms:created xsi:type="dcterms:W3CDTF">2022-03-22T08:12:00Z</dcterms:created>
  <dcterms:modified xsi:type="dcterms:W3CDTF">2025-04-23T11:39:00Z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ok">
    <vt:lpwstr/>
  </property>
  <property fmtid="{D5CDD505-2E9C-101B-9397-08002B2CF9AE}" pid="3" name="Koncový uživatel">
    <vt:lpwstr/>
  </property>
  <property fmtid="{D5CDD505-2E9C-101B-9397-08002B2CF9AE}" pid="4" name="Uzavřeno">
    <vt:lpwstr>0</vt:lpwstr>
  </property>
  <property fmtid="{D5CDD505-2E9C-101B-9397-08002B2CF9AE}" pid="5" name="ACM">
    <vt:lpwstr/>
  </property>
  <property fmtid="{D5CDD505-2E9C-101B-9397-08002B2CF9AE}" pid="6" name="PRI">
    <vt:lpwstr/>
  </property>
  <property fmtid="{D5CDD505-2E9C-101B-9397-08002B2CF9AE}" pid="7" name="ZAK">
    <vt:lpwstr/>
  </property>
  <property fmtid="{D5CDD505-2E9C-101B-9397-08002B2CF9AE}" pid="8" name="CC">
    <vt:lpwstr/>
  </property>
  <property fmtid="{D5CDD505-2E9C-101B-9397-08002B2CF9AE}" pid="9" name="POB">
    <vt:lpwstr/>
  </property>
  <property fmtid="{D5CDD505-2E9C-101B-9397-08002B2CF9AE}" pid="10" name="WorkCountry">
    <vt:lpwstr/>
  </property>
  <property fmtid="{D5CDD505-2E9C-101B-9397-08002B2CF9AE}" pid="11" name="NAB">
    <vt:lpwstr/>
  </property>
  <property fmtid="{D5CDD505-2E9C-101B-9397-08002B2CF9AE}" pid="12" name="Plátce">
    <vt:lpwstr/>
  </property>
  <property fmtid="{D5CDD505-2E9C-101B-9397-08002B2CF9AE}" pid="13" name="SM">
    <vt:lpwstr/>
  </property>
  <property fmtid="{D5CDD505-2E9C-101B-9397-08002B2CF9AE}" pid="14" name="CD">
    <vt:lpwstr/>
  </property>
  <property fmtid="{D5CDD505-2E9C-101B-9397-08002B2CF9AE}" pid="15" name="Lokalita">
    <vt:lpwstr/>
  </property>
  <property fmtid="{D5CDD505-2E9C-101B-9397-08002B2CF9AE}" pid="16" name="PM">
    <vt:lpwstr/>
  </property>
  <property fmtid="{D5CDD505-2E9C-101B-9397-08002B2CF9AE}" pid="17" name="ContentTypeId">
    <vt:lpwstr>0x0101009039797BC4FB08498C074E5801B30793</vt:lpwstr>
  </property>
</Properties>
</file>